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336" w:rsidRPr="00B80354" w:rsidRDefault="00660336" w:rsidP="00660336">
      <w:pPr>
        <w:rPr>
          <w:b/>
          <w:sz w:val="28"/>
        </w:rPr>
      </w:pPr>
      <w:r>
        <w:rPr>
          <w:b/>
          <w:sz w:val="28"/>
        </w:rPr>
        <w:t>Opdrachtkaart kwartet maken</w:t>
      </w:r>
    </w:p>
    <w:p w:rsidR="00660336" w:rsidRDefault="00660336" w:rsidP="00660336">
      <w:pPr>
        <w:pStyle w:val="Lijstalinea"/>
        <w:numPr>
          <w:ilvl w:val="1"/>
          <w:numId w:val="1"/>
        </w:numPr>
      </w:pPr>
      <w:r>
        <w:t>Voorbereiden</w:t>
      </w:r>
    </w:p>
    <w:p w:rsidR="00660336" w:rsidRDefault="00660336" w:rsidP="00660336">
      <w:pPr>
        <w:pStyle w:val="Lijstalinea"/>
        <w:ind w:left="1440"/>
      </w:pPr>
      <w:r>
        <w:t xml:space="preserve">Verdeel de 16 hoofdonderwerpen over de groep zodat iedereen evenveel onderwerpen heeft. Bedenk bij deze hoofdonderwerpen de deelonderwerpen. </w:t>
      </w:r>
    </w:p>
    <w:p w:rsidR="00660336" w:rsidRDefault="00660336" w:rsidP="00660336">
      <w:pPr>
        <w:pStyle w:val="Lijstalinea"/>
        <w:numPr>
          <w:ilvl w:val="2"/>
          <w:numId w:val="2"/>
        </w:numPr>
      </w:pPr>
      <w:r>
        <w:t>Verdeel de 16 hoofdonderwerpen;</w:t>
      </w:r>
    </w:p>
    <w:p w:rsidR="00660336" w:rsidRDefault="00660336" w:rsidP="00660336">
      <w:pPr>
        <w:pStyle w:val="Lijstalinea"/>
        <w:numPr>
          <w:ilvl w:val="2"/>
          <w:numId w:val="2"/>
        </w:numPr>
      </w:pPr>
      <w:r>
        <w:t>Bedenk bij elk hoofdonderwerp 4 deelonderwerpen;</w:t>
      </w:r>
    </w:p>
    <w:p w:rsidR="00660336" w:rsidRDefault="00660336" w:rsidP="00660336">
      <w:pPr>
        <w:pStyle w:val="Lijstalinea"/>
        <w:numPr>
          <w:ilvl w:val="2"/>
          <w:numId w:val="2"/>
        </w:numPr>
      </w:pPr>
      <w:r>
        <w:t>Bedenk samen deelonderwerpen, als je er alleen niet uitkomt;</w:t>
      </w:r>
    </w:p>
    <w:p w:rsidR="00660336" w:rsidRDefault="00660336" w:rsidP="00660336">
      <w:pPr>
        <w:pStyle w:val="Lijstalinea"/>
        <w:numPr>
          <w:ilvl w:val="2"/>
          <w:numId w:val="2"/>
        </w:numPr>
      </w:pPr>
      <w:r>
        <w:t>Kijk ook op internet als je het niet weet.</w:t>
      </w:r>
    </w:p>
    <w:p w:rsidR="00660336" w:rsidRPr="00B80354" w:rsidRDefault="00660336" w:rsidP="00660336">
      <w:pPr>
        <w:pStyle w:val="Lijstalinea"/>
        <w:ind w:left="2160"/>
      </w:pPr>
    </w:p>
    <w:p w:rsidR="00660336" w:rsidRDefault="00660336" w:rsidP="00660336">
      <w:pPr>
        <w:pStyle w:val="Lijstalinea"/>
        <w:numPr>
          <w:ilvl w:val="1"/>
          <w:numId w:val="1"/>
        </w:numPr>
      </w:pPr>
      <w:r>
        <w:t>Uitvoeren</w:t>
      </w:r>
    </w:p>
    <w:p w:rsidR="00660336" w:rsidRDefault="00660336" w:rsidP="00660336">
      <w:pPr>
        <w:pStyle w:val="Lijstalinea"/>
        <w:ind w:left="1440"/>
      </w:pPr>
      <w:r>
        <w:t>Het voorbereidende werk is gedaan. Nu kunnen jullie het kwartetspel gaan maken. Pak een vel papier en zet alle hoofonderwerpen en deelonderwerpen in blokjes bij elkaar. Op deze manier heeft iedereen een goed overzicht. Daarna gaan jullie de kwartetkaarten maken.</w:t>
      </w:r>
    </w:p>
    <w:p w:rsidR="00660336" w:rsidRDefault="00660336" w:rsidP="00660336">
      <w:pPr>
        <w:pStyle w:val="Lijstalinea"/>
        <w:numPr>
          <w:ilvl w:val="2"/>
          <w:numId w:val="3"/>
        </w:numPr>
      </w:pPr>
      <w:r>
        <w:t>Bedenk eerst samen hoe de kaarten eruit gaan zien. (grootte, indeling, kleuren, plaatjes)</w:t>
      </w:r>
    </w:p>
    <w:p w:rsidR="00660336" w:rsidRDefault="00660336" w:rsidP="00660336">
      <w:pPr>
        <w:pStyle w:val="Lijstalinea"/>
        <w:numPr>
          <w:ilvl w:val="2"/>
          <w:numId w:val="3"/>
        </w:numPr>
      </w:pPr>
      <w:r>
        <w:t>Verdeel de taken en ga aan de slag.</w:t>
      </w:r>
    </w:p>
    <w:p w:rsidR="00660336" w:rsidRDefault="00660336" w:rsidP="00660336">
      <w:pPr>
        <w:pStyle w:val="Lijstalinea"/>
        <w:numPr>
          <w:ilvl w:val="2"/>
          <w:numId w:val="3"/>
        </w:numPr>
      </w:pPr>
      <w:r>
        <w:t>Als je klaar bent, speel dan samen het kwartetspel!</w:t>
      </w:r>
    </w:p>
    <w:p w:rsidR="00660336" w:rsidRDefault="00660336" w:rsidP="00660336"/>
    <w:tbl>
      <w:tblPr>
        <w:tblStyle w:val="Tabelraster"/>
        <w:tblW w:w="0" w:type="auto"/>
        <w:tblLook w:val="04A0" w:firstRow="1" w:lastRow="0" w:firstColumn="1" w:lastColumn="0" w:noHBand="0" w:noVBand="1"/>
      </w:tblPr>
      <w:tblGrid>
        <w:gridCol w:w="675"/>
        <w:gridCol w:w="2941"/>
        <w:gridCol w:w="4147"/>
      </w:tblGrid>
      <w:tr w:rsidR="00660336" w:rsidRPr="003B1662" w:rsidTr="001808EF">
        <w:tc>
          <w:tcPr>
            <w:tcW w:w="675" w:type="dxa"/>
          </w:tcPr>
          <w:p w:rsidR="00660336" w:rsidRPr="003B1662" w:rsidRDefault="00660336" w:rsidP="001808EF">
            <w:pPr>
              <w:rPr>
                <w:b/>
                <w:sz w:val="28"/>
              </w:rPr>
            </w:pPr>
          </w:p>
        </w:tc>
        <w:tc>
          <w:tcPr>
            <w:tcW w:w="2941" w:type="dxa"/>
          </w:tcPr>
          <w:p w:rsidR="00660336" w:rsidRPr="003B1662" w:rsidRDefault="00660336" w:rsidP="001808EF">
            <w:pPr>
              <w:rPr>
                <w:b/>
                <w:sz w:val="28"/>
              </w:rPr>
            </w:pPr>
            <w:r w:rsidRPr="003B1662">
              <w:rPr>
                <w:b/>
                <w:sz w:val="28"/>
              </w:rPr>
              <w:t>Hoofdonderwerpen:</w:t>
            </w:r>
          </w:p>
        </w:tc>
        <w:tc>
          <w:tcPr>
            <w:tcW w:w="4147" w:type="dxa"/>
          </w:tcPr>
          <w:p w:rsidR="00660336" w:rsidRPr="003B1662" w:rsidRDefault="00660336" w:rsidP="001808EF">
            <w:pPr>
              <w:rPr>
                <w:b/>
                <w:sz w:val="28"/>
              </w:rPr>
            </w:pPr>
            <w:r w:rsidRPr="003B1662">
              <w:rPr>
                <w:b/>
                <w:sz w:val="28"/>
              </w:rPr>
              <w:t>Deelonderwerpen:</w:t>
            </w:r>
          </w:p>
        </w:tc>
      </w:tr>
      <w:tr w:rsidR="00660336" w:rsidRPr="003B1662" w:rsidTr="001808EF">
        <w:tc>
          <w:tcPr>
            <w:tcW w:w="675" w:type="dxa"/>
          </w:tcPr>
          <w:p w:rsidR="00660336" w:rsidRPr="003B1662" w:rsidRDefault="00660336" w:rsidP="001808EF">
            <w:pPr>
              <w:rPr>
                <w:sz w:val="28"/>
              </w:rPr>
            </w:pPr>
            <w:r w:rsidRPr="003B1662">
              <w:rPr>
                <w:sz w:val="28"/>
              </w:rPr>
              <w:t>1.</w:t>
            </w:r>
          </w:p>
        </w:tc>
        <w:tc>
          <w:tcPr>
            <w:tcW w:w="2941" w:type="dxa"/>
          </w:tcPr>
          <w:p w:rsidR="00660336" w:rsidRPr="003B1662" w:rsidRDefault="00660336" w:rsidP="001808EF">
            <w:pPr>
              <w:rPr>
                <w:sz w:val="28"/>
              </w:rPr>
            </w:pPr>
            <w:r w:rsidRPr="003B1662">
              <w:rPr>
                <w:sz w:val="28"/>
              </w:rPr>
              <w:t>Muziek</w:t>
            </w:r>
          </w:p>
        </w:tc>
        <w:tc>
          <w:tcPr>
            <w:tcW w:w="4147" w:type="dxa"/>
          </w:tcPr>
          <w:p w:rsidR="00660336" w:rsidRPr="003B1662" w:rsidRDefault="00660336" w:rsidP="001808EF">
            <w:pPr>
              <w:rPr>
                <w:sz w:val="28"/>
              </w:rPr>
            </w:pPr>
            <w:r w:rsidRPr="003B1662">
              <w:rPr>
                <w:sz w:val="28"/>
              </w:rPr>
              <w:t>Vier soorten muziek</w:t>
            </w:r>
          </w:p>
        </w:tc>
      </w:tr>
      <w:tr w:rsidR="00660336" w:rsidRPr="003B1662" w:rsidTr="001808EF">
        <w:tc>
          <w:tcPr>
            <w:tcW w:w="675" w:type="dxa"/>
          </w:tcPr>
          <w:p w:rsidR="00660336" w:rsidRPr="003B1662" w:rsidRDefault="00660336" w:rsidP="001808EF">
            <w:pPr>
              <w:rPr>
                <w:sz w:val="28"/>
              </w:rPr>
            </w:pPr>
            <w:r w:rsidRPr="003B1662">
              <w:rPr>
                <w:sz w:val="28"/>
              </w:rPr>
              <w:t>2.</w:t>
            </w:r>
          </w:p>
        </w:tc>
        <w:tc>
          <w:tcPr>
            <w:tcW w:w="2941" w:type="dxa"/>
          </w:tcPr>
          <w:p w:rsidR="00660336" w:rsidRPr="003B1662" w:rsidRDefault="00660336" w:rsidP="001808EF">
            <w:pPr>
              <w:rPr>
                <w:sz w:val="28"/>
              </w:rPr>
            </w:pPr>
            <w:r w:rsidRPr="003B1662">
              <w:rPr>
                <w:sz w:val="28"/>
              </w:rPr>
              <w:t>Gedrag</w:t>
            </w:r>
          </w:p>
        </w:tc>
        <w:tc>
          <w:tcPr>
            <w:tcW w:w="4147" w:type="dxa"/>
          </w:tcPr>
          <w:p w:rsidR="00660336" w:rsidRPr="003B1662" w:rsidRDefault="00660336" w:rsidP="001808EF">
            <w:pPr>
              <w:rPr>
                <w:sz w:val="28"/>
              </w:rPr>
            </w:pPr>
            <w:r w:rsidRPr="003B1662">
              <w:rPr>
                <w:sz w:val="28"/>
              </w:rPr>
              <w:t>Vier soorten gedrag</w:t>
            </w:r>
          </w:p>
        </w:tc>
      </w:tr>
      <w:tr w:rsidR="00660336" w:rsidRPr="003B1662" w:rsidTr="001808EF">
        <w:tc>
          <w:tcPr>
            <w:tcW w:w="675" w:type="dxa"/>
          </w:tcPr>
          <w:p w:rsidR="00660336" w:rsidRPr="003B1662" w:rsidRDefault="00660336" w:rsidP="001808EF">
            <w:pPr>
              <w:rPr>
                <w:sz w:val="28"/>
              </w:rPr>
            </w:pPr>
            <w:r w:rsidRPr="003B1662">
              <w:rPr>
                <w:sz w:val="28"/>
              </w:rPr>
              <w:t xml:space="preserve">3. </w:t>
            </w:r>
          </w:p>
        </w:tc>
        <w:tc>
          <w:tcPr>
            <w:tcW w:w="2941" w:type="dxa"/>
          </w:tcPr>
          <w:p w:rsidR="00660336" w:rsidRPr="003B1662" w:rsidRDefault="00660336" w:rsidP="001808EF">
            <w:pPr>
              <w:rPr>
                <w:sz w:val="28"/>
              </w:rPr>
            </w:pPr>
            <w:r w:rsidRPr="003B1662">
              <w:rPr>
                <w:sz w:val="28"/>
              </w:rPr>
              <w:t>Cultuur</w:t>
            </w:r>
          </w:p>
        </w:tc>
        <w:tc>
          <w:tcPr>
            <w:tcW w:w="4147" w:type="dxa"/>
          </w:tcPr>
          <w:p w:rsidR="00660336" w:rsidRPr="003B1662" w:rsidRDefault="00660336" w:rsidP="001808EF">
            <w:pPr>
              <w:rPr>
                <w:sz w:val="28"/>
              </w:rPr>
            </w:pPr>
            <w:r w:rsidRPr="003B1662">
              <w:rPr>
                <w:sz w:val="28"/>
              </w:rPr>
              <w:t>Vier verschillende culturen</w:t>
            </w:r>
          </w:p>
        </w:tc>
      </w:tr>
      <w:tr w:rsidR="00660336" w:rsidRPr="003B1662" w:rsidTr="001808EF">
        <w:tc>
          <w:tcPr>
            <w:tcW w:w="675" w:type="dxa"/>
          </w:tcPr>
          <w:p w:rsidR="00660336" w:rsidRPr="003B1662" w:rsidRDefault="00660336" w:rsidP="001808EF">
            <w:pPr>
              <w:rPr>
                <w:sz w:val="28"/>
              </w:rPr>
            </w:pPr>
            <w:r w:rsidRPr="003B1662">
              <w:rPr>
                <w:sz w:val="28"/>
              </w:rPr>
              <w:t>4.</w:t>
            </w:r>
          </w:p>
        </w:tc>
        <w:tc>
          <w:tcPr>
            <w:tcW w:w="2941" w:type="dxa"/>
          </w:tcPr>
          <w:p w:rsidR="00660336" w:rsidRPr="003B1662" w:rsidRDefault="00660336" w:rsidP="001808EF">
            <w:pPr>
              <w:rPr>
                <w:sz w:val="28"/>
              </w:rPr>
            </w:pPr>
            <w:r w:rsidRPr="003B1662">
              <w:rPr>
                <w:sz w:val="28"/>
              </w:rPr>
              <w:t>Communicatiemiddelen</w:t>
            </w:r>
          </w:p>
        </w:tc>
        <w:tc>
          <w:tcPr>
            <w:tcW w:w="4147" w:type="dxa"/>
          </w:tcPr>
          <w:p w:rsidR="00660336" w:rsidRPr="003B1662" w:rsidRDefault="00660336" w:rsidP="001808EF">
            <w:pPr>
              <w:rPr>
                <w:sz w:val="28"/>
              </w:rPr>
            </w:pPr>
            <w:r w:rsidRPr="003B1662">
              <w:rPr>
                <w:sz w:val="28"/>
              </w:rPr>
              <w:t>Vier communicatiemiddelen</w:t>
            </w:r>
          </w:p>
        </w:tc>
      </w:tr>
      <w:tr w:rsidR="00660336" w:rsidRPr="003B1662" w:rsidTr="001808EF">
        <w:tc>
          <w:tcPr>
            <w:tcW w:w="675" w:type="dxa"/>
          </w:tcPr>
          <w:p w:rsidR="00660336" w:rsidRPr="003B1662" w:rsidRDefault="00660336" w:rsidP="001808EF">
            <w:pPr>
              <w:rPr>
                <w:sz w:val="28"/>
              </w:rPr>
            </w:pPr>
            <w:r w:rsidRPr="003B1662">
              <w:rPr>
                <w:sz w:val="28"/>
              </w:rPr>
              <w:t>5.</w:t>
            </w:r>
          </w:p>
        </w:tc>
        <w:tc>
          <w:tcPr>
            <w:tcW w:w="2941" w:type="dxa"/>
          </w:tcPr>
          <w:p w:rsidR="00660336" w:rsidRPr="003B1662" w:rsidRDefault="00660336" w:rsidP="001808EF">
            <w:pPr>
              <w:rPr>
                <w:sz w:val="28"/>
              </w:rPr>
            </w:pPr>
            <w:r w:rsidRPr="003B1662">
              <w:rPr>
                <w:sz w:val="28"/>
              </w:rPr>
              <w:t>Mensenrechten</w:t>
            </w:r>
          </w:p>
        </w:tc>
        <w:tc>
          <w:tcPr>
            <w:tcW w:w="4147" w:type="dxa"/>
          </w:tcPr>
          <w:p w:rsidR="00660336" w:rsidRPr="003B1662" w:rsidRDefault="00660336" w:rsidP="001808EF">
            <w:pPr>
              <w:rPr>
                <w:sz w:val="28"/>
              </w:rPr>
            </w:pPr>
            <w:r w:rsidRPr="003B1662">
              <w:rPr>
                <w:sz w:val="28"/>
              </w:rPr>
              <w:t>Vier mensenrechten</w:t>
            </w:r>
          </w:p>
        </w:tc>
      </w:tr>
      <w:tr w:rsidR="00660336" w:rsidRPr="003B1662" w:rsidTr="001808EF">
        <w:tc>
          <w:tcPr>
            <w:tcW w:w="675" w:type="dxa"/>
          </w:tcPr>
          <w:p w:rsidR="00660336" w:rsidRPr="003B1662" w:rsidRDefault="00660336" w:rsidP="001808EF">
            <w:pPr>
              <w:rPr>
                <w:sz w:val="28"/>
              </w:rPr>
            </w:pPr>
            <w:r w:rsidRPr="003B1662">
              <w:rPr>
                <w:sz w:val="28"/>
              </w:rPr>
              <w:t>6.</w:t>
            </w:r>
          </w:p>
        </w:tc>
        <w:tc>
          <w:tcPr>
            <w:tcW w:w="2941" w:type="dxa"/>
          </w:tcPr>
          <w:p w:rsidR="00660336" w:rsidRPr="003B1662" w:rsidRDefault="00660336" w:rsidP="001808EF">
            <w:pPr>
              <w:rPr>
                <w:sz w:val="28"/>
              </w:rPr>
            </w:pPr>
            <w:r w:rsidRPr="003B1662">
              <w:rPr>
                <w:sz w:val="28"/>
              </w:rPr>
              <w:t>Status</w:t>
            </w:r>
          </w:p>
        </w:tc>
        <w:tc>
          <w:tcPr>
            <w:tcW w:w="4147" w:type="dxa"/>
          </w:tcPr>
          <w:p w:rsidR="00660336" w:rsidRPr="003B1662" w:rsidRDefault="00660336" w:rsidP="001808EF">
            <w:pPr>
              <w:rPr>
                <w:sz w:val="28"/>
              </w:rPr>
            </w:pPr>
            <w:r w:rsidRPr="003B1662">
              <w:rPr>
                <w:sz w:val="28"/>
              </w:rPr>
              <w:t>Vier statussymbolen</w:t>
            </w:r>
          </w:p>
        </w:tc>
      </w:tr>
      <w:tr w:rsidR="00660336" w:rsidRPr="003B1662" w:rsidTr="001808EF">
        <w:tc>
          <w:tcPr>
            <w:tcW w:w="675" w:type="dxa"/>
          </w:tcPr>
          <w:p w:rsidR="00660336" w:rsidRPr="003B1662" w:rsidRDefault="00660336" w:rsidP="001808EF">
            <w:pPr>
              <w:rPr>
                <w:sz w:val="28"/>
              </w:rPr>
            </w:pPr>
            <w:r w:rsidRPr="003B1662">
              <w:rPr>
                <w:sz w:val="28"/>
              </w:rPr>
              <w:t>7.</w:t>
            </w:r>
          </w:p>
        </w:tc>
        <w:tc>
          <w:tcPr>
            <w:tcW w:w="2941" w:type="dxa"/>
          </w:tcPr>
          <w:p w:rsidR="00660336" w:rsidRPr="003B1662" w:rsidRDefault="00660336" w:rsidP="001808EF">
            <w:pPr>
              <w:rPr>
                <w:sz w:val="28"/>
              </w:rPr>
            </w:pPr>
            <w:r w:rsidRPr="003B1662">
              <w:rPr>
                <w:sz w:val="28"/>
              </w:rPr>
              <w:t>Sport</w:t>
            </w:r>
          </w:p>
        </w:tc>
        <w:tc>
          <w:tcPr>
            <w:tcW w:w="4147" w:type="dxa"/>
          </w:tcPr>
          <w:p w:rsidR="00660336" w:rsidRPr="003B1662" w:rsidRDefault="00660336" w:rsidP="001808EF">
            <w:pPr>
              <w:rPr>
                <w:sz w:val="28"/>
              </w:rPr>
            </w:pPr>
            <w:r w:rsidRPr="003B1662">
              <w:rPr>
                <w:sz w:val="28"/>
              </w:rPr>
              <w:t>Vier sporten</w:t>
            </w:r>
          </w:p>
        </w:tc>
      </w:tr>
      <w:tr w:rsidR="00660336" w:rsidRPr="003B1662" w:rsidTr="001808EF">
        <w:tc>
          <w:tcPr>
            <w:tcW w:w="675" w:type="dxa"/>
          </w:tcPr>
          <w:p w:rsidR="00660336" w:rsidRPr="003B1662" w:rsidRDefault="00660336" w:rsidP="001808EF">
            <w:pPr>
              <w:rPr>
                <w:sz w:val="28"/>
              </w:rPr>
            </w:pPr>
            <w:r w:rsidRPr="003B1662">
              <w:rPr>
                <w:sz w:val="28"/>
              </w:rPr>
              <w:t>8.</w:t>
            </w:r>
          </w:p>
        </w:tc>
        <w:tc>
          <w:tcPr>
            <w:tcW w:w="2941" w:type="dxa"/>
          </w:tcPr>
          <w:p w:rsidR="00660336" w:rsidRPr="003B1662" w:rsidRDefault="00660336" w:rsidP="001808EF">
            <w:pPr>
              <w:rPr>
                <w:sz w:val="28"/>
              </w:rPr>
            </w:pPr>
            <w:r w:rsidRPr="003B1662">
              <w:rPr>
                <w:sz w:val="28"/>
              </w:rPr>
              <w:t>Emoties</w:t>
            </w:r>
          </w:p>
        </w:tc>
        <w:tc>
          <w:tcPr>
            <w:tcW w:w="4147" w:type="dxa"/>
          </w:tcPr>
          <w:p w:rsidR="00660336" w:rsidRPr="003B1662" w:rsidRDefault="00660336" w:rsidP="001808EF">
            <w:pPr>
              <w:rPr>
                <w:sz w:val="28"/>
              </w:rPr>
            </w:pPr>
            <w:r w:rsidRPr="003B1662">
              <w:rPr>
                <w:sz w:val="28"/>
              </w:rPr>
              <w:t>Vier emoties</w:t>
            </w:r>
          </w:p>
        </w:tc>
      </w:tr>
      <w:tr w:rsidR="00660336" w:rsidRPr="003B1662" w:rsidTr="001808EF">
        <w:tc>
          <w:tcPr>
            <w:tcW w:w="675" w:type="dxa"/>
          </w:tcPr>
          <w:p w:rsidR="00660336" w:rsidRPr="003B1662" w:rsidRDefault="00660336" w:rsidP="001808EF">
            <w:pPr>
              <w:rPr>
                <w:sz w:val="28"/>
              </w:rPr>
            </w:pPr>
            <w:r w:rsidRPr="003B1662">
              <w:rPr>
                <w:sz w:val="28"/>
              </w:rPr>
              <w:t>9.</w:t>
            </w:r>
          </w:p>
        </w:tc>
        <w:tc>
          <w:tcPr>
            <w:tcW w:w="2941" w:type="dxa"/>
          </w:tcPr>
          <w:p w:rsidR="00660336" w:rsidRPr="003B1662" w:rsidRDefault="00660336" w:rsidP="001808EF">
            <w:pPr>
              <w:rPr>
                <w:sz w:val="28"/>
              </w:rPr>
            </w:pPr>
            <w:r w:rsidRPr="003B1662">
              <w:rPr>
                <w:sz w:val="28"/>
              </w:rPr>
              <w:t>Macht</w:t>
            </w:r>
          </w:p>
        </w:tc>
        <w:tc>
          <w:tcPr>
            <w:tcW w:w="4147" w:type="dxa"/>
          </w:tcPr>
          <w:p w:rsidR="00660336" w:rsidRPr="003B1662" w:rsidRDefault="00660336" w:rsidP="001808EF">
            <w:pPr>
              <w:rPr>
                <w:sz w:val="28"/>
              </w:rPr>
            </w:pPr>
            <w:r w:rsidRPr="003B1662">
              <w:rPr>
                <w:sz w:val="28"/>
              </w:rPr>
              <w:t>Vier machtsmiddelen</w:t>
            </w:r>
          </w:p>
        </w:tc>
      </w:tr>
      <w:tr w:rsidR="00660336" w:rsidRPr="003B1662" w:rsidTr="001808EF">
        <w:tc>
          <w:tcPr>
            <w:tcW w:w="675" w:type="dxa"/>
          </w:tcPr>
          <w:p w:rsidR="00660336" w:rsidRPr="003B1662" w:rsidRDefault="00660336" w:rsidP="001808EF">
            <w:pPr>
              <w:rPr>
                <w:sz w:val="28"/>
              </w:rPr>
            </w:pPr>
            <w:r w:rsidRPr="003B1662">
              <w:rPr>
                <w:sz w:val="28"/>
              </w:rPr>
              <w:t>10.</w:t>
            </w:r>
          </w:p>
        </w:tc>
        <w:tc>
          <w:tcPr>
            <w:tcW w:w="2941" w:type="dxa"/>
          </w:tcPr>
          <w:p w:rsidR="00660336" w:rsidRPr="003B1662" w:rsidRDefault="00660336" w:rsidP="001808EF">
            <w:pPr>
              <w:rPr>
                <w:sz w:val="28"/>
              </w:rPr>
            </w:pPr>
            <w:r w:rsidRPr="003B1662">
              <w:rPr>
                <w:sz w:val="28"/>
              </w:rPr>
              <w:t>Discriminatie</w:t>
            </w:r>
          </w:p>
        </w:tc>
        <w:tc>
          <w:tcPr>
            <w:tcW w:w="4147" w:type="dxa"/>
          </w:tcPr>
          <w:p w:rsidR="00660336" w:rsidRPr="003B1662" w:rsidRDefault="00660336" w:rsidP="001808EF">
            <w:pPr>
              <w:rPr>
                <w:sz w:val="28"/>
              </w:rPr>
            </w:pPr>
            <w:r w:rsidRPr="003B1662">
              <w:rPr>
                <w:sz w:val="28"/>
              </w:rPr>
              <w:t>Vier vormen van discriminatie</w:t>
            </w:r>
          </w:p>
        </w:tc>
      </w:tr>
      <w:tr w:rsidR="00660336" w:rsidRPr="003B1662" w:rsidTr="001808EF">
        <w:tc>
          <w:tcPr>
            <w:tcW w:w="675" w:type="dxa"/>
          </w:tcPr>
          <w:p w:rsidR="00660336" w:rsidRPr="003B1662" w:rsidRDefault="00660336" w:rsidP="001808EF">
            <w:pPr>
              <w:rPr>
                <w:sz w:val="28"/>
              </w:rPr>
            </w:pPr>
            <w:r w:rsidRPr="003B1662">
              <w:rPr>
                <w:sz w:val="28"/>
              </w:rPr>
              <w:t>11.</w:t>
            </w:r>
          </w:p>
        </w:tc>
        <w:tc>
          <w:tcPr>
            <w:tcW w:w="2941" w:type="dxa"/>
          </w:tcPr>
          <w:p w:rsidR="00660336" w:rsidRPr="003B1662" w:rsidRDefault="00660336" w:rsidP="001808EF">
            <w:pPr>
              <w:rPr>
                <w:sz w:val="28"/>
              </w:rPr>
            </w:pPr>
            <w:r w:rsidRPr="003B1662">
              <w:rPr>
                <w:sz w:val="28"/>
              </w:rPr>
              <w:t>Vooroordelen</w:t>
            </w:r>
          </w:p>
        </w:tc>
        <w:tc>
          <w:tcPr>
            <w:tcW w:w="4147" w:type="dxa"/>
          </w:tcPr>
          <w:p w:rsidR="00660336" w:rsidRPr="003B1662" w:rsidRDefault="00660336" w:rsidP="001808EF">
            <w:pPr>
              <w:rPr>
                <w:sz w:val="28"/>
              </w:rPr>
            </w:pPr>
            <w:r w:rsidRPr="003B1662">
              <w:rPr>
                <w:sz w:val="28"/>
              </w:rPr>
              <w:t>Vier soorten vooroordelen</w:t>
            </w:r>
          </w:p>
        </w:tc>
      </w:tr>
      <w:tr w:rsidR="00660336" w:rsidRPr="003B1662" w:rsidTr="001808EF">
        <w:tc>
          <w:tcPr>
            <w:tcW w:w="675" w:type="dxa"/>
          </w:tcPr>
          <w:p w:rsidR="00660336" w:rsidRPr="003B1662" w:rsidRDefault="00660336" w:rsidP="001808EF">
            <w:pPr>
              <w:rPr>
                <w:sz w:val="28"/>
              </w:rPr>
            </w:pPr>
            <w:r w:rsidRPr="003B1662">
              <w:rPr>
                <w:sz w:val="28"/>
              </w:rPr>
              <w:t>12.</w:t>
            </w:r>
          </w:p>
        </w:tc>
        <w:tc>
          <w:tcPr>
            <w:tcW w:w="2941" w:type="dxa"/>
          </w:tcPr>
          <w:p w:rsidR="00660336" w:rsidRPr="003B1662" w:rsidRDefault="00660336" w:rsidP="001808EF">
            <w:pPr>
              <w:rPr>
                <w:sz w:val="28"/>
              </w:rPr>
            </w:pPr>
            <w:r w:rsidRPr="003B1662">
              <w:rPr>
                <w:sz w:val="28"/>
              </w:rPr>
              <w:t>Culturen</w:t>
            </w:r>
          </w:p>
        </w:tc>
        <w:tc>
          <w:tcPr>
            <w:tcW w:w="4147" w:type="dxa"/>
          </w:tcPr>
          <w:p w:rsidR="00660336" w:rsidRPr="003B1662" w:rsidRDefault="00660336" w:rsidP="001808EF">
            <w:pPr>
              <w:rPr>
                <w:sz w:val="28"/>
              </w:rPr>
            </w:pPr>
            <w:r w:rsidRPr="003B1662">
              <w:rPr>
                <w:sz w:val="28"/>
              </w:rPr>
              <w:t>Vier verschillende culturen</w:t>
            </w:r>
          </w:p>
        </w:tc>
      </w:tr>
      <w:tr w:rsidR="00660336" w:rsidRPr="003B1662" w:rsidTr="001808EF">
        <w:tc>
          <w:tcPr>
            <w:tcW w:w="675" w:type="dxa"/>
          </w:tcPr>
          <w:p w:rsidR="00660336" w:rsidRPr="003B1662" w:rsidRDefault="00660336" w:rsidP="001808EF">
            <w:pPr>
              <w:rPr>
                <w:sz w:val="28"/>
              </w:rPr>
            </w:pPr>
            <w:r w:rsidRPr="003B1662">
              <w:rPr>
                <w:sz w:val="28"/>
              </w:rPr>
              <w:t>13.</w:t>
            </w:r>
          </w:p>
        </w:tc>
        <w:tc>
          <w:tcPr>
            <w:tcW w:w="2941" w:type="dxa"/>
          </w:tcPr>
          <w:p w:rsidR="00660336" w:rsidRPr="003B1662" w:rsidRDefault="00660336" w:rsidP="001808EF">
            <w:pPr>
              <w:rPr>
                <w:sz w:val="28"/>
              </w:rPr>
            </w:pPr>
            <w:r w:rsidRPr="003B1662">
              <w:rPr>
                <w:sz w:val="28"/>
              </w:rPr>
              <w:t>Religies</w:t>
            </w:r>
          </w:p>
        </w:tc>
        <w:tc>
          <w:tcPr>
            <w:tcW w:w="4147" w:type="dxa"/>
          </w:tcPr>
          <w:p w:rsidR="00660336" w:rsidRPr="003B1662" w:rsidRDefault="00660336" w:rsidP="001808EF">
            <w:pPr>
              <w:rPr>
                <w:sz w:val="28"/>
              </w:rPr>
            </w:pPr>
            <w:r w:rsidRPr="003B1662">
              <w:rPr>
                <w:sz w:val="28"/>
              </w:rPr>
              <w:t>Vier verschillende religies</w:t>
            </w:r>
          </w:p>
        </w:tc>
      </w:tr>
      <w:tr w:rsidR="00660336" w:rsidRPr="003B1662" w:rsidTr="001808EF">
        <w:tc>
          <w:tcPr>
            <w:tcW w:w="675" w:type="dxa"/>
          </w:tcPr>
          <w:p w:rsidR="00660336" w:rsidRPr="003B1662" w:rsidRDefault="00660336" w:rsidP="001808EF">
            <w:pPr>
              <w:rPr>
                <w:sz w:val="28"/>
              </w:rPr>
            </w:pPr>
            <w:r w:rsidRPr="003B1662">
              <w:rPr>
                <w:sz w:val="28"/>
              </w:rPr>
              <w:t>14.</w:t>
            </w:r>
          </w:p>
        </w:tc>
        <w:tc>
          <w:tcPr>
            <w:tcW w:w="2941" w:type="dxa"/>
          </w:tcPr>
          <w:p w:rsidR="00660336" w:rsidRPr="003B1662" w:rsidRDefault="00660336" w:rsidP="001808EF">
            <w:pPr>
              <w:rPr>
                <w:sz w:val="28"/>
              </w:rPr>
            </w:pPr>
            <w:r w:rsidRPr="003B1662">
              <w:rPr>
                <w:sz w:val="28"/>
              </w:rPr>
              <w:t>Feesten</w:t>
            </w:r>
          </w:p>
        </w:tc>
        <w:tc>
          <w:tcPr>
            <w:tcW w:w="4147" w:type="dxa"/>
          </w:tcPr>
          <w:p w:rsidR="00660336" w:rsidRPr="003B1662" w:rsidRDefault="00660336" w:rsidP="001808EF">
            <w:pPr>
              <w:rPr>
                <w:sz w:val="28"/>
              </w:rPr>
            </w:pPr>
            <w:r w:rsidRPr="003B1662">
              <w:rPr>
                <w:sz w:val="28"/>
              </w:rPr>
              <w:t>Vier soorten feesten</w:t>
            </w:r>
          </w:p>
        </w:tc>
      </w:tr>
      <w:tr w:rsidR="00660336" w:rsidRPr="003B1662" w:rsidTr="001808EF">
        <w:tc>
          <w:tcPr>
            <w:tcW w:w="675" w:type="dxa"/>
          </w:tcPr>
          <w:p w:rsidR="00660336" w:rsidRPr="003B1662" w:rsidRDefault="00660336" w:rsidP="001808EF">
            <w:pPr>
              <w:rPr>
                <w:sz w:val="28"/>
              </w:rPr>
            </w:pPr>
            <w:r w:rsidRPr="003B1662">
              <w:rPr>
                <w:sz w:val="28"/>
              </w:rPr>
              <w:t>15.</w:t>
            </w:r>
          </w:p>
        </w:tc>
        <w:tc>
          <w:tcPr>
            <w:tcW w:w="2941" w:type="dxa"/>
          </w:tcPr>
          <w:p w:rsidR="00660336" w:rsidRPr="003B1662" w:rsidRDefault="00660336" w:rsidP="001808EF">
            <w:pPr>
              <w:rPr>
                <w:sz w:val="28"/>
              </w:rPr>
            </w:pPr>
            <w:r w:rsidRPr="003B1662">
              <w:rPr>
                <w:sz w:val="28"/>
              </w:rPr>
              <w:t>Taal</w:t>
            </w:r>
          </w:p>
        </w:tc>
        <w:tc>
          <w:tcPr>
            <w:tcW w:w="4147" w:type="dxa"/>
          </w:tcPr>
          <w:p w:rsidR="00660336" w:rsidRPr="003B1662" w:rsidRDefault="00660336" w:rsidP="001808EF">
            <w:pPr>
              <w:rPr>
                <w:sz w:val="28"/>
              </w:rPr>
            </w:pPr>
            <w:r w:rsidRPr="003B1662">
              <w:rPr>
                <w:sz w:val="28"/>
              </w:rPr>
              <w:t>Vier verschillende talen</w:t>
            </w:r>
          </w:p>
        </w:tc>
      </w:tr>
      <w:tr w:rsidR="00660336" w:rsidRPr="003B1662" w:rsidTr="001808EF">
        <w:tc>
          <w:tcPr>
            <w:tcW w:w="675" w:type="dxa"/>
          </w:tcPr>
          <w:p w:rsidR="00660336" w:rsidRPr="003B1662" w:rsidRDefault="00660336" w:rsidP="001808EF">
            <w:pPr>
              <w:rPr>
                <w:sz w:val="28"/>
              </w:rPr>
            </w:pPr>
            <w:r w:rsidRPr="003B1662">
              <w:rPr>
                <w:sz w:val="28"/>
              </w:rPr>
              <w:t xml:space="preserve">16. </w:t>
            </w:r>
          </w:p>
        </w:tc>
        <w:tc>
          <w:tcPr>
            <w:tcW w:w="2941" w:type="dxa"/>
          </w:tcPr>
          <w:p w:rsidR="00660336" w:rsidRPr="003B1662" w:rsidRDefault="00660336" w:rsidP="001808EF">
            <w:pPr>
              <w:rPr>
                <w:sz w:val="28"/>
              </w:rPr>
            </w:pPr>
            <w:r w:rsidRPr="003B1662">
              <w:rPr>
                <w:sz w:val="28"/>
              </w:rPr>
              <w:t>Politiek</w:t>
            </w:r>
          </w:p>
        </w:tc>
        <w:tc>
          <w:tcPr>
            <w:tcW w:w="4147" w:type="dxa"/>
          </w:tcPr>
          <w:p w:rsidR="00660336" w:rsidRPr="003B1662" w:rsidRDefault="00660336" w:rsidP="001808EF">
            <w:pPr>
              <w:rPr>
                <w:sz w:val="28"/>
              </w:rPr>
            </w:pPr>
            <w:r w:rsidRPr="003B1662">
              <w:rPr>
                <w:sz w:val="28"/>
              </w:rPr>
              <w:t>Vier politieke partijen</w:t>
            </w:r>
          </w:p>
        </w:tc>
      </w:tr>
    </w:tbl>
    <w:p w:rsidR="00660336" w:rsidRDefault="00660336" w:rsidP="00660336"/>
    <w:p w:rsidR="00660336" w:rsidRDefault="00660336" w:rsidP="00660336"/>
    <w:p w:rsidR="00660336" w:rsidRDefault="00660336" w:rsidP="00660336"/>
    <w:p w:rsidR="00660336" w:rsidRPr="00CA75BC" w:rsidRDefault="00660336" w:rsidP="00660336">
      <w:pPr>
        <w:rPr>
          <w:b/>
          <w:sz w:val="28"/>
        </w:rPr>
      </w:pPr>
      <w:r w:rsidRPr="00CA75BC">
        <w:rPr>
          <w:b/>
          <w:sz w:val="28"/>
        </w:rPr>
        <w:lastRenderedPageBreak/>
        <w:t xml:space="preserve">Opdrachtkaart </w:t>
      </w:r>
      <w:proofErr w:type="spellStart"/>
      <w:r w:rsidRPr="00CA75BC">
        <w:rPr>
          <w:b/>
          <w:sz w:val="28"/>
        </w:rPr>
        <w:t>Soapie</w:t>
      </w:r>
      <w:proofErr w:type="spellEnd"/>
      <w:r w:rsidRPr="00CA75BC">
        <w:rPr>
          <w:b/>
          <w:sz w:val="28"/>
        </w:rPr>
        <w:t xml:space="preserve"> gezocht.</w:t>
      </w:r>
    </w:p>
    <w:p w:rsidR="00660336" w:rsidRPr="003C3C51" w:rsidRDefault="00660336" w:rsidP="00660336">
      <w:r w:rsidRPr="003C3C51">
        <w:t>Jullie gaan auditie doen voor een soap.</w:t>
      </w:r>
    </w:p>
    <w:p w:rsidR="00660336" w:rsidRPr="005650A6" w:rsidRDefault="00660336" w:rsidP="00660336">
      <w:pPr>
        <w:pStyle w:val="Lijstalinea"/>
        <w:numPr>
          <w:ilvl w:val="0"/>
          <w:numId w:val="4"/>
        </w:numPr>
        <w:rPr>
          <w:sz w:val="24"/>
        </w:rPr>
      </w:pPr>
      <w:r>
        <w:t>Bedenk een scenario bij de personages die worden beschreven. Schrijf het scenario op in de vorm van een script.</w:t>
      </w:r>
    </w:p>
    <w:p w:rsidR="00660336" w:rsidRPr="006E0E21" w:rsidRDefault="00660336" w:rsidP="00660336">
      <w:pPr>
        <w:pStyle w:val="Lijstalinea"/>
        <w:numPr>
          <w:ilvl w:val="0"/>
          <w:numId w:val="4"/>
        </w:numPr>
      </w:pPr>
      <w:r w:rsidRPr="006E0E21">
        <w:t>Wanneer het script is uitgeschreven, verdelen jullie de rollen.</w:t>
      </w:r>
    </w:p>
    <w:p w:rsidR="00660336" w:rsidRPr="006E0E21" w:rsidRDefault="00660336" w:rsidP="00660336">
      <w:pPr>
        <w:pStyle w:val="Lijstalinea"/>
        <w:numPr>
          <w:ilvl w:val="0"/>
          <w:numId w:val="4"/>
        </w:numPr>
      </w:pPr>
      <w:r w:rsidRPr="006E0E21">
        <w:t>Jullie oefenen het scenario.</w:t>
      </w:r>
    </w:p>
    <w:p w:rsidR="00660336" w:rsidRPr="006E0E21" w:rsidRDefault="00660336" w:rsidP="00660336">
      <w:pPr>
        <w:pStyle w:val="Lijstalinea"/>
        <w:numPr>
          <w:ilvl w:val="0"/>
          <w:numId w:val="4"/>
        </w:numPr>
      </w:pPr>
      <w:r w:rsidRPr="006E0E21">
        <w:t>Maak afspraken over het verzamelen of meenemen van attributen di</w:t>
      </w:r>
      <w:r>
        <w:t>e</w:t>
      </w:r>
      <w:r w:rsidRPr="006E0E21">
        <w:t xml:space="preserve"> nodig zijn voor het uiteindel</w:t>
      </w:r>
      <w:r>
        <w:t xml:space="preserve">ijke </w:t>
      </w:r>
      <w:r w:rsidRPr="006E0E21">
        <w:t>resultaat.</w:t>
      </w:r>
    </w:p>
    <w:p w:rsidR="00660336" w:rsidRPr="006E0E21" w:rsidRDefault="00660336" w:rsidP="00660336">
      <w:pPr>
        <w:pStyle w:val="Lijstalinea"/>
        <w:numPr>
          <w:ilvl w:val="0"/>
          <w:numId w:val="4"/>
        </w:numPr>
      </w:pPr>
      <w:r w:rsidRPr="006E0E21">
        <w:t>Jullie laten het eindresultaat aan de rest van de klas zien.</w:t>
      </w:r>
    </w:p>
    <w:p w:rsidR="00660336" w:rsidRPr="003C3C51" w:rsidRDefault="00660336" w:rsidP="00660336">
      <w:pPr>
        <w:spacing w:after="0"/>
        <w:rPr>
          <w:b/>
        </w:rPr>
      </w:pPr>
      <w:r w:rsidRPr="003C3C51">
        <w:rPr>
          <w:b/>
        </w:rPr>
        <w:t>Personages</w:t>
      </w:r>
    </w:p>
    <w:p w:rsidR="00660336" w:rsidRDefault="00660336" w:rsidP="00660336">
      <w:r w:rsidRPr="00A0018E">
        <w:t>Mieke de Vries</w:t>
      </w:r>
      <w:r>
        <w:t>: Mieke is bijna jarig en houdt totaal niet van feestjes en al helemaal niet van het vieren van haar verjaardag.</w:t>
      </w:r>
    </w:p>
    <w:p w:rsidR="00660336" w:rsidRDefault="00660336" w:rsidP="00660336">
      <w:r>
        <w:t xml:space="preserve"> Lotte van den Berg: Lotte is de beste vriendin van Mieke en organiseert een </w:t>
      </w:r>
      <w:proofErr w:type="spellStart"/>
      <w:r>
        <w:t>surprise-party</w:t>
      </w:r>
      <w:proofErr w:type="spellEnd"/>
      <w:r>
        <w:t xml:space="preserve"> voor haar vriendin.</w:t>
      </w:r>
    </w:p>
    <w:p w:rsidR="00660336" w:rsidRDefault="00660336" w:rsidP="00660336">
      <w:r>
        <w:t>Peter van den Berg: Peter is de broer van Lotte en is een beetje verliefd op Mieke.</w:t>
      </w:r>
    </w:p>
    <w:p w:rsidR="00660336" w:rsidRDefault="00660336" w:rsidP="00660336">
      <w:r>
        <w:t>Wouter de Vries: Wouter is de vader van Mieke. Hij weet van het feestje en komt tijdens het feestje erg vaak controleren of alles goed gaat (dit tot vervelends toe).</w:t>
      </w:r>
    </w:p>
    <w:p w:rsidR="00660336" w:rsidRDefault="00660336" w:rsidP="00660336">
      <w:r>
        <w:t>Niels de Jager: Niels is de DJ op het feestje van Mieke. Lotte kent Niels en heeft hem hiervoor gevraagd.</w:t>
      </w:r>
    </w:p>
    <w:p w:rsidR="00660336" w:rsidRDefault="00660336" w:rsidP="00660336">
      <w:pPr>
        <w:spacing w:after="0"/>
      </w:pPr>
      <w:r>
        <w:t>De locatie: Op school en bij Mieke thuis.</w:t>
      </w:r>
    </w:p>
    <w:p w:rsidR="00660336" w:rsidRPr="003C3C51" w:rsidRDefault="00660336" w:rsidP="00660336">
      <w:pPr>
        <w:spacing w:after="0"/>
      </w:pPr>
    </w:p>
    <w:p w:rsidR="00660336" w:rsidRDefault="00660336" w:rsidP="00660336">
      <w:pPr>
        <w:rPr>
          <w:b/>
        </w:rPr>
      </w:pPr>
      <w:r w:rsidRPr="001D694E">
        <w:rPr>
          <w:b/>
        </w:rPr>
        <w:t>Hoe ga je te werk bij het schrijven van het script?</w:t>
      </w:r>
    </w:p>
    <w:p w:rsidR="00660336" w:rsidRDefault="00660336" w:rsidP="00660336">
      <w:r w:rsidRPr="003C3C51">
        <w:rPr>
          <w:b/>
        </w:rPr>
        <w:t>Stap 1:</w:t>
      </w:r>
      <w:r>
        <w:t xml:space="preserve"> Verzamel schrijfmateriaal en papier voor je groepje.</w:t>
      </w:r>
    </w:p>
    <w:p w:rsidR="00660336" w:rsidRDefault="00660336" w:rsidP="00660336">
      <w:r w:rsidRPr="003C3C51">
        <w:rPr>
          <w:b/>
        </w:rPr>
        <w:t>Stap 2:</w:t>
      </w:r>
      <w:r>
        <w:t xml:space="preserve"> Schrijf kort op hoe je stukje begint. Wat is de kern van je stukje en hoe loopt het af? Let op: het stukje mag maximaal vijf minuten duren!</w:t>
      </w:r>
    </w:p>
    <w:p w:rsidR="00660336" w:rsidRDefault="00660336" w:rsidP="00660336">
      <w:pPr>
        <w:spacing w:after="0"/>
      </w:pPr>
      <w:r w:rsidRPr="003C3C51">
        <w:rPr>
          <w:b/>
        </w:rPr>
        <w:t>Stap 3:</w:t>
      </w:r>
      <w:r>
        <w:t xml:space="preserve"> Zet bovenaan je script een titel van de auditie: FEESTJE</w:t>
      </w:r>
    </w:p>
    <w:p w:rsidR="00660336" w:rsidRDefault="00660336" w:rsidP="00660336">
      <w:pPr>
        <w:ind w:firstLine="708"/>
      </w:pPr>
      <w:r>
        <w:t>Schrijf de personages op met daarachter de namen van de spelers.</w:t>
      </w:r>
    </w:p>
    <w:p w:rsidR="00660336" w:rsidRDefault="00660336" w:rsidP="00660336">
      <w:r w:rsidRPr="003C3C51">
        <w:rPr>
          <w:b/>
        </w:rPr>
        <w:t>Stap 4:</w:t>
      </w:r>
      <w:r>
        <w:t xml:space="preserve"> Schrijf zo volledig mogelijk uit wat de personages gaan zeggen of doen. Als iemand iets doet in plaats van zegt, dan schrijf je dat tussen haakjes. Hieronder staat een voorbeeld:</w:t>
      </w:r>
    </w:p>
    <w:p w:rsidR="00660336" w:rsidRDefault="00660336" w:rsidP="00660336">
      <w:pPr>
        <w:spacing w:after="0"/>
      </w:pPr>
      <w:r>
        <w:t>Lotte: Hee Mieke, je bet bijna jarig!</w:t>
      </w:r>
    </w:p>
    <w:p w:rsidR="00660336" w:rsidRDefault="00660336" w:rsidP="00660336">
      <w:pPr>
        <w:spacing w:after="0"/>
      </w:pPr>
      <w:r>
        <w:t>Mieke: Bah, ik heb daar echt helemaal geen zin in, vier het dit jaar denk ik maar niet.</w:t>
      </w:r>
    </w:p>
    <w:p w:rsidR="00660336" w:rsidRDefault="00660336" w:rsidP="00660336">
      <w:pPr>
        <w:spacing w:after="0"/>
      </w:pPr>
      <w:r>
        <w:t>Lotte: Jawel joh, jarig zijn is toch harstikke leuk!</w:t>
      </w:r>
    </w:p>
    <w:p w:rsidR="00660336" w:rsidRDefault="00660336" w:rsidP="00660336">
      <w:pPr>
        <w:spacing w:after="0"/>
      </w:pPr>
      <w:r>
        <w:t>Mieke: (Mieke zucht een keertje.)</w:t>
      </w:r>
    </w:p>
    <w:p w:rsidR="00660336" w:rsidRPr="003C3C51" w:rsidRDefault="00660336" w:rsidP="00660336">
      <w:pPr>
        <w:spacing w:after="0"/>
        <w:ind w:firstLine="708"/>
      </w:pPr>
    </w:p>
    <w:p w:rsidR="00152FC5" w:rsidRDefault="00660336">
      <w:r>
        <w:rPr>
          <w:b/>
        </w:rPr>
        <w:t xml:space="preserve">Stap 5: </w:t>
      </w:r>
      <w:r>
        <w:t>Zorg ervoor dat iedereen het script heeft zodat iedereen weet wat hij/zij moet zeggen en doen.</w:t>
      </w:r>
      <w:bookmarkStart w:id="0" w:name="_GoBack"/>
      <w:bookmarkEnd w:id="0"/>
    </w:p>
    <w:sectPr w:rsidR="00152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228A"/>
    <w:multiLevelType w:val="multilevel"/>
    <w:tmpl w:val="1CE4D0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8D6656"/>
    <w:multiLevelType w:val="hybridMultilevel"/>
    <w:tmpl w:val="8AAC7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CAE39D3"/>
    <w:multiLevelType w:val="multilevel"/>
    <w:tmpl w:val="1C6E0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A32E8"/>
    <w:multiLevelType w:val="multilevel"/>
    <w:tmpl w:val="9326BA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36"/>
    <w:rsid w:val="00152FC5"/>
    <w:rsid w:val="00660336"/>
    <w:rsid w:val="00731CCE"/>
    <w:rsid w:val="00BB2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033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60336"/>
    <w:pPr>
      <w:ind w:left="720"/>
      <w:contextualSpacing/>
    </w:pPr>
  </w:style>
  <w:style w:type="table" w:styleId="Tabelraster">
    <w:name w:val="Table Grid"/>
    <w:basedOn w:val="Standaardtabel"/>
    <w:uiPriority w:val="59"/>
    <w:rsid w:val="00660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033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60336"/>
    <w:pPr>
      <w:ind w:left="720"/>
      <w:contextualSpacing/>
    </w:pPr>
  </w:style>
  <w:style w:type="table" w:styleId="Tabelraster">
    <w:name w:val="Table Grid"/>
    <w:basedOn w:val="Standaardtabel"/>
    <w:uiPriority w:val="59"/>
    <w:rsid w:val="00660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5970E120</Template>
  <TotalTime>1</TotalTime>
  <Pages>2</Pages>
  <Words>528</Words>
  <Characters>2909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1</cp:revision>
  <dcterms:created xsi:type="dcterms:W3CDTF">2015-05-19T19:51:00Z</dcterms:created>
  <dcterms:modified xsi:type="dcterms:W3CDTF">2015-05-19T19:52:00Z</dcterms:modified>
</cp:coreProperties>
</file>