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BA6" w:rsidRDefault="009D2BA6" w:rsidP="009D2BA6">
      <w:pPr>
        <w:rPr>
          <w:b/>
          <w:sz w:val="28"/>
        </w:rPr>
      </w:pPr>
      <w:r>
        <w:rPr>
          <w:b/>
          <w:sz w:val="28"/>
        </w:rPr>
        <w:t>Planning voor de periode</w:t>
      </w:r>
      <w:bookmarkStart w:id="0" w:name="_GoBack"/>
      <w:bookmarkEnd w:id="0"/>
    </w:p>
    <w:tbl>
      <w:tblPr>
        <w:tblStyle w:val="Tabelraster"/>
        <w:tblpPr w:leftFromText="141" w:rightFromText="141" w:vertAnchor="page" w:horzAnchor="margin" w:tblpY="2261"/>
        <w:tblW w:w="9464" w:type="dxa"/>
        <w:tblLook w:val="04A0" w:firstRow="1" w:lastRow="0" w:firstColumn="1" w:lastColumn="0" w:noHBand="0" w:noVBand="1"/>
      </w:tblPr>
      <w:tblGrid>
        <w:gridCol w:w="2303"/>
        <w:gridCol w:w="2625"/>
        <w:gridCol w:w="2268"/>
        <w:gridCol w:w="2268"/>
      </w:tblGrid>
      <w:tr w:rsidR="009D2BA6" w:rsidTr="009D2BA6">
        <w:tc>
          <w:tcPr>
            <w:tcW w:w="2303" w:type="dxa"/>
          </w:tcPr>
          <w:p w:rsidR="009D2BA6" w:rsidRPr="00BD6812" w:rsidRDefault="009D2BA6" w:rsidP="009D2BA6">
            <w:pPr>
              <w:rPr>
                <w:b/>
              </w:rPr>
            </w:pPr>
            <w:r>
              <w:rPr>
                <w:b/>
              </w:rPr>
              <w:t xml:space="preserve">Vak </w:t>
            </w:r>
          </w:p>
        </w:tc>
        <w:tc>
          <w:tcPr>
            <w:tcW w:w="2625" w:type="dxa"/>
          </w:tcPr>
          <w:p w:rsidR="009D2BA6" w:rsidRPr="00BD6812" w:rsidRDefault="009D2BA6" w:rsidP="009D2BA6">
            <w:pPr>
              <w:rPr>
                <w:b/>
              </w:rPr>
            </w:pPr>
            <w:r w:rsidRPr="00BD6812">
              <w:rPr>
                <w:b/>
              </w:rPr>
              <w:t>Einddatum/soort toets</w:t>
            </w:r>
          </w:p>
        </w:tc>
        <w:tc>
          <w:tcPr>
            <w:tcW w:w="2268" w:type="dxa"/>
          </w:tcPr>
          <w:p w:rsidR="009D2BA6" w:rsidRPr="00BD6812" w:rsidRDefault="009D2BA6" w:rsidP="009D2BA6">
            <w:pPr>
              <w:rPr>
                <w:b/>
              </w:rPr>
            </w:pPr>
            <w:r w:rsidRPr="00BD6812">
              <w:rPr>
                <w:b/>
              </w:rPr>
              <w:t xml:space="preserve">Activiteiten </w:t>
            </w:r>
          </w:p>
        </w:tc>
        <w:tc>
          <w:tcPr>
            <w:tcW w:w="2268" w:type="dxa"/>
          </w:tcPr>
          <w:p w:rsidR="009D2BA6" w:rsidRPr="00BD6812" w:rsidRDefault="009D2BA6" w:rsidP="009D2BA6">
            <w:pPr>
              <w:rPr>
                <w:b/>
              </w:rPr>
            </w:pPr>
            <w:r w:rsidRPr="00BD6812">
              <w:rPr>
                <w:b/>
              </w:rPr>
              <w:t>Geschatte tijd</w:t>
            </w:r>
          </w:p>
        </w:tc>
      </w:tr>
      <w:tr w:rsidR="009D2BA6" w:rsidTr="009D2BA6">
        <w:tc>
          <w:tcPr>
            <w:tcW w:w="2303" w:type="dxa"/>
          </w:tcPr>
          <w:p w:rsidR="009D2BA6" w:rsidRDefault="009D2BA6" w:rsidP="009D2BA6"/>
          <w:p w:rsidR="009D2BA6" w:rsidRDefault="009D2BA6" w:rsidP="009D2BA6"/>
          <w:p w:rsidR="009D2BA6" w:rsidRDefault="009D2BA6" w:rsidP="009D2BA6"/>
        </w:tc>
        <w:tc>
          <w:tcPr>
            <w:tcW w:w="2625" w:type="dxa"/>
          </w:tcPr>
          <w:p w:rsidR="009D2BA6" w:rsidRDefault="009D2BA6" w:rsidP="009D2BA6"/>
        </w:tc>
        <w:tc>
          <w:tcPr>
            <w:tcW w:w="2268" w:type="dxa"/>
          </w:tcPr>
          <w:p w:rsidR="009D2BA6" w:rsidRDefault="009D2BA6" w:rsidP="009D2BA6"/>
        </w:tc>
        <w:tc>
          <w:tcPr>
            <w:tcW w:w="2268" w:type="dxa"/>
          </w:tcPr>
          <w:p w:rsidR="009D2BA6" w:rsidRDefault="009D2BA6" w:rsidP="009D2BA6"/>
        </w:tc>
      </w:tr>
      <w:tr w:rsidR="009D2BA6" w:rsidTr="009D2BA6">
        <w:tc>
          <w:tcPr>
            <w:tcW w:w="2303" w:type="dxa"/>
          </w:tcPr>
          <w:p w:rsidR="009D2BA6" w:rsidRDefault="009D2BA6" w:rsidP="009D2BA6"/>
          <w:p w:rsidR="009D2BA6" w:rsidRDefault="009D2BA6" w:rsidP="009D2BA6"/>
          <w:p w:rsidR="009D2BA6" w:rsidRDefault="009D2BA6" w:rsidP="009D2BA6"/>
        </w:tc>
        <w:tc>
          <w:tcPr>
            <w:tcW w:w="2625" w:type="dxa"/>
          </w:tcPr>
          <w:p w:rsidR="009D2BA6" w:rsidRDefault="009D2BA6" w:rsidP="009D2BA6"/>
        </w:tc>
        <w:tc>
          <w:tcPr>
            <w:tcW w:w="2268" w:type="dxa"/>
          </w:tcPr>
          <w:p w:rsidR="009D2BA6" w:rsidRDefault="009D2BA6" w:rsidP="009D2BA6"/>
        </w:tc>
        <w:tc>
          <w:tcPr>
            <w:tcW w:w="2268" w:type="dxa"/>
          </w:tcPr>
          <w:p w:rsidR="009D2BA6" w:rsidRDefault="009D2BA6" w:rsidP="009D2BA6"/>
        </w:tc>
      </w:tr>
      <w:tr w:rsidR="009D2BA6" w:rsidTr="009D2BA6">
        <w:tc>
          <w:tcPr>
            <w:tcW w:w="2303" w:type="dxa"/>
          </w:tcPr>
          <w:p w:rsidR="009D2BA6" w:rsidRDefault="009D2BA6" w:rsidP="009D2BA6"/>
          <w:p w:rsidR="009D2BA6" w:rsidRDefault="009D2BA6" w:rsidP="009D2BA6"/>
          <w:p w:rsidR="009D2BA6" w:rsidRDefault="009D2BA6" w:rsidP="009D2BA6"/>
        </w:tc>
        <w:tc>
          <w:tcPr>
            <w:tcW w:w="2625" w:type="dxa"/>
          </w:tcPr>
          <w:p w:rsidR="009D2BA6" w:rsidRDefault="009D2BA6" w:rsidP="009D2BA6"/>
        </w:tc>
        <w:tc>
          <w:tcPr>
            <w:tcW w:w="2268" w:type="dxa"/>
          </w:tcPr>
          <w:p w:rsidR="009D2BA6" w:rsidRDefault="009D2BA6" w:rsidP="009D2BA6"/>
        </w:tc>
        <w:tc>
          <w:tcPr>
            <w:tcW w:w="2268" w:type="dxa"/>
          </w:tcPr>
          <w:p w:rsidR="009D2BA6" w:rsidRDefault="009D2BA6" w:rsidP="009D2BA6"/>
        </w:tc>
      </w:tr>
      <w:tr w:rsidR="009D2BA6" w:rsidTr="009D2BA6">
        <w:tc>
          <w:tcPr>
            <w:tcW w:w="2303" w:type="dxa"/>
          </w:tcPr>
          <w:p w:rsidR="009D2BA6" w:rsidRDefault="009D2BA6" w:rsidP="009D2BA6"/>
          <w:p w:rsidR="009D2BA6" w:rsidRDefault="009D2BA6" w:rsidP="009D2BA6"/>
          <w:p w:rsidR="009D2BA6" w:rsidRDefault="009D2BA6" w:rsidP="009D2BA6"/>
        </w:tc>
        <w:tc>
          <w:tcPr>
            <w:tcW w:w="2625" w:type="dxa"/>
          </w:tcPr>
          <w:p w:rsidR="009D2BA6" w:rsidRDefault="009D2BA6" w:rsidP="009D2BA6"/>
        </w:tc>
        <w:tc>
          <w:tcPr>
            <w:tcW w:w="2268" w:type="dxa"/>
          </w:tcPr>
          <w:p w:rsidR="009D2BA6" w:rsidRDefault="009D2BA6" w:rsidP="009D2BA6"/>
        </w:tc>
        <w:tc>
          <w:tcPr>
            <w:tcW w:w="2268" w:type="dxa"/>
          </w:tcPr>
          <w:p w:rsidR="009D2BA6" w:rsidRDefault="009D2BA6" w:rsidP="009D2BA6"/>
        </w:tc>
      </w:tr>
      <w:tr w:rsidR="009D2BA6" w:rsidTr="009D2BA6">
        <w:tc>
          <w:tcPr>
            <w:tcW w:w="2303" w:type="dxa"/>
          </w:tcPr>
          <w:p w:rsidR="009D2BA6" w:rsidRDefault="009D2BA6" w:rsidP="009D2BA6"/>
          <w:p w:rsidR="009D2BA6" w:rsidRDefault="009D2BA6" w:rsidP="009D2BA6"/>
          <w:p w:rsidR="009D2BA6" w:rsidRDefault="009D2BA6" w:rsidP="009D2BA6"/>
        </w:tc>
        <w:tc>
          <w:tcPr>
            <w:tcW w:w="2625" w:type="dxa"/>
          </w:tcPr>
          <w:p w:rsidR="009D2BA6" w:rsidRDefault="009D2BA6" w:rsidP="009D2BA6"/>
        </w:tc>
        <w:tc>
          <w:tcPr>
            <w:tcW w:w="2268" w:type="dxa"/>
          </w:tcPr>
          <w:p w:rsidR="009D2BA6" w:rsidRDefault="009D2BA6" w:rsidP="009D2BA6"/>
        </w:tc>
        <w:tc>
          <w:tcPr>
            <w:tcW w:w="2268" w:type="dxa"/>
          </w:tcPr>
          <w:p w:rsidR="009D2BA6" w:rsidRDefault="009D2BA6" w:rsidP="009D2BA6"/>
        </w:tc>
      </w:tr>
      <w:tr w:rsidR="009D2BA6" w:rsidTr="009D2BA6">
        <w:tc>
          <w:tcPr>
            <w:tcW w:w="2303" w:type="dxa"/>
          </w:tcPr>
          <w:p w:rsidR="009D2BA6" w:rsidRDefault="009D2BA6" w:rsidP="009D2BA6"/>
          <w:p w:rsidR="009D2BA6" w:rsidRDefault="009D2BA6" w:rsidP="009D2BA6"/>
          <w:p w:rsidR="009D2BA6" w:rsidRDefault="009D2BA6" w:rsidP="009D2BA6"/>
        </w:tc>
        <w:tc>
          <w:tcPr>
            <w:tcW w:w="2625" w:type="dxa"/>
          </w:tcPr>
          <w:p w:rsidR="009D2BA6" w:rsidRDefault="009D2BA6" w:rsidP="009D2BA6"/>
        </w:tc>
        <w:tc>
          <w:tcPr>
            <w:tcW w:w="2268" w:type="dxa"/>
          </w:tcPr>
          <w:p w:rsidR="009D2BA6" w:rsidRDefault="009D2BA6" w:rsidP="009D2BA6"/>
        </w:tc>
        <w:tc>
          <w:tcPr>
            <w:tcW w:w="2268" w:type="dxa"/>
          </w:tcPr>
          <w:p w:rsidR="009D2BA6" w:rsidRDefault="009D2BA6" w:rsidP="009D2BA6"/>
        </w:tc>
      </w:tr>
      <w:tr w:rsidR="009D2BA6" w:rsidTr="009D2BA6">
        <w:tc>
          <w:tcPr>
            <w:tcW w:w="2303" w:type="dxa"/>
          </w:tcPr>
          <w:p w:rsidR="009D2BA6" w:rsidRDefault="009D2BA6" w:rsidP="009D2BA6"/>
          <w:p w:rsidR="009D2BA6" w:rsidRDefault="009D2BA6" w:rsidP="009D2BA6"/>
          <w:p w:rsidR="009D2BA6" w:rsidRDefault="009D2BA6" w:rsidP="009D2BA6"/>
        </w:tc>
        <w:tc>
          <w:tcPr>
            <w:tcW w:w="2625" w:type="dxa"/>
          </w:tcPr>
          <w:p w:rsidR="009D2BA6" w:rsidRDefault="009D2BA6" w:rsidP="009D2BA6"/>
        </w:tc>
        <w:tc>
          <w:tcPr>
            <w:tcW w:w="2268" w:type="dxa"/>
          </w:tcPr>
          <w:p w:rsidR="009D2BA6" w:rsidRDefault="009D2BA6" w:rsidP="009D2BA6"/>
        </w:tc>
        <w:tc>
          <w:tcPr>
            <w:tcW w:w="2268" w:type="dxa"/>
          </w:tcPr>
          <w:p w:rsidR="009D2BA6" w:rsidRDefault="009D2BA6" w:rsidP="009D2BA6"/>
        </w:tc>
      </w:tr>
      <w:tr w:rsidR="009D2BA6" w:rsidTr="009D2BA6">
        <w:tc>
          <w:tcPr>
            <w:tcW w:w="2303" w:type="dxa"/>
          </w:tcPr>
          <w:p w:rsidR="009D2BA6" w:rsidRDefault="009D2BA6" w:rsidP="009D2BA6"/>
          <w:p w:rsidR="009D2BA6" w:rsidRDefault="009D2BA6" w:rsidP="009D2BA6"/>
          <w:p w:rsidR="009D2BA6" w:rsidRDefault="009D2BA6" w:rsidP="009D2BA6"/>
        </w:tc>
        <w:tc>
          <w:tcPr>
            <w:tcW w:w="2625" w:type="dxa"/>
          </w:tcPr>
          <w:p w:rsidR="009D2BA6" w:rsidRDefault="009D2BA6" w:rsidP="009D2BA6"/>
        </w:tc>
        <w:tc>
          <w:tcPr>
            <w:tcW w:w="2268" w:type="dxa"/>
          </w:tcPr>
          <w:p w:rsidR="009D2BA6" w:rsidRDefault="009D2BA6" w:rsidP="009D2BA6"/>
        </w:tc>
        <w:tc>
          <w:tcPr>
            <w:tcW w:w="2268" w:type="dxa"/>
          </w:tcPr>
          <w:p w:rsidR="009D2BA6" w:rsidRDefault="009D2BA6" w:rsidP="009D2BA6"/>
        </w:tc>
      </w:tr>
      <w:tr w:rsidR="009D2BA6" w:rsidTr="009D2BA6">
        <w:tc>
          <w:tcPr>
            <w:tcW w:w="2303" w:type="dxa"/>
          </w:tcPr>
          <w:p w:rsidR="009D2BA6" w:rsidRDefault="009D2BA6" w:rsidP="009D2BA6"/>
          <w:p w:rsidR="009D2BA6" w:rsidRDefault="009D2BA6" w:rsidP="009D2BA6"/>
          <w:p w:rsidR="009D2BA6" w:rsidRDefault="009D2BA6" w:rsidP="009D2BA6"/>
          <w:p w:rsidR="009D2BA6" w:rsidRDefault="009D2BA6" w:rsidP="009D2BA6"/>
        </w:tc>
        <w:tc>
          <w:tcPr>
            <w:tcW w:w="2625" w:type="dxa"/>
          </w:tcPr>
          <w:p w:rsidR="009D2BA6" w:rsidRDefault="009D2BA6" w:rsidP="009D2BA6"/>
        </w:tc>
        <w:tc>
          <w:tcPr>
            <w:tcW w:w="2268" w:type="dxa"/>
          </w:tcPr>
          <w:p w:rsidR="009D2BA6" w:rsidRDefault="009D2BA6" w:rsidP="009D2BA6"/>
        </w:tc>
        <w:tc>
          <w:tcPr>
            <w:tcW w:w="2268" w:type="dxa"/>
          </w:tcPr>
          <w:p w:rsidR="009D2BA6" w:rsidRDefault="009D2BA6" w:rsidP="009D2BA6"/>
        </w:tc>
      </w:tr>
    </w:tbl>
    <w:tbl>
      <w:tblPr>
        <w:tblStyle w:val="Tabelraster"/>
        <w:tblpPr w:leftFromText="141" w:rightFromText="141" w:vertAnchor="page" w:horzAnchor="margin" w:tblpY="10921"/>
        <w:tblOverlap w:val="never"/>
        <w:tblW w:w="9464" w:type="dxa"/>
        <w:tblLook w:val="04A0" w:firstRow="1" w:lastRow="0" w:firstColumn="1" w:lastColumn="0" w:noHBand="0" w:noVBand="1"/>
      </w:tblPr>
      <w:tblGrid>
        <w:gridCol w:w="731"/>
        <w:gridCol w:w="1572"/>
        <w:gridCol w:w="1200"/>
        <w:gridCol w:w="1425"/>
        <w:gridCol w:w="1308"/>
        <w:gridCol w:w="960"/>
        <w:gridCol w:w="1164"/>
        <w:gridCol w:w="1104"/>
      </w:tblGrid>
      <w:tr w:rsidR="009D2BA6" w:rsidTr="009D2BA6">
        <w:tc>
          <w:tcPr>
            <w:tcW w:w="731" w:type="dxa"/>
          </w:tcPr>
          <w:p w:rsidR="009D2BA6" w:rsidRDefault="009D2BA6" w:rsidP="009D2BA6">
            <w:r>
              <w:t>Week</w:t>
            </w:r>
          </w:p>
        </w:tc>
        <w:tc>
          <w:tcPr>
            <w:tcW w:w="1572" w:type="dxa"/>
          </w:tcPr>
          <w:p w:rsidR="009D2BA6" w:rsidRDefault="009D2BA6" w:rsidP="009D2BA6">
            <w:pPr>
              <w:ind w:left="156"/>
            </w:pPr>
            <w:r>
              <w:t>maandag</w:t>
            </w:r>
          </w:p>
        </w:tc>
        <w:tc>
          <w:tcPr>
            <w:tcW w:w="1200" w:type="dxa"/>
          </w:tcPr>
          <w:p w:rsidR="009D2BA6" w:rsidRDefault="009D2BA6" w:rsidP="009D2BA6">
            <w:r>
              <w:t>Dinsdag</w:t>
            </w:r>
          </w:p>
        </w:tc>
        <w:tc>
          <w:tcPr>
            <w:tcW w:w="1425" w:type="dxa"/>
          </w:tcPr>
          <w:p w:rsidR="009D2BA6" w:rsidRDefault="009D2BA6" w:rsidP="009D2BA6">
            <w:pPr>
              <w:ind w:left="156"/>
            </w:pPr>
            <w:r>
              <w:t xml:space="preserve">woensdag </w:t>
            </w:r>
          </w:p>
        </w:tc>
        <w:tc>
          <w:tcPr>
            <w:tcW w:w="1308" w:type="dxa"/>
          </w:tcPr>
          <w:p w:rsidR="009D2BA6" w:rsidRDefault="009D2BA6" w:rsidP="009D2BA6">
            <w:r>
              <w:t>Donderdag</w:t>
            </w:r>
          </w:p>
        </w:tc>
        <w:tc>
          <w:tcPr>
            <w:tcW w:w="960" w:type="dxa"/>
          </w:tcPr>
          <w:p w:rsidR="009D2BA6" w:rsidRDefault="009D2BA6" w:rsidP="009D2BA6">
            <w:pPr>
              <w:ind w:left="84"/>
            </w:pPr>
            <w:r>
              <w:t xml:space="preserve">vrijdag </w:t>
            </w:r>
          </w:p>
        </w:tc>
        <w:tc>
          <w:tcPr>
            <w:tcW w:w="1164" w:type="dxa"/>
          </w:tcPr>
          <w:p w:rsidR="009D2BA6" w:rsidRDefault="009D2BA6" w:rsidP="009D2BA6">
            <w:r>
              <w:t>Zaterdag</w:t>
            </w:r>
          </w:p>
        </w:tc>
        <w:tc>
          <w:tcPr>
            <w:tcW w:w="1104" w:type="dxa"/>
          </w:tcPr>
          <w:p w:rsidR="009D2BA6" w:rsidRDefault="009D2BA6" w:rsidP="009D2BA6">
            <w:pPr>
              <w:ind w:left="180"/>
            </w:pPr>
            <w:r>
              <w:t>zondag</w:t>
            </w:r>
          </w:p>
        </w:tc>
      </w:tr>
      <w:tr w:rsidR="009D2BA6" w:rsidTr="009D2BA6">
        <w:tc>
          <w:tcPr>
            <w:tcW w:w="731" w:type="dxa"/>
            <w:vAlign w:val="center"/>
          </w:tcPr>
          <w:p w:rsidR="009D2BA6" w:rsidRDefault="009D2BA6" w:rsidP="009D2BA6">
            <w:pPr>
              <w:jc w:val="center"/>
            </w:pPr>
            <w:r>
              <w:t>1</w:t>
            </w:r>
          </w:p>
        </w:tc>
        <w:tc>
          <w:tcPr>
            <w:tcW w:w="1572" w:type="dxa"/>
          </w:tcPr>
          <w:p w:rsidR="009D2BA6" w:rsidRDefault="009D2BA6" w:rsidP="009D2BA6"/>
        </w:tc>
        <w:tc>
          <w:tcPr>
            <w:tcW w:w="1200" w:type="dxa"/>
          </w:tcPr>
          <w:p w:rsidR="009D2BA6" w:rsidRDefault="009D2BA6" w:rsidP="009D2BA6"/>
        </w:tc>
        <w:tc>
          <w:tcPr>
            <w:tcW w:w="1425" w:type="dxa"/>
          </w:tcPr>
          <w:p w:rsidR="009D2BA6" w:rsidRDefault="009D2BA6" w:rsidP="009D2BA6"/>
        </w:tc>
        <w:tc>
          <w:tcPr>
            <w:tcW w:w="1308" w:type="dxa"/>
          </w:tcPr>
          <w:p w:rsidR="009D2BA6" w:rsidRDefault="009D2BA6" w:rsidP="009D2BA6"/>
        </w:tc>
        <w:tc>
          <w:tcPr>
            <w:tcW w:w="960" w:type="dxa"/>
          </w:tcPr>
          <w:p w:rsidR="009D2BA6" w:rsidRDefault="009D2BA6" w:rsidP="009D2BA6"/>
        </w:tc>
        <w:tc>
          <w:tcPr>
            <w:tcW w:w="1164" w:type="dxa"/>
          </w:tcPr>
          <w:p w:rsidR="009D2BA6" w:rsidRDefault="009D2BA6" w:rsidP="009D2BA6"/>
        </w:tc>
        <w:tc>
          <w:tcPr>
            <w:tcW w:w="1104" w:type="dxa"/>
          </w:tcPr>
          <w:p w:rsidR="009D2BA6" w:rsidRDefault="009D2BA6" w:rsidP="009D2BA6"/>
        </w:tc>
      </w:tr>
      <w:tr w:rsidR="009D2BA6" w:rsidTr="009D2BA6">
        <w:tc>
          <w:tcPr>
            <w:tcW w:w="731" w:type="dxa"/>
            <w:vAlign w:val="center"/>
          </w:tcPr>
          <w:p w:rsidR="009D2BA6" w:rsidRDefault="009D2BA6" w:rsidP="009D2BA6">
            <w:pPr>
              <w:jc w:val="center"/>
            </w:pPr>
            <w:r>
              <w:t>2</w:t>
            </w:r>
          </w:p>
        </w:tc>
        <w:tc>
          <w:tcPr>
            <w:tcW w:w="1572" w:type="dxa"/>
          </w:tcPr>
          <w:p w:rsidR="009D2BA6" w:rsidRDefault="009D2BA6" w:rsidP="009D2BA6"/>
        </w:tc>
        <w:tc>
          <w:tcPr>
            <w:tcW w:w="1200" w:type="dxa"/>
          </w:tcPr>
          <w:p w:rsidR="009D2BA6" w:rsidRDefault="009D2BA6" w:rsidP="009D2BA6"/>
        </w:tc>
        <w:tc>
          <w:tcPr>
            <w:tcW w:w="1425" w:type="dxa"/>
          </w:tcPr>
          <w:p w:rsidR="009D2BA6" w:rsidRDefault="009D2BA6" w:rsidP="009D2BA6"/>
        </w:tc>
        <w:tc>
          <w:tcPr>
            <w:tcW w:w="1308" w:type="dxa"/>
          </w:tcPr>
          <w:p w:rsidR="009D2BA6" w:rsidRDefault="009D2BA6" w:rsidP="009D2BA6"/>
        </w:tc>
        <w:tc>
          <w:tcPr>
            <w:tcW w:w="960" w:type="dxa"/>
          </w:tcPr>
          <w:p w:rsidR="009D2BA6" w:rsidRDefault="009D2BA6" w:rsidP="009D2BA6"/>
        </w:tc>
        <w:tc>
          <w:tcPr>
            <w:tcW w:w="1164" w:type="dxa"/>
          </w:tcPr>
          <w:p w:rsidR="009D2BA6" w:rsidRDefault="009D2BA6" w:rsidP="009D2BA6"/>
        </w:tc>
        <w:tc>
          <w:tcPr>
            <w:tcW w:w="1104" w:type="dxa"/>
          </w:tcPr>
          <w:p w:rsidR="009D2BA6" w:rsidRDefault="009D2BA6" w:rsidP="009D2BA6"/>
        </w:tc>
      </w:tr>
      <w:tr w:rsidR="009D2BA6" w:rsidTr="009D2BA6">
        <w:tc>
          <w:tcPr>
            <w:tcW w:w="731" w:type="dxa"/>
            <w:vAlign w:val="center"/>
          </w:tcPr>
          <w:p w:rsidR="009D2BA6" w:rsidRDefault="009D2BA6" w:rsidP="009D2BA6">
            <w:pPr>
              <w:jc w:val="center"/>
            </w:pPr>
            <w:r>
              <w:t>3</w:t>
            </w:r>
          </w:p>
        </w:tc>
        <w:tc>
          <w:tcPr>
            <w:tcW w:w="1572" w:type="dxa"/>
          </w:tcPr>
          <w:p w:rsidR="009D2BA6" w:rsidRDefault="009D2BA6" w:rsidP="009D2BA6"/>
        </w:tc>
        <w:tc>
          <w:tcPr>
            <w:tcW w:w="1200" w:type="dxa"/>
          </w:tcPr>
          <w:p w:rsidR="009D2BA6" w:rsidRDefault="009D2BA6" w:rsidP="009D2BA6"/>
        </w:tc>
        <w:tc>
          <w:tcPr>
            <w:tcW w:w="1425" w:type="dxa"/>
          </w:tcPr>
          <w:p w:rsidR="009D2BA6" w:rsidRDefault="009D2BA6" w:rsidP="009D2BA6"/>
        </w:tc>
        <w:tc>
          <w:tcPr>
            <w:tcW w:w="1308" w:type="dxa"/>
          </w:tcPr>
          <w:p w:rsidR="009D2BA6" w:rsidRDefault="009D2BA6" w:rsidP="009D2BA6"/>
        </w:tc>
        <w:tc>
          <w:tcPr>
            <w:tcW w:w="960" w:type="dxa"/>
          </w:tcPr>
          <w:p w:rsidR="009D2BA6" w:rsidRDefault="009D2BA6" w:rsidP="009D2BA6"/>
        </w:tc>
        <w:tc>
          <w:tcPr>
            <w:tcW w:w="1164" w:type="dxa"/>
          </w:tcPr>
          <w:p w:rsidR="009D2BA6" w:rsidRDefault="009D2BA6" w:rsidP="009D2BA6"/>
        </w:tc>
        <w:tc>
          <w:tcPr>
            <w:tcW w:w="1104" w:type="dxa"/>
          </w:tcPr>
          <w:p w:rsidR="009D2BA6" w:rsidRDefault="009D2BA6" w:rsidP="009D2BA6"/>
        </w:tc>
      </w:tr>
      <w:tr w:rsidR="009D2BA6" w:rsidTr="009D2BA6">
        <w:tc>
          <w:tcPr>
            <w:tcW w:w="731" w:type="dxa"/>
            <w:vAlign w:val="center"/>
          </w:tcPr>
          <w:p w:rsidR="009D2BA6" w:rsidRDefault="009D2BA6" w:rsidP="009D2BA6">
            <w:pPr>
              <w:jc w:val="center"/>
            </w:pPr>
            <w:r>
              <w:t>4</w:t>
            </w:r>
          </w:p>
        </w:tc>
        <w:tc>
          <w:tcPr>
            <w:tcW w:w="1572" w:type="dxa"/>
          </w:tcPr>
          <w:p w:rsidR="009D2BA6" w:rsidRDefault="009D2BA6" w:rsidP="009D2BA6"/>
        </w:tc>
        <w:tc>
          <w:tcPr>
            <w:tcW w:w="1200" w:type="dxa"/>
          </w:tcPr>
          <w:p w:rsidR="009D2BA6" w:rsidRDefault="009D2BA6" w:rsidP="009D2BA6"/>
        </w:tc>
        <w:tc>
          <w:tcPr>
            <w:tcW w:w="1425" w:type="dxa"/>
          </w:tcPr>
          <w:p w:rsidR="009D2BA6" w:rsidRDefault="009D2BA6" w:rsidP="009D2BA6"/>
        </w:tc>
        <w:tc>
          <w:tcPr>
            <w:tcW w:w="1308" w:type="dxa"/>
          </w:tcPr>
          <w:p w:rsidR="009D2BA6" w:rsidRDefault="009D2BA6" w:rsidP="009D2BA6"/>
        </w:tc>
        <w:tc>
          <w:tcPr>
            <w:tcW w:w="960" w:type="dxa"/>
          </w:tcPr>
          <w:p w:rsidR="009D2BA6" w:rsidRDefault="009D2BA6" w:rsidP="009D2BA6"/>
        </w:tc>
        <w:tc>
          <w:tcPr>
            <w:tcW w:w="1164" w:type="dxa"/>
          </w:tcPr>
          <w:p w:rsidR="009D2BA6" w:rsidRDefault="009D2BA6" w:rsidP="009D2BA6"/>
        </w:tc>
        <w:tc>
          <w:tcPr>
            <w:tcW w:w="1104" w:type="dxa"/>
          </w:tcPr>
          <w:p w:rsidR="009D2BA6" w:rsidRDefault="009D2BA6" w:rsidP="009D2BA6"/>
        </w:tc>
      </w:tr>
      <w:tr w:rsidR="009D2BA6" w:rsidTr="009D2BA6">
        <w:tc>
          <w:tcPr>
            <w:tcW w:w="731" w:type="dxa"/>
            <w:vAlign w:val="center"/>
          </w:tcPr>
          <w:p w:rsidR="009D2BA6" w:rsidRDefault="009D2BA6" w:rsidP="009D2BA6">
            <w:pPr>
              <w:jc w:val="center"/>
            </w:pPr>
            <w:r>
              <w:t>5</w:t>
            </w:r>
          </w:p>
        </w:tc>
        <w:tc>
          <w:tcPr>
            <w:tcW w:w="1572" w:type="dxa"/>
          </w:tcPr>
          <w:p w:rsidR="009D2BA6" w:rsidRDefault="009D2BA6" w:rsidP="009D2BA6"/>
        </w:tc>
        <w:tc>
          <w:tcPr>
            <w:tcW w:w="1200" w:type="dxa"/>
          </w:tcPr>
          <w:p w:rsidR="009D2BA6" w:rsidRDefault="009D2BA6" w:rsidP="009D2BA6"/>
        </w:tc>
        <w:tc>
          <w:tcPr>
            <w:tcW w:w="1425" w:type="dxa"/>
          </w:tcPr>
          <w:p w:rsidR="009D2BA6" w:rsidRDefault="009D2BA6" w:rsidP="009D2BA6"/>
        </w:tc>
        <w:tc>
          <w:tcPr>
            <w:tcW w:w="1308" w:type="dxa"/>
          </w:tcPr>
          <w:p w:rsidR="009D2BA6" w:rsidRDefault="009D2BA6" w:rsidP="009D2BA6"/>
        </w:tc>
        <w:tc>
          <w:tcPr>
            <w:tcW w:w="960" w:type="dxa"/>
          </w:tcPr>
          <w:p w:rsidR="009D2BA6" w:rsidRDefault="009D2BA6" w:rsidP="009D2BA6"/>
        </w:tc>
        <w:tc>
          <w:tcPr>
            <w:tcW w:w="1164" w:type="dxa"/>
          </w:tcPr>
          <w:p w:rsidR="009D2BA6" w:rsidRDefault="009D2BA6" w:rsidP="009D2BA6"/>
        </w:tc>
        <w:tc>
          <w:tcPr>
            <w:tcW w:w="1104" w:type="dxa"/>
          </w:tcPr>
          <w:p w:rsidR="009D2BA6" w:rsidRDefault="009D2BA6" w:rsidP="009D2BA6"/>
        </w:tc>
      </w:tr>
      <w:tr w:rsidR="009D2BA6" w:rsidTr="009D2BA6">
        <w:tc>
          <w:tcPr>
            <w:tcW w:w="731" w:type="dxa"/>
            <w:vAlign w:val="center"/>
          </w:tcPr>
          <w:p w:rsidR="009D2BA6" w:rsidRDefault="009D2BA6" w:rsidP="009D2BA6">
            <w:pPr>
              <w:jc w:val="center"/>
            </w:pPr>
            <w:r>
              <w:t>6</w:t>
            </w:r>
          </w:p>
        </w:tc>
        <w:tc>
          <w:tcPr>
            <w:tcW w:w="1572" w:type="dxa"/>
          </w:tcPr>
          <w:p w:rsidR="009D2BA6" w:rsidRDefault="009D2BA6" w:rsidP="009D2BA6"/>
        </w:tc>
        <w:tc>
          <w:tcPr>
            <w:tcW w:w="1200" w:type="dxa"/>
          </w:tcPr>
          <w:p w:rsidR="009D2BA6" w:rsidRDefault="009D2BA6" w:rsidP="009D2BA6"/>
        </w:tc>
        <w:tc>
          <w:tcPr>
            <w:tcW w:w="1425" w:type="dxa"/>
          </w:tcPr>
          <w:p w:rsidR="009D2BA6" w:rsidRDefault="009D2BA6" w:rsidP="009D2BA6"/>
        </w:tc>
        <w:tc>
          <w:tcPr>
            <w:tcW w:w="1308" w:type="dxa"/>
          </w:tcPr>
          <w:p w:rsidR="009D2BA6" w:rsidRDefault="009D2BA6" w:rsidP="009D2BA6"/>
        </w:tc>
        <w:tc>
          <w:tcPr>
            <w:tcW w:w="960" w:type="dxa"/>
          </w:tcPr>
          <w:p w:rsidR="009D2BA6" w:rsidRDefault="009D2BA6" w:rsidP="009D2BA6"/>
        </w:tc>
        <w:tc>
          <w:tcPr>
            <w:tcW w:w="1164" w:type="dxa"/>
          </w:tcPr>
          <w:p w:rsidR="009D2BA6" w:rsidRDefault="009D2BA6" w:rsidP="009D2BA6"/>
        </w:tc>
        <w:tc>
          <w:tcPr>
            <w:tcW w:w="1104" w:type="dxa"/>
          </w:tcPr>
          <w:p w:rsidR="009D2BA6" w:rsidRDefault="009D2BA6" w:rsidP="009D2BA6"/>
        </w:tc>
      </w:tr>
      <w:tr w:rsidR="009D2BA6" w:rsidTr="009D2BA6">
        <w:tc>
          <w:tcPr>
            <w:tcW w:w="731" w:type="dxa"/>
            <w:vAlign w:val="center"/>
          </w:tcPr>
          <w:p w:rsidR="009D2BA6" w:rsidRDefault="009D2BA6" w:rsidP="009D2BA6">
            <w:pPr>
              <w:jc w:val="center"/>
            </w:pPr>
            <w:r>
              <w:t>7</w:t>
            </w:r>
          </w:p>
        </w:tc>
        <w:tc>
          <w:tcPr>
            <w:tcW w:w="1572" w:type="dxa"/>
          </w:tcPr>
          <w:p w:rsidR="009D2BA6" w:rsidRDefault="009D2BA6" w:rsidP="009D2BA6"/>
        </w:tc>
        <w:tc>
          <w:tcPr>
            <w:tcW w:w="1200" w:type="dxa"/>
          </w:tcPr>
          <w:p w:rsidR="009D2BA6" w:rsidRDefault="009D2BA6" w:rsidP="009D2BA6"/>
        </w:tc>
        <w:tc>
          <w:tcPr>
            <w:tcW w:w="1425" w:type="dxa"/>
          </w:tcPr>
          <w:p w:rsidR="009D2BA6" w:rsidRDefault="009D2BA6" w:rsidP="009D2BA6"/>
        </w:tc>
        <w:tc>
          <w:tcPr>
            <w:tcW w:w="1308" w:type="dxa"/>
          </w:tcPr>
          <w:p w:rsidR="009D2BA6" w:rsidRDefault="009D2BA6" w:rsidP="009D2BA6"/>
        </w:tc>
        <w:tc>
          <w:tcPr>
            <w:tcW w:w="960" w:type="dxa"/>
          </w:tcPr>
          <w:p w:rsidR="009D2BA6" w:rsidRDefault="009D2BA6" w:rsidP="009D2BA6"/>
        </w:tc>
        <w:tc>
          <w:tcPr>
            <w:tcW w:w="1164" w:type="dxa"/>
          </w:tcPr>
          <w:p w:rsidR="009D2BA6" w:rsidRDefault="009D2BA6" w:rsidP="009D2BA6"/>
        </w:tc>
        <w:tc>
          <w:tcPr>
            <w:tcW w:w="1104" w:type="dxa"/>
          </w:tcPr>
          <w:p w:rsidR="009D2BA6" w:rsidRDefault="009D2BA6" w:rsidP="009D2BA6"/>
        </w:tc>
      </w:tr>
      <w:tr w:rsidR="009D2BA6" w:rsidTr="009D2BA6">
        <w:tc>
          <w:tcPr>
            <w:tcW w:w="731" w:type="dxa"/>
            <w:vAlign w:val="center"/>
          </w:tcPr>
          <w:p w:rsidR="009D2BA6" w:rsidRDefault="009D2BA6" w:rsidP="009D2BA6">
            <w:pPr>
              <w:jc w:val="center"/>
            </w:pPr>
            <w:r>
              <w:t>8</w:t>
            </w:r>
          </w:p>
        </w:tc>
        <w:tc>
          <w:tcPr>
            <w:tcW w:w="1572" w:type="dxa"/>
          </w:tcPr>
          <w:p w:rsidR="009D2BA6" w:rsidRDefault="009D2BA6" w:rsidP="009D2BA6"/>
        </w:tc>
        <w:tc>
          <w:tcPr>
            <w:tcW w:w="1200" w:type="dxa"/>
          </w:tcPr>
          <w:p w:rsidR="009D2BA6" w:rsidRDefault="009D2BA6" w:rsidP="009D2BA6"/>
        </w:tc>
        <w:tc>
          <w:tcPr>
            <w:tcW w:w="1425" w:type="dxa"/>
          </w:tcPr>
          <w:p w:rsidR="009D2BA6" w:rsidRDefault="009D2BA6" w:rsidP="009D2BA6"/>
        </w:tc>
        <w:tc>
          <w:tcPr>
            <w:tcW w:w="1308" w:type="dxa"/>
          </w:tcPr>
          <w:p w:rsidR="009D2BA6" w:rsidRDefault="009D2BA6" w:rsidP="009D2BA6"/>
        </w:tc>
        <w:tc>
          <w:tcPr>
            <w:tcW w:w="960" w:type="dxa"/>
          </w:tcPr>
          <w:p w:rsidR="009D2BA6" w:rsidRDefault="009D2BA6" w:rsidP="009D2BA6"/>
        </w:tc>
        <w:tc>
          <w:tcPr>
            <w:tcW w:w="1164" w:type="dxa"/>
          </w:tcPr>
          <w:p w:rsidR="009D2BA6" w:rsidRDefault="009D2BA6" w:rsidP="009D2BA6"/>
        </w:tc>
        <w:tc>
          <w:tcPr>
            <w:tcW w:w="1104" w:type="dxa"/>
          </w:tcPr>
          <w:p w:rsidR="009D2BA6" w:rsidRDefault="009D2BA6" w:rsidP="009D2BA6"/>
        </w:tc>
      </w:tr>
      <w:tr w:rsidR="009D2BA6" w:rsidTr="009D2BA6">
        <w:tc>
          <w:tcPr>
            <w:tcW w:w="731" w:type="dxa"/>
            <w:vAlign w:val="center"/>
          </w:tcPr>
          <w:p w:rsidR="009D2BA6" w:rsidRDefault="009D2BA6" w:rsidP="009D2BA6">
            <w:pPr>
              <w:jc w:val="center"/>
            </w:pPr>
            <w:r>
              <w:t>9</w:t>
            </w:r>
          </w:p>
        </w:tc>
        <w:tc>
          <w:tcPr>
            <w:tcW w:w="1572" w:type="dxa"/>
          </w:tcPr>
          <w:p w:rsidR="009D2BA6" w:rsidRDefault="009D2BA6" w:rsidP="009D2BA6"/>
        </w:tc>
        <w:tc>
          <w:tcPr>
            <w:tcW w:w="1200" w:type="dxa"/>
          </w:tcPr>
          <w:p w:rsidR="009D2BA6" w:rsidRDefault="009D2BA6" w:rsidP="009D2BA6"/>
        </w:tc>
        <w:tc>
          <w:tcPr>
            <w:tcW w:w="1425" w:type="dxa"/>
          </w:tcPr>
          <w:p w:rsidR="009D2BA6" w:rsidRDefault="009D2BA6" w:rsidP="009D2BA6"/>
        </w:tc>
        <w:tc>
          <w:tcPr>
            <w:tcW w:w="1308" w:type="dxa"/>
          </w:tcPr>
          <w:p w:rsidR="009D2BA6" w:rsidRDefault="009D2BA6" w:rsidP="009D2BA6"/>
        </w:tc>
        <w:tc>
          <w:tcPr>
            <w:tcW w:w="960" w:type="dxa"/>
          </w:tcPr>
          <w:p w:rsidR="009D2BA6" w:rsidRDefault="009D2BA6" w:rsidP="009D2BA6"/>
        </w:tc>
        <w:tc>
          <w:tcPr>
            <w:tcW w:w="1164" w:type="dxa"/>
          </w:tcPr>
          <w:p w:rsidR="009D2BA6" w:rsidRDefault="009D2BA6" w:rsidP="009D2BA6"/>
        </w:tc>
        <w:tc>
          <w:tcPr>
            <w:tcW w:w="1104" w:type="dxa"/>
          </w:tcPr>
          <w:p w:rsidR="009D2BA6" w:rsidRDefault="009D2BA6" w:rsidP="009D2BA6"/>
        </w:tc>
      </w:tr>
      <w:tr w:rsidR="009D2BA6" w:rsidTr="009D2BA6">
        <w:tc>
          <w:tcPr>
            <w:tcW w:w="731" w:type="dxa"/>
            <w:vAlign w:val="center"/>
          </w:tcPr>
          <w:p w:rsidR="009D2BA6" w:rsidRDefault="009D2BA6" w:rsidP="009D2BA6">
            <w:pPr>
              <w:jc w:val="center"/>
            </w:pPr>
            <w:r>
              <w:t>10</w:t>
            </w:r>
          </w:p>
        </w:tc>
        <w:tc>
          <w:tcPr>
            <w:tcW w:w="1572" w:type="dxa"/>
          </w:tcPr>
          <w:p w:rsidR="009D2BA6" w:rsidRDefault="009D2BA6" w:rsidP="009D2BA6"/>
        </w:tc>
        <w:tc>
          <w:tcPr>
            <w:tcW w:w="1200" w:type="dxa"/>
          </w:tcPr>
          <w:p w:rsidR="009D2BA6" w:rsidRDefault="009D2BA6" w:rsidP="009D2BA6"/>
        </w:tc>
        <w:tc>
          <w:tcPr>
            <w:tcW w:w="1425" w:type="dxa"/>
          </w:tcPr>
          <w:p w:rsidR="009D2BA6" w:rsidRDefault="009D2BA6" w:rsidP="009D2BA6"/>
        </w:tc>
        <w:tc>
          <w:tcPr>
            <w:tcW w:w="1308" w:type="dxa"/>
          </w:tcPr>
          <w:p w:rsidR="009D2BA6" w:rsidRDefault="009D2BA6" w:rsidP="009D2BA6"/>
        </w:tc>
        <w:tc>
          <w:tcPr>
            <w:tcW w:w="960" w:type="dxa"/>
          </w:tcPr>
          <w:p w:rsidR="009D2BA6" w:rsidRDefault="009D2BA6" w:rsidP="009D2BA6"/>
        </w:tc>
        <w:tc>
          <w:tcPr>
            <w:tcW w:w="1164" w:type="dxa"/>
          </w:tcPr>
          <w:p w:rsidR="009D2BA6" w:rsidRDefault="009D2BA6" w:rsidP="009D2BA6"/>
        </w:tc>
        <w:tc>
          <w:tcPr>
            <w:tcW w:w="1104" w:type="dxa"/>
          </w:tcPr>
          <w:p w:rsidR="009D2BA6" w:rsidRDefault="009D2BA6" w:rsidP="009D2BA6"/>
        </w:tc>
      </w:tr>
    </w:tbl>
    <w:p w:rsidR="00152FC5" w:rsidRDefault="00152FC5"/>
    <w:sectPr w:rsidR="00152F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BA6"/>
    <w:rsid w:val="00152FC5"/>
    <w:rsid w:val="00731CCE"/>
    <w:rsid w:val="009D2BA6"/>
    <w:rsid w:val="00BB2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D2BA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9D2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D2BA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9D2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5970E120</Template>
  <TotalTime>1</TotalTime>
  <Pages>1</Pages>
  <Words>48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 Blik</dc:creator>
  <cp:lastModifiedBy>M. Blik</cp:lastModifiedBy>
  <cp:revision>1</cp:revision>
  <dcterms:created xsi:type="dcterms:W3CDTF">2015-05-19T19:31:00Z</dcterms:created>
  <dcterms:modified xsi:type="dcterms:W3CDTF">2015-05-19T19:32:00Z</dcterms:modified>
</cp:coreProperties>
</file>