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19" w:rsidRDefault="004D7419">
      <w:pPr>
        <w:rPr>
          <w:b/>
          <w:sz w:val="32"/>
        </w:rPr>
      </w:pPr>
      <w:r>
        <w:rPr>
          <w:b/>
          <w:sz w:val="32"/>
        </w:rPr>
        <w:t>Wat hebben we allemaal gedaan?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 xml:space="preserve">Leerstijlen van </w:t>
      </w:r>
      <w:proofErr w:type="spellStart"/>
      <w:r w:rsidRPr="004D15F1">
        <w:rPr>
          <w:sz w:val="32"/>
        </w:rPr>
        <w:t>kolb</w:t>
      </w:r>
      <w:proofErr w:type="spellEnd"/>
      <w:r w:rsidRPr="004D15F1">
        <w:rPr>
          <w:sz w:val="32"/>
        </w:rPr>
        <w:t>, hoe leer jij?</w:t>
      </w:r>
    </w:p>
    <w:p w:rsidR="004D7419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Hoe besteed jij je tijd?</w:t>
      </w:r>
    </w:p>
    <w:p w:rsidR="000C3C74" w:rsidRPr="004D15F1" w:rsidRDefault="000C3C74" w:rsidP="004D7419">
      <w:pPr>
        <w:pStyle w:val="Lijstalinea"/>
        <w:numPr>
          <w:ilvl w:val="0"/>
          <w:numId w:val="2"/>
        </w:numPr>
        <w:rPr>
          <w:sz w:val="32"/>
        </w:rPr>
      </w:pPr>
      <w:r>
        <w:rPr>
          <w:sz w:val="32"/>
        </w:rPr>
        <w:t>Toets, hoe sta je er voor?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Planningen maken voor periode 1, 2 en vakantie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 xml:space="preserve">Kwartet of </w:t>
      </w:r>
      <w:proofErr w:type="spellStart"/>
      <w:r w:rsidRPr="004D15F1">
        <w:rPr>
          <w:sz w:val="32"/>
        </w:rPr>
        <w:t>soapie</w:t>
      </w:r>
      <w:proofErr w:type="spellEnd"/>
      <w:r w:rsidRPr="004D15F1">
        <w:rPr>
          <w:sz w:val="32"/>
        </w:rPr>
        <w:t xml:space="preserve"> maken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Elkaar kwaliteiten en feedback geven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Puzzel met katten en honden (samenwerken)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Globaal, begrijpend en bestuderend lezen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Signaal en functie woorden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Samenvatting en aantekeningen maken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Vorm van een verslag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Leerdoelen opstellen blok 2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Reflectieverslag blok 1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Presenteren (informeren, overtuigen (betoog), instrueren en amuseren)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Indeling presentatie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Feedback geven: samenwerken kwartet/</w:t>
      </w:r>
      <w:proofErr w:type="spellStart"/>
      <w:r w:rsidRPr="004D15F1">
        <w:rPr>
          <w:sz w:val="32"/>
        </w:rPr>
        <w:t>soapie</w:t>
      </w:r>
      <w:proofErr w:type="spellEnd"/>
      <w:r w:rsidRPr="004D15F1">
        <w:rPr>
          <w:sz w:val="32"/>
        </w:rPr>
        <w:t xml:space="preserve"> en puzzel, samenvattingen en aantekeningen, verslagen, presenteren.</w:t>
      </w:r>
    </w:p>
    <w:p w:rsidR="004D7419" w:rsidRPr="004D15F1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Mindmap maken</w:t>
      </w:r>
    </w:p>
    <w:p w:rsidR="004D7419" w:rsidRDefault="004D7419" w:rsidP="004D7419">
      <w:pPr>
        <w:pStyle w:val="Lijstalinea"/>
        <w:numPr>
          <w:ilvl w:val="0"/>
          <w:numId w:val="2"/>
        </w:numPr>
        <w:rPr>
          <w:sz w:val="32"/>
        </w:rPr>
      </w:pPr>
      <w:r w:rsidRPr="004D15F1">
        <w:rPr>
          <w:sz w:val="32"/>
        </w:rPr>
        <w:t>Hoe leer je voor een toets</w:t>
      </w:r>
    </w:p>
    <w:p w:rsidR="004D15F1" w:rsidRDefault="004D15F1" w:rsidP="004D15F1">
      <w:pPr>
        <w:rPr>
          <w:sz w:val="32"/>
        </w:rPr>
      </w:pPr>
      <w:r>
        <w:rPr>
          <w:b/>
          <w:sz w:val="32"/>
        </w:rPr>
        <w:br/>
        <w:t>ICT</w:t>
      </w:r>
      <w:r>
        <w:rPr>
          <w:b/>
          <w:sz w:val="32"/>
        </w:rPr>
        <w:br/>
      </w:r>
      <w:r>
        <w:rPr>
          <w:sz w:val="32"/>
        </w:rPr>
        <w:t>Inloggen, printer koppelen, drop box aanmaken, office instaleren</w:t>
      </w:r>
    </w:p>
    <w:p w:rsidR="004D15F1" w:rsidRDefault="004D15F1" w:rsidP="004D15F1">
      <w:pPr>
        <w:pStyle w:val="Lijstalinea"/>
        <w:numPr>
          <w:ilvl w:val="0"/>
          <w:numId w:val="2"/>
        </w:numPr>
        <w:rPr>
          <w:sz w:val="32"/>
        </w:rPr>
      </w:pPr>
      <w:r>
        <w:rPr>
          <w:sz w:val="32"/>
        </w:rPr>
        <w:t>Mediawijsheid</w:t>
      </w:r>
    </w:p>
    <w:p w:rsidR="004D15F1" w:rsidRDefault="004D15F1" w:rsidP="004D15F1">
      <w:pPr>
        <w:pStyle w:val="Lijstalinea"/>
        <w:numPr>
          <w:ilvl w:val="0"/>
          <w:numId w:val="2"/>
        </w:numPr>
        <w:rPr>
          <w:sz w:val="32"/>
        </w:rPr>
      </w:pPr>
      <w:r>
        <w:rPr>
          <w:sz w:val="32"/>
        </w:rPr>
        <w:t>LBS</w:t>
      </w:r>
    </w:p>
    <w:p w:rsidR="004D15F1" w:rsidRDefault="004D15F1" w:rsidP="004D15F1">
      <w:pPr>
        <w:pStyle w:val="Lijstalinea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Word, automatische inhoudsopgave, Powerpoint, </w:t>
      </w:r>
      <w:proofErr w:type="spellStart"/>
      <w:r>
        <w:rPr>
          <w:sz w:val="32"/>
        </w:rPr>
        <w:t>excel</w:t>
      </w:r>
      <w:proofErr w:type="spellEnd"/>
      <w:r>
        <w:rPr>
          <w:sz w:val="32"/>
        </w:rPr>
        <w:t xml:space="preserve">, </w:t>
      </w:r>
      <w:proofErr w:type="spellStart"/>
      <w:r>
        <w:rPr>
          <w:sz w:val="32"/>
        </w:rPr>
        <w:t>publisher</w:t>
      </w:r>
      <w:proofErr w:type="spellEnd"/>
      <w:r>
        <w:rPr>
          <w:sz w:val="32"/>
        </w:rPr>
        <w:t>, movie maker.</w:t>
      </w:r>
    </w:p>
    <w:p w:rsidR="004D15F1" w:rsidRDefault="004D15F1" w:rsidP="004D15F1">
      <w:pPr>
        <w:pStyle w:val="Lijstalinea"/>
        <w:numPr>
          <w:ilvl w:val="0"/>
          <w:numId w:val="2"/>
        </w:numPr>
        <w:rPr>
          <w:sz w:val="32"/>
        </w:rPr>
      </w:pPr>
      <w:r>
        <w:rPr>
          <w:sz w:val="32"/>
        </w:rPr>
        <w:t>Betrouwbaarheid van bronnen</w:t>
      </w:r>
    </w:p>
    <w:p w:rsidR="004D15F1" w:rsidRDefault="004D15F1" w:rsidP="004D15F1">
      <w:pPr>
        <w:pStyle w:val="Geenafstand"/>
        <w:rPr>
          <w:sz w:val="32"/>
          <w:szCs w:val="32"/>
        </w:rPr>
      </w:pPr>
    </w:p>
    <w:p w:rsidR="004D15F1" w:rsidRPr="004D15F1" w:rsidRDefault="004D15F1" w:rsidP="004D15F1">
      <w:pPr>
        <w:pStyle w:val="Geenafstand"/>
        <w:rPr>
          <w:sz w:val="32"/>
          <w:szCs w:val="32"/>
        </w:rPr>
      </w:pPr>
      <w:r w:rsidRPr="004D15F1">
        <w:rPr>
          <w:sz w:val="32"/>
          <w:szCs w:val="32"/>
        </w:rPr>
        <w:t>PW: digitaal prentenboek, uitje organiseren, presenteren</w:t>
      </w:r>
    </w:p>
    <w:p w:rsidR="004D15F1" w:rsidRPr="004D15F1" w:rsidRDefault="004D15F1" w:rsidP="004D15F1">
      <w:pPr>
        <w:pStyle w:val="Geenafstand"/>
        <w:rPr>
          <w:sz w:val="32"/>
          <w:szCs w:val="32"/>
        </w:rPr>
      </w:pPr>
      <w:r w:rsidRPr="004D15F1">
        <w:rPr>
          <w:sz w:val="32"/>
          <w:szCs w:val="32"/>
        </w:rPr>
        <w:t>MZ: Identiteitsfraude, wat zie jij?, uitje organiseren, presenteren</w:t>
      </w:r>
    </w:p>
    <w:p w:rsidR="00D303F0" w:rsidRPr="00D303F0" w:rsidRDefault="00D303F0">
      <w:pPr>
        <w:rPr>
          <w:b/>
          <w:sz w:val="32"/>
        </w:rPr>
      </w:pPr>
      <w:r w:rsidRPr="00D303F0">
        <w:rPr>
          <w:b/>
          <w:sz w:val="32"/>
        </w:rPr>
        <w:lastRenderedPageBreak/>
        <w:t>Waar haal je de inhoud voor je portfolio vandaan?</w:t>
      </w:r>
    </w:p>
    <w:p w:rsidR="004D15F1" w:rsidRPr="000C3C74" w:rsidRDefault="00D303F0" w:rsidP="004D15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0C3C74">
        <w:rPr>
          <w:sz w:val="28"/>
          <w:szCs w:val="28"/>
        </w:rPr>
        <w:t>Welke leer- en studievaardigheden je beheerst;</w:t>
      </w:r>
    </w:p>
    <w:p w:rsidR="00D303F0" w:rsidRPr="000C3C74" w:rsidRDefault="00D303F0" w:rsidP="004D15F1">
      <w:pPr>
        <w:pStyle w:val="Lijstalinea"/>
        <w:rPr>
          <w:sz w:val="28"/>
          <w:szCs w:val="28"/>
        </w:rPr>
      </w:pPr>
      <w:r w:rsidRPr="000C3C74">
        <w:rPr>
          <w:sz w:val="28"/>
          <w:szCs w:val="28"/>
        </w:rPr>
        <w:t>Opdrachten uit lessen:  leerstijlen, teksten leren en lezen, verslagen maken, informatie zoeken / verwerken en analyseren, presenteren, informatie zoeken en analyseren, teksten lezen, ICT vaardigheden</w:t>
      </w:r>
    </w:p>
    <w:p w:rsidR="00D303F0" w:rsidRPr="000C3C74" w:rsidRDefault="00D303F0" w:rsidP="00D303F0">
      <w:pPr>
        <w:pStyle w:val="Lijstalinea"/>
        <w:ind w:left="1440"/>
        <w:rPr>
          <w:sz w:val="28"/>
          <w:szCs w:val="28"/>
        </w:rPr>
      </w:pPr>
    </w:p>
    <w:p w:rsidR="004D15F1" w:rsidRPr="000C3C74" w:rsidRDefault="00D303F0" w:rsidP="004D15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0C3C74">
        <w:rPr>
          <w:sz w:val="28"/>
          <w:szCs w:val="28"/>
        </w:rPr>
        <w:t>Welke leer en studievaardigheden je nog niet beheerst; zodat je gericht om hulp kunt vragen;</w:t>
      </w:r>
    </w:p>
    <w:p w:rsidR="00D303F0" w:rsidRPr="000C3C74" w:rsidRDefault="00D303F0" w:rsidP="004D15F1">
      <w:pPr>
        <w:pStyle w:val="Lijstalinea"/>
        <w:rPr>
          <w:sz w:val="28"/>
          <w:szCs w:val="28"/>
        </w:rPr>
      </w:pPr>
      <w:r w:rsidRPr="000C3C74">
        <w:rPr>
          <w:sz w:val="28"/>
          <w:szCs w:val="28"/>
        </w:rPr>
        <w:t>Opdrachten uit lessen:   leerstijlen, teksten leren en lezen, verslagen maken, informatie zoeken / verwerken en analyseren, presenteren, informatie zoeken en analyseren, teksten lezen, ICT vaardigheden</w:t>
      </w:r>
    </w:p>
    <w:p w:rsidR="00D303F0" w:rsidRPr="000C3C74" w:rsidRDefault="00D303F0" w:rsidP="00D303F0">
      <w:pPr>
        <w:pStyle w:val="Lijstalinea"/>
        <w:ind w:left="1416"/>
        <w:rPr>
          <w:sz w:val="28"/>
          <w:szCs w:val="28"/>
        </w:rPr>
      </w:pPr>
    </w:p>
    <w:p w:rsidR="004D15F1" w:rsidRPr="000C3C74" w:rsidRDefault="00D303F0" w:rsidP="004D15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0C3C74">
        <w:rPr>
          <w:sz w:val="28"/>
          <w:szCs w:val="28"/>
        </w:rPr>
        <w:t>Beheersing sociale competentie (samenwerken en communiceren met anderen);</w:t>
      </w:r>
    </w:p>
    <w:p w:rsidR="00D303F0" w:rsidRPr="000C3C74" w:rsidRDefault="000C3C74" w:rsidP="004D15F1">
      <w:pPr>
        <w:pStyle w:val="Lijstalinea"/>
        <w:rPr>
          <w:sz w:val="28"/>
          <w:szCs w:val="28"/>
        </w:rPr>
      </w:pPr>
      <w:r w:rsidRPr="000C3C74">
        <w:rPr>
          <w:sz w:val="28"/>
          <w:szCs w:val="28"/>
        </w:rPr>
        <w:t xml:space="preserve">Opdrachten uit lessen: </w:t>
      </w:r>
      <w:r w:rsidR="00D303F0" w:rsidRPr="000C3C74">
        <w:rPr>
          <w:sz w:val="28"/>
          <w:szCs w:val="28"/>
        </w:rPr>
        <w:t>samenwerken</w:t>
      </w:r>
      <w:r w:rsidRPr="000C3C74">
        <w:rPr>
          <w:sz w:val="28"/>
          <w:szCs w:val="28"/>
        </w:rPr>
        <w:t>, feedback geven</w:t>
      </w:r>
    </w:p>
    <w:p w:rsidR="00D303F0" w:rsidRPr="000C3C74" w:rsidRDefault="00D303F0" w:rsidP="00D303F0">
      <w:pPr>
        <w:pStyle w:val="Lijstalinea"/>
        <w:ind w:left="1440"/>
        <w:rPr>
          <w:sz w:val="28"/>
          <w:szCs w:val="28"/>
        </w:rPr>
      </w:pPr>
    </w:p>
    <w:p w:rsidR="004D15F1" w:rsidRPr="000C3C74" w:rsidRDefault="00D303F0" w:rsidP="004D15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0C3C74">
        <w:rPr>
          <w:sz w:val="28"/>
          <w:szCs w:val="28"/>
        </w:rPr>
        <w:t>Beheersing van competenties op het gebied van zelfstandigheid, motivatie, interesse, werkhouding en doorzettingsvermogen;</w:t>
      </w:r>
    </w:p>
    <w:p w:rsidR="00D303F0" w:rsidRPr="000C3C74" w:rsidRDefault="000C3C74" w:rsidP="004D15F1">
      <w:pPr>
        <w:pStyle w:val="Lijstalinea"/>
        <w:rPr>
          <w:sz w:val="28"/>
          <w:szCs w:val="28"/>
        </w:rPr>
      </w:pPr>
      <w:r w:rsidRPr="000C3C74">
        <w:rPr>
          <w:sz w:val="28"/>
          <w:szCs w:val="28"/>
        </w:rPr>
        <w:t>Opdrachten uit lessen: toets studievaardigheden, plannen, reflecteren</w:t>
      </w:r>
    </w:p>
    <w:p w:rsidR="00D303F0" w:rsidRPr="000C3C74" w:rsidRDefault="00D303F0" w:rsidP="00D303F0">
      <w:pPr>
        <w:pStyle w:val="Lijstalinea"/>
        <w:ind w:left="1440"/>
        <w:rPr>
          <w:sz w:val="28"/>
          <w:szCs w:val="28"/>
        </w:rPr>
      </w:pPr>
    </w:p>
    <w:p w:rsidR="004D15F1" w:rsidRPr="000C3C74" w:rsidRDefault="00D303F0" w:rsidP="004D15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0C3C74">
        <w:rPr>
          <w:sz w:val="28"/>
          <w:szCs w:val="28"/>
        </w:rPr>
        <w:t>Beheersing van competenties op het gebied van studievaardigheden zoals het plannen en organiseren van het werken, onderzoeken en reflecteren.</w:t>
      </w:r>
    </w:p>
    <w:p w:rsidR="00D303F0" w:rsidRPr="000C3C74" w:rsidRDefault="00D303F0" w:rsidP="004D15F1">
      <w:pPr>
        <w:pStyle w:val="Lijstalinea"/>
        <w:rPr>
          <w:sz w:val="28"/>
          <w:szCs w:val="28"/>
        </w:rPr>
      </w:pPr>
      <w:r w:rsidRPr="000C3C74">
        <w:rPr>
          <w:sz w:val="28"/>
          <w:szCs w:val="28"/>
        </w:rPr>
        <w:t>Opdrachten uit lessen:   plannen, reflecteren, informatie zoeken en analyseren</w:t>
      </w:r>
    </w:p>
    <w:p w:rsidR="000C3C74" w:rsidRDefault="000C3C74" w:rsidP="000C3C74">
      <w:pPr>
        <w:pStyle w:val="Geenafstand"/>
        <w:rPr>
          <w:sz w:val="28"/>
          <w:szCs w:val="28"/>
        </w:rPr>
      </w:pPr>
    </w:p>
    <w:p w:rsidR="000C3C74" w:rsidRDefault="000C3C74" w:rsidP="000C3C74">
      <w:pPr>
        <w:pStyle w:val="Geenafstand"/>
        <w:rPr>
          <w:sz w:val="28"/>
          <w:szCs w:val="28"/>
        </w:rPr>
      </w:pPr>
    </w:p>
    <w:p w:rsidR="000C3C74" w:rsidRPr="000C3C74" w:rsidRDefault="000C3C74" w:rsidP="000C3C74">
      <w:pPr>
        <w:pStyle w:val="Geenafstand"/>
        <w:rPr>
          <w:sz w:val="28"/>
          <w:szCs w:val="28"/>
        </w:rPr>
      </w:pPr>
      <w:r w:rsidRPr="000C3C74">
        <w:rPr>
          <w:sz w:val="28"/>
          <w:szCs w:val="28"/>
        </w:rPr>
        <w:t>Hoe je portfolio eruit komt te zien mag je zelf weten. Denk bij het samenstellen aan het gebruik van foto’s, filmpjes, werkstukken, opdrachten, feedbackformulieren, etc.</w:t>
      </w:r>
    </w:p>
    <w:p w:rsidR="000C3C74" w:rsidRPr="000C3C74" w:rsidRDefault="000C3C74" w:rsidP="000C3C74">
      <w:pPr>
        <w:pStyle w:val="Geenafstand"/>
        <w:rPr>
          <w:sz w:val="28"/>
          <w:szCs w:val="28"/>
        </w:rPr>
      </w:pPr>
      <w:r w:rsidRPr="000C3C74">
        <w:rPr>
          <w:sz w:val="28"/>
          <w:szCs w:val="28"/>
        </w:rPr>
        <w:t> </w:t>
      </w:r>
    </w:p>
    <w:p w:rsidR="000C3C74" w:rsidRPr="000C3C74" w:rsidRDefault="000C3C74" w:rsidP="000C3C74">
      <w:pPr>
        <w:pStyle w:val="Geenafstand"/>
        <w:rPr>
          <w:sz w:val="28"/>
          <w:szCs w:val="28"/>
        </w:rPr>
      </w:pPr>
      <w:r w:rsidRPr="000C3C74">
        <w:rPr>
          <w:sz w:val="28"/>
          <w:szCs w:val="28"/>
        </w:rPr>
        <w:t>Lever je portfolio in bij de docent. Deze zal daarna overgedragen worden aan je studieloopbaan begeleider.</w:t>
      </w:r>
    </w:p>
    <w:p w:rsidR="00D303F0" w:rsidRDefault="00D303F0">
      <w:pPr>
        <w:rPr>
          <w:sz w:val="24"/>
          <w:szCs w:val="24"/>
        </w:rPr>
      </w:pPr>
    </w:p>
    <w:p w:rsidR="008634F1" w:rsidRDefault="008634F1">
      <w:pPr>
        <w:rPr>
          <w:sz w:val="24"/>
          <w:szCs w:val="24"/>
        </w:rPr>
      </w:pPr>
    </w:p>
    <w:p w:rsidR="008634F1" w:rsidRDefault="008634F1">
      <w:pPr>
        <w:rPr>
          <w:sz w:val="24"/>
          <w:szCs w:val="24"/>
        </w:rPr>
      </w:pPr>
    </w:p>
    <w:p w:rsidR="008634F1" w:rsidRDefault="008634F1">
      <w:pPr>
        <w:rPr>
          <w:sz w:val="24"/>
          <w:szCs w:val="24"/>
        </w:rPr>
      </w:pPr>
    </w:p>
    <w:p w:rsidR="008634F1" w:rsidRDefault="008634F1">
      <w:pPr>
        <w:rPr>
          <w:sz w:val="24"/>
          <w:szCs w:val="24"/>
        </w:rPr>
      </w:pPr>
    </w:p>
    <w:p w:rsidR="008634F1" w:rsidRPr="008634F1" w:rsidRDefault="008634F1">
      <w:pPr>
        <w:rPr>
          <w:b/>
          <w:sz w:val="32"/>
          <w:szCs w:val="32"/>
        </w:rPr>
      </w:pPr>
      <w:r w:rsidRPr="008634F1">
        <w:rPr>
          <w:b/>
          <w:sz w:val="32"/>
          <w:szCs w:val="32"/>
        </w:rPr>
        <w:lastRenderedPageBreak/>
        <w:t>Reflectie</w:t>
      </w:r>
      <w:r>
        <w:rPr>
          <w:b/>
          <w:sz w:val="32"/>
          <w:szCs w:val="32"/>
        </w:rPr>
        <w:t>verslag periode 1 en 2 via STARR-</w:t>
      </w:r>
      <w:r w:rsidRPr="008634F1">
        <w:rPr>
          <w:b/>
          <w:sz w:val="32"/>
          <w:szCs w:val="32"/>
        </w:rPr>
        <w:t>model</w:t>
      </w:r>
    </w:p>
    <w:p w:rsidR="008634F1" w:rsidRPr="008634F1" w:rsidRDefault="008634F1" w:rsidP="008634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8634F1">
        <w:rPr>
          <w:sz w:val="28"/>
          <w:szCs w:val="28"/>
        </w:rPr>
        <w:t>In tweetallen</w:t>
      </w:r>
    </w:p>
    <w:p w:rsidR="008634F1" w:rsidRPr="008634F1" w:rsidRDefault="008634F1" w:rsidP="008634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8634F1">
        <w:rPr>
          <w:sz w:val="28"/>
          <w:szCs w:val="28"/>
        </w:rPr>
        <w:t>Je 2 leerdoelen van blok 2</w:t>
      </w:r>
    </w:p>
    <w:p w:rsidR="008634F1" w:rsidRPr="008634F1" w:rsidRDefault="008634F1" w:rsidP="008634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8634F1">
        <w:rPr>
          <w:sz w:val="28"/>
          <w:szCs w:val="28"/>
        </w:rPr>
        <w:t>Je geeft elkaar een tip en een top (staat aan het eind van je verslag)</w:t>
      </w:r>
    </w:p>
    <w:p w:rsidR="008634F1" w:rsidRPr="008634F1" w:rsidRDefault="008634F1" w:rsidP="008634F1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8634F1">
        <w:rPr>
          <w:sz w:val="28"/>
          <w:szCs w:val="28"/>
        </w:rPr>
        <w:t>Komt voor in je portfolio</w:t>
      </w: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7C8FE75" wp14:editId="74D6C676">
            <wp:simplePos x="0" y="0"/>
            <wp:positionH relativeFrom="column">
              <wp:posOffset>-696433</wp:posOffset>
            </wp:positionH>
            <wp:positionV relativeFrom="paragraph">
              <wp:posOffset>283845</wp:posOffset>
            </wp:positionV>
            <wp:extent cx="7527290" cy="5645785"/>
            <wp:effectExtent l="0" t="0" r="0" b="0"/>
            <wp:wrapNone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7290" cy="564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8634F1" w:rsidRDefault="008634F1">
      <w:pPr>
        <w:rPr>
          <w:b/>
          <w:sz w:val="24"/>
          <w:szCs w:val="24"/>
        </w:rPr>
      </w:pPr>
    </w:p>
    <w:p w:rsidR="00B15EF6" w:rsidRDefault="00B15EF6">
      <w:pPr>
        <w:rPr>
          <w:b/>
          <w:sz w:val="24"/>
          <w:szCs w:val="24"/>
        </w:rPr>
      </w:pPr>
    </w:p>
    <w:p w:rsidR="00B15EF6" w:rsidRDefault="00B15EF6">
      <w:pPr>
        <w:rPr>
          <w:b/>
          <w:sz w:val="24"/>
          <w:szCs w:val="24"/>
        </w:rPr>
      </w:pPr>
    </w:p>
    <w:p w:rsidR="00B15EF6" w:rsidRDefault="00B15EF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Voorblad</w:t>
      </w:r>
    </w:p>
    <w:p w:rsidR="00B15EF6" w:rsidRDefault="00B15EF6">
      <w:pPr>
        <w:rPr>
          <w:b/>
          <w:sz w:val="24"/>
          <w:szCs w:val="24"/>
        </w:rPr>
      </w:pPr>
      <w:r>
        <w:rPr>
          <w:b/>
          <w:sz w:val="24"/>
          <w:szCs w:val="24"/>
        </w:rPr>
        <w:t>Inhoudsopgave</w:t>
      </w:r>
    </w:p>
    <w:p w:rsidR="00B15EF6" w:rsidRDefault="00B15EF6">
      <w:pPr>
        <w:rPr>
          <w:b/>
          <w:sz w:val="24"/>
          <w:szCs w:val="24"/>
        </w:rPr>
      </w:pPr>
      <w:r>
        <w:rPr>
          <w:b/>
          <w:sz w:val="24"/>
          <w:szCs w:val="24"/>
        </w:rPr>
        <w:t>Hoofdstuk 1: STARR-methode reflectie</w:t>
      </w:r>
    </w:p>
    <w:p w:rsidR="00B15EF6" w:rsidRPr="00DD5851" w:rsidRDefault="00B15EF6" w:rsidP="00B15EF6">
      <w:pPr>
        <w:pStyle w:val="Normaalweb"/>
        <w:rPr>
          <w:rFonts w:asciiTheme="minorHAnsi" w:hAnsiTheme="minorHAnsi"/>
          <w:b/>
        </w:rPr>
      </w:pPr>
      <w:r w:rsidRPr="00DD5851">
        <w:rPr>
          <w:rFonts w:asciiTheme="minorHAnsi" w:hAnsiTheme="minorHAnsi"/>
          <w:b/>
        </w:rPr>
        <w:t>Hoofdstuk 2: Welke leer- en studievaardigheden je beheerst;</w:t>
      </w:r>
    </w:p>
    <w:p w:rsidR="00B15EF6" w:rsidRPr="00DD5851" w:rsidRDefault="00DD5851" w:rsidP="00DD5851">
      <w:pPr>
        <w:pStyle w:val="Normaalweb"/>
        <w:rPr>
          <w:rFonts w:asciiTheme="minorHAnsi" w:hAnsiTheme="minorHAnsi"/>
          <w:b/>
        </w:rPr>
      </w:pPr>
      <w:r w:rsidRPr="00DD5851">
        <w:rPr>
          <w:rFonts w:asciiTheme="minorHAnsi" w:hAnsiTheme="minorHAnsi"/>
          <w:b/>
        </w:rPr>
        <w:t xml:space="preserve">Hoofdstuk 3: </w:t>
      </w:r>
      <w:r w:rsidR="00B15EF6" w:rsidRPr="00DD5851">
        <w:rPr>
          <w:rFonts w:asciiTheme="minorHAnsi" w:hAnsiTheme="minorHAnsi"/>
          <w:b/>
        </w:rPr>
        <w:t>Welke leer en studievaardigheden je nog niet beheerst; zodat je gericht om hulp kunt vragen;</w:t>
      </w:r>
    </w:p>
    <w:p w:rsidR="00B15EF6" w:rsidRPr="00DD5851" w:rsidRDefault="00DD5851" w:rsidP="00DD5851">
      <w:pPr>
        <w:pStyle w:val="Normaalweb"/>
        <w:rPr>
          <w:rFonts w:asciiTheme="minorHAnsi" w:hAnsiTheme="minorHAnsi"/>
          <w:b/>
        </w:rPr>
      </w:pPr>
      <w:r w:rsidRPr="00DD5851">
        <w:rPr>
          <w:rFonts w:asciiTheme="minorHAnsi" w:hAnsiTheme="minorHAnsi"/>
          <w:b/>
        </w:rPr>
        <w:t xml:space="preserve">Hoofdstuk 4: </w:t>
      </w:r>
      <w:r w:rsidR="00B15EF6" w:rsidRPr="00DD5851">
        <w:rPr>
          <w:rFonts w:asciiTheme="minorHAnsi" w:hAnsiTheme="minorHAnsi"/>
          <w:b/>
        </w:rPr>
        <w:t>Beheersing sociale competentie (samenwerken en communiceren met anderen)</w:t>
      </w:r>
    </w:p>
    <w:p w:rsidR="00B15EF6" w:rsidRPr="00DD5851" w:rsidRDefault="00DD5851" w:rsidP="00DD5851">
      <w:pPr>
        <w:pStyle w:val="Normaalweb"/>
        <w:rPr>
          <w:rFonts w:asciiTheme="minorHAnsi" w:hAnsiTheme="minorHAnsi"/>
          <w:b/>
        </w:rPr>
      </w:pPr>
      <w:r w:rsidRPr="00DD5851">
        <w:rPr>
          <w:rFonts w:asciiTheme="minorHAnsi" w:hAnsiTheme="minorHAnsi"/>
          <w:b/>
        </w:rPr>
        <w:t xml:space="preserve">Hoofdstuk 5: </w:t>
      </w:r>
      <w:r w:rsidR="00B15EF6" w:rsidRPr="00DD5851">
        <w:rPr>
          <w:rFonts w:asciiTheme="minorHAnsi" w:hAnsiTheme="minorHAnsi"/>
          <w:b/>
        </w:rPr>
        <w:t>Beheersing van competenties op het gebied van zelfstandigheid, motivatie, interesse, werkhouding en doorzettingsvermogen;</w:t>
      </w:r>
    </w:p>
    <w:p w:rsidR="00B15EF6" w:rsidRPr="00DD5851" w:rsidRDefault="00DD5851" w:rsidP="00DD5851">
      <w:pPr>
        <w:pStyle w:val="Normaalweb"/>
        <w:rPr>
          <w:rFonts w:asciiTheme="minorHAnsi" w:hAnsiTheme="minorHAnsi"/>
          <w:b/>
        </w:rPr>
      </w:pPr>
      <w:r w:rsidRPr="00DD5851">
        <w:rPr>
          <w:rFonts w:asciiTheme="minorHAnsi" w:eastAsiaTheme="minorHAnsi" w:hAnsiTheme="minorHAnsi" w:cstheme="minorBidi"/>
          <w:b/>
          <w:lang w:eastAsia="en-US"/>
        </w:rPr>
        <w:t xml:space="preserve">Hoofdstuk 6: </w:t>
      </w:r>
      <w:r w:rsidR="00B15EF6" w:rsidRPr="00DD5851">
        <w:rPr>
          <w:rFonts w:asciiTheme="minorHAnsi" w:hAnsiTheme="minorHAnsi"/>
          <w:b/>
        </w:rPr>
        <w:t>Beheersing van competenties op het gebied van studievaardigheden zoals het plannen en organiseren van het werken, onderzoeken en reflecteren.</w:t>
      </w:r>
    </w:p>
    <w:p w:rsidR="00B15EF6" w:rsidRDefault="00B15EF6">
      <w:pPr>
        <w:rPr>
          <w:b/>
          <w:sz w:val="24"/>
          <w:szCs w:val="24"/>
        </w:rPr>
      </w:pPr>
    </w:p>
    <w:p w:rsidR="00B15EF6" w:rsidRDefault="00DD5851">
      <w:pPr>
        <w:rPr>
          <w:b/>
          <w:sz w:val="24"/>
          <w:szCs w:val="24"/>
        </w:rPr>
      </w:pPr>
      <w:r>
        <w:rPr>
          <w:b/>
          <w:sz w:val="24"/>
          <w:szCs w:val="24"/>
        </w:rPr>
        <w:t>Inleverdatum: 29-01-2016 tot 14.00 uur</w:t>
      </w:r>
    </w:p>
    <w:p w:rsidR="00DD5851" w:rsidRDefault="00DD5851">
      <w:pPr>
        <w:rPr>
          <w:b/>
          <w:sz w:val="24"/>
          <w:szCs w:val="24"/>
        </w:rPr>
      </w:pPr>
      <w:r>
        <w:rPr>
          <w:b/>
          <w:sz w:val="24"/>
          <w:szCs w:val="24"/>
        </w:rPr>
        <w:t>Ook inleverdatum voor inspiratiemap</w:t>
      </w:r>
      <w:bookmarkStart w:id="0" w:name="_GoBack"/>
      <w:bookmarkEnd w:id="0"/>
    </w:p>
    <w:sectPr w:rsidR="00DD5851" w:rsidSect="00D303F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808A2"/>
    <w:multiLevelType w:val="multilevel"/>
    <w:tmpl w:val="C0CCE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95235"/>
    <w:multiLevelType w:val="hybridMultilevel"/>
    <w:tmpl w:val="9412FF6C"/>
    <w:lvl w:ilvl="0" w:tplc="CE60F4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12DE8"/>
    <w:multiLevelType w:val="multilevel"/>
    <w:tmpl w:val="1F42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F0"/>
    <w:rsid w:val="000C3C74"/>
    <w:rsid w:val="004D15F1"/>
    <w:rsid w:val="004D7419"/>
    <w:rsid w:val="008634F1"/>
    <w:rsid w:val="00B15EF6"/>
    <w:rsid w:val="00CD2A43"/>
    <w:rsid w:val="00D303F0"/>
    <w:rsid w:val="00DD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303F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03F0"/>
    <w:pPr>
      <w:ind w:left="720"/>
      <w:contextualSpacing/>
    </w:pPr>
  </w:style>
  <w:style w:type="paragraph" w:styleId="Geenafstand">
    <w:name w:val="No Spacing"/>
    <w:uiPriority w:val="1"/>
    <w:qFormat/>
    <w:rsid w:val="004D15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0C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rsid w:val="00863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634F1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303F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03F0"/>
    <w:pPr>
      <w:ind w:left="720"/>
      <w:contextualSpacing/>
    </w:pPr>
  </w:style>
  <w:style w:type="paragraph" w:styleId="Geenafstand">
    <w:name w:val="No Spacing"/>
    <w:uiPriority w:val="1"/>
    <w:qFormat/>
    <w:rsid w:val="004D15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0C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rsid w:val="00863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634F1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5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5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1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1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2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344554AC</Template>
  <TotalTime>41</TotalTime>
  <Pages>4</Pages>
  <Words>468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R.E. Broekman</dc:creator>
  <cp:lastModifiedBy>M. Blik</cp:lastModifiedBy>
  <cp:revision>4</cp:revision>
  <dcterms:created xsi:type="dcterms:W3CDTF">2016-01-25T13:15:00Z</dcterms:created>
  <dcterms:modified xsi:type="dcterms:W3CDTF">2016-01-26T08:18:00Z</dcterms:modified>
</cp:coreProperties>
</file>