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E2F" w:rsidRDefault="00492E2F" w:rsidP="00492E2F">
      <w:pPr>
        <w:pStyle w:val="Kop2"/>
        <w:numPr>
          <w:ilvl w:val="0"/>
          <w:numId w:val="0"/>
        </w:numPr>
        <w:spacing w:before="0" w:line="240" w:lineRule="auto"/>
        <w:ind w:left="576" w:hanging="576"/>
        <w:rPr>
          <w:rFonts w:ascii="Calibri" w:hAnsi="Calibri" w:cs="Calibri"/>
          <w:color w:val="auto"/>
          <w:sz w:val="28"/>
          <w:szCs w:val="28"/>
        </w:rPr>
      </w:pPr>
    </w:p>
    <w:p w:rsidR="00851F20" w:rsidRDefault="00E23CEC" w:rsidP="00492E2F">
      <w:pPr>
        <w:pStyle w:val="Kop2"/>
        <w:numPr>
          <w:ilvl w:val="0"/>
          <w:numId w:val="0"/>
        </w:numPr>
        <w:spacing w:before="0" w:line="240" w:lineRule="auto"/>
        <w:ind w:left="576" w:hanging="576"/>
        <w:rPr>
          <w:rFonts w:ascii="Calibri" w:hAnsi="Calibri" w:cs="Calibri"/>
          <w:color w:val="auto"/>
          <w:sz w:val="56"/>
          <w:szCs w:val="56"/>
        </w:rPr>
      </w:pPr>
      <w:r>
        <w:rPr>
          <w:rFonts w:ascii="Calibri" w:hAnsi="Calibri" w:cs="Calibri"/>
          <w:color w:val="auto"/>
          <w:sz w:val="56"/>
          <w:szCs w:val="56"/>
        </w:rPr>
        <w:t>Voorbeeld a</w:t>
      </w:r>
      <w:r w:rsidR="006B4CCF">
        <w:rPr>
          <w:rFonts w:ascii="Calibri" w:hAnsi="Calibri" w:cs="Calibri"/>
          <w:color w:val="auto"/>
          <w:sz w:val="56"/>
          <w:szCs w:val="56"/>
        </w:rPr>
        <w:t>rrangeer format</w:t>
      </w:r>
    </w:p>
    <w:p w:rsidR="00956B16" w:rsidRDefault="00F54F18" w:rsidP="00956B16">
      <w:pPr>
        <w:rPr>
          <w:b/>
        </w:rPr>
      </w:pPr>
      <w:r>
        <w:rPr>
          <w:b/>
        </w:rPr>
        <w:t>Newmancollege Breda</w:t>
      </w:r>
    </w:p>
    <w:p w:rsidR="00AA381D" w:rsidRDefault="00AA381D" w:rsidP="00956B16">
      <w:pPr>
        <w:rPr>
          <w:b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60"/>
        <w:gridCol w:w="2905"/>
        <w:gridCol w:w="2963"/>
        <w:gridCol w:w="2960"/>
      </w:tblGrid>
      <w:tr w:rsidR="00AA381D" w:rsidTr="00CA34ED">
        <w:tc>
          <w:tcPr>
            <w:tcW w:w="160" w:type="dxa"/>
          </w:tcPr>
          <w:p w:rsidR="00AA381D" w:rsidRDefault="00AA381D" w:rsidP="00CA34ED">
            <w:r>
              <w:t>1</w:t>
            </w:r>
          </w:p>
        </w:tc>
        <w:tc>
          <w:tcPr>
            <w:tcW w:w="2950" w:type="dxa"/>
          </w:tcPr>
          <w:p w:rsidR="00AA381D" w:rsidRDefault="00AA381D" w:rsidP="00CA34ED">
            <w:r>
              <w:t>Naam van het arrangement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8249E6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9319BC">
        <w:tc>
          <w:tcPr>
            <w:tcW w:w="160" w:type="dxa"/>
          </w:tcPr>
          <w:p w:rsidR="00AA381D" w:rsidRDefault="00AA381D" w:rsidP="00CA34ED">
            <w:r>
              <w:t>2</w:t>
            </w:r>
          </w:p>
        </w:tc>
        <w:tc>
          <w:tcPr>
            <w:tcW w:w="2950" w:type="dxa"/>
          </w:tcPr>
          <w:p w:rsidR="00AA381D" w:rsidRDefault="00AA381D" w:rsidP="00CA34ED">
            <w:r>
              <w:t>Onderdelen van het arrangement</w:t>
            </w:r>
          </w:p>
        </w:tc>
        <w:tc>
          <w:tcPr>
            <w:tcW w:w="0" w:type="auto"/>
            <w:tcBorders>
              <w:right w:val="nil"/>
            </w:tcBorders>
          </w:tcPr>
          <w:p w:rsidR="00AA381D" w:rsidRDefault="00AA381D" w:rsidP="008249E6"/>
          <w:p w:rsidR="008249E6" w:rsidRDefault="008249E6" w:rsidP="008249E6"/>
          <w:p w:rsidR="008249E6" w:rsidRDefault="008249E6" w:rsidP="008249E6"/>
        </w:tc>
        <w:tc>
          <w:tcPr>
            <w:tcW w:w="0" w:type="auto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3</w:t>
            </w:r>
          </w:p>
        </w:tc>
        <w:tc>
          <w:tcPr>
            <w:tcW w:w="2950" w:type="dxa"/>
          </w:tcPr>
          <w:p w:rsidR="00AA381D" w:rsidRDefault="00AA381D" w:rsidP="00CA34ED">
            <w:r>
              <w:t>Tijdsinvestering leerlingen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4</w:t>
            </w:r>
          </w:p>
        </w:tc>
        <w:tc>
          <w:tcPr>
            <w:tcW w:w="2950" w:type="dxa"/>
          </w:tcPr>
          <w:p w:rsidR="00AA381D" w:rsidRDefault="00AA381D" w:rsidP="00F54F18">
            <w:r>
              <w:t xml:space="preserve">Titel </w:t>
            </w:r>
            <w:r w:rsidR="00F54F18">
              <w:t>gebruikte onderdelen eigen materiaal of huidige methode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5</w:t>
            </w:r>
          </w:p>
        </w:tc>
        <w:tc>
          <w:tcPr>
            <w:tcW w:w="2950" w:type="dxa"/>
          </w:tcPr>
          <w:p w:rsidR="00AA381D" w:rsidRDefault="00AA381D" w:rsidP="00CA34ED">
            <w:r>
              <w:t>Onderdelen uit VO-content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6</w:t>
            </w:r>
          </w:p>
        </w:tc>
        <w:tc>
          <w:tcPr>
            <w:tcW w:w="2950" w:type="dxa"/>
          </w:tcPr>
          <w:p w:rsidR="00AA381D" w:rsidRDefault="00AA381D" w:rsidP="00F54F18">
            <w:r>
              <w:t>Onderdelenmix, eigen materiaal, methode en VO-content materiaal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28143A" w:rsidP="00CA34ED">
            <w:r>
              <w:t>.</w:t>
            </w:r>
          </w:p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7</w:t>
            </w:r>
          </w:p>
        </w:tc>
        <w:tc>
          <w:tcPr>
            <w:tcW w:w="2950" w:type="dxa"/>
          </w:tcPr>
          <w:p w:rsidR="00AA381D" w:rsidRDefault="00AA381D" w:rsidP="00CA34ED">
            <w:r>
              <w:t>Beschrijving invulling per tijdseenheid</w:t>
            </w:r>
          </w:p>
        </w:tc>
        <w:tc>
          <w:tcPr>
            <w:tcW w:w="3071" w:type="dxa"/>
            <w:tcBorders>
              <w:right w:val="nil"/>
            </w:tcBorders>
          </w:tcPr>
          <w:p w:rsidR="0028143A" w:rsidRDefault="0028143A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8</w:t>
            </w:r>
          </w:p>
          <w:p w:rsidR="00AA381D" w:rsidRDefault="00AA381D" w:rsidP="00CA34ED"/>
          <w:p w:rsidR="00AA381D" w:rsidRDefault="00AA381D" w:rsidP="00CA34ED"/>
        </w:tc>
        <w:tc>
          <w:tcPr>
            <w:tcW w:w="2950" w:type="dxa"/>
          </w:tcPr>
          <w:p w:rsidR="00AA381D" w:rsidRDefault="00AA381D" w:rsidP="00CA34ED">
            <w:r>
              <w:t>Beschrijf de onderdelen die als extra stof kunnen worden benoemd.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>9</w:t>
            </w:r>
          </w:p>
        </w:tc>
        <w:tc>
          <w:tcPr>
            <w:tcW w:w="2950" w:type="dxa"/>
          </w:tcPr>
          <w:p w:rsidR="00AA381D" w:rsidRDefault="00AA381D" w:rsidP="00CA34ED">
            <w:r>
              <w:t>Beschrijf de onderdelen die als herhalingsstof kunnen worden benoemd.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</w:tc>
      </w:tr>
      <w:tr w:rsidR="00AA381D" w:rsidTr="00CA34ED">
        <w:tc>
          <w:tcPr>
            <w:tcW w:w="160" w:type="dxa"/>
          </w:tcPr>
          <w:p w:rsidR="00AA381D" w:rsidRDefault="00AA381D" w:rsidP="00CA34ED">
            <w:r>
              <w:t xml:space="preserve">10 </w:t>
            </w:r>
          </w:p>
        </w:tc>
        <w:tc>
          <w:tcPr>
            <w:tcW w:w="2950" w:type="dxa"/>
          </w:tcPr>
          <w:p w:rsidR="00AA381D" w:rsidRDefault="00AA381D" w:rsidP="00CA34ED">
            <w:r>
              <w:t>Didactische tips</w:t>
            </w:r>
          </w:p>
        </w:tc>
        <w:tc>
          <w:tcPr>
            <w:tcW w:w="3071" w:type="dxa"/>
            <w:tcBorders>
              <w:right w:val="nil"/>
            </w:tcBorders>
          </w:tcPr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/>
          <w:p w:rsidR="00AA381D" w:rsidRDefault="00AA381D" w:rsidP="00CA34ED">
            <w:bookmarkStart w:id="0" w:name="_GoBack"/>
            <w:bookmarkEnd w:id="0"/>
          </w:p>
        </w:tc>
        <w:tc>
          <w:tcPr>
            <w:tcW w:w="3071" w:type="dxa"/>
            <w:tcBorders>
              <w:left w:val="nil"/>
            </w:tcBorders>
          </w:tcPr>
          <w:p w:rsidR="00AA381D" w:rsidRDefault="00AA381D" w:rsidP="00CA34ED"/>
        </w:tc>
      </w:tr>
    </w:tbl>
    <w:p w:rsidR="00AA381D" w:rsidRDefault="00AA381D" w:rsidP="00956B16">
      <w:pPr>
        <w:rPr>
          <w:b/>
        </w:rPr>
      </w:pPr>
    </w:p>
    <w:sectPr w:rsidR="00AA381D" w:rsidSect="002365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9E6" w:rsidRDefault="008249E6" w:rsidP="00CD32DC">
      <w:pPr>
        <w:spacing w:after="0" w:line="240" w:lineRule="auto"/>
      </w:pPr>
      <w:r>
        <w:separator/>
      </w:r>
    </w:p>
  </w:endnote>
  <w:endnote w:type="continuationSeparator" w:id="0">
    <w:p w:rsidR="008249E6" w:rsidRDefault="008249E6" w:rsidP="00CD32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9E6" w:rsidRDefault="008249E6" w:rsidP="00CD32DC">
      <w:pPr>
        <w:spacing w:after="0" w:line="240" w:lineRule="auto"/>
      </w:pPr>
      <w:r>
        <w:separator/>
      </w:r>
    </w:p>
  </w:footnote>
  <w:footnote w:type="continuationSeparator" w:id="0">
    <w:p w:rsidR="008249E6" w:rsidRDefault="008249E6" w:rsidP="00CD32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49E6" w:rsidRPr="00423A04" w:rsidRDefault="008249E6" w:rsidP="00D90601">
    <w:pPr>
      <w:pStyle w:val="Koptekst"/>
      <w:spacing w:after="0" w:line="240" w:lineRule="auto"/>
      <w:jc w:val="right"/>
      <w:rPr>
        <w:sz w:val="18"/>
        <w:szCs w:val="18"/>
      </w:rPr>
    </w:pPr>
    <w:r>
      <w:rPr>
        <w:noProof/>
        <w:lang w:val="en-US" w:eastAsia="nl-NL"/>
      </w:rPr>
      <w:drawing>
        <wp:anchor distT="0" distB="0" distL="114300" distR="114300" simplePos="0" relativeHeight="251659264" behindDoc="0" locked="0" layoutInCell="1" allowOverlap="1" wp14:anchorId="562ECE05" wp14:editId="5CA28A7A">
          <wp:simplePos x="0" y="0"/>
          <wp:positionH relativeFrom="column">
            <wp:posOffset>-635</wp:posOffset>
          </wp:positionH>
          <wp:positionV relativeFrom="paragraph">
            <wp:posOffset>-179705</wp:posOffset>
          </wp:positionV>
          <wp:extent cx="1985010" cy="657860"/>
          <wp:effectExtent l="0" t="0" r="0" b="8890"/>
          <wp:wrapSquare wrapText="bothSides"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vo-content_logo_stercollect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5010" cy="657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hyperlink r:id="rId2" w:history="1">
      <w:r w:rsidRPr="00423A04">
        <w:rPr>
          <w:rStyle w:val="Hyperlink"/>
          <w:sz w:val="18"/>
          <w:szCs w:val="18"/>
        </w:rPr>
        <w:t>info@vo-content.nl</w:t>
      </w:r>
    </w:hyperlink>
  </w:p>
  <w:p w:rsidR="008249E6" w:rsidRPr="00423A04" w:rsidRDefault="00F54F18" w:rsidP="00D90601">
    <w:pPr>
      <w:pStyle w:val="Koptekst"/>
      <w:spacing w:after="0" w:line="240" w:lineRule="auto"/>
      <w:jc w:val="right"/>
      <w:rPr>
        <w:sz w:val="18"/>
        <w:szCs w:val="18"/>
      </w:rPr>
    </w:pPr>
    <w:hyperlink r:id="rId3" w:history="1">
      <w:r w:rsidR="008249E6" w:rsidRPr="00423A04">
        <w:rPr>
          <w:rStyle w:val="Hyperlink"/>
          <w:sz w:val="18"/>
          <w:szCs w:val="18"/>
        </w:rPr>
        <w:t>www.vo-content.nl</w:t>
      </w:r>
    </w:hyperlink>
  </w:p>
  <w:p w:rsidR="008249E6" w:rsidRPr="00423A04" w:rsidRDefault="00F54F18" w:rsidP="00D90601">
    <w:pPr>
      <w:pStyle w:val="Koptekst"/>
      <w:spacing w:after="0" w:line="240" w:lineRule="auto"/>
      <w:jc w:val="right"/>
      <w:rPr>
        <w:sz w:val="18"/>
        <w:szCs w:val="18"/>
      </w:rPr>
    </w:pPr>
    <w:hyperlink r:id="rId4" w:history="1">
      <w:r w:rsidR="008249E6" w:rsidRPr="00441A7D">
        <w:rPr>
          <w:rStyle w:val="Hyperlink"/>
          <w:sz w:val="18"/>
          <w:szCs w:val="18"/>
        </w:rPr>
        <w:t>www.twitter.com/vocontent</w:t>
      </w:r>
    </w:hyperlink>
    <w:r w:rsidR="008249E6" w:rsidRPr="00423A04">
      <w:rPr>
        <w:sz w:val="18"/>
        <w:szCs w:val="18"/>
      </w:rPr>
      <w:t xml:space="preserve"> </w:t>
    </w:r>
  </w:p>
  <w:p w:rsidR="008249E6" w:rsidRPr="00D90601" w:rsidRDefault="008249E6" w:rsidP="00D90601">
    <w:pPr>
      <w:pStyle w:val="Koptekst"/>
      <w:spacing w:after="0" w:line="240" w:lineRule="auto"/>
      <w:jc w:val="right"/>
      <w:rPr>
        <w:sz w:val="18"/>
        <w:szCs w:val="18"/>
      </w:rPr>
    </w:pPr>
    <w:r w:rsidRPr="00423A04">
      <w:rPr>
        <w:sz w:val="18"/>
        <w:szCs w:val="18"/>
      </w:rPr>
      <w:t xml:space="preserve">#vocontent </w:t>
    </w:r>
    <w:r>
      <w:rPr>
        <w:sz w:val="18"/>
        <w:szCs w:val="18"/>
      </w:rPr>
      <w:t xml:space="preserve">en </w:t>
    </w:r>
    <w:r w:rsidRPr="00423A04">
      <w:rPr>
        <w:sz w:val="18"/>
        <w:szCs w:val="18"/>
      </w:rPr>
      <w:t>#stercollecties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506C6"/>
    <w:multiLevelType w:val="hybridMultilevel"/>
    <w:tmpl w:val="F3F6DF0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9F10328"/>
    <w:multiLevelType w:val="hybridMultilevel"/>
    <w:tmpl w:val="39DC296E"/>
    <w:lvl w:ilvl="0" w:tplc="0413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6F3BD5"/>
    <w:multiLevelType w:val="hybridMultilevel"/>
    <w:tmpl w:val="51720B40"/>
    <w:lvl w:ilvl="0" w:tplc="713A55BE">
      <w:start w:val="1"/>
      <w:numFmt w:val="bullet"/>
      <w:lvlText w:val="►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7762D41"/>
    <w:multiLevelType w:val="hybridMultilevel"/>
    <w:tmpl w:val="9A88D41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A71B44"/>
    <w:multiLevelType w:val="hybridMultilevel"/>
    <w:tmpl w:val="256E5E38"/>
    <w:lvl w:ilvl="0" w:tplc="0413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8A4004"/>
    <w:multiLevelType w:val="hybridMultilevel"/>
    <w:tmpl w:val="5830C1F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7BF0C74"/>
    <w:multiLevelType w:val="hybridMultilevel"/>
    <w:tmpl w:val="AAE6D4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1556EF"/>
    <w:multiLevelType w:val="hybridMultilevel"/>
    <w:tmpl w:val="A992E88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AD51EE9"/>
    <w:multiLevelType w:val="hybridMultilevel"/>
    <w:tmpl w:val="F6C4629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11730A8"/>
    <w:multiLevelType w:val="hybridMultilevel"/>
    <w:tmpl w:val="C7FCA5A2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5A1F2127"/>
    <w:multiLevelType w:val="hybridMultilevel"/>
    <w:tmpl w:val="BCF47836"/>
    <w:lvl w:ilvl="0" w:tplc="0413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AAD5E21"/>
    <w:multiLevelType w:val="hybridMultilevel"/>
    <w:tmpl w:val="5E9AC53C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B4F2660"/>
    <w:multiLevelType w:val="multilevel"/>
    <w:tmpl w:val="04130025"/>
    <w:lvl w:ilvl="0">
      <w:start w:val="1"/>
      <w:numFmt w:val="decimal"/>
      <w:pStyle w:val="Kop1"/>
      <w:lvlText w:val="%1"/>
      <w:lvlJc w:val="left"/>
      <w:pPr>
        <w:ind w:left="432" w:hanging="432"/>
      </w:pPr>
    </w:lvl>
    <w:lvl w:ilvl="1">
      <w:start w:val="1"/>
      <w:numFmt w:val="decimal"/>
      <w:pStyle w:val="Kop2"/>
      <w:lvlText w:val="%1.%2"/>
      <w:lvlJc w:val="left"/>
      <w:pPr>
        <w:ind w:left="576" w:hanging="576"/>
      </w:pPr>
    </w:lvl>
    <w:lvl w:ilvl="2">
      <w:start w:val="1"/>
      <w:numFmt w:val="decimal"/>
      <w:pStyle w:val="Kop3"/>
      <w:lvlText w:val="%1.%2.%3"/>
      <w:lvlJc w:val="left"/>
      <w:pPr>
        <w:ind w:left="720" w:hanging="720"/>
      </w:pPr>
    </w:lvl>
    <w:lvl w:ilvl="3">
      <w:start w:val="1"/>
      <w:numFmt w:val="decimal"/>
      <w:pStyle w:val="Kop4"/>
      <w:lvlText w:val="%1.%2.%3.%4"/>
      <w:lvlJc w:val="left"/>
      <w:pPr>
        <w:ind w:left="864" w:hanging="864"/>
      </w:pPr>
    </w:lvl>
    <w:lvl w:ilvl="4">
      <w:start w:val="1"/>
      <w:numFmt w:val="decimal"/>
      <w:pStyle w:val="Kop5"/>
      <w:lvlText w:val="%1.%2.%3.%4.%5"/>
      <w:lvlJc w:val="left"/>
      <w:pPr>
        <w:ind w:left="1008" w:hanging="1008"/>
      </w:pPr>
    </w:lvl>
    <w:lvl w:ilvl="5">
      <w:start w:val="1"/>
      <w:numFmt w:val="decimal"/>
      <w:pStyle w:val="Kop6"/>
      <w:lvlText w:val="%1.%2.%3.%4.%5.%6"/>
      <w:lvlJc w:val="left"/>
      <w:pPr>
        <w:ind w:left="1152" w:hanging="1152"/>
      </w:pPr>
    </w:lvl>
    <w:lvl w:ilvl="6">
      <w:start w:val="1"/>
      <w:numFmt w:val="decimal"/>
      <w:pStyle w:val="Kop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Kop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Kop9"/>
      <w:lvlText w:val="%1.%2.%3.%4.%5.%6.%7.%8.%9"/>
      <w:lvlJc w:val="left"/>
      <w:pPr>
        <w:ind w:left="1584" w:hanging="1584"/>
      </w:pPr>
    </w:lvl>
  </w:abstractNum>
  <w:abstractNum w:abstractNumId="13">
    <w:nsid w:val="6304626A"/>
    <w:multiLevelType w:val="hybridMultilevel"/>
    <w:tmpl w:val="74DA5052"/>
    <w:lvl w:ilvl="0" w:tplc="0413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6AA640D"/>
    <w:multiLevelType w:val="hybridMultilevel"/>
    <w:tmpl w:val="B1FA6C7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456CC8"/>
    <w:multiLevelType w:val="hybridMultilevel"/>
    <w:tmpl w:val="079060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5"/>
  </w:num>
  <w:num w:numId="5">
    <w:abstractNumId w:val="13"/>
  </w:num>
  <w:num w:numId="6">
    <w:abstractNumId w:val="9"/>
  </w:num>
  <w:num w:numId="7">
    <w:abstractNumId w:val="11"/>
  </w:num>
  <w:num w:numId="8">
    <w:abstractNumId w:val="3"/>
  </w:num>
  <w:num w:numId="9">
    <w:abstractNumId w:val="0"/>
  </w:num>
  <w:num w:numId="10">
    <w:abstractNumId w:val="14"/>
  </w:num>
  <w:num w:numId="11">
    <w:abstractNumId w:val="12"/>
  </w:num>
  <w:num w:numId="12">
    <w:abstractNumId w:val="12"/>
  </w:num>
  <w:num w:numId="13">
    <w:abstractNumId w:val="12"/>
  </w:num>
  <w:num w:numId="14">
    <w:abstractNumId w:val="12"/>
  </w:num>
  <w:num w:numId="15">
    <w:abstractNumId w:val="10"/>
  </w:num>
  <w:num w:numId="16">
    <w:abstractNumId w:val="1"/>
  </w:num>
  <w:num w:numId="17">
    <w:abstractNumId w:val="4"/>
  </w:num>
  <w:num w:numId="18">
    <w:abstractNumId w:val="15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DC"/>
    <w:rsid w:val="000003E5"/>
    <w:rsid w:val="00001EEA"/>
    <w:rsid w:val="0000298D"/>
    <w:rsid w:val="00003FF3"/>
    <w:rsid w:val="00005BF5"/>
    <w:rsid w:val="00005DAD"/>
    <w:rsid w:val="000072B6"/>
    <w:rsid w:val="00010EEE"/>
    <w:rsid w:val="00011255"/>
    <w:rsid w:val="00011379"/>
    <w:rsid w:val="00011E55"/>
    <w:rsid w:val="00012F61"/>
    <w:rsid w:val="000131F5"/>
    <w:rsid w:val="00014322"/>
    <w:rsid w:val="00015677"/>
    <w:rsid w:val="00016C67"/>
    <w:rsid w:val="00017A52"/>
    <w:rsid w:val="00021591"/>
    <w:rsid w:val="000244CA"/>
    <w:rsid w:val="0002687A"/>
    <w:rsid w:val="00027D13"/>
    <w:rsid w:val="00030714"/>
    <w:rsid w:val="00030725"/>
    <w:rsid w:val="00031156"/>
    <w:rsid w:val="00031420"/>
    <w:rsid w:val="00031B31"/>
    <w:rsid w:val="0003203C"/>
    <w:rsid w:val="00032E4B"/>
    <w:rsid w:val="00033969"/>
    <w:rsid w:val="00034588"/>
    <w:rsid w:val="00035E54"/>
    <w:rsid w:val="00036A8A"/>
    <w:rsid w:val="00036C66"/>
    <w:rsid w:val="00036F03"/>
    <w:rsid w:val="000371BA"/>
    <w:rsid w:val="00040158"/>
    <w:rsid w:val="000402D2"/>
    <w:rsid w:val="0004082A"/>
    <w:rsid w:val="00040E3C"/>
    <w:rsid w:val="0004140B"/>
    <w:rsid w:val="00041E4E"/>
    <w:rsid w:val="0004283A"/>
    <w:rsid w:val="00042F6A"/>
    <w:rsid w:val="0004345E"/>
    <w:rsid w:val="000437B9"/>
    <w:rsid w:val="00044012"/>
    <w:rsid w:val="00044203"/>
    <w:rsid w:val="000455FB"/>
    <w:rsid w:val="00046359"/>
    <w:rsid w:val="0004672E"/>
    <w:rsid w:val="000467A0"/>
    <w:rsid w:val="0004741E"/>
    <w:rsid w:val="00050E0E"/>
    <w:rsid w:val="00050F7F"/>
    <w:rsid w:val="00052216"/>
    <w:rsid w:val="00052BCF"/>
    <w:rsid w:val="00053B22"/>
    <w:rsid w:val="00053F3C"/>
    <w:rsid w:val="0005416C"/>
    <w:rsid w:val="00055E7F"/>
    <w:rsid w:val="000564D0"/>
    <w:rsid w:val="00056759"/>
    <w:rsid w:val="000569EF"/>
    <w:rsid w:val="00056DFC"/>
    <w:rsid w:val="0005789D"/>
    <w:rsid w:val="0006178E"/>
    <w:rsid w:val="00062E2B"/>
    <w:rsid w:val="000637D7"/>
    <w:rsid w:val="0006445C"/>
    <w:rsid w:val="000653F2"/>
    <w:rsid w:val="00065A37"/>
    <w:rsid w:val="00066228"/>
    <w:rsid w:val="000664E0"/>
    <w:rsid w:val="0006716A"/>
    <w:rsid w:val="00067748"/>
    <w:rsid w:val="000679E9"/>
    <w:rsid w:val="00071415"/>
    <w:rsid w:val="000718D6"/>
    <w:rsid w:val="00071FB6"/>
    <w:rsid w:val="0007283B"/>
    <w:rsid w:val="00072EDD"/>
    <w:rsid w:val="000739F3"/>
    <w:rsid w:val="00074878"/>
    <w:rsid w:val="00074D6C"/>
    <w:rsid w:val="00075953"/>
    <w:rsid w:val="00076442"/>
    <w:rsid w:val="00080592"/>
    <w:rsid w:val="00081150"/>
    <w:rsid w:val="00081301"/>
    <w:rsid w:val="00081AC4"/>
    <w:rsid w:val="00081D41"/>
    <w:rsid w:val="00081D9A"/>
    <w:rsid w:val="00081EA2"/>
    <w:rsid w:val="000825CF"/>
    <w:rsid w:val="0008274F"/>
    <w:rsid w:val="00082759"/>
    <w:rsid w:val="00082F8A"/>
    <w:rsid w:val="00083F67"/>
    <w:rsid w:val="00084524"/>
    <w:rsid w:val="00084BE2"/>
    <w:rsid w:val="00085646"/>
    <w:rsid w:val="00087080"/>
    <w:rsid w:val="000879CC"/>
    <w:rsid w:val="00091B5C"/>
    <w:rsid w:val="000922FB"/>
    <w:rsid w:val="00093321"/>
    <w:rsid w:val="00093514"/>
    <w:rsid w:val="00093EE0"/>
    <w:rsid w:val="00094BA5"/>
    <w:rsid w:val="000959C7"/>
    <w:rsid w:val="00097237"/>
    <w:rsid w:val="000974CF"/>
    <w:rsid w:val="000A0F97"/>
    <w:rsid w:val="000A3922"/>
    <w:rsid w:val="000A475B"/>
    <w:rsid w:val="000A4C68"/>
    <w:rsid w:val="000A6A2D"/>
    <w:rsid w:val="000A7448"/>
    <w:rsid w:val="000A7C63"/>
    <w:rsid w:val="000B192B"/>
    <w:rsid w:val="000B1B9D"/>
    <w:rsid w:val="000B2E94"/>
    <w:rsid w:val="000B38C2"/>
    <w:rsid w:val="000B5388"/>
    <w:rsid w:val="000B5437"/>
    <w:rsid w:val="000B5B4C"/>
    <w:rsid w:val="000B6985"/>
    <w:rsid w:val="000B7747"/>
    <w:rsid w:val="000B7C95"/>
    <w:rsid w:val="000B7D8D"/>
    <w:rsid w:val="000C0D58"/>
    <w:rsid w:val="000C0DAF"/>
    <w:rsid w:val="000C210C"/>
    <w:rsid w:val="000C23D4"/>
    <w:rsid w:val="000C3C8D"/>
    <w:rsid w:val="000C3D61"/>
    <w:rsid w:val="000C4405"/>
    <w:rsid w:val="000C4CA0"/>
    <w:rsid w:val="000C4E04"/>
    <w:rsid w:val="000C4E7D"/>
    <w:rsid w:val="000C52F2"/>
    <w:rsid w:val="000C5A77"/>
    <w:rsid w:val="000C60EB"/>
    <w:rsid w:val="000C7850"/>
    <w:rsid w:val="000D0046"/>
    <w:rsid w:val="000D0BCF"/>
    <w:rsid w:val="000D0CA1"/>
    <w:rsid w:val="000D1440"/>
    <w:rsid w:val="000D15B3"/>
    <w:rsid w:val="000D17EF"/>
    <w:rsid w:val="000D3BEA"/>
    <w:rsid w:val="000D40F7"/>
    <w:rsid w:val="000D497C"/>
    <w:rsid w:val="000D565C"/>
    <w:rsid w:val="000D56DE"/>
    <w:rsid w:val="000D5C8E"/>
    <w:rsid w:val="000D635B"/>
    <w:rsid w:val="000D6BFE"/>
    <w:rsid w:val="000D726B"/>
    <w:rsid w:val="000E03B2"/>
    <w:rsid w:val="000E09A0"/>
    <w:rsid w:val="000E0AEB"/>
    <w:rsid w:val="000E1240"/>
    <w:rsid w:val="000E12ED"/>
    <w:rsid w:val="000E1963"/>
    <w:rsid w:val="000E4466"/>
    <w:rsid w:val="000E4D48"/>
    <w:rsid w:val="000E5ACE"/>
    <w:rsid w:val="000F003B"/>
    <w:rsid w:val="000F061E"/>
    <w:rsid w:val="000F1657"/>
    <w:rsid w:val="000F274B"/>
    <w:rsid w:val="000F47EB"/>
    <w:rsid w:val="000F484A"/>
    <w:rsid w:val="000F4B50"/>
    <w:rsid w:val="000F4E6D"/>
    <w:rsid w:val="000F5009"/>
    <w:rsid w:val="000F5685"/>
    <w:rsid w:val="000F58EF"/>
    <w:rsid w:val="000F5A9D"/>
    <w:rsid w:val="000F6361"/>
    <w:rsid w:val="001007E9"/>
    <w:rsid w:val="00103482"/>
    <w:rsid w:val="00105726"/>
    <w:rsid w:val="0010602C"/>
    <w:rsid w:val="001062F0"/>
    <w:rsid w:val="00106DF7"/>
    <w:rsid w:val="001072DA"/>
    <w:rsid w:val="0010733C"/>
    <w:rsid w:val="001077AC"/>
    <w:rsid w:val="00110613"/>
    <w:rsid w:val="00110BCF"/>
    <w:rsid w:val="00110DB2"/>
    <w:rsid w:val="00112E6B"/>
    <w:rsid w:val="00113EBB"/>
    <w:rsid w:val="00115CB4"/>
    <w:rsid w:val="00115CEB"/>
    <w:rsid w:val="00116756"/>
    <w:rsid w:val="00116905"/>
    <w:rsid w:val="00121313"/>
    <w:rsid w:val="00121437"/>
    <w:rsid w:val="00121782"/>
    <w:rsid w:val="00121DF7"/>
    <w:rsid w:val="00121E00"/>
    <w:rsid w:val="00122845"/>
    <w:rsid w:val="00122A5B"/>
    <w:rsid w:val="00124AD2"/>
    <w:rsid w:val="00124FDB"/>
    <w:rsid w:val="0012596C"/>
    <w:rsid w:val="00130BCD"/>
    <w:rsid w:val="00130C06"/>
    <w:rsid w:val="00131565"/>
    <w:rsid w:val="00131F90"/>
    <w:rsid w:val="001320D0"/>
    <w:rsid w:val="001324B8"/>
    <w:rsid w:val="00132685"/>
    <w:rsid w:val="00134071"/>
    <w:rsid w:val="001344CE"/>
    <w:rsid w:val="00134A0C"/>
    <w:rsid w:val="00135A43"/>
    <w:rsid w:val="00135D67"/>
    <w:rsid w:val="00136422"/>
    <w:rsid w:val="00136463"/>
    <w:rsid w:val="00136989"/>
    <w:rsid w:val="0013766F"/>
    <w:rsid w:val="00140291"/>
    <w:rsid w:val="0014104A"/>
    <w:rsid w:val="001415FE"/>
    <w:rsid w:val="00141ABB"/>
    <w:rsid w:val="00141E4F"/>
    <w:rsid w:val="00142332"/>
    <w:rsid w:val="001427D7"/>
    <w:rsid w:val="00143BC1"/>
    <w:rsid w:val="00144A23"/>
    <w:rsid w:val="00145EBB"/>
    <w:rsid w:val="00145F86"/>
    <w:rsid w:val="00150D76"/>
    <w:rsid w:val="00151476"/>
    <w:rsid w:val="00155348"/>
    <w:rsid w:val="001555CB"/>
    <w:rsid w:val="00155C10"/>
    <w:rsid w:val="00156D37"/>
    <w:rsid w:val="001577C2"/>
    <w:rsid w:val="001606A1"/>
    <w:rsid w:val="00161837"/>
    <w:rsid w:val="00161D2F"/>
    <w:rsid w:val="00161E84"/>
    <w:rsid w:val="0016232E"/>
    <w:rsid w:val="00162DE7"/>
    <w:rsid w:val="00163537"/>
    <w:rsid w:val="00164284"/>
    <w:rsid w:val="0016495B"/>
    <w:rsid w:val="001658AA"/>
    <w:rsid w:val="00166449"/>
    <w:rsid w:val="0016781E"/>
    <w:rsid w:val="001700C4"/>
    <w:rsid w:val="00171055"/>
    <w:rsid w:val="00171557"/>
    <w:rsid w:val="00171F4C"/>
    <w:rsid w:val="00172704"/>
    <w:rsid w:val="00173331"/>
    <w:rsid w:val="00173A65"/>
    <w:rsid w:val="0017478F"/>
    <w:rsid w:val="00174C5D"/>
    <w:rsid w:val="00176F46"/>
    <w:rsid w:val="00177742"/>
    <w:rsid w:val="00177826"/>
    <w:rsid w:val="0018050B"/>
    <w:rsid w:val="00181222"/>
    <w:rsid w:val="001814B9"/>
    <w:rsid w:val="001817A3"/>
    <w:rsid w:val="00181A64"/>
    <w:rsid w:val="0018205E"/>
    <w:rsid w:val="001822F8"/>
    <w:rsid w:val="0018273D"/>
    <w:rsid w:val="0018324F"/>
    <w:rsid w:val="0018372B"/>
    <w:rsid w:val="00183C27"/>
    <w:rsid w:val="0018434D"/>
    <w:rsid w:val="0018442D"/>
    <w:rsid w:val="0018471C"/>
    <w:rsid w:val="00184EDD"/>
    <w:rsid w:val="001864C2"/>
    <w:rsid w:val="0018701F"/>
    <w:rsid w:val="001871F2"/>
    <w:rsid w:val="00190C3C"/>
    <w:rsid w:val="001936A3"/>
    <w:rsid w:val="00193D3E"/>
    <w:rsid w:val="00194A16"/>
    <w:rsid w:val="00195223"/>
    <w:rsid w:val="001953A3"/>
    <w:rsid w:val="00195BD9"/>
    <w:rsid w:val="00197BAF"/>
    <w:rsid w:val="001A1717"/>
    <w:rsid w:val="001A19D3"/>
    <w:rsid w:val="001A26A3"/>
    <w:rsid w:val="001A27CA"/>
    <w:rsid w:val="001A2954"/>
    <w:rsid w:val="001A2A52"/>
    <w:rsid w:val="001A3B34"/>
    <w:rsid w:val="001A5057"/>
    <w:rsid w:val="001A5477"/>
    <w:rsid w:val="001A6039"/>
    <w:rsid w:val="001B013E"/>
    <w:rsid w:val="001B1080"/>
    <w:rsid w:val="001B1B03"/>
    <w:rsid w:val="001B26E4"/>
    <w:rsid w:val="001B2BC4"/>
    <w:rsid w:val="001B392D"/>
    <w:rsid w:val="001B3EE5"/>
    <w:rsid w:val="001B4878"/>
    <w:rsid w:val="001B58CE"/>
    <w:rsid w:val="001B6421"/>
    <w:rsid w:val="001B64CF"/>
    <w:rsid w:val="001B68DD"/>
    <w:rsid w:val="001C18EF"/>
    <w:rsid w:val="001C36EB"/>
    <w:rsid w:val="001C3EE0"/>
    <w:rsid w:val="001C4A13"/>
    <w:rsid w:val="001C4CFE"/>
    <w:rsid w:val="001C56DF"/>
    <w:rsid w:val="001C585E"/>
    <w:rsid w:val="001C60A1"/>
    <w:rsid w:val="001C6476"/>
    <w:rsid w:val="001C7099"/>
    <w:rsid w:val="001C77E5"/>
    <w:rsid w:val="001C7E2B"/>
    <w:rsid w:val="001D1B78"/>
    <w:rsid w:val="001D268B"/>
    <w:rsid w:val="001D29C9"/>
    <w:rsid w:val="001D52E7"/>
    <w:rsid w:val="001D564E"/>
    <w:rsid w:val="001D728F"/>
    <w:rsid w:val="001D73C5"/>
    <w:rsid w:val="001E0341"/>
    <w:rsid w:val="001E245E"/>
    <w:rsid w:val="001E2D61"/>
    <w:rsid w:val="001E31B3"/>
    <w:rsid w:val="001E412A"/>
    <w:rsid w:val="001E4C41"/>
    <w:rsid w:val="001E593E"/>
    <w:rsid w:val="001E5B28"/>
    <w:rsid w:val="001E5DEF"/>
    <w:rsid w:val="001E61D7"/>
    <w:rsid w:val="001E682C"/>
    <w:rsid w:val="001E69BE"/>
    <w:rsid w:val="001E730C"/>
    <w:rsid w:val="001E7A7E"/>
    <w:rsid w:val="001F0282"/>
    <w:rsid w:val="001F0F54"/>
    <w:rsid w:val="001F14A1"/>
    <w:rsid w:val="001F3849"/>
    <w:rsid w:val="001F4E5A"/>
    <w:rsid w:val="001F55EA"/>
    <w:rsid w:val="001F618C"/>
    <w:rsid w:val="00200DA4"/>
    <w:rsid w:val="002015C8"/>
    <w:rsid w:val="00201962"/>
    <w:rsid w:val="002058FE"/>
    <w:rsid w:val="00206F62"/>
    <w:rsid w:val="002070EC"/>
    <w:rsid w:val="0020726F"/>
    <w:rsid w:val="002079C4"/>
    <w:rsid w:val="00207C29"/>
    <w:rsid w:val="00207EC3"/>
    <w:rsid w:val="00210A5E"/>
    <w:rsid w:val="00211058"/>
    <w:rsid w:val="002113A7"/>
    <w:rsid w:val="00211644"/>
    <w:rsid w:val="00211885"/>
    <w:rsid w:val="00213172"/>
    <w:rsid w:val="00213872"/>
    <w:rsid w:val="00213B27"/>
    <w:rsid w:val="00214B6B"/>
    <w:rsid w:val="00216E92"/>
    <w:rsid w:val="00220C3A"/>
    <w:rsid w:val="00221080"/>
    <w:rsid w:val="00222057"/>
    <w:rsid w:val="00222C62"/>
    <w:rsid w:val="00222C7F"/>
    <w:rsid w:val="00223BC8"/>
    <w:rsid w:val="00223D34"/>
    <w:rsid w:val="002246C2"/>
    <w:rsid w:val="002250C6"/>
    <w:rsid w:val="00225271"/>
    <w:rsid w:val="00225B51"/>
    <w:rsid w:val="00227782"/>
    <w:rsid w:val="00227E06"/>
    <w:rsid w:val="00230BD0"/>
    <w:rsid w:val="002311BA"/>
    <w:rsid w:val="002312CF"/>
    <w:rsid w:val="00231F10"/>
    <w:rsid w:val="00232F17"/>
    <w:rsid w:val="00233327"/>
    <w:rsid w:val="00233C57"/>
    <w:rsid w:val="00235E0D"/>
    <w:rsid w:val="00235E3F"/>
    <w:rsid w:val="0023646F"/>
    <w:rsid w:val="00236568"/>
    <w:rsid w:val="00236989"/>
    <w:rsid w:val="00236BDF"/>
    <w:rsid w:val="00236DDB"/>
    <w:rsid w:val="00237209"/>
    <w:rsid w:val="0024088B"/>
    <w:rsid w:val="00240F59"/>
    <w:rsid w:val="002426B8"/>
    <w:rsid w:val="00242BF3"/>
    <w:rsid w:val="00242DBA"/>
    <w:rsid w:val="00243614"/>
    <w:rsid w:val="002439F5"/>
    <w:rsid w:val="00243BFB"/>
    <w:rsid w:val="00244DE2"/>
    <w:rsid w:val="002477F8"/>
    <w:rsid w:val="00247AA7"/>
    <w:rsid w:val="00250E1F"/>
    <w:rsid w:val="0025114B"/>
    <w:rsid w:val="0025133B"/>
    <w:rsid w:val="00251B8C"/>
    <w:rsid w:val="00251D0B"/>
    <w:rsid w:val="00252F7C"/>
    <w:rsid w:val="00252FD5"/>
    <w:rsid w:val="00254A79"/>
    <w:rsid w:val="002551A0"/>
    <w:rsid w:val="00255E44"/>
    <w:rsid w:val="00256232"/>
    <w:rsid w:val="00256CE1"/>
    <w:rsid w:val="00257315"/>
    <w:rsid w:val="002574B4"/>
    <w:rsid w:val="0026034D"/>
    <w:rsid w:val="0026178E"/>
    <w:rsid w:val="00261BAC"/>
    <w:rsid w:val="00261D52"/>
    <w:rsid w:val="00263106"/>
    <w:rsid w:val="00265565"/>
    <w:rsid w:val="00270028"/>
    <w:rsid w:val="00270885"/>
    <w:rsid w:val="00270A10"/>
    <w:rsid w:val="00271D69"/>
    <w:rsid w:val="002729F6"/>
    <w:rsid w:val="0027307F"/>
    <w:rsid w:val="0027359D"/>
    <w:rsid w:val="002737E4"/>
    <w:rsid w:val="0027416B"/>
    <w:rsid w:val="00274944"/>
    <w:rsid w:val="00274BB1"/>
    <w:rsid w:val="002773C2"/>
    <w:rsid w:val="00277F01"/>
    <w:rsid w:val="0028143A"/>
    <w:rsid w:val="002826E7"/>
    <w:rsid w:val="00282B64"/>
    <w:rsid w:val="00284081"/>
    <w:rsid w:val="002844B1"/>
    <w:rsid w:val="0028736F"/>
    <w:rsid w:val="002879A6"/>
    <w:rsid w:val="00290654"/>
    <w:rsid w:val="00291606"/>
    <w:rsid w:val="00291BD9"/>
    <w:rsid w:val="002939F9"/>
    <w:rsid w:val="00293AED"/>
    <w:rsid w:val="00293C74"/>
    <w:rsid w:val="00294D02"/>
    <w:rsid w:val="002A00BD"/>
    <w:rsid w:val="002A0AE3"/>
    <w:rsid w:val="002A292F"/>
    <w:rsid w:val="002A2A72"/>
    <w:rsid w:val="002A3664"/>
    <w:rsid w:val="002A5880"/>
    <w:rsid w:val="002A62FB"/>
    <w:rsid w:val="002A64C2"/>
    <w:rsid w:val="002A6C32"/>
    <w:rsid w:val="002B0BC8"/>
    <w:rsid w:val="002B0EBE"/>
    <w:rsid w:val="002B2732"/>
    <w:rsid w:val="002B2F38"/>
    <w:rsid w:val="002B546C"/>
    <w:rsid w:val="002B6318"/>
    <w:rsid w:val="002B66D9"/>
    <w:rsid w:val="002B78F9"/>
    <w:rsid w:val="002C0BCC"/>
    <w:rsid w:val="002C0F40"/>
    <w:rsid w:val="002C2A4D"/>
    <w:rsid w:val="002C2E91"/>
    <w:rsid w:val="002C2F35"/>
    <w:rsid w:val="002C49C0"/>
    <w:rsid w:val="002C5F8E"/>
    <w:rsid w:val="002C774E"/>
    <w:rsid w:val="002D0822"/>
    <w:rsid w:val="002D116C"/>
    <w:rsid w:val="002D1450"/>
    <w:rsid w:val="002D2DE3"/>
    <w:rsid w:val="002D332E"/>
    <w:rsid w:val="002D3B7F"/>
    <w:rsid w:val="002D3F7F"/>
    <w:rsid w:val="002D4255"/>
    <w:rsid w:val="002D47C3"/>
    <w:rsid w:val="002D5092"/>
    <w:rsid w:val="002D5777"/>
    <w:rsid w:val="002D5B9F"/>
    <w:rsid w:val="002D7579"/>
    <w:rsid w:val="002E0EC2"/>
    <w:rsid w:val="002E19DF"/>
    <w:rsid w:val="002E2216"/>
    <w:rsid w:val="002E2251"/>
    <w:rsid w:val="002E40F6"/>
    <w:rsid w:val="002E43CF"/>
    <w:rsid w:val="002E4A1E"/>
    <w:rsid w:val="002E5CA7"/>
    <w:rsid w:val="002E6F80"/>
    <w:rsid w:val="002E7B24"/>
    <w:rsid w:val="002F04C4"/>
    <w:rsid w:val="002F1417"/>
    <w:rsid w:val="002F2231"/>
    <w:rsid w:val="002F2BDA"/>
    <w:rsid w:val="002F2DC3"/>
    <w:rsid w:val="002F32F0"/>
    <w:rsid w:val="002F3A16"/>
    <w:rsid w:val="002F4CF4"/>
    <w:rsid w:val="002F4F99"/>
    <w:rsid w:val="002F6D48"/>
    <w:rsid w:val="002F7155"/>
    <w:rsid w:val="002F7217"/>
    <w:rsid w:val="002F77A4"/>
    <w:rsid w:val="002F7FF1"/>
    <w:rsid w:val="003010A5"/>
    <w:rsid w:val="00301930"/>
    <w:rsid w:val="003022B8"/>
    <w:rsid w:val="00302733"/>
    <w:rsid w:val="0030307A"/>
    <w:rsid w:val="00303437"/>
    <w:rsid w:val="00303A53"/>
    <w:rsid w:val="003048A3"/>
    <w:rsid w:val="003049CE"/>
    <w:rsid w:val="0030573E"/>
    <w:rsid w:val="00305A42"/>
    <w:rsid w:val="0030619A"/>
    <w:rsid w:val="00310067"/>
    <w:rsid w:val="003113CE"/>
    <w:rsid w:val="003124A1"/>
    <w:rsid w:val="00314203"/>
    <w:rsid w:val="003148F1"/>
    <w:rsid w:val="00314C97"/>
    <w:rsid w:val="00315886"/>
    <w:rsid w:val="00317027"/>
    <w:rsid w:val="00321886"/>
    <w:rsid w:val="00322896"/>
    <w:rsid w:val="00322B55"/>
    <w:rsid w:val="00322B94"/>
    <w:rsid w:val="00322D96"/>
    <w:rsid w:val="00322E88"/>
    <w:rsid w:val="00322F71"/>
    <w:rsid w:val="00326E7B"/>
    <w:rsid w:val="00330F07"/>
    <w:rsid w:val="00331BD4"/>
    <w:rsid w:val="00331DB5"/>
    <w:rsid w:val="003335A0"/>
    <w:rsid w:val="00333BB2"/>
    <w:rsid w:val="00336264"/>
    <w:rsid w:val="00336BB5"/>
    <w:rsid w:val="003371A0"/>
    <w:rsid w:val="003377B3"/>
    <w:rsid w:val="00337D8F"/>
    <w:rsid w:val="003407BF"/>
    <w:rsid w:val="00340F75"/>
    <w:rsid w:val="00342699"/>
    <w:rsid w:val="0034271F"/>
    <w:rsid w:val="00342C7E"/>
    <w:rsid w:val="00342E3B"/>
    <w:rsid w:val="00343079"/>
    <w:rsid w:val="00343E5C"/>
    <w:rsid w:val="00345822"/>
    <w:rsid w:val="00345F1F"/>
    <w:rsid w:val="00350627"/>
    <w:rsid w:val="003506AC"/>
    <w:rsid w:val="0035098F"/>
    <w:rsid w:val="003513F3"/>
    <w:rsid w:val="0035159D"/>
    <w:rsid w:val="003515D9"/>
    <w:rsid w:val="00351AFA"/>
    <w:rsid w:val="00352C0C"/>
    <w:rsid w:val="00352C51"/>
    <w:rsid w:val="00353B74"/>
    <w:rsid w:val="003555AA"/>
    <w:rsid w:val="003559A1"/>
    <w:rsid w:val="00355F95"/>
    <w:rsid w:val="003570DE"/>
    <w:rsid w:val="00360B42"/>
    <w:rsid w:val="00360E0B"/>
    <w:rsid w:val="00360F40"/>
    <w:rsid w:val="0036212A"/>
    <w:rsid w:val="0036217F"/>
    <w:rsid w:val="003622E8"/>
    <w:rsid w:val="00364C1B"/>
    <w:rsid w:val="00364DAF"/>
    <w:rsid w:val="003672EC"/>
    <w:rsid w:val="00367FCD"/>
    <w:rsid w:val="00370281"/>
    <w:rsid w:val="0037074A"/>
    <w:rsid w:val="0037162F"/>
    <w:rsid w:val="003720BD"/>
    <w:rsid w:val="0037301A"/>
    <w:rsid w:val="0037429B"/>
    <w:rsid w:val="003747AC"/>
    <w:rsid w:val="00374977"/>
    <w:rsid w:val="003749EC"/>
    <w:rsid w:val="003750CB"/>
    <w:rsid w:val="0037540C"/>
    <w:rsid w:val="00375633"/>
    <w:rsid w:val="00375F20"/>
    <w:rsid w:val="00376D13"/>
    <w:rsid w:val="00377A19"/>
    <w:rsid w:val="00377A3E"/>
    <w:rsid w:val="00377BBC"/>
    <w:rsid w:val="003825B7"/>
    <w:rsid w:val="003826AA"/>
    <w:rsid w:val="00383F50"/>
    <w:rsid w:val="00384D8B"/>
    <w:rsid w:val="003853F8"/>
    <w:rsid w:val="00386889"/>
    <w:rsid w:val="00386AA1"/>
    <w:rsid w:val="00390212"/>
    <w:rsid w:val="00390C4C"/>
    <w:rsid w:val="00392022"/>
    <w:rsid w:val="003925EB"/>
    <w:rsid w:val="0039272C"/>
    <w:rsid w:val="00394680"/>
    <w:rsid w:val="00394733"/>
    <w:rsid w:val="00394B53"/>
    <w:rsid w:val="00394E17"/>
    <w:rsid w:val="00394EC2"/>
    <w:rsid w:val="00394FAC"/>
    <w:rsid w:val="00396363"/>
    <w:rsid w:val="00396C90"/>
    <w:rsid w:val="0039730C"/>
    <w:rsid w:val="0039754F"/>
    <w:rsid w:val="003977D6"/>
    <w:rsid w:val="003A0017"/>
    <w:rsid w:val="003A0D79"/>
    <w:rsid w:val="003A0E9E"/>
    <w:rsid w:val="003A1150"/>
    <w:rsid w:val="003A126C"/>
    <w:rsid w:val="003A174E"/>
    <w:rsid w:val="003A274F"/>
    <w:rsid w:val="003A299A"/>
    <w:rsid w:val="003A2D6A"/>
    <w:rsid w:val="003A325D"/>
    <w:rsid w:val="003A5152"/>
    <w:rsid w:val="003A54D9"/>
    <w:rsid w:val="003A571C"/>
    <w:rsid w:val="003A62A5"/>
    <w:rsid w:val="003A6D24"/>
    <w:rsid w:val="003A6F72"/>
    <w:rsid w:val="003A6FD3"/>
    <w:rsid w:val="003A7A97"/>
    <w:rsid w:val="003A7EC5"/>
    <w:rsid w:val="003B0619"/>
    <w:rsid w:val="003B0696"/>
    <w:rsid w:val="003B30FB"/>
    <w:rsid w:val="003B42D1"/>
    <w:rsid w:val="003B4517"/>
    <w:rsid w:val="003B5414"/>
    <w:rsid w:val="003B59A4"/>
    <w:rsid w:val="003B67D0"/>
    <w:rsid w:val="003B7E6C"/>
    <w:rsid w:val="003C018D"/>
    <w:rsid w:val="003C01D3"/>
    <w:rsid w:val="003C061E"/>
    <w:rsid w:val="003C06FB"/>
    <w:rsid w:val="003C08ED"/>
    <w:rsid w:val="003C18D3"/>
    <w:rsid w:val="003C1980"/>
    <w:rsid w:val="003C1CC0"/>
    <w:rsid w:val="003C26C4"/>
    <w:rsid w:val="003C328A"/>
    <w:rsid w:val="003C3F67"/>
    <w:rsid w:val="003C4815"/>
    <w:rsid w:val="003C53E4"/>
    <w:rsid w:val="003C6BAE"/>
    <w:rsid w:val="003C7AB8"/>
    <w:rsid w:val="003D0BAB"/>
    <w:rsid w:val="003D14A1"/>
    <w:rsid w:val="003D1D09"/>
    <w:rsid w:val="003D1FCD"/>
    <w:rsid w:val="003D28C2"/>
    <w:rsid w:val="003D2CF2"/>
    <w:rsid w:val="003D32A7"/>
    <w:rsid w:val="003D4B83"/>
    <w:rsid w:val="003D50AD"/>
    <w:rsid w:val="003D592E"/>
    <w:rsid w:val="003D6864"/>
    <w:rsid w:val="003D6913"/>
    <w:rsid w:val="003E0D1A"/>
    <w:rsid w:val="003E1261"/>
    <w:rsid w:val="003E1F33"/>
    <w:rsid w:val="003E2444"/>
    <w:rsid w:val="003E24FC"/>
    <w:rsid w:val="003E33BE"/>
    <w:rsid w:val="003E49CF"/>
    <w:rsid w:val="003E57D7"/>
    <w:rsid w:val="003F02A6"/>
    <w:rsid w:val="003F0510"/>
    <w:rsid w:val="003F1102"/>
    <w:rsid w:val="003F12B5"/>
    <w:rsid w:val="003F2921"/>
    <w:rsid w:val="003F3FE5"/>
    <w:rsid w:val="003F51B1"/>
    <w:rsid w:val="003F5D3C"/>
    <w:rsid w:val="003F659B"/>
    <w:rsid w:val="003F774D"/>
    <w:rsid w:val="004001A5"/>
    <w:rsid w:val="004013AE"/>
    <w:rsid w:val="00402220"/>
    <w:rsid w:val="00403191"/>
    <w:rsid w:val="0040369A"/>
    <w:rsid w:val="004043DF"/>
    <w:rsid w:val="00404525"/>
    <w:rsid w:val="00404F74"/>
    <w:rsid w:val="00405D01"/>
    <w:rsid w:val="00406966"/>
    <w:rsid w:val="00406AB4"/>
    <w:rsid w:val="004073CA"/>
    <w:rsid w:val="00410A42"/>
    <w:rsid w:val="00411002"/>
    <w:rsid w:val="00412AEF"/>
    <w:rsid w:val="00412D49"/>
    <w:rsid w:val="004133E1"/>
    <w:rsid w:val="004139D6"/>
    <w:rsid w:val="004139DC"/>
    <w:rsid w:val="00413F66"/>
    <w:rsid w:val="00414692"/>
    <w:rsid w:val="004149A8"/>
    <w:rsid w:val="004152CC"/>
    <w:rsid w:val="00415556"/>
    <w:rsid w:val="00415EC3"/>
    <w:rsid w:val="00415F0D"/>
    <w:rsid w:val="004167E1"/>
    <w:rsid w:val="00416EF6"/>
    <w:rsid w:val="00420A52"/>
    <w:rsid w:val="00422222"/>
    <w:rsid w:val="004230E4"/>
    <w:rsid w:val="004234E7"/>
    <w:rsid w:val="00423688"/>
    <w:rsid w:val="0042431D"/>
    <w:rsid w:val="0042482B"/>
    <w:rsid w:val="0042670B"/>
    <w:rsid w:val="004267E2"/>
    <w:rsid w:val="004269EE"/>
    <w:rsid w:val="004274E0"/>
    <w:rsid w:val="004276A5"/>
    <w:rsid w:val="00427708"/>
    <w:rsid w:val="004301A8"/>
    <w:rsid w:val="00432E36"/>
    <w:rsid w:val="00434B93"/>
    <w:rsid w:val="00435403"/>
    <w:rsid w:val="0043584F"/>
    <w:rsid w:val="00436A20"/>
    <w:rsid w:val="00440641"/>
    <w:rsid w:val="00440BAB"/>
    <w:rsid w:val="00441E45"/>
    <w:rsid w:val="00442DA9"/>
    <w:rsid w:val="004437F1"/>
    <w:rsid w:val="00443C45"/>
    <w:rsid w:val="00443C77"/>
    <w:rsid w:val="00444436"/>
    <w:rsid w:val="00444ED6"/>
    <w:rsid w:val="00444F78"/>
    <w:rsid w:val="00445940"/>
    <w:rsid w:val="004514B7"/>
    <w:rsid w:val="00452017"/>
    <w:rsid w:val="0045217B"/>
    <w:rsid w:val="004538BD"/>
    <w:rsid w:val="0045489D"/>
    <w:rsid w:val="00455D1A"/>
    <w:rsid w:val="00455D8A"/>
    <w:rsid w:val="00460B16"/>
    <w:rsid w:val="0046103F"/>
    <w:rsid w:val="004622E1"/>
    <w:rsid w:val="00462430"/>
    <w:rsid w:val="00464500"/>
    <w:rsid w:val="004652E6"/>
    <w:rsid w:val="00465759"/>
    <w:rsid w:val="00466DA7"/>
    <w:rsid w:val="00470768"/>
    <w:rsid w:val="0047129B"/>
    <w:rsid w:val="004725C6"/>
    <w:rsid w:val="00472FF5"/>
    <w:rsid w:val="00473D98"/>
    <w:rsid w:val="00474172"/>
    <w:rsid w:val="00474EB7"/>
    <w:rsid w:val="00474EC9"/>
    <w:rsid w:val="0047520D"/>
    <w:rsid w:val="00475757"/>
    <w:rsid w:val="00475C29"/>
    <w:rsid w:val="00475D8F"/>
    <w:rsid w:val="004801B6"/>
    <w:rsid w:val="004804CA"/>
    <w:rsid w:val="00481649"/>
    <w:rsid w:val="004816A4"/>
    <w:rsid w:val="00481764"/>
    <w:rsid w:val="004822DE"/>
    <w:rsid w:val="0048299E"/>
    <w:rsid w:val="0048372C"/>
    <w:rsid w:val="00483C6D"/>
    <w:rsid w:val="0048576A"/>
    <w:rsid w:val="00487EAC"/>
    <w:rsid w:val="00491B75"/>
    <w:rsid w:val="00491BFB"/>
    <w:rsid w:val="00492E2F"/>
    <w:rsid w:val="00493B33"/>
    <w:rsid w:val="0049484D"/>
    <w:rsid w:val="00495843"/>
    <w:rsid w:val="004967AF"/>
    <w:rsid w:val="00496C31"/>
    <w:rsid w:val="004976E1"/>
    <w:rsid w:val="004A06F1"/>
    <w:rsid w:val="004A09C3"/>
    <w:rsid w:val="004A133F"/>
    <w:rsid w:val="004A2EC3"/>
    <w:rsid w:val="004A44AF"/>
    <w:rsid w:val="004A47A2"/>
    <w:rsid w:val="004A47CD"/>
    <w:rsid w:val="004A6108"/>
    <w:rsid w:val="004A6129"/>
    <w:rsid w:val="004A67BB"/>
    <w:rsid w:val="004A6D78"/>
    <w:rsid w:val="004A6DB9"/>
    <w:rsid w:val="004A714A"/>
    <w:rsid w:val="004A7779"/>
    <w:rsid w:val="004A79F4"/>
    <w:rsid w:val="004B0CEA"/>
    <w:rsid w:val="004B1E47"/>
    <w:rsid w:val="004B2CAE"/>
    <w:rsid w:val="004B31B2"/>
    <w:rsid w:val="004B3D0B"/>
    <w:rsid w:val="004B4085"/>
    <w:rsid w:val="004B44E1"/>
    <w:rsid w:val="004B4C31"/>
    <w:rsid w:val="004B5096"/>
    <w:rsid w:val="004B60A6"/>
    <w:rsid w:val="004B7712"/>
    <w:rsid w:val="004B7DB7"/>
    <w:rsid w:val="004B7F19"/>
    <w:rsid w:val="004C0178"/>
    <w:rsid w:val="004C097D"/>
    <w:rsid w:val="004C0E28"/>
    <w:rsid w:val="004C1654"/>
    <w:rsid w:val="004C1D7C"/>
    <w:rsid w:val="004C27F1"/>
    <w:rsid w:val="004C2D56"/>
    <w:rsid w:val="004C3659"/>
    <w:rsid w:val="004C3980"/>
    <w:rsid w:val="004C4A40"/>
    <w:rsid w:val="004C569E"/>
    <w:rsid w:val="004C5E6F"/>
    <w:rsid w:val="004C6CCE"/>
    <w:rsid w:val="004C74C9"/>
    <w:rsid w:val="004C7546"/>
    <w:rsid w:val="004C7D44"/>
    <w:rsid w:val="004D015E"/>
    <w:rsid w:val="004D02ED"/>
    <w:rsid w:val="004D1F31"/>
    <w:rsid w:val="004D1F5F"/>
    <w:rsid w:val="004D2355"/>
    <w:rsid w:val="004D2435"/>
    <w:rsid w:val="004D2751"/>
    <w:rsid w:val="004D2FF7"/>
    <w:rsid w:val="004D3693"/>
    <w:rsid w:val="004D3AA9"/>
    <w:rsid w:val="004D46FE"/>
    <w:rsid w:val="004D4E45"/>
    <w:rsid w:val="004D4EC3"/>
    <w:rsid w:val="004D5400"/>
    <w:rsid w:val="004D567A"/>
    <w:rsid w:val="004E06C0"/>
    <w:rsid w:val="004E1222"/>
    <w:rsid w:val="004E3990"/>
    <w:rsid w:val="004E3FBA"/>
    <w:rsid w:val="004E40C2"/>
    <w:rsid w:val="004E41D0"/>
    <w:rsid w:val="004E565A"/>
    <w:rsid w:val="004E5E87"/>
    <w:rsid w:val="004E5FB1"/>
    <w:rsid w:val="004F098E"/>
    <w:rsid w:val="004F09DF"/>
    <w:rsid w:val="004F18B6"/>
    <w:rsid w:val="004F27C0"/>
    <w:rsid w:val="004F435C"/>
    <w:rsid w:val="004F4A50"/>
    <w:rsid w:val="004F59A6"/>
    <w:rsid w:val="004F5A4E"/>
    <w:rsid w:val="004F6C67"/>
    <w:rsid w:val="004F71C4"/>
    <w:rsid w:val="005001DE"/>
    <w:rsid w:val="005001FE"/>
    <w:rsid w:val="00501B90"/>
    <w:rsid w:val="00502D7A"/>
    <w:rsid w:val="005035AA"/>
    <w:rsid w:val="00503AAC"/>
    <w:rsid w:val="00504B53"/>
    <w:rsid w:val="005066B3"/>
    <w:rsid w:val="00506D91"/>
    <w:rsid w:val="00506E78"/>
    <w:rsid w:val="00507912"/>
    <w:rsid w:val="00507BF9"/>
    <w:rsid w:val="0051046E"/>
    <w:rsid w:val="00511FA9"/>
    <w:rsid w:val="00512081"/>
    <w:rsid w:val="00512FB0"/>
    <w:rsid w:val="0051370E"/>
    <w:rsid w:val="00513E0A"/>
    <w:rsid w:val="00515E1C"/>
    <w:rsid w:val="005164D4"/>
    <w:rsid w:val="00521581"/>
    <w:rsid w:val="00521BC4"/>
    <w:rsid w:val="00521DD4"/>
    <w:rsid w:val="00521EDC"/>
    <w:rsid w:val="00522050"/>
    <w:rsid w:val="00522507"/>
    <w:rsid w:val="0052360E"/>
    <w:rsid w:val="00524AB8"/>
    <w:rsid w:val="00525BA7"/>
    <w:rsid w:val="00526675"/>
    <w:rsid w:val="005268D9"/>
    <w:rsid w:val="00526C1E"/>
    <w:rsid w:val="005271EC"/>
    <w:rsid w:val="00527BE7"/>
    <w:rsid w:val="00527EB7"/>
    <w:rsid w:val="00530567"/>
    <w:rsid w:val="00530DAC"/>
    <w:rsid w:val="00530F88"/>
    <w:rsid w:val="00530F8C"/>
    <w:rsid w:val="005313D1"/>
    <w:rsid w:val="005319C8"/>
    <w:rsid w:val="00534523"/>
    <w:rsid w:val="00534587"/>
    <w:rsid w:val="00534B9D"/>
    <w:rsid w:val="00536BA5"/>
    <w:rsid w:val="0054114D"/>
    <w:rsid w:val="00541A30"/>
    <w:rsid w:val="00541B8F"/>
    <w:rsid w:val="005423B0"/>
    <w:rsid w:val="005426A6"/>
    <w:rsid w:val="00543061"/>
    <w:rsid w:val="00543214"/>
    <w:rsid w:val="00543E1F"/>
    <w:rsid w:val="00543EA3"/>
    <w:rsid w:val="00544858"/>
    <w:rsid w:val="0054648B"/>
    <w:rsid w:val="00546E8C"/>
    <w:rsid w:val="00547368"/>
    <w:rsid w:val="00547498"/>
    <w:rsid w:val="00547BFC"/>
    <w:rsid w:val="0055124C"/>
    <w:rsid w:val="00552877"/>
    <w:rsid w:val="00553343"/>
    <w:rsid w:val="0055359D"/>
    <w:rsid w:val="0055439B"/>
    <w:rsid w:val="00554C3A"/>
    <w:rsid w:val="0055504A"/>
    <w:rsid w:val="005553F2"/>
    <w:rsid w:val="00556D2A"/>
    <w:rsid w:val="00556F42"/>
    <w:rsid w:val="00557529"/>
    <w:rsid w:val="00557677"/>
    <w:rsid w:val="0056072A"/>
    <w:rsid w:val="0056152D"/>
    <w:rsid w:val="00561655"/>
    <w:rsid w:val="005616EB"/>
    <w:rsid w:val="00561B31"/>
    <w:rsid w:val="005624B8"/>
    <w:rsid w:val="0056278B"/>
    <w:rsid w:val="00562EB0"/>
    <w:rsid w:val="00563A97"/>
    <w:rsid w:val="005645B7"/>
    <w:rsid w:val="00564F09"/>
    <w:rsid w:val="00564FFD"/>
    <w:rsid w:val="005651B8"/>
    <w:rsid w:val="00565994"/>
    <w:rsid w:val="005660E8"/>
    <w:rsid w:val="00566D39"/>
    <w:rsid w:val="005677AA"/>
    <w:rsid w:val="005703CD"/>
    <w:rsid w:val="005725A6"/>
    <w:rsid w:val="00575590"/>
    <w:rsid w:val="005756C8"/>
    <w:rsid w:val="00575731"/>
    <w:rsid w:val="00575744"/>
    <w:rsid w:val="00575A63"/>
    <w:rsid w:val="00575F82"/>
    <w:rsid w:val="00576759"/>
    <w:rsid w:val="00576CF3"/>
    <w:rsid w:val="0058145B"/>
    <w:rsid w:val="00581D6A"/>
    <w:rsid w:val="00582063"/>
    <w:rsid w:val="00582B66"/>
    <w:rsid w:val="0058390C"/>
    <w:rsid w:val="005853E0"/>
    <w:rsid w:val="00586A9F"/>
    <w:rsid w:val="00586B57"/>
    <w:rsid w:val="00590835"/>
    <w:rsid w:val="00591860"/>
    <w:rsid w:val="00593455"/>
    <w:rsid w:val="00593F3B"/>
    <w:rsid w:val="00594F4C"/>
    <w:rsid w:val="00595426"/>
    <w:rsid w:val="00595B5F"/>
    <w:rsid w:val="00596617"/>
    <w:rsid w:val="00596901"/>
    <w:rsid w:val="005A1596"/>
    <w:rsid w:val="005A18EE"/>
    <w:rsid w:val="005A2859"/>
    <w:rsid w:val="005A34FC"/>
    <w:rsid w:val="005A433E"/>
    <w:rsid w:val="005A459F"/>
    <w:rsid w:val="005A4CF6"/>
    <w:rsid w:val="005A4F11"/>
    <w:rsid w:val="005A53DE"/>
    <w:rsid w:val="005A5927"/>
    <w:rsid w:val="005A6311"/>
    <w:rsid w:val="005A68DA"/>
    <w:rsid w:val="005A7F36"/>
    <w:rsid w:val="005B09B8"/>
    <w:rsid w:val="005B1422"/>
    <w:rsid w:val="005B18EC"/>
    <w:rsid w:val="005B23DA"/>
    <w:rsid w:val="005B32B9"/>
    <w:rsid w:val="005B42CA"/>
    <w:rsid w:val="005B48F5"/>
    <w:rsid w:val="005B4AD8"/>
    <w:rsid w:val="005B4E29"/>
    <w:rsid w:val="005B4FDC"/>
    <w:rsid w:val="005B5ABF"/>
    <w:rsid w:val="005B5CA4"/>
    <w:rsid w:val="005B6067"/>
    <w:rsid w:val="005C28C3"/>
    <w:rsid w:val="005C363C"/>
    <w:rsid w:val="005C4761"/>
    <w:rsid w:val="005C53C7"/>
    <w:rsid w:val="005C6581"/>
    <w:rsid w:val="005C6715"/>
    <w:rsid w:val="005C684E"/>
    <w:rsid w:val="005C730E"/>
    <w:rsid w:val="005C79C2"/>
    <w:rsid w:val="005C7CB0"/>
    <w:rsid w:val="005D093A"/>
    <w:rsid w:val="005D0A3B"/>
    <w:rsid w:val="005D0AF3"/>
    <w:rsid w:val="005D1BAB"/>
    <w:rsid w:val="005D30FD"/>
    <w:rsid w:val="005D33E8"/>
    <w:rsid w:val="005D369E"/>
    <w:rsid w:val="005D3707"/>
    <w:rsid w:val="005D4889"/>
    <w:rsid w:val="005D49CC"/>
    <w:rsid w:val="005D5E0C"/>
    <w:rsid w:val="005D5F38"/>
    <w:rsid w:val="005D60CA"/>
    <w:rsid w:val="005D6938"/>
    <w:rsid w:val="005E08E8"/>
    <w:rsid w:val="005E158C"/>
    <w:rsid w:val="005E20CE"/>
    <w:rsid w:val="005E244F"/>
    <w:rsid w:val="005E2817"/>
    <w:rsid w:val="005E4DFE"/>
    <w:rsid w:val="005E5F6B"/>
    <w:rsid w:val="005E68B7"/>
    <w:rsid w:val="005E7086"/>
    <w:rsid w:val="005E7490"/>
    <w:rsid w:val="005E778F"/>
    <w:rsid w:val="005E7DB4"/>
    <w:rsid w:val="005F3965"/>
    <w:rsid w:val="005F42BA"/>
    <w:rsid w:val="005F5672"/>
    <w:rsid w:val="005F58E5"/>
    <w:rsid w:val="005F5F5B"/>
    <w:rsid w:val="005F70B8"/>
    <w:rsid w:val="005F7C95"/>
    <w:rsid w:val="0060153D"/>
    <w:rsid w:val="00601D1F"/>
    <w:rsid w:val="00601E19"/>
    <w:rsid w:val="006025C3"/>
    <w:rsid w:val="00602F7E"/>
    <w:rsid w:val="00603605"/>
    <w:rsid w:val="00604E99"/>
    <w:rsid w:val="006055E5"/>
    <w:rsid w:val="0060733D"/>
    <w:rsid w:val="00610C6A"/>
    <w:rsid w:val="00610DEE"/>
    <w:rsid w:val="00610F91"/>
    <w:rsid w:val="006119D6"/>
    <w:rsid w:val="006124B8"/>
    <w:rsid w:val="00613DA4"/>
    <w:rsid w:val="006140B0"/>
    <w:rsid w:val="006142BC"/>
    <w:rsid w:val="0061483A"/>
    <w:rsid w:val="00615115"/>
    <w:rsid w:val="006157FD"/>
    <w:rsid w:val="00615AAA"/>
    <w:rsid w:val="00615BC4"/>
    <w:rsid w:val="00615C1B"/>
    <w:rsid w:val="00616B48"/>
    <w:rsid w:val="00617415"/>
    <w:rsid w:val="006201C4"/>
    <w:rsid w:val="00620246"/>
    <w:rsid w:val="006209F9"/>
    <w:rsid w:val="00623658"/>
    <w:rsid w:val="006236AF"/>
    <w:rsid w:val="00625AC7"/>
    <w:rsid w:val="00625FC4"/>
    <w:rsid w:val="006266C1"/>
    <w:rsid w:val="006270B8"/>
    <w:rsid w:val="00627382"/>
    <w:rsid w:val="00627922"/>
    <w:rsid w:val="00630A0F"/>
    <w:rsid w:val="00631E18"/>
    <w:rsid w:val="0063214F"/>
    <w:rsid w:val="00633369"/>
    <w:rsid w:val="00634060"/>
    <w:rsid w:val="006342B7"/>
    <w:rsid w:val="00634B67"/>
    <w:rsid w:val="006362AE"/>
    <w:rsid w:val="00636A0D"/>
    <w:rsid w:val="00636EE4"/>
    <w:rsid w:val="00637F18"/>
    <w:rsid w:val="0064017E"/>
    <w:rsid w:val="00640CAC"/>
    <w:rsid w:val="00640E8E"/>
    <w:rsid w:val="00641EB5"/>
    <w:rsid w:val="006433C3"/>
    <w:rsid w:val="00644C77"/>
    <w:rsid w:val="00645352"/>
    <w:rsid w:val="00645471"/>
    <w:rsid w:val="00645C19"/>
    <w:rsid w:val="00645CE5"/>
    <w:rsid w:val="006474B3"/>
    <w:rsid w:val="006479E7"/>
    <w:rsid w:val="00650452"/>
    <w:rsid w:val="006535B7"/>
    <w:rsid w:val="00653EE7"/>
    <w:rsid w:val="00654370"/>
    <w:rsid w:val="006576D7"/>
    <w:rsid w:val="00657B4B"/>
    <w:rsid w:val="00660419"/>
    <w:rsid w:val="0066143A"/>
    <w:rsid w:val="0066188A"/>
    <w:rsid w:val="006619B7"/>
    <w:rsid w:val="00662FFE"/>
    <w:rsid w:val="00665D0D"/>
    <w:rsid w:val="0066632C"/>
    <w:rsid w:val="0066662E"/>
    <w:rsid w:val="00666CCA"/>
    <w:rsid w:val="00667528"/>
    <w:rsid w:val="006677BA"/>
    <w:rsid w:val="00671C59"/>
    <w:rsid w:val="0067228B"/>
    <w:rsid w:val="006726EA"/>
    <w:rsid w:val="00672F12"/>
    <w:rsid w:val="00674DBB"/>
    <w:rsid w:val="00675005"/>
    <w:rsid w:val="006758F1"/>
    <w:rsid w:val="006766C0"/>
    <w:rsid w:val="00677449"/>
    <w:rsid w:val="006778E5"/>
    <w:rsid w:val="00677BA4"/>
    <w:rsid w:val="00677C22"/>
    <w:rsid w:val="0068003E"/>
    <w:rsid w:val="0068035D"/>
    <w:rsid w:val="00680668"/>
    <w:rsid w:val="00680AA1"/>
    <w:rsid w:val="00682057"/>
    <w:rsid w:val="00683281"/>
    <w:rsid w:val="006832E9"/>
    <w:rsid w:val="00683C63"/>
    <w:rsid w:val="00684757"/>
    <w:rsid w:val="00685123"/>
    <w:rsid w:val="006858CB"/>
    <w:rsid w:val="00686807"/>
    <w:rsid w:val="00687F30"/>
    <w:rsid w:val="00690996"/>
    <w:rsid w:val="00691199"/>
    <w:rsid w:val="00691FAC"/>
    <w:rsid w:val="00692161"/>
    <w:rsid w:val="00694160"/>
    <w:rsid w:val="00694273"/>
    <w:rsid w:val="00695788"/>
    <w:rsid w:val="00695888"/>
    <w:rsid w:val="00696966"/>
    <w:rsid w:val="00697257"/>
    <w:rsid w:val="006976B9"/>
    <w:rsid w:val="006978FE"/>
    <w:rsid w:val="00697C08"/>
    <w:rsid w:val="006A0E20"/>
    <w:rsid w:val="006A15CC"/>
    <w:rsid w:val="006A1994"/>
    <w:rsid w:val="006A33B4"/>
    <w:rsid w:val="006A41E2"/>
    <w:rsid w:val="006A4254"/>
    <w:rsid w:val="006A4569"/>
    <w:rsid w:val="006A5D28"/>
    <w:rsid w:val="006A630E"/>
    <w:rsid w:val="006A65AC"/>
    <w:rsid w:val="006A6EDA"/>
    <w:rsid w:val="006A7523"/>
    <w:rsid w:val="006A7FE0"/>
    <w:rsid w:val="006B2131"/>
    <w:rsid w:val="006B2E8E"/>
    <w:rsid w:val="006B3A62"/>
    <w:rsid w:val="006B3AF9"/>
    <w:rsid w:val="006B43E4"/>
    <w:rsid w:val="006B4CCF"/>
    <w:rsid w:val="006B543C"/>
    <w:rsid w:val="006B7ABD"/>
    <w:rsid w:val="006B7E59"/>
    <w:rsid w:val="006C086B"/>
    <w:rsid w:val="006C1A10"/>
    <w:rsid w:val="006C2BB0"/>
    <w:rsid w:val="006C2BDE"/>
    <w:rsid w:val="006C333D"/>
    <w:rsid w:val="006C4085"/>
    <w:rsid w:val="006C40F1"/>
    <w:rsid w:val="006C65D5"/>
    <w:rsid w:val="006C6787"/>
    <w:rsid w:val="006D0163"/>
    <w:rsid w:val="006D0516"/>
    <w:rsid w:val="006D0EF1"/>
    <w:rsid w:val="006D0F10"/>
    <w:rsid w:val="006D27BC"/>
    <w:rsid w:val="006D34F3"/>
    <w:rsid w:val="006D3C53"/>
    <w:rsid w:val="006D45C8"/>
    <w:rsid w:val="006D4600"/>
    <w:rsid w:val="006D48C6"/>
    <w:rsid w:val="006D49B4"/>
    <w:rsid w:val="006D5466"/>
    <w:rsid w:val="006D6632"/>
    <w:rsid w:val="006D6F54"/>
    <w:rsid w:val="006D7782"/>
    <w:rsid w:val="006E0298"/>
    <w:rsid w:val="006E06D2"/>
    <w:rsid w:val="006E0EF0"/>
    <w:rsid w:val="006E2641"/>
    <w:rsid w:val="006E4085"/>
    <w:rsid w:val="006E4404"/>
    <w:rsid w:val="006E4E66"/>
    <w:rsid w:val="006E5531"/>
    <w:rsid w:val="006E6834"/>
    <w:rsid w:val="006E7965"/>
    <w:rsid w:val="006E7973"/>
    <w:rsid w:val="006E79DA"/>
    <w:rsid w:val="006E7F0C"/>
    <w:rsid w:val="006E7F51"/>
    <w:rsid w:val="006E7F87"/>
    <w:rsid w:val="006F0B15"/>
    <w:rsid w:val="006F1192"/>
    <w:rsid w:val="006F12B1"/>
    <w:rsid w:val="006F2049"/>
    <w:rsid w:val="006F228D"/>
    <w:rsid w:val="006F29AE"/>
    <w:rsid w:val="006F30A4"/>
    <w:rsid w:val="006F3767"/>
    <w:rsid w:val="006F4453"/>
    <w:rsid w:val="006F4639"/>
    <w:rsid w:val="006F5D69"/>
    <w:rsid w:val="006F6324"/>
    <w:rsid w:val="006F67BF"/>
    <w:rsid w:val="007006EA"/>
    <w:rsid w:val="00701D45"/>
    <w:rsid w:val="00702493"/>
    <w:rsid w:val="00704835"/>
    <w:rsid w:val="007048E4"/>
    <w:rsid w:val="00705003"/>
    <w:rsid w:val="00705A1E"/>
    <w:rsid w:val="00706E87"/>
    <w:rsid w:val="00707482"/>
    <w:rsid w:val="007077E8"/>
    <w:rsid w:val="00710164"/>
    <w:rsid w:val="007101D9"/>
    <w:rsid w:val="00713857"/>
    <w:rsid w:val="00717503"/>
    <w:rsid w:val="00717C2C"/>
    <w:rsid w:val="00720CA7"/>
    <w:rsid w:val="007210AC"/>
    <w:rsid w:val="007212DF"/>
    <w:rsid w:val="00721356"/>
    <w:rsid w:val="00721A4D"/>
    <w:rsid w:val="00722277"/>
    <w:rsid w:val="007225C7"/>
    <w:rsid w:val="00723600"/>
    <w:rsid w:val="00723613"/>
    <w:rsid w:val="00723982"/>
    <w:rsid w:val="00723A6F"/>
    <w:rsid w:val="00724518"/>
    <w:rsid w:val="00724BB8"/>
    <w:rsid w:val="00724CDA"/>
    <w:rsid w:val="0072512B"/>
    <w:rsid w:val="007253A5"/>
    <w:rsid w:val="00725C8F"/>
    <w:rsid w:val="007261A5"/>
    <w:rsid w:val="00726950"/>
    <w:rsid w:val="00726CD2"/>
    <w:rsid w:val="00727216"/>
    <w:rsid w:val="00727466"/>
    <w:rsid w:val="00727931"/>
    <w:rsid w:val="00727E17"/>
    <w:rsid w:val="00730919"/>
    <w:rsid w:val="00730947"/>
    <w:rsid w:val="00730C11"/>
    <w:rsid w:val="007314E0"/>
    <w:rsid w:val="00732979"/>
    <w:rsid w:val="00735182"/>
    <w:rsid w:val="00735DAC"/>
    <w:rsid w:val="007364CB"/>
    <w:rsid w:val="007371B5"/>
    <w:rsid w:val="00737428"/>
    <w:rsid w:val="00740784"/>
    <w:rsid w:val="00741FAF"/>
    <w:rsid w:val="007425A5"/>
    <w:rsid w:val="00743665"/>
    <w:rsid w:val="00745412"/>
    <w:rsid w:val="007464F5"/>
    <w:rsid w:val="007468E1"/>
    <w:rsid w:val="00746C4E"/>
    <w:rsid w:val="0074702F"/>
    <w:rsid w:val="0075065A"/>
    <w:rsid w:val="00750B07"/>
    <w:rsid w:val="0075110D"/>
    <w:rsid w:val="00751A69"/>
    <w:rsid w:val="00752FF7"/>
    <w:rsid w:val="007541B0"/>
    <w:rsid w:val="007542B6"/>
    <w:rsid w:val="00755F16"/>
    <w:rsid w:val="00756393"/>
    <w:rsid w:val="007571EA"/>
    <w:rsid w:val="0075762C"/>
    <w:rsid w:val="007608A0"/>
    <w:rsid w:val="00760E67"/>
    <w:rsid w:val="007617E3"/>
    <w:rsid w:val="00762132"/>
    <w:rsid w:val="0076281E"/>
    <w:rsid w:val="00762886"/>
    <w:rsid w:val="007631E6"/>
    <w:rsid w:val="007633E7"/>
    <w:rsid w:val="007657E0"/>
    <w:rsid w:val="0076601A"/>
    <w:rsid w:val="0077097C"/>
    <w:rsid w:val="00771160"/>
    <w:rsid w:val="007722E2"/>
    <w:rsid w:val="007723CA"/>
    <w:rsid w:val="00773773"/>
    <w:rsid w:val="00773EA6"/>
    <w:rsid w:val="007740FB"/>
    <w:rsid w:val="007743B3"/>
    <w:rsid w:val="00774510"/>
    <w:rsid w:val="00774526"/>
    <w:rsid w:val="0077488A"/>
    <w:rsid w:val="007748CF"/>
    <w:rsid w:val="00774B99"/>
    <w:rsid w:val="007753B9"/>
    <w:rsid w:val="00775D5C"/>
    <w:rsid w:val="007769E7"/>
    <w:rsid w:val="00776CC7"/>
    <w:rsid w:val="007770FA"/>
    <w:rsid w:val="007777A9"/>
    <w:rsid w:val="00777E14"/>
    <w:rsid w:val="00780AC3"/>
    <w:rsid w:val="00781053"/>
    <w:rsid w:val="00782469"/>
    <w:rsid w:val="0078342A"/>
    <w:rsid w:val="007836A0"/>
    <w:rsid w:val="00784138"/>
    <w:rsid w:val="007845BF"/>
    <w:rsid w:val="00786925"/>
    <w:rsid w:val="00786D09"/>
    <w:rsid w:val="00786E08"/>
    <w:rsid w:val="007870CA"/>
    <w:rsid w:val="007879E5"/>
    <w:rsid w:val="00787A27"/>
    <w:rsid w:val="00790933"/>
    <w:rsid w:val="007911F3"/>
    <w:rsid w:val="0079190B"/>
    <w:rsid w:val="007923BA"/>
    <w:rsid w:val="007926EE"/>
    <w:rsid w:val="007931F2"/>
    <w:rsid w:val="007932E0"/>
    <w:rsid w:val="00794BA7"/>
    <w:rsid w:val="007952FC"/>
    <w:rsid w:val="00795AB9"/>
    <w:rsid w:val="00797550"/>
    <w:rsid w:val="00797D33"/>
    <w:rsid w:val="007A0B02"/>
    <w:rsid w:val="007A157B"/>
    <w:rsid w:val="007A197F"/>
    <w:rsid w:val="007A1F15"/>
    <w:rsid w:val="007A3541"/>
    <w:rsid w:val="007A43EF"/>
    <w:rsid w:val="007A4F6E"/>
    <w:rsid w:val="007A5196"/>
    <w:rsid w:val="007A5478"/>
    <w:rsid w:val="007A56C5"/>
    <w:rsid w:val="007A5C41"/>
    <w:rsid w:val="007A5D0A"/>
    <w:rsid w:val="007A5F26"/>
    <w:rsid w:val="007A7CD9"/>
    <w:rsid w:val="007B01FC"/>
    <w:rsid w:val="007B0E1E"/>
    <w:rsid w:val="007B1364"/>
    <w:rsid w:val="007B1BEC"/>
    <w:rsid w:val="007B3641"/>
    <w:rsid w:val="007B41DB"/>
    <w:rsid w:val="007B454E"/>
    <w:rsid w:val="007B49E0"/>
    <w:rsid w:val="007B55A4"/>
    <w:rsid w:val="007B5C3A"/>
    <w:rsid w:val="007B61EB"/>
    <w:rsid w:val="007B627C"/>
    <w:rsid w:val="007B761A"/>
    <w:rsid w:val="007C006D"/>
    <w:rsid w:val="007C0355"/>
    <w:rsid w:val="007C095B"/>
    <w:rsid w:val="007C218A"/>
    <w:rsid w:val="007C23BD"/>
    <w:rsid w:val="007C25B7"/>
    <w:rsid w:val="007C3151"/>
    <w:rsid w:val="007C4B6D"/>
    <w:rsid w:val="007C535C"/>
    <w:rsid w:val="007C5F0E"/>
    <w:rsid w:val="007C640A"/>
    <w:rsid w:val="007C6522"/>
    <w:rsid w:val="007C6CAA"/>
    <w:rsid w:val="007C7222"/>
    <w:rsid w:val="007C74F1"/>
    <w:rsid w:val="007D089F"/>
    <w:rsid w:val="007D1E81"/>
    <w:rsid w:val="007D2D95"/>
    <w:rsid w:val="007D31F8"/>
    <w:rsid w:val="007D4D2A"/>
    <w:rsid w:val="007D5042"/>
    <w:rsid w:val="007D5BE7"/>
    <w:rsid w:val="007D5F6A"/>
    <w:rsid w:val="007D6AD5"/>
    <w:rsid w:val="007D6D21"/>
    <w:rsid w:val="007D7374"/>
    <w:rsid w:val="007E0252"/>
    <w:rsid w:val="007E027B"/>
    <w:rsid w:val="007E02A6"/>
    <w:rsid w:val="007E0508"/>
    <w:rsid w:val="007E0566"/>
    <w:rsid w:val="007E2F5E"/>
    <w:rsid w:val="007E3B05"/>
    <w:rsid w:val="007E3CE2"/>
    <w:rsid w:val="007E3DFF"/>
    <w:rsid w:val="007E40F5"/>
    <w:rsid w:val="007E5E52"/>
    <w:rsid w:val="007E6C4D"/>
    <w:rsid w:val="007F1606"/>
    <w:rsid w:val="007F1F54"/>
    <w:rsid w:val="007F2A3C"/>
    <w:rsid w:val="007F3387"/>
    <w:rsid w:val="007F3AAD"/>
    <w:rsid w:val="007F3D40"/>
    <w:rsid w:val="007F56FA"/>
    <w:rsid w:val="007F6FFE"/>
    <w:rsid w:val="00800D1C"/>
    <w:rsid w:val="00801E62"/>
    <w:rsid w:val="00802724"/>
    <w:rsid w:val="00802B5D"/>
    <w:rsid w:val="00802DCA"/>
    <w:rsid w:val="00803034"/>
    <w:rsid w:val="00803809"/>
    <w:rsid w:val="00803C13"/>
    <w:rsid w:val="00803DB5"/>
    <w:rsid w:val="00805308"/>
    <w:rsid w:val="00805437"/>
    <w:rsid w:val="0080612D"/>
    <w:rsid w:val="008066A3"/>
    <w:rsid w:val="00806FCA"/>
    <w:rsid w:val="00807181"/>
    <w:rsid w:val="00807AE7"/>
    <w:rsid w:val="008100DE"/>
    <w:rsid w:val="00811212"/>
    <w:rsid w:val="0081201F"/>
    <w:rsid w:val="00812B29"/>
    <w:rsid w:val="00813870"/>
    <w:rsid w:val="00814174"/>
    <w:rsid w:val="008147C8"/>
    <w:rsid w:val="008154EC"/>
    <w:rsid w:val="00815753"/>
    <w:rsid w:val="008158F6"/>
    <w:rsid w:val="00816C38"/>
    <w:rsid w:val="00817E42"/>
    <w:rsid w:val="00820520"/>
    <w:rsid w:val="00822909"/>
    <w:rsid w:val="008249E6"/>
    <w:rsid w:val="00824CD1"/>
    <w:rsid w:val="008258D4"/>
    <w:rsid w:val="00826CF3"/>
    <w:rsid w:val="00827EAC"/>
    <w:rsid w:val="008304E2"/>
    <w:rsid w:val="00832262"/>
    <w:rsid w:val="008325B3"/>
    <w:rsid w:val="00832B9F"/>
    <w:rsid w:val="008331EF"/>
    <w:rsid w:val="008340B0"/>
    <w:rsid w:val="00834458"/>
    <w:rsid w:val="008349A5"/>
    <w:rsid w:val="008361DA"/>
    <w:rsid w:val="008364B5"/>
    <w:rsid w:val="008372A1"/>
    <w:rsid w:val="00840A60"/>
    <w:rsid w:val="00840BB9"/>
    <w:rsid w:val="0084169D"/>
    <w:rsid w:val="00842D3F"/>
    <w:rsid w:val="008441C2"/>
    <w:rsid w:val="008443F5"/>
    <w:rsid w:val="00844E78"/>
    <w:rsid w:val="00845553"/>
    <w:rsid w:val="008455F8"/>
    <w:rsid w:val="008461A6"/>
    <w:rsid w:val="00847442"/>
    <w:rsid w:val="00850210"/>
    <w:rsid w:val="00851540"/>
    <w:rsid w:val="00851E2A"/>
    <w:rsid w:val="00851F20"/>
    <w:rsid w:val="00851F86"/>
    <w:rsid w:val="00852408"/>
    <w:rsid w:val="00852586"/>
    <w:rsid w:val="0085330F"/>
    <w:rsid w:val="00855FE3"/>
    <w:rsid w:val="00856201"/>
    <w:rsid w:val="008564BB"/>
    <w:rsid w:val="00856808"/>
    <w:rsid w:val="008579A0"/>
    <w:rsid w:val="00860296"/>
    <w:rsid w:val="00860F08"/>
    <w:rsid w:val="008612DA"/>
    <w:rsid w:val="00862CA9"/>
    <w:rsid w:val="00863891"/>
    <w:rsid w:val="00863E68"/>
    <w:rsid w:val="00864274"/>
    <w:rsid w:val="00864B1E"/>
    <w:rsid w:val="0086501C"/>
    <w:rsid w:val="00865C77"/>
    <w:rsid w:val="008667DC"/>
    <w:rsid w:val="00870664"/>
    <w:rsid w:val="008718F1"/>
    <w:rsid w:val="00871F60"/>
    <w:rsid w:val="0087333F"/>
    <w:rsid w:val="00873DA0"/>
    <w:rsid w:val="008752F8"/>
    <w:rsid w:val="008753FB"/>
    <w:rsid w:val="008755A4"/>
    <w:rsid w:val="00875B47"/>
    <w:rsid w:val="00876376"/>
    <w:rsid w:val="008766F7"/>
    <w:rsid w:val="00877F1B"/>
    <w:rsid w:val="008815D2"/>
    <w:rsid w:val="008815DC"/>
    <w:rsid w:val="008823C1"/>
    <w:rsid w:val="00882CA1"/>
    <w:rsid w:val="00883BE2"/>
    <w:rsid w:val="00884FD7"/>
    <w:rsid w:val="008851FA"/>
    <w:rsid w:val="00885708"/>
    <w:rsid w:val="00885C39"/>
    <w:rsid w:val="00885CEE"/>
    <w:rsid w:val="00885FFF"/>
    <w:rsid w:val="00886A1D"/>
    <w:rsid w:val="00891C67"/>
    <w:rsid w:val="00892092"/>
    <w:rsid w:val="00892D25"/>
    <w:rsid w:val="00892DB4"/>
    <w:rsid w:val="00892DFB"/>
    <w:rsid w:val="00893E2A"/>
    <w:rsid w:val="00893F89"/>
    <w:rsid w:val="0089728D"/>
    <w:rsid w:val="00897938"/>
    <w:rsid w:val="00897C76"/>
    <w:rsid w:val="008A0511"/>
    <w:rsid w:val="008A0C27"/>
    <w:rsid w:val="008A0F30"/>
    <w:rsid w:val="008A1073"/>
    <w:rsid w:val="008A1300"/>
    <w:rsid w:val="008A1CBE"/>
    <w:rsid w:val="008A1DD9"/>
    <w:rsid w:val="008A3396"/>
    <w:rsid w:val="008A4B6F"/>
    <w:rsid w:val="008A5101"/>
    <w:rsid w:val="008A5BA7"/>
    <w:rsid w:val="008A6391"/>
    <w:rsid w:val="008A6B72"/>
    <w:rsid w:val="008A7C81"/>
    <w:rsid w:val="008A7E8C"/>
    <w:rsid w:val="008B0A67"/>
    <w:rsid w:val="008B0B0B"/>
    <w:rsid w:val="008B19D8"/>
    <w:rsid w:val="008B3EA6"/>
    <w:rsid w:val="008B479C"/>
    <w:rsid w:val="008B506D"/>
    <w:rsid w:val="008B57A5"/>
    <w:rsid w:val="008B5976"/>
    <w:rsid w:val="008B7BE6"/>
    <w:rsid w:val="008B7FD7"/>
    <w:rsid w:val="008C06B6"/>
    <w:rsid w:val="008C17AC"/>
    <w:rsid w:val="008C1A6E"/>
    <w:rsid w:val="008C1A9F"/>
    <w:rsid w:val="008C1C35"/>
    <w:rsid w:val="008C2932"/>
    <w:rsid w:val="008C444C"/>
    <w:rsid w:val="008C4E1B"/>
    <w:rsid w:val="008C5655"/>
    <w:rsid w:val="008C5B7D"/>
    <w:rsid w:val="008C7349"/>
    <w:rsid w:val="008C7A4E"/>
    <w:rsid w:val="008D0BEE"/>
    <w:rsid w:val="008D1837"/>
    <w:rsid w:val="008D1BE6"/>
    <w:rsid w:val="008D2046"/>
    <w:rsid w:val="008D3925"/>
    <w:rsid w:val="008D4907"/>
    <w:rsid w:val="008D4C36"/>
    <w:rsid w:val="008D5DC2"/>
    <w:rsid w:val="008D5FEF"/>
    <w:rsid w:val="008D675C"/>
    <w:rsid w:val="008D70DA"/>
    <w:rsid w:val="008D7FEF"/>
    <w:rsid w:val="008E0443"/>
    <w:rsid w:val="008E0B00"/>
    <w:rsid w:val="008E1618"/>
    <w:rsid w:val="008E2EC1"/>
    <w:rsid w:val="008E3A7C"/>
    <w:rsid w:val="008E422C"/>
    <w:rsid w:val="008E4713"/>
    <w:rsid w:val="008E4A48"/>
    <w:rsid w:val="008E60E9"/>
    <w:rsid w:val="008E6853"/>
    <w:rsid w:val="008E7253"/>
    <w:rsid w:val="008E7B06"/>
    <w:rsid w:val="008E7D1C"/>
    <w:rsid w:val="008F03E1"/>
    <w:rsid w:val="008F06B7"/>
    <w:rsid w:val="008F07A9"/>
    <w:rsid w:val="008F0B5B"/>
    <w:rsid w:val="008F2C96"/>
    <w:rsid w:val="008F46DF"/>
    <w:rsid w:val="008F4C9C"/>
    <w:rsid w:val="008F4D08"/>
    <w:rsid w:val="008F5B47"/>
    <w:rsid w:val="008F6633"/>
    <w:rsid w:val="008F6AD7"/>
    <w:rsid w:val="008F7033"/>
    <w:rsid w:val="00901424"/>
    <w:rsid w:val="00901AEB"/>
    <w:rsid w:val="00901EB6"/>
    <w:rsid w:val="009034FB"/>
    <w:rsid w:val="00903EF8"/>
    <w:rsid w:val="00904375"/>
    <w:rsid w:val="009058EE"/>
    <w:rsid w:val="00906063"/>
    <w:rsid w:val="00906DA3"/>
    <w:rsid w:val="00906EB2"/>
    <w:rsid w:val="0090788F"/>
    <w:rsid w:val="00907F9F"/>
    <w:rsid w:val="00911DA1"/>
    <w:rsid w:val="00911F75"/>
    <w:rsid w:val="009136CB"/>
    <w:rsid w:val="00913E8E"/>
    <w:rsid w:val="00914698"/>
    <w:rsid w:val="009150B1"/>
    <w:rsid w:val="00917B60"/>
    <w:rsid w:val="009200A5"/>
    <w:rsid w:val="00920374"/>
    <w:rsid w:val="00920F0F"/>
    <w:rsid w:val="009220B7"/>
    <w:rsid w:val="009223A4"/>
    <w:rsid w:val="00922D24"/>
    <w:rsid w:val="00922F4A"/>
    <w:rsid w:val="009231E6"/>
    <w:rsid w:val="00924AA3"/>
    <w:rsid w:val="00924BA6"/>
    <w:rsid w:val="0092683A"/>
    <w:rsid w:val="00927898"/>
    <w:rsid w:val="0092797B"/>
    <w:rsid w:val="0093079F"/>
    <w:rsid w:val="00930D6C"/>
    <w:rsid w:val="009319BC"/>
    <w:rsid w:val="0093262F"/>
    <w:rsid w:val="00932F1C"/>
    <w:rsid w:val="00936533"/>
    <w:rsid w:val="00937DDE"/>
    <w:rsid w:val="009425DA"/>
    <w:rsid w:val="00942C07"/>
    <w:rsid w:val="0094346F"/>
    <w:rsid w:val="00943DF1"/>
    <w:rsid w:val="0094417D"/>
    <w:rsid w:val="0094484E"/>
    <w:rsid w:val="00944C66"/>
    <w:rsid w:val="00945F2B"/>
    <w:rsid w:val="00945F6F"/>
    <w:rsid w:val="0094683C"/>
    <w:rsid w:val="009469EE"/>
    <w:rsid w:val="00946B9B"/>
    <w:rsid w:val="00946F93"/>
    <w:rsid w:val="00950BA8"/>
    <w:rsid w:val="00950C76"/>
    <w:rsid w:val="00950D69"/>
    <w:rsid w:val="0095176E"/>
    <w:rsid w:val="00951B97"/>
    <w:rsid w:val="00952670"/>
    <w:rsid w:val="009536CC"/>
    <w:rsid w:val="00955136"/>
    <w:rsid w:val="00956B16"/>
    <w:rsid w:val="00956C14"/>
    <w:rsid w:val="0095713D"/>
    <w:rsid w:val="00957DF0"/>
    <w:rsid w:val="00960DF4"/>
    <w:rsid w:val="0096119C"/>
    <w:rsid w:val="00961AEE"/>
    <w:rsid w:val="009634E3"/>
    <w:rsid w:val="009638B4"/>
    <w:rsid w:val="0096429E"/>
    <w:rsid w:val="009654BA"/>
    <w:rsid w:val="009671DC"/>
    <w:rsid w:val="00967DDC"/>
    <w:rsid w:val="00972039"/>
    <w:rsid w:val="0097246D"/>
    <w:rsid w:val="00972DF5"/>
    <w:rsid w:val="00974BD1"/>
    <w:rsid w:val="009769DE"/>
    <w:rsid w:val="00977001"/>
    <w:rsid w:val="0097779B"/>
    <w:rsid w:val="00980C29"/>
    <w:rsid w:val="0098332F"/>
    <w:rsid w:val="009838E8"/>
    <w:rsid w:val="00983CED"/>
    <w:rsid w:val="009850CA"/>
    <w:rsid w:val="0098556F"/>
    <w:rsid w:val="00985F4C"/>
    <w:rsid w:val="009862C2"/>
    <w:rsid w:val="00986680"/>
    <w:rsid w:val="0098686A"/>
    <w:rsid w:val="009874B3"/>
    <w:rsid w:val="00987ED3"/>
    <w:rsid w:val="00990230"/>
    <w:rsid w:val="0099112B"/>
    <w:rsid w:val="00992374"/>
    <w:rsid w:val="00992E38"/>
    <w:rsid w:val="009940D5"/>
    <w:rsid w:val="0099477C"/>
    <w:rsid w:val="009953BA"/>
    <w:rsid w:val="00997D00"/>
    <w:rsid w:val="009A05E3"/>
    <w:rsid w:val="009A08AD"/>
    <w:rsid w:val="009A10C0"/>
    <w:rsid w:val="009A164F"/>
    <w:rsid w:val="009A2691"/>
    <w:rsid w:val="009A2ADD"/>
    <w:rsid w:val="009A2F44"/>
    <w:rsid w:val="009A36AB"/>
    <w:rsid w:val="009A38BE"/>
    <w:rsid w:val="009A3937"/>
    <w:rsid w:val="009A43F2"/>
    <w:rsid w:val="009A53C4"/>
    <w:rsid w:val="009A55AD"/>
    <w:rsid w:val="009A582B"/>
    <w:rsid w:val="009A58F2"/>
    <w:rsid w:val="009B06D9"/>
    <w:rsid w:val="009B09FC"/>
    <w:rsid w:val="009B11EA"/>
    <w:rsid w:val="009B170A"/>
    <w:rsid w:val="009B1DA1"/>
    <w:rsid w:val="009B2BEA"/>
    <w:rsid w:val="009B3462"/>
    <w:rsid w:val="009B386B"/>
    <w:rsid w:val="009B45FD"/>
    <w:rsid w:val="009B4D15"/>
    <w:rsid w:val="009B4DAD"/>
    <w:rsid w:val="009B5107"/>
    <w:rsid w:val="009B5B8D"/>
    <w:rsid w:val="009B5E9B"/>
    <w:rsid w:val="009B61C9"/>
    <w:rsid w:val="009B7739"/>
    <w:rsid w:val="009C0000"/>
    <w:rsid w:val="009C263F"/>
    <w:rsid w:val="009C4966"/>
    <w:rsid w:val="009C4ED5"/>
    <w:rsid w:val="009C6462"/>
    <w:rsid w:val="009C7607"/>
    <w:rsid w:val="009C7720"/>
    <w:rsid w:val="009C7956"/>
    <w:rsid w:val="009D085E"/>
    <w:rsid w:val="009D14F0"/>
    <w:rsid w:val="009D17E3"/>
    <w:rsid w:val="009D25C5"/>
    <w:rsid w:val="009D4AE3"/>
    <w:rsid w:val="009D4C7F"/>
    <w:rsid w:val="009D55B6"/>
    <w:rsid w:val="009D55E0"/>
    <w:rsid w:val="009D5DC3"/>
    <w:rsid w:val="009D6771"/>
    <w:rsid w:val="009D69E7"/>
    <w:rsid w:val="009D7351"/>
    <w:rsid w:val="009D75A9"/>
    <w:rsid w:val="009D7E9E"/>
    <w:rsid w:val="009D7F86"/>
    <w:rsid w:val="009E04D5"/>
    <w:rsid w:val="009E100F"/>
    <w:rsid w:val="009E1D6E"/>
    <w:rsid w:val="009E243D"/>
    <w:rsid w:val="009E31B6"/>
    <w:rsid w:val="009E3595"/>
    <w:rsid w:val="009E3A36"/>
    <w:rsid w:val="009E4985"/>
    <w:rsid w:val="009E4C61"/>
    <w:rsid w:val="009E4E5A"/>
    <w:rsid w:val="009E5B9E"/>
    <w:rsid w:val="009E5BFC"/>
    <w:rsid w:val="009E5E03"/>
    <w:rsid w:val="009E5E15"/>
    <w:rsid w:val="009E6193"/>
    <w:rsid w:val="009E669B"/>
    <w:rsid w:val="009E6BFF"/>
    <w:rsid w:val="009E7900"/>
    <w:rsid w:val="009E7C6F"/>
    <w:rsid w:val="009F00E5"/>
    <w:rsid w:val="009F1810"/>
    <w:rsid w:val="009F2C21"/>
    <w:rsid w:val="009F32E7"/>
    <w:rsid w:val="009F4D38"/>
    <w:rsid w:val="009F5568"/>
    <w:rsid w:val="009F6652"/>
    <w:rsid w:val="009F6AF6"/>
    <w:rsid w:val="009F6BF0"/>
    <w:rsid w:val="009F6C36"/>
    <w:rsid w:val="009F6CB5"/>
    <w:rsid w:val="009F7487"/>
    <w:rsid w:val="009F75DB"/>
    <w:rsid w:val="00A0101E"/>
    <w:rsid w:val="00A011AF"/>
    <w:rsid w:val="00A01BAD"/>
    <w:rsid w:val="00A02492"/>
    <w:rsid w:val="00A0255A"/>
    <w:rsid w:val="00A02997"/>
    <w:rsid w:val="00A02B27"/>
    <w:rsid w:val="00A031F9"/>
    <w:rsid w:val="00A03246"/>
    <w:rsid w:val="00A038A0"/>
    <w:rsid w:val="00A039D7"/>
    <w:rsid w:val="00A03E09"/>
    <w:rsid w:val="00A05D7E"/>
    <w:rsid w:val="00A06A1C"/>
    <w:rsid w:val="00A07947"/>
    <w:rsid w:val="00A07FFE"/>
    <w:rsid w:val="00A1058A"/>
    <w:rsid w:val="00A11259"/>
    <w:rsid w:val="00A11E78"/>
    <w:rsid w:val="00A12720"/>
    <w:rsid w:val="00A12844"/>
    <w:rsid w:val="00A12B40"/>
    <w:rsid w:val="00A13B41"/>
    <w:rsid w:val="00A14363"/>
    <w:rsid w:val="00A1479B"/>
    <w:rsid w:val="00A14E60"/>
    <w:rsid w:val="00A1511B"/>
    <w:rsid w:val="00A1518A"/>
    <w:rsid w:val="00A1551A"/>
    <w:rsid w:val="00A159BA"/>
    <w:rsid w:val="00A16A4D"/>
    <w:rsid w:val="00A16DEB"/>
    <w:rsid w:val="00A17D57"/>
    <w:rsid w:val="00A20414"/>
    <w:rsid w:val="00A20C36"/>
    <w:rsid w:val="00A20EE0"/>
    <w:rsid w:val="00A21260"/>
    <w:rsid w:val="00A23225"/>
    <w:rsid w:val="00A24020"/>
    <w:rsid w:val="00A242D1"/>
    <w:rsid w:val="00A2497F"/>
    <w:rsid w:val="00A25931"/>
    <w:rsid w:val="00A25D61"/>
    <w:rsid w:val="00A261FD"/>
    <w:rsid w:val="00A262BA"/>
    <w:rsid w:val="00A26AEA"/>
    <w:rsid w:val="00A2752D"/>
    <w:rsid w:val="00A301D8"/>
    <w:rsid w:val="00A303B3"/>
    <w:rsid w:val="00A30FE7"/>
    <w:rsid w:val="00A321D5"/>
    <w:rsid w:val="00A3277E"/>
    <w:rsid w:val="00A32B8F"/>
    <w:rsid w:val="00A33349"/>
    <w:rsid w:val="00A3398A"/>
    <w:rsid w:val="00A340C9"/>
    <w:rsid w:val="00A342FF"/>
    <w:rsid w:val="00A34605"/>
    <w:rsid w:val="00A348A0"/>
    <w:rsid w:val="00A34EC4"/>
    <w:rsid w:val="00A35866"/>
    <w:rsid w:val="00A3632A"/>
    <w:rsid w:val="00A377F9"/>
    <w:rsid w:val="00A402FF"/>
    <w:rsid w:val="00A40F0B"/>
    <w:rsid w:val="00A41565"/>
    <w:rsid w:val="00A42974"/>
    <w:rsid w:val="00A434B0"/>
    <w:rsid w:val="00A43963"/>
    <w:rsid w:val="00A43ABE"/>
    <w:rsid w:val="00A43C7E"/>
    <w:rsid w:val="00A44193"/>
    <w:rsid w:val="00A44932"/>
    <w:rsid w:val="00A46816"/>
    <w:rsid w:val="00A46AE1"/>
    <w:rsid w:val="00A4794D"/>
    <w:rsid w:val="00A52D7C"/>
    <w:rsid w:val="00A53768"/>
    <w:rsid w:val="00A54862"/>
    <w:rsid w:val="00A54EE9"/>
    <w:rsid w:val="00A56AB9"/>
    <w:rsid w:val="00A605EC"/>
    <w:rsid w:val="00A60C89"/>
    <w:rsid w:val="00A64928"/>
    <w:rsid w:val="00A66409"/>
    <w:rsid w:val="00A66869"/>
    <w:rsid w:val="00A672D0"/>
    <w:rsid w:val="00A676A0"/>
    <w:rsid w:val="00A67DE0"/>
    <w:rsid w:val="00A67DEA"/>
    <w:rsid w:val="00A757F8"/>
    <w:rsid w:val="00A76583"/>
    <w:rsid w:val="00A77830"/>
    <w:rsid w:val="00A803C1"/>
    <w:rsid w:val="00A80F32"/>
    <w:rsid w:val="00A8139F"/>
    <w:rsid w:val="00A81D22"/>
    <w:rsid w:val="00A8221E"/>
    <w:rsid w:val="00A83365"/>
    <w:rsid w:val="00A83F73"/>
    <w:rsid w:val="00A844F0"/>
    <w:rsid w:val="00A84723"/>
    <w:rsid w:val="00A84F0E"/>
    <w:rsid w:val="00A8594D"/>
    <w:rsid w:val="00A85FA3"/>
    <w:rsid w:val="00A86B8E"/>
    <w:rsid w:val="00A875C9"/>
    <w:rsid w:val="00A876F7"/>
    <w:rsid w:val="00A91268"/>
    <w:rsid w:val="00A916FF"/>
    <w:rsid w:val="00A918B9"/>
    <w:rsid w:val="00A92D9F"/>
    <w:rsid w:val="00A93C14"/>
    <w:rsid w:val="00A93CA1"/>
    <w:rsid w:val="00A9406A"/>
    <w:rsid w:val="00A943E8"/>
    <w:rsid w:val="00A9455A"/>
    <w:rsid w:val="00A953E8"/>
    <w:rsid w:val="00A95D63"/>
    <w:rsid w:val="00A96593"/>
    <w:rsid w:val="00A97E8A"/>
    <w:rsid w:val="00AA1410"/>
    <w:rsid w:val="00AA1532"/>
    <w:rsid w:val="00AA1846"/>
    <w:rsid w:val="00AA1F2D"/>
    <w:rsid w:val="00AA2177"/>
    <w:rsid w:val="00AA22C2"/>
    <w:rsid w:val="00AA2485"/>
    <w:rsid w:val="00AA381D"/>
    <w:rsid w:val="00AA3AF5"/>
    <w:rsid w:val="00AA5320"/>
    <w:rsid w:val="00AA5512"/>
    <w:rsid w:val="00AA6664"/>
    <w:rsid w:val="00AA6E57"/>
    <w:rsid w:val="00AA7917"/>
    <w:rsid w:val="00AB0860"/>
    <w:rsid w:val="00AB1937"/>
    <w:rsid w:val="00AB2945"/>
    <w:rsid w:val="00AB315E"/>
    <w:rsid w:val="00AB4D72"/>
    <w:rsid w:val="00AB543B"/>
    <w:rsid w:val="00AB607A"/>
    <w:rsid w:val="00AB628A"/>
    <w:rsid w:val="00AB6512"/>
    <w:rsid w:val="00AB6D77"/>
    <w:rsid w:val="00AC0342"/>
    <w:rsid w:val="00AC05EC"/>
    <w:rsid w:val="00AC0ABC"/>
    <w:rsid w:val="00AC1C3D"/>
    <w:rsid w:val="00AC1EC6"/>
    <w:rsid w:val="00AC2670"/>
    <w:rsid w:val="00AC2B82"/>
    <w:rsid w:val="00AC2D1C"/>
    <w:rsid w:val="00AC2FD5"/>
    <w:rsid w:val="00AC3C90"/>
    <w:rsid w:val="00AC4B29"/>
    <w:rsid w:val="00AC53F4"/>
    <w:rsid w:val="00AC5DF4"/>
    <w:rsid w:val="00AC5FF0"/>
    <w:rsid w:val="00AC6085"/>
    <w:rsid w:val="00AC6363"/>
    <w:rsid w:val="00AD05A4"/>
    <w:rsid w:val="00AD1AA7"/>
    <w:rsid w:val="00AD2271"/>
    <w:rsid w:val="00AD320E"/>
    <w:rsid w:val="00AD4316"/>
    <w:rsid w:val="00AD4729"/>
    <w:rsid w:val="00AD4CE3"/>
    <w:rsid w:val="00AD4FB3"/>
    <w:rsid w:val="00AD5F73"/>
    <w:rsid w:val="00AD6DB3"/>
    <w:rsid w:val="00AD6F4E"/>
    <w:rsid w:val="00AD711E"/>
    <w:rsid w:val="00AE0438"/>
    <w:rsid w:val="00AE19C9"/>
    <w:rsid w:val="00AE1B59"/>
    <w:rsid w:val="00AE1C51"/>
    <w:rsid w:val="00AE3FCB"/>
    <w:rsid w:val="00AE4197"/>
    <w:rsid w:val="00AE45FE"/>
    <w:rsid w:val="00AE4C39"/>
    <w:rsid w:val="00AE60E4"/>
    <w:rsid w:val="00AE6E78"/>
    <w:rsid w:val="00AE6F81"/>
    <w:rsid w:val="00AE720B"/>
    <w:rsid w:val="00AE7791"/>
    <w:rsid w:val="00AE7AB9"/>
    <w:rsid w:val="00AF081B"/>
    <w:rsid w:val="00AF2200"/>
    <w:rsid w:val="00AF3E62"/>
    <w:rsid w:val="00AF4DF9"/>
    <w:rsid w:val="00AF6187"/>
    <w:rsid w:val="00AF63F3"/>
    <w:rsid w:val="00AF66ED"/>
    <w:rsid w:val="00AF707B"/>
    <w:rsid w:val="00B00C8C"/>
    <w:rsid w:val="00B0151D"/>
    <w:rsid w:val="00B01593"/>
    <w:rsid w:val="00B01EBF"/>
    <w:rsid w:val="00B02704"/>
    <w:rsid w:val="00B02E8A"/>
    <w:rsid w:val="00B038DE"/>
    <w:rsid w:val="00B0548B"/>
    <w:rsid w:val="00B0607F"/>
    <w:rsid w:val="00B10865"/>
    <w:rsid w:val="00B10CC0"/>
    <w:rsid w:val="00B117AB"/>
    <w:rsid w:val="00B11975"/>
    <w:rsid w:val="00B11EE4"/>
    <w:rsid w:val="00B1397E"/>
    <w:rsid w:val="00B1477E"/>
    <w:rsid w:val="00B14924"/>
    <w:rsid w:val="00B14C27"/>
    <w:rsid w:val="00B158F5"/>
    <w:rsid w:val="00B17070"/>
    <w:rsid w:val="00B1749C"/>
    <w:rsid w:val="00B17CB1"/>
    <w:rsid w:val="00B21505"/>
    <w:rsid w:val="00B21506"/>
    <w:rsid w:val="00B21B35"/>
    <w:rsid w:val="00B22C60"/>
    <w:rsid w:val="00B23386"/>
    <w:rsid w:val="00B2377C"/>
    <w:rsid w:val="00B24EB9"/>
    <w:rsid w:val="00B25879"/>
    <w:rsid w:val="00B25AE8"/>
    <w:rsid w:val="00B25D57"/>
    <w:rsid w:val="00B25ED3"/>
    <w:rsid w:val="00B26536"/>
    <w:rsid w:val="00B26A13"/>
    <w:rsid w:val="00B272CD"/>
    <w:rsid w:val="00B27FC8"/>
    <w:rsid w:val="00B30424"/>
    <w:rsid w:val="00B30CBE"/>
    <w:rsid w:val="00B32EB7"/>
    <w:rsid w:val="00B3407D"/>
    <w:rsid w:val="00B35423"/>
    <w:rsid w:val="00B35873"/>
    <w:rsid w:val="00B35EAF"/>
    <w:rsid w:val="00B37EA0"/>
    <w:rsid w:val="00B40AFC"/>
    <w:rsid w:val="00B4332E"/>
    <w:rsid w:val="00B4338C"/>
    <w:rsid w:val="00B43728"/>
    <w:rsid w:val="00B43E5B"/>
    <w:rsid w:val="00B4440C"/>
    <w:rsid w:val="00B444EC"/>
    <w:rsid w:val="00B4454F"/>
    <w:rsid w:val="00B45CA1"/>
    <w:rsid w:val="00B471B7"/>
    <w:rsid w:val="00B5004F"/>
    <w:rsid w:val="00B50F02"/>
    <w:rsid w:val="00B50F81"/>
    <w:rsid w:val="00B51862"/>
    <w:rsid w:val="00B52500"/>
    <w:rsid w:val="00B52CCB"/>
    <w:rsid w:val="00B53FBA"/>
    <w:rsid w:val="00B54010"/>
    <w:rsid w:val="00B55E9C"/>
    <w:rsid w:val="00B56947"/>
    <w:rsid w:val="00B60289"/>
    <w:rsid w:val="00B60C6F"/>
    <w:rsid w:val="00B611AA"/>
    <w:rsid w:val="00B61EA8"/>
    <w:rsid w:val="00B658EF"/>
    <w:rsid w:val="00B6738C"/>
    <w:rsid w:val="00B676DC"/>
    <w:rsid w:val="00B7086E"/>
    <w:rsid w:val="00B70914"/>
    <w:rsid w:val="00B70FBB"/>
    <w:rsid w:val="00B71690"/>
    <w:rsid w:val="00B71BE1"/>
    <w:rsid w:val="00B71F82"/>
    <w:rsid w:val="00B72BB9"/>
    <w:rsid w:val="00B73B06"/>
    <w:rsid w:val="00B73F5B"/>
    <w:rsid w:val="00B74320"/>
    <w:rsid w:val="00B74C87"/>
    <w:rsid w:val="00B75BDD"/>
    <w:rsid w:val="00B76219"/>
    <w:rsid w:val="00B766A5"/>
    <w:rsid w:val="00B76D70"/>
    <w:rsid w:val="00B8007D"/>
    <w:rsid w:val="00B800DF"/>
    <w:rsid w:val="00B80E44"/>
    <w:rsid w:val="00B81596"/>
    <w:rsid w:val="00B81939"/>
    <w:rsid w:val="00B81CAC"/>
    <w:rsid w:val="00B821FB"/>
    <w:rsid w:val="00B824AA"/>
    <w:rsid w:val="00B82C7C"/>
    <w:rsid w:val="00B83B00"/>
    <w:rsid w:val="00B84B0A"/>
    <w:rsid w:val="00B86849"/>
    <w:rsid w:val="00B87DEC"/>
    <w:rsid w:val="00B909D6"/>
    <w:rsid w:val="00B90F66"/>
    <w:rsid w:val="00B917E5"/>
    <w:rsid w:val="00B924F3"/>
    <w:rsid w:val="00B92BE1"/>
    <w:rsid w:val="00B92C14"/>
    <w:rsid w:val="00B92FCC"/>
    <w:rsid w:val="00B94496"/>
    <w:rsid w:val="00B94942"/>
    <w:rsid w:val="00B94AF2"/>
    <w:rsid w:val="00B9621D"/>
    <w:rsid w:val="00B96B3A"/>
    <w:rsid w:val="00B97084"/>
    <w:rsid w:val="00B970C0"/>
    <w:rsid w:val="00B97BB2"/>
    <w:rsid w:val="00BA0ABD"/>
    <w:rsid w:val="00BA184D"/>
    <w:rsid w:val="00BA2050"/>
    <w:rsid w:val="00BA266E"/>
    <w:rsid w:val="00BA3243"/>
    <w:rsid w:val="00BA4F28"/>
    <w:rsid w:val="00BA5ABD"/>
    <w:rsid w:val="00BA5E5D"/>
    <w:rsid w:val="00BA613E"/>
    <w:rsid w:val="00BA6801"/>
    <w:rsid w:val="00BA6F6E"/>
    <w:rsid w:val="00BA7A27"/>
    <w:rsid w:val="00BB094D"/>
    <w:rsid w:val="00BB13E5"/>
    <w:rsid w:val="00BB198B"/>
    <w:rsid w:val="00BB21C5"/>
    <w:rsid w:val="00BB2659"/>
    <w:rsid w:val="00BB2749"/>
    <w:rsid w:val="00BB2B60"/>
    <w:rsid w:val="00BB3880"/>
    <w:rsid w:val="00BB38EE"/>
    <w:rsid w:val="00BB3BAC"/>
    <w:rsid w:val="00BB3F45"/>
    <w:rsid w:val="00BB516B"/>
    <w:rsid w:val="00BB520E"/>
    <w:rsid w:val="00BB54B9"/>
    <w:rsid w:val="00BB5994"/>
    <w:rsid w:val="00BB5B55"/>
    <w:rsid w:val="00BB62BC"/>
    <w:rsid w:val="00BB6645"/>
    <w:rsid w:val="00BB6BD8"/>
    <w:rsid w:val="00BB6CD4"/>
    <w:rsid w:val="00BB75C6"/>
    <w:rsid w:val="00BC160C"/>
    <w:rsid w:val="00BC2C3D"/>
    <w:rsid w:val="00BC2DE7"/>
    <w:rsid w:val="00BC3251"/>
    <w:rsid w:val="00BC4F39"/>
    <w:rsid w:val="00BC5BBE"/>
    <w:rsid w:val="00BC689E"/>
    <w:rsid w:val="00BD099F"/>
    <w:rsid w:val="00BD1119"/>
    <w:rsid w:val="00BD2593"/>
    <w:rsid w:val="00BD2908"/>
    <w:rsid w:val="00BD2CD6"/>
    <w:rsid w:val="00BD3D16"/>
    <w:rsid w:val="00BD40F0"/>
    <w:rsid w:val="00BD56A8"/>
    <w:rsid w:val="00BD5DA4"/>
    <w:rsid w:val="00BD60C2"/>
    <w:rsid w:val="00BD6AA9"/>
    <w:rsid w:val="00BE06A2"/>
    <w:rsid w:val="00BE114E"/>
    <w:rsid w:val="00BE1507"/>
    <w:rsid w:val="00BE1C0D"/>
    <w:rsid w:val="00BE46B9"/>
    <w:rsid w:val="00BE5779"/>
    <w:rsid w:val="00BE604B"/>
    <w:rsid w:val="00BE6C64"/>
    <w:rsid w:val="00BE783F"/>
    <w:rsid w:val="00BE7971"/>
    <w:rsid w:val="00BE7F7C"/>
    <w:rsid w:val="00BF031C"/>
    <w:rsid w:val="00BF0356"/>
    <w:rsid w:val="00BF0E21"/>
    <w:rsid w:val="00BF18CB"/>
    <w:rsid w:val="00BF2C00"/>
    <w:rsid w:val="00BF302D"/>
    <w:rsid w:val="00BF31D6"/>
    <w:rsid w:val="00BF3452"/>
    <w:rsid w:val="00BF35EC"/>
    <w:rsid w:val="00BF40EE"/>
    <w:rsid w:val="00BF4CC7"/>
    <w:rsid w:val="00BF5715"/>
    <w:rsid w:val="00BF7BFE"/>
    <w:rsid w:val="00C01B0B"/>
    <w:rsid w:val="00C02848"/>
    <w:rsid w:val="00C02AB6"/>
    <w:rsid w:val="00C0319F"/>
    <w:rsid w:val="00C032F8"/>
    <w:rsid w:val="00C039EF"/>
    <w:rsid w:val="00C04137"/>
    <w:rsid w:val="00C04185"/>
    <w:rsid w:val="00C053BF"/>
    <w:rsid w:val="00C05D2B"/>
    <w:rsid w:val="00C07185"/>
    <w:rsid w:val="00C07234"/>
    <w:rsid w:val="00C07D84"/>
    <w:rsid w:val="00C10C92"/>
    <w:rsid w:val="00C11068"/>
    <w:rsid w:val="00C117A7"/>
    <w:rsid w:val="00C11DA6"/>
    <w:rsid w:val="00C12C64"/>
    <w:rsid w:val="00C13A3C"/>
    <w:rsid w:val="00C141A2"/>
    <w:rsid w:val="00C14243"/>
    <w:rsid w:val="00C14E37"/>
    <w:rsid w:val="00C155AA"/>
    <w:rsid w:val="00C15FF1"/>
    <w:rsid w:val="00C16072"/>
    <w:rsid w:val="00C1741A"/>
    <w:rsid w:val="00C17B92"/>
    <w:rsid w:val="00C17F7E"/>
    <w:rsid w:val="00C20690"/>
    <w:rsid w:val="00C21BEC"/>
    <w:rsid w:val="00C22371"/>
    <w:rsid w:val="00C226FF"/>
    <w:rsid w:val="00C23BA6"/>
    <w:rsid w:val="00C3018D"/>
    <w:rsid w:val="00C31337"/>
    <w:rsid w:val="00C31900"/>
    <w:rsid w:val="00C32316"/>
    <w:rsid w:val="00C32D39"/>
    <w:rsid w:val="00C330FA"/>
    <w:rsid w:val="00C34299"/>
    <w:rsid w:val="00C3437A"/>
    <w:rsid w:val="00C34428"/>
    <w:rsid w:val="00C34C73"/>
    <w:rsid w:val="00C36D9F"/>
    <w:rsid w:val="00C37673"/>
    <w:rsid w:val="00C42E9E"/>
    <w:rsid w:val="00C44227"/>
    <w:rsid w:val="00C4575E"/>
    <w:rsid w:val="00C46AB9"/>
    <w:rsid w:val="00C46CD9"/>
    <w:rsid w:val="00C5070D"/>
    <w:rsid w:val="00C51279"/>
    <w:rsid w:val="00C51978"/>
    <w:rsid w:val="00C52003"/>
    <w:rsid w:val="00C52FCC"/>
    <w:rsid w:val="00C531D8"/>
    <w:rsid w:val="00C5324A"/>
    <w:rsid w:val="00C54DD3"/>
    <w:rsid w:val="00C5519C"/>
    <w:rsid w:val="00C559D4"/>
    <w:rsid w:val="00C5653A"/>
    <w:rsid w:val="00C567E3"/>
    <w:rsid w:val="00C56D3E"/>
    <w:rsid w:val="00C60966"/>
    <w:rsid w:val="00C635B7"/>
    <w:rsid w:val="00C63757"/>
    <w:rsid w:val="00C708B8"/>
    <w:rsid w:val="00C71782"/>
    <w:rsid w:val="00C733E1"/>
    <w:rsid w:val="00C7374F"/>
    <w:rsid w:val="00C7399D"/>
    <w:rsid w:val="00C7637C"/>
    <w:rsid w:val="00C771F6"/>
    <w:rsid w:val="00C80525"/>
    <w:rsid w:val="00C806D9"/>
    <w:rsid w:val="00C820EC"/>
    <w:rsid w:val="00C825D9"/>
    <w:rsid w:val="00C829F5"/>
    <w:rsid w:val="00C85AEE"/>
    <w:rsid w:val="00C85BC9"/>
    <w:rsid w:val="00C85F2C"/>
    <w:rsid w:val="00C86032"/>
    <w:rsid w:val="00C874D0"/>
    <w:rsid w:val="00C8762E"/>
    <w:rsid w:val="00C90D13"/>
    <w:rsid w:val="00C920F7"/>
    <w:rsid w:val="00C92466"/>
    <w:rsid w:val="00C92DCD"/>
    <w:rsid w:val="00C93611"/>
    <w:rsid w:val="00C936AF"/>
    <w:rsid w:val="00C93AF9"/>
    <w:rsid w:val="00C93C2E"/>
    <w:rsid w:val="00C93F9A"/>
    <w:rsid w:val="00C97414"/>
    <w:rsid w:val="00CA0D69"/>
    <w:rsid w:val="00CA34ED"/>
    <w:rsid w:val="00CA5FD6"/>
    <w:rsid w:val="00CA6409"/>
    <w:rsid w:val="00CA667A"/>
    <w:rsid w:val="00CA73F9"/>
    <w:rsid w:val="00CA7B17"/>
    <w:rsid w:val="00CB0064"/>
    <w:rsid w:val="00CB096C"/>
    <w:rsid w:val="00CB0B2A"/>
    <w:rsid w:val="00CB0FB8"/>
    <w:rsid w:val="00CB14BD"/>
    <w:rsid w:val="00CB1E86"/>
    <w:rsid w:val="00CB1F42"/>
    <w:rsid w:val="00CB29A5"/>
    <w:rsid w:val="00CB2B70"/>
    <w:rsid w:val="00CB32B1"/>
    <w:rsid w:val="00CB385D"/>
    <w:rsid w:val="00CB4F25"/>
    <w:rsid w:val="00CB5650"/>
    <w:rsid w:val="00CB6E94"/>
    <w:rsid w:val="00CC015B"/>
    <w:rsid w:val="00CC08C0"/>
    <w:rsid w:val="00CC0D4E"/>
    <w:rsid w:val="00CC169B"/>
    <w:rsid w:val="00CC49EE"/>
    <w:rsid w:val="00CC4FCE"/>
    <w:rsid w:val="00CC5B80"/>
    <w:rsid w:val="00CC5D3E"/>
    <w:rsid w:val="00CC5F61"/>
    <w:rsid w:val="00CC65B3"/>
    <w:rsid w:val="00CC679F"/>
    <w:rsid w:val="00CC6A20"/>
    <w:rsid w:val="00CD0545"/>
    <w:rsid w:val="00CD0C96"/>
    <w:rsid w:val="00CD1227"/>
    <w:rsid w:val="00CD23BB"/>
    <w:rsid w:val="00CD32DC"/>
    <w:rsid w:val="00CD3592"/>
    <w:rsid w:val="00CD43B1"/>
    <w:rsid w:val="00CD5081"/>
    <w:rsid w:val="00CD544A"/>
    <w:rsid w:val="00CD5A5B"/>
    <w:rsid w:val="00CD60F7"/>
    <w:rsid w:val="00CD61D8"/>
    <w:rsid w:val="00CD661E"/>
    <w:rsid w:val="00CD7697"/>
    <w:rsid w:val="00CD77E7"/>
    <w:rsid w:val="00CE0168"/>
    <w:rsid w:val="00CE09EB"/>
    <w:rsid w:val="00CE0AC3"/>
    <w:rsid w:val="00CE132B"/>
    <w:rsid w:val="00CE1664"/>
    <w:rsid w:val="00CE2430"/>
    <w:rsid w:val="00CE42B8"/>
    <w:rsid w:val="00CE4770"/>
    <w:rsid w:val="00CE4CB7"/>
    <w:rsid w:val="00CE5A2C"/>
    <w:rsid w:val="00CE62B0"/>
    <w:rsid w:val="00CE6AF1"/>
    <w:rsid w:val="00CE6F08"/>
    <w:rsid w:val="00CE7B5F"/>
    <w:rsid w:val="00CE7C3C"/>
    <w:rsid w:val="00CF067A"/>
    <w:rsid w:val="00CF07B1"/>
    <w:rsid w:val="00CF0F05"/>
    <w:rsid w:val="00CF1170"/>
    <w:rsid w:val="00CF120C"/>
    <w:rsid w:val="00CF143C"/>
    <w:rsid w:val="00CF1655"/>
    <w:rsid w:val="00CF24B6"/>
    <w:rsid w:val="00CF2CF9"/>
    <w:rsid w:val="00CF52E2"/>
    <w:rsid w:val="00CF616F"/>
    <w:rsid w:val="00CF6935"/>
    <w:rsid w:val="00CF75AC"/>
    <w:rsid w:val="00CF780E"/>
    <w:rsid w:val="00D00D11"/>
    <w:rsid w:val="00D00E40"/>
    <w:rsid w:val="00D012CC"/>
    <w:rsid w:val="00D01460"/>
    <w:rsid w:val="00D02173"/>
    <w:rsid w:val="00D02A0C"/>
    <w:rsid w:val="00D035AC"/>
    <w:rsid w:val="00D039D4"/>
    <w:rsid w:val="00D03D05"/>
    <w:rsid w:val="00D03F60"/>
    <w:rsid w:val="00D03F8C"/>
    <w:rsid w:val="00D046DD"/>
    <w:rsid w:val="00D04EA1"/>
    <w:rsid w:val="00D05244"/>
    <w:rsid w:val="00D10559"/>
    <w:rsid w:val="00D106EA"/>
    <w:rsid w:val="00D11071"/>
    <w:rsid w:val="00D11847"/>
    <w:rsid w:val="00D12103"/>
    <w:rsid w:val="00D142E5"/>
    <w:rsid w:val="00D14550"/>
    <w:rsid w:val="00D154BA"/>
    <w:rsid w:val="00D15BBE"/>
    <w:rsid w:val="00D167FD"/>
    <w:rsid w:val="00D1698B"/>
    <w:rsid w:val="00D179D0"/>
    <w:rsid w:val="00D202CA"/>
    <w:rsid w:val="00D2049C"/>
    <w:rsid w:val="00D207FB"/>
    <w:rsid w:val="00D20DCB"/>
    <w:rsid w:val="00D21D85"/>
    <w:rsid w:val="00D23103"/>
    <w:rsid w:val="00D23C74"/>
    <w:rsid w:val="00D24B93"/>
    <w:rsid w:val="00D25580"/>
    <w:rsid w:val="00D25CC8"/>
    <w:rsid w:val="00D26FDB"/>
    <w:rsid w:val="00D304AF"/>
    <w:rsid w:val="00D30DAB"/>
    <w:rsid w:val="00D31CBC"/>
    <w:rsid w:val="00D32A7E"/>
    <w:rsid w:val="00D32BE6"/>
    <w:rsid w:val="00D34D6B"/>
    <w:rsid w:val="00D35391"/>
    <w:rsid w:val="00D36E8A"/>
    <w:rsid w:val="00D374B4"/>
    <w:rsid w:val="00D37B16"/>
    <w:rsid w:val="00D4147B"/>
    <w:rsid w:val="00D41765"/>
    <w:rsid w:val="00D41ED4"/>
    <w:rsid w:val="00D42531"/>
    <w:rsid w:val="00D42CCC"/>
    <w:rsid w:val="00D43072"/>
    <w:rsid w:val="00D430D2"/>
    <w:rsid w:val="00D4351C"/>
    <w:rsid w:val="00D4374F"/>
    <w:rsid w:val="00D43864"/>
    <w:rsid w:val="00D439E8"/>
    <w:rsid w:val="00D441F8"/>
    <w:rsid w:val="00D45469"/>
    <w:rsid w:val="00D454BA"/>
    <w:rsid w:val="00D458EC"/>
    <w:rsid w:val="00D4626F"/>
    <w:rsid w:val="00D46D54"/>
    <w:rsid w:val="00D4703F"/>
    <w:rsid w:val="00D479FE"/>
    <w:rsid w:val="00D47DF8"/>
    <w:rsid w:val="00D52D8B"/>
    <w:rsid w:val="00D53A35"/>
    <w:rsid w:val="00D53EAE"/>
    <w:rsid w:val="00D544AB"/>
    <w:rsid w:val="00D54A38"/>
    <w:rsid w:val="00D55952"/>
    <w:rsid w:val="00D60119"/>
    <w:rsid w:val="00D60698"/>
    <w:rsid w:val="00D60971"/>
    <w:rsid w:val="00D60A31"/>
    <w:rsid w:val="00D6100B"/>
    <w:rsid w:val="00D619EB"/>
    <w:rsid w:val="00D634FF"/>
    <w:rsid w:val="00D6362C"/>
    <w:rsid w:val="00D63B2C"/>
    <w:rsid w:val="00D6468C"/>
    <w:rsid w:val="00D64C83"/>
    <w:rsid w:val="00D64C91"/>
    <w:rsid w:val="00D66566"/>
    <w:rsid w:val="00D667C9"/>
    <w:rsid w:val="00D6715C"/>
    <w:rsid w:val="00D67B31"/>
    <w:rsid w:val="00D67D79"/>
    <w:rsid w:val="00D70A33"/>
    <w:rsid w:val="00D711B6"/>
    <w:rsid w:val="00D714E9"/>
    <w:rsid w:val="00D7307B"/>
    <w:rsid w:val="00D7443B"/>
    <w:rsid w:val="00D7448F"/>
    <w:rsid w:val="00D745F8"/>
    <w:rsid w:val="00D7498C"/>
    <w:rsid w:val="00D749D4"/>
    <w:rsid w:val="00D74ECB"/>
    <w:rsid w:val="00D755A3"/>
    <w:rsid w:val="00D75931"/>
    <w:rsid w:val="00D77464"/>
    <w:rsid w:val="00D774EB"/>
    <w:rsid w:val="00D80187"/>
    <w:rsid w:val="00D80781"/>
    <w:rsid w:val="00D82F27"/>
    <w:rsid w:val="00D8321D"/>
    <w:rsid w:val="00D8426F"/>
    <w:rsid w:val="00D84324"/>
    <w:rsid w:val="00D84966"/>
    <w:rsid w:val="00D85479"/>
    <w:rsid w:val="00D86746"/>
    <w:rsid w:val="00D868DD"/>
    <w:rsid w:val="00D871B2"/>
    <w:rsid w:val="00D90601"/>
    <w:rsid w:val="00D9083A"/>
    <w:rsid w:val="00D90D71"/>
    <w:rsid w:val="00D918BB"/>
    <w:rsid w:val="00D9292B"/>
    <w:rsid w:val="00D92E5E"/>
    <w:rsid w:val="00D930BF"/>
    <w:rsid w:val="00D9401E"/>
    <w:rsid w:val="00D9457E"/>
    <w:rsid w:val="00D94D01"/>
    <w:rsid w:val="00D96491"/>
    <w:rsid w:val="00D97EE4"/>
    <w:rsid w:val="00DA0245"/>
    <w:rsid w:val="00DA05FF"/>
    <w:rsid w:val="00DA0E74"/>
    <w:rsid w:val="00DA130E"/>
    <w:rsid w:val="00DA36E8"/>
    <w:rsid w:val="00DA5480"/>
    <w:rsid w:val="00DA59AF"/>
    <w:rsid w:val="00DA5A46"/>
    <w:rsid w:val="00DA6506"/>
    <w:rsid w:val="00DA6986"/>
    <w:rsid w:val="00DB04D9"/>
    <w:rsid w:val="00DB05F2"/>
    <w:rsid w:val="00DB070F"/>
    <w:rsid w:val="00DB1F8A"/>
    <w:rsid w:val="00DB2252"/>
    <w:rsid w:val="00DB3587"/>
    <w:rsid w:val="00DB3B4E"/>
    <w:rsid w:val="00DB3CC3"/>
    <w:rsid w:val="00DB3EAF"/>
    <w:rsid w:val="00DB5035"/>
    <w:rsid w:val="00DB5270"/>
    <w:rsid w:val="00DB7A9E"/>
    <w:rsid w:val="00DC0497"/>
    <w:rsid w:val="00DC062B"/>
    <w:rsid w:val="00DC0707"/>
    <w:rsid w:val="00DC10D2"/>
    <w:rsid w:val="00DC1D47"/>
    <w:rsid w:val="00DC2C26"/>
    <w:rsid w:val="00DC6526"/>
    <w:rsid w:val="00DD0E12"/>
    <w:rsid w:val="00DD1E5A"/>
    <w:rsid w:val="00DD2403"/>
    <w:rsid w:val="00DD2653"/>
    <w:rsid w:val="00DD2724"/>
    <w:rsid w:val="00DD27FF"/>
    <w:rsid w:val="00DD2D09"/>
    <w:rsid w:val="00DD2FD2"/>
    <w:rsid w:val="00DD3EAB"/>
    <w:rsid w:val="00DD3F0E"/>
    <w:rsid w:val="00DD5AEC"/>
    <w:rsid w:val="00DD62B7"/>
    <w:rsid w:val="00DD6A6C"/>
    <w:rsid w:val="00DD702C"/>
    <w:rsid w:val="00DE0C5F"/>
    <w:rsid w:val="00DE15A7"/>
    <w:rsid w:val="00DE1721"/>
    <w:rsid w:val="00DE17DA"/>
    <w:rsid w:val="00DE2F87"/>
    <w:rsid w:val="00DE315D"/>
    <w:rsid w:val="00DE706B"/>
    <w:rsid w:val="00DF0C50"/>
    <w:rsid w:val="00DF0F8D"/>
    <w:rsid w:val="00DF21FE"/>
    <w:rsid w:val="00DF3099"/>
    <w:rsid w:val="00DF3B5C"/>
    <w:rsid w:val="00DF4768"/>
    <w:rsid w:val="00DF515E"/>
    <w:rsid w:val="00DF53D6"/>
    <w:rsid w:val="00DF66CD"/>
    <w:rsid w:val="00DF7304"/>
    <w:rsid w:val="00DF7405"/>
    <w:rsid w:val="00E00AD9"/>
    <w:rsid w:val="00E022D1"/>
    <w:rsid w:val="00E02898"/>
    <w:rsid w:val="00E02D7F"/>
    <w:rsid w:val="00E033DD"/>
    <w:rsid w:val="00E0427F"/>
    <w:rsid w:val="00E050A5"/>
    <w:rsid w:val="00E059F6"/>
    <w:rsid w:val="00E07EC2"/>
    <w:rsid w:val="00E101EB"/>
    <w:rsid w:val="00E11284"/>
    <w:rsid w:val="00E1143B"/>
    <w:rsid w:val="00E1195C"/>
    <w:rsid w:val="00E12850"/>
    <w:rsid w:val="00E13040"/>
    <w:rsid w:val="00E1323E"/>
    <w:rsid w:val="00E1330C"/>
    <w:rsid w:val="00E14ECC"/>
    <w:rsid w:val="00E1540B"/>
    <w:rsid w:val="00E16266"/>
    <w:rsid w:val="00E169F4"/>
    <w:rsid w:val="00E200F6"/>
    <w:rsid w:val="00E2028B"/>
    <w:rsid w:val="00E20D27"/>
    <w:rsid w:val="00E23571"/>
    <w:rsid w:val="00E23CEC"/>
    <w:rsid w:val="00E245A1"/>
    <w:rsid w:val="00E24E53"/>
    <w:rsid w:val="00E262B1"/>
    <w:rsid w:val="00E270C2"/>
    <w:rsid w:val="00E27499"/>
    <w:rsid w:val="00E30D99"/>
    <w:rsid w:val="00E31586"/>
    <w:rsid w:val="00E31941"/>
    <w:rsid w:val="00E32730"/>
    <w:rsid w:val="00E32E27"/>
    <w:rsid w:val="00E33323"/>
    <w:rsid w:val="00E346B4"/>
    <w:rsid w:val="00E351BC"/>
    <w:rsid w:val="00E36B44"/>
    <w:rsid w:val="00E378E9"/>
    <w:rsid w:val="00E37B2A"/>
    <w:rsid w:val="00E37CE3"/>
    <w:rsid w:val="00E37EF4"/>
    <w:rsid w:val="00E405AF"/>
    <w:rsid w:val="00E40F5C"/>
    <w:rsid w:val="00E4199B"/>
    <w:rsid w:val="00E41B27"/>
    <w:rsid w:val="00E41C7E"/>
    <w:rsid w:val="00E42B2A"/>
    <w:rsid w:val="00E43B6D"/>
    <w:rsid w:val="00E43D74"/>
    <w:rsid w:val="00E448FA"/>
    <w:rsid w:val="00E44B8E"/>
    <w:rsid w:val="00E46F37"/>
    <w:rsid w:val="00E5082F"/>
    <w:rsid w:val="00E529C9"/>
    <w:rsid w:val="00E53D6E"/>
    <w:rsid w:val="00E53FE3"/>
    <w:rsid w:val="00E54008"/>
    <w:rsid w:val="00E54089"/>
    <w:rsid w:val="00E54480"/>
    <w:rsid w:val="00E556D4"/>
    <w:rsid w:val="00E56432"/>
    <w:rsid w:val="00E564C1"/>
    <w:rsid w:val="00E56E58"/>
    <w:rsid w:val="00E577AF"/>
    <w:rsid w:val="00E57C1C"/>
    <w:rsid w:val="00E57CE3"/>
    <w:rsid w:val="00E6030D"/>
    <w:rsid w:val="00E60805"/>
    <w:rsid w:val="00E60AFE"/>
    <w:rsid w:val="00E60E23"/>
    <w:rsid w:val="00E61113"/>
    <w:rsid w:val="00E62579"/>
    <w:rsid w:val="00E631D3"/>
    <w:rsid w:val="00E63828"/>
    <w:rsid w:val="00E639AF"/>
    <w:rsid w:val="00E63BB2"/>
    <w:rsid w:val="00E6449A"/>
    <w:rsid w:val="00E64729"/>
    <w:rsid w:val="00E64F49"/>
    <w:rsid w:val="00E65425"/>
    <w:rsid w:val="00E65F65"/>
    <w:rsid w:val="00E66090"/>
    <w:rsid w:val="00E66FB3"/>
    <w:rsid w:val="00E701A1"/>
    <w:rsid w:val="00E72E19"/>
    <w:rsid w:val="00E73031"/>
    <w:rsid w:val="00E74803"/>
    <w:rsid w:val="00E756BA"/>
    <w:rsid w:val="00E76A8D"/>
    <w:rsid w:val="00E76DA7"/>
    <w:rsid w:val="00E803C5"/>
    <w:rsid w:val="00E83461"/>
    <w:rsid w:val="00E839DB"/>
    <w:rsid w:val="00E84515"/>
    <w:rsid w:val="00E84B85"/>
    <w:rsid w:val="00E84FB5"/>
    <w:rsid w:val="00E8662F"/>
    <w:rsid w:val="00E86653"/>
    <w:rsid w:val="00E90F3F"/>
    <w:rsid w:val="00E91434"/>
    <w:rsid w:val="00E91CC5"/>
    <w:rsid w:val="00E9290D"/>
    <w:rsid w:val="00E92ACB"/>
    <w:rsid w:val="00E92F9C"/>
    <w:rsid w:val="00E9369F"/>
    <w:rsid w:val="00E94128"/>
    <w:rsid w:val="00E94C88"/>
    <w:rsid w:val="00E94DD4"/>
    <w:rsid w:val="00E960FB"/>
    <w:rsid w:val="00E9617D"/>
    <w:rsid w:val="00E96627"/>
    <w:rsid w:val="00E97EC0"/>
    <w:rsid w:val="00EA064C"/>
    <w:rsid w:val="00EA0FE8"/>
    <w:rsid w:val="00EA17D2"/>
    <w:rsid w:val="00EA1D88"/>
    <w:rsid w:val="00EA3049"/>
    <w:rsid w:val="00EA31FA"/>
    <w:rsid w:val="00EA58F8"/>
    <w:rsid w:val="00EA61BA"/>
    <w:rsid w:val="00EA65E9"/>
    <w:rsid w:val="00EA7294"/>
    <w:rsid w:val="00EA7731"/>
    <w:rsid w:val="00EA7A4B"/>
    <w:rsid w:val="00EB0537"/>
    <w:rsid w:val="00EB1432"/>
    <w:rsid w:val="00EB1BCA"/>
    <w:rsid w:val="00EB2DD9"/>
    <w:rsid w:val="00EB3954"/>
    <w:rsid w:val="00EB47CD"/>
    <w:rsid w:val="00EB4B40"/>
    <w:rsid w:val="00EB5371"/>
    <w:rsid w:val="00EB57CD"/>
    <w:rsid w:val="00EB5E8E"/>
    <w:rsid w:val="00EB62FA"/>
    <w:rsid w:val="00EB7B31"/>
    <w:rsid w:val="00EB7BBD"/>
    <w:rsid w:val="00EC0B1C"/>
    <w:rsid w:val="00EC2913"/>
    <w:rsid w:val="00EC2BF4"/>
    <w:rsid w:val="00EC2DCE"/>
    <w:rsid w:val="00EC37C8"/>
    <w:rsid w:val="00EC60DA"/>
    <w:rsid w:val="00EC7B7A"/>
    <w:rsid w:val="00ED11A8"/>
    <w:rsid w:val="00ED1CBC"/>
    <w:rsid w:val="00ED25D4"/>
    <w:rsid w:val="00ED5BCC"/>
    <w:rsid w:val="00ED64D4"/>
    <w:rsid w:val="00ED731A"/>
    <w:rsid w:val="00ED7A07"/>
    <w:rsid w:val="00ED7F12"/>
    <w:rsid w:val="00ED7F6E"/>
    <w:rsid w:val="00EE0157"/>
    <w:rsid w:val="00EE0553"/>
    <w:rsid w:val="00EE0653"/>
    <w:rsid w:val="00EE1121"/>
    <w:rsid w:val="00EE1180"/>
    <w:rsid w:val="00EE16DD"/>
    <w:rsid w:val="00EE2189"/>
    <w:rsid w:val="00EE2435"/>
    <w:rsid w:val="00EE28A5"/>
    <w:rsid w:val="00EE312D"/>
    <w:rsid w:val="00EE4642"/>
    <w:rsid w:val="00EE4950"/>
    <w:rsid w:val="00EE5761"/>
    <w:rsid w:val="00EE6DC8"/>
    <w:rsid w:val="00EE7BA7"/>
    <w:rsid w:val="00EE7EC9"/>
    <w:rsid w:val="00EF0CDD"/>
    <w:rsid w:val="00EF1F8F"/>
    <w:rsid w:val="00EF32CE"/>
    <w:rsid w:val="00EF3338"/>
    <w:rsid w:val="00EF3802"/>
    <w:rsid w:val="00EF3DD4"/>
    <w:rsid w:val="00EF461B"/>
    <w:rsid w:val="00EF46C5"/>
    <w:rsid w:val="00EF4915"/>
    <w:rsid w:val="00EF4E46"/>
    <w:rsid w:val="00EF5C0B"/>
    <w:rsid w:val="00EF6E5F"/>
    <w:rsid w:val="00EF6FA7"/>
    <w:rsid w:val="00EF757F"/>
    <w:rsid w:val="00F00A36"/>
    <w:rsid w:val="00F00D69"/>
    <w:rsid w:val="00F0130D"/>
    <w:rsid w:val="00F023A8"/>
    <w:rsid w:val="00F02B0C"/>
    <w:rsid w:val="00F02F18"/>
    <w:rsid w:val="00F0387F"/>
    <w:rsid w:val="00F03A1E"/>
    <w:rsid w:val="00F03C08"/>
    <w:rsid w:val="00F04559"/>
    <w:rsid w:val="00F04825"/>
    <w:rsid w:val="00F07615"/>
    <w:rsid w:val="00F1077B"/>
    <w:rsid w:val="00F11741"/>
    <w:rsid w:val="00F13E09"/>
    <w:rsid w:val="00F146FC"/>
    <w:rsid w:val="00F15561"/>
    <w:rsid w:val="00F168B7"/>
    <w:rsid w:val="00F16928"/>
    <w:rsid w:val="00F16988"/>
    <w:rsid w:val="00F16D42"/>
    <w:rsid w:val="00F16E3B"/>
    <w:rsid w:val="00F17E50"/>
    <w:rsid w:val="00F200F6"/>
    <w:rsid w:val="00F2070B"/>
    <w:rsid w:val="00F20AA5"/>
    <w:rsid w:val="00F211E1"/>
    <w:rsid w:val="00F211FE"/>
    <w:rsid w:val="00F214F1"/>
    <w:rsid w:val="00F216DC"/>
    <w:rsid w:val="00F217B7"/>
    <w:rsid w:val="00F2392E"/>
    <w:rsid w:val="00F24FFA"/>
    <w:rsid w:val="00F252E5"/>
    <w:rsid w:val="00F31948"/>
    <w:rsid w:val="00F31D25"/>
    <w:rsid w:val="00F32548"/>
    <w:rsid w:val="00F332E2"/>
    <w:rsid w:val="00F3401B"/>
    <w:rsid w:val="00F34D4E"/>
    <w:rsid w:val="00F36255"/>
    <w:rsid w:val="00F36874"/>
    <w:rsid w:val="00F3691F"/>
    <w:rsid w:val="00F36956"/>
    <w:rsid w:val="00F36F4E"/>
    <w:rsid w:val="00F4005B"/>
    <w:rsid w:val="00F40841"/>
    <w:rsid w:val="00F411F9"/>
    <w:rsid w:val="00F417F3"/>
    <w:rsid w:val="00F41DD7"/>
    <w:rsid w:val="00F430D8"/>
    <w:rsid w:val="00F43697"/>
    <w:rsid w:val="00F45938"/>
    <w:rsid w:val="00F47445"/>
    <w:rsid w:val="00F5008D"/>
    <w:rsid w:val="00F50B36"/>
    <w:rsid w:val="00F51795"/>
    <w:rsid w:val="00F51850"/>
    <w:rsid w:val="00F51D7C"/>
    <w:rsid w:val="00F5260E"/>
    <w:rsid w:val="00F52BAF"/>
    <w:rsid w:val="00F52D17"/>
    <w:rsid w:val="00F52DF9"/>
    <w:rsid w:val="00F532B1"/>
    <w:rsid w:val="00F53EC0"/>
    <w:rsid w:val="00F5431E"/>
    <w:rsid w:val="00F54A2A"/>
    <w:rsid w:val="00F54E74"/>
    <w:rsid w:val="00F54EB5"/>
    <w:rsid w:val="00F54F18"/>
    <w:rsid w:val="00F55173"/>
    <w:rsid w:val="00F55E03"/>
    <w:rsid w:val="00F57614"/>
    <w:rsid w:val="00F57E5D"/>
    <w:rsid w:val="00F604DE"/>
    <w:rsid w:val="00F623C4"/>
    <w:rsid w:val="00F6356D"/>
    <w:rsid w:val="00F640D3"/>
    <w:rsid w:val="00F66C47"/>
    <w:rsid w:val="00F67061"/>
    <w:rsid w:val="00F67895"/>
    <w:rsid w:val="00F70244"/>
    <w:rsid w:val="00F704BD"/>
    <w:rsid w:val="00F71062"/>
    <w:rsid w:val="00F7124E"/>
    <w:rsid w:val="00F727D5"/>
    <w:rsid w:val="00F72840"/>
    <w:rsid w:val="00F737D2"/>
    <w:rsid w:val="00F74039"/>
    <w:rsid w:val="00F7417E"/>
    <w:rsid w:val="00F74EDA"/>
    <w:rsid w:val="00F75644"/>
    <w:rsid w:val="00F76275"/>
    <w:rsid w:val="00F800C0"/>
    <w:rsid w:val="00F80186"/>
    <w:rsid w:val="00F804CE"/>
    <w:rsid w:val="00F80F40"/>
    <w:rsid w:val="00F815FA"/>
    <w:rsid w:val="00F81C3E"/>
    <w:rsid w:val="00F829BB"/>
    <w:rsid w:val="00F83BD9"/>
    <w:rsid w:val="00F842A3"/>
    <w:rsid w:val="00F849A6"/>
    <w:rsid w:val="00F84D60"/>
    <w:rsid w:val="00F85D50"/>
    <w:rsid w:val="00F86441"/>
    <w:rsid w:val="00F87DFD"/>
    <w:rsid w:val="00F90D31"/>
    <w:rsid w:val="00F92D8F"/>
    <w:rsid w:val="00F932A1"/>
    <w:rsid w:val="00F9353F"/>
    <w:rsid w:val="00F94F18"/>
    <w:rsid w:val="00F960F4"/>
    <w:rsid w:val="00F9627F"/>
    <w:rsid w:val="00F96D9C"/>
    <w:rsid w:val="00F9719E"/>
    <w:rsid w:val="00F976C1"/>
    <w:rsid w:val="00F97BC6"/>
    <w:rsid w:val="00FA131A"/>
    <w:rsid w:val="00FA161B"/>
    <w:rsid w:val="00FA1A8C"/>
    <w:rsid w:val="00FA59B2"/>
    <w:rsid w:val="00FA5F48"/>
    <w:rsid w:val="00FA6373"/>
    <w:rsid w:val="00FA7EFF"/>
    <w:rsid w:val="00FB14A3"/>
    <w:rsid w:val="00FB24FC"/>
    <w:rsid w:val="00FB29AB"/>
    <w:rsid w:val="00FB38C0"/>
    <w:rsid w:val="00FB40D0"/>
    <w:rsid w:val="00FB4C74"/>
    <w:rsid w:val="00FB4DDF"/>
    <w:rsid w:val="00FB536A"/>
    <w:rsid w:val="00FB583C"/>
    <w:rsid w:val="00FB5E47"/>
    <w:rsid w:val="00FB6311"/>
    <w:rsid w:val="00FB6C78"/>
    <w:rsid w:val="00FB6EE5"/>
    <w:rsid w:val="00FB7316"/>
    <w:rsid w:val="00FC1725"/>
    <w:rsid w:val="00FC26AA"/>
    <w:rsid w:val="00FC3799"/>
    <w:rsid w:val="00FC3E14"/>
    <w:rsid w:val="00FC45F8"/>
    <w:rsid w:val="00FC527B"/>
    <w:rsid w:val="00FC5BE7"/>
    <w:rsid w:val="00FC66BB"/>
    <w:rsid w:val="00FD0606"/>
    <w:rsid w:val="00FD096B"/>
    <w:rsid w:val="00FD1307"/>
    <w:rsid w:val="00FD15EE"/>
    <w:rsid w:val="00FD2D30"/>
    <w:rsid w:val="00FD2D9D"/>
    <w:rsid w:val="00FD3474"/>
    <w:rsid w:val="00FD3BFB"/>
    <w:rsid w:val="00FD5DF5"/>
    <w:rsid w:val="00FD5FC5"/>
    <w:rsid w:val="00FD671F"/>
    <w:rsid w:val="00FD73E9"/>
    <w:rsid w:val="00FE005C"/>
    <w:rsid w:val="00FE091D"/>
    <w:rsid w:val="00FE1585"/>
    <w:rsid w:val="00FE19A9"/>
    <w:rsid w:val="00FE1DB5"/>
    <w:rsid w:val="00FE2179"/>
    <w:rsid w:val="00FE27A3"/>
    <w:rsid w:val="00FE346C"/>
    <w:rsid w:val="00FE45F9"/>
    <w:rsid w:val="00FE477A"/>
    <w:rsid w:val="00FE5799"/>
    <w:rsid w:val="00FE7E9F"/>
    <w:rsid w:val="00FF07C5"/>
    <w:rsid w:val="00FF1387"/>
    <w:rsid w:val="00FF2782"/>
    <w:rsid w:val="00FF2ADF"/>
    <w:rsid w:val="00FF2F99"/>
    <w:rsid w:val="00FF33B5"/>
    <w:rsid w:val="00FF46A8"/>
    <w:rsid w:val="00FF4786"/>
    <w:rsid w:val="00FF4E82"/>
    <w:rsid w:val="00FF5183"/>
    <w:rsid w:val="00FF51B1"/>
    <w:rsid w:val="00FF54F6"/>
    <w:rsid w:val="00FF60BA"/>
    <w:rsid w:val="00FF70BF"/>
    <w:rsid w:val="00FF76BC"/>
    <w:rsid w:val="00FF792C"/>
    <w:rsid w:val="00FF7A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D32DC"/>
    <w:pPr>
      <w:contextualSpacing/>
    </w:pPr>
    <w:rPr>
      <w:rFonts w:ascii="Calibri" w:eastAsia="Calibri" w:hAnsi="Calibri" w:cs="Times New Roman"/>
    </w:rPr>
  </w:style>
  <w:style w:type="paragraph" w:styleId="Kop1">
    <w:name w:val="heading 1"/>
    <w:basedOn w:val="Normaal"/>
    <w:next w:val="Normaal"/>
    <w:link w:val="Kop1Teken"/>
    <w:uiPriority w:val="9"/>
    <w:qFormat/>
    <w:rsid w:val="00492E2F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CD32DC"/>
    <w:pPr>
      <w:keepNext/>
      <w:keepLines/>
      <w:numPr>
        <w:ilvl w:val="1"/>
        <w:numId w:val="1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semiHidden/>
    <w:unhideWhenUsed/>
    <w:qFormat/>
    <w:rsid w:val="00492E2F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Normaal"/>
    <w:next w:val="Normaal"/>
    <w:link w:val="Kop4Teken"/>
    <w:uiPriority w:val="9"/>
    <w:semiHidden/>
    <w:unhideWhenUsed/>
    <w:qFormat/>
    <w:rsid w:val="00492E2F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Normaal"/>
    <w:next w:val="Normaal"/>
    <w:link w:val="Kop5Teken"/>
    <w:uiPriority w:val="9"/>
    <w:semiHidden/>
    <w:unhideWhenUsed/>
    <w:qFormat/>
    <w:rsid w:val="00492E2F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Normaal"/>
    <w:next w:val="Normaal"/>
    <w:link w:val="Kop6Teken"/>
    <w:uiPriority w:val="9"/>
    <w:semiHidden/>
    <w:unhideWhenUsed/>
    <w:qFormat/>
    <w:rsid w:val="00492E2F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Normaal"/>
    <w:next w:val="Normaal"/>
    <w:link w:val="Kop7Teken"/>
    <w:uiPriority w:val="9"/>
    <w:semiHidden/>
    <w:unhideWhenUsed/>
    <w:qFormat/>
    <w:rsid w:val="00492E2F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Normaal"/>
    <w:next w:val="Normaal"/>
    <w:link w:val="Kop8Teken"/>
    <w:uiPriority w:val="9"/>
    <w:semiHidden/>
    <w:unhideWhenUsed/>
    <w:qFormat/>
    <w:rsid w:val="00492E2F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Normaal"/>
    <w:next w:val="Normaal"/>
    <w:link w:val="Kop9Teken"/>
    <w:uiPriority w:val="9"/>
    <w:semiHidden/>
    <w:unhideWhenUsed/>
    <w:qFormat/>
    <w:rsid w:val="00492E2F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D32D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jstalinea">
    <w:name w:val="List Paragraph"/>
    <w:basedOn w:val="Normaal"/>
    <w:uiPriority w:val="34"/>
    <w:qFormat/>
    <w:rsid w:val="00CD32DC"/>
    <w:pPr>
      <w:ind w:left="720"/>
    </w:pPr>
  </w:style>
  <w:style w:type="paragraph" w:customStyle="1" w:styleId="Standaard1">
    <w:name w:val="Standaard1"/>
    <w:rsid w:val="00CD32DC"/>
    <w:rPr>
      <w:rFonts w:ascii="Calibri" w:eastAsia="Calibri" w:hAnsi="Calibri" w:cs="Calibri"/>
      <w:color w:val="000000"/>
      <w:lang w:eastAsia="nl-NL"/>
    </w:rPr>
  </w:style>
  <w:style w:type="paragraph" w:styleId="Koptekst">
    <w:name w:val="header"/>
    <w:basedOn w:val="Normaal"/>
    <w:link w:val="KoptekstTeken"/>
    <w:uiPriority w:val="99"/>
    <w:unhideWhenUsed/>
    <w:rsid w:val="00CD32DC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CD32DC"/>
    <w:rPr>
      <w:rFonts w:ascii="Calibri" w:eastAsia="Calibri" w:hAnsi="Calibri" w:cs="Times New Roman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CD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D32DC"/>
    <w:rPr>
      <w:rFonts w:ascii="Tahoma" w:eastAsia="Calibri" w:hAnsi="Tahoma" w:cs="Tahoma"/>
      <w:sz w:val="16"/>
      <w:szCs w:val="16"/>
    </w:rPr>
  </w:style>
  <w:style w:type="paragraph" w:styleId="Voettekst">
    <w:name w:val="footer"/>
    <w:basedOn w:val="Normaal"/>
    <w:link w:val="VoettekstTeken"/>
    <w:uiPriority w:val="99"/>
    <w:unhideWhenUsed/>
    <w:rsid w:val="00CD3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CD32DC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CD32DC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492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492E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492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492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492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492E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raster">
    <w:name w:val="Table Grid"/>
    <w:basedOn w:val="Standaardtabel"/>
    <w:uiPriority w:val="59"/>
    <w:rsid w:val="00B26A13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sid w:val="00CD32DC"/>
    <w:pPr>
      <w:contextualSpacing/>
    </w:pPr>
    <w:rPr>
      <w:rFonts w:ascii="Calibri" w:eastAsia="Calibri" w:hAnsi="Calibri" w:cs="Times New Roman"/>
    </w:rPr>
  </w:style>
  <w:style w:type="paragraph" w:styleId="Kop1">
    <w:name w:val="heading 1"/>
    <w:basedOn w:val="Normaal"/>
    <w:next w:val="Normaal"/>
    <w:link w:val="Kop1Teken"/>
    <w:uiPriority w:val="9"/>
    <w:qFormat/>
    <w:rsid w:val="00492E2F"/>
    <w:pPr>
      <w:keepNext/>
      <w:keepLines/>
      <w:numPr>
        <w:numId w:val="11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Normaal"/>
    <w:next w:val="Normaal"/>
    <w:link w:val="Kop2Teken"/>
    <w:uiPriority w:val="9"/>
    <w:unhideWhenUsed/>
    <w:qFormat/>
    <w:rsid w:val="00CD32DC"/>
    <w:pPr>
      <w:keepNext/>
      <w:keepLines/>
      <w:numPr>
        <w:ilvl w:val="1"/>
        <w:numId w:val="11"/>
      </w:numPr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Kop3">
    <w:name w:val="heading 3"/>
    <w:basedOn w:val="Normaal"/>
    <w:next w:val="Normaal"/>
    <w:link w:val="Kop3Teken"/>
    <w:uiPriority w:val="9"/>
    <w:semiHidden/>
    <w:unhideWhenUsed/>
    <w:qFormat/>
    <w:rsid w:val="00492E2F"/>
    <w:pPr>
      <w:keepNext/>
      <w:keepLines/>
      <w:numPr>
        <w:ilvl w:val="2"/>
        <w:numId w:val="1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op4">
    <w:name w:val="heading 4"/>
    <w:basedOn w:val="Normaal"/>
    <w:next w:val="Normaal"/>
    <w:link w:val="Kop4Teken"/>
    <w:uiPriority w:val="9"/>
    <w:semiHidden/>
    <w:unhideWhenUsed/>
    <w:qFormat/>
    <w:rsid w:val="00492E2F"/>
    <w:pPr>
      <w:keepNext/>
      <w:keepLines/>
      <w:numPr>
        <w:ilvl w:val="3"/>
        <w:numId w:val="1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5">
    <w:name w:val="heading 5"/>
    <w:basedOn w:val="Normaal"/>
    <w:next w:val="Normaal"/>
    <w:link w:val="Kop5Teken"/>
    <w:uiPriority w:val="9"/>
    <w:semiHidden/>
    <w:unhideWhenUsed/>
    <w:qFormat/>
    <w:rsid w:val="00492E2F"/>
    <w:pPr>
      <w:keepNext/>
      <w:keepLines/>
      <w:numPr>
        <w:ilvl w:val="4"/>
        <w:numId w:val="1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Kop6">
    <w:name w:val="heading 6"/>
    <w:basedOn w:val="Normaal"/>
    <w:next w:val="Normaal"/>
    <w:link w:val="Kop6Teken"/>
    <w:uiPriority w:val="9"/>
    <w:semiHidden/>
    <w:unhideWhenUsed/>
    <w:qFormat/>
    <w:rsid w:val="00492E2F"/>
    <w:pPr>
      <w:keepNext/>
      <w:keepLines/>
      <w:numPr>
        <w:ilvl w:val="5"/>
        <w:numId w:val="1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op7">
    <w:name w:val="heading 7"/>
    <w:basedOn w:val="Normaal"/>
    <w:next w:val="Normaal"/>
    <w:link w:val="Kop7Teken"/>
    <w:uiPriority w:val="9"/>
    <w:semiHidden/>
    <w:unhideWhenUsed/>
    <w:qFormat/>
    <w:rsid w:val="00492E2F"/>
    <w:pPr>
      <w:keepNext/>
      <w:keepLines/>
      <w:numPr>
        <w:ilvl w:val="6"/>
        <w:numId w:val="1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Kop8">
    <w:name w:val="heading 8"/>
    <w:basedOn w:val="Normaal"/>
    <w:next w:val="Normaal"/>
    <w:link w:val="Kop8Teken"/>
    <w:uiPriority w:val="9"/>
    <w:semiHidden/>
    <w:unhideWhenUsed/>
    <w:qFormat/>
    <w:rsid w:val="00492E2F"/>
    <w:pPr>
      <w:keepNext/>
      <w:keepLines/>
      <w:numPr>
        <w:ilvl w:val="7"/>
        <w:numId w:val="1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Kop9">
    <w:name w:val="heading 9"/>
    <w:basedOn w:val="Normaal"/>
    <w:next w:val="Normaal"/>
    <w:link w:val="Kop9Teken"/>
    <w:uiPriority w:val="9"/>
    <w:semiHidden/>
    <w:unhideWhenUsed/>
    <w:qFormat/>
    <w:rsid w:val="00492E2F"/>
    <w:pPr>
      <w:keepNext/>
      <w:keepLines/>
      <w:numPr>
        <w:ilvl w:val="8"/>
        <w:numId w:val="1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Teken">
    <w:name w:val="Kop 2 Teken"/>
    <w:basedOn w:val="Standaardalinea-lettertype"/>
    <w:link w:val="Kop2"/>
    <w:uiPriority w:val="9"/>
    <w:rsid w:val="00CD32D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Lijstalinea">
    <w:name w:val="List Paragraph"/>
    <w:basedOn w:val="Normaal"/>
    <w:uiPriority w:val="34"/>
    <w:qFormat/>
    <w:rsid w:val="00CD32DC"/>
    <w:pPr>
      <w:ind w:left="720"/>
    </w:pPr>
  </w:style>
  <w:style w:type="paragraph" w:customStyle="1" w:styleId="Standaard1">
    <w:name w:val="Standaard1"/>
    <w:rsid w:val="00CD32DC"/>
    <w:rPr>
      <w:rFonts w:ascii="Calibri" w:eastAsia="Calibri" w:hAnsi="Calibri" w:cs="Calibri"/>
      <w:color w:val="000000"/>
      <w:lang w:eastAsia="nl-NL"/>
    </w:rPr>
  </w:style>
  <w:style w:type="paragraph" w:styleId="Koptekst">
    <w:name w:val="header"/>
    <w:basedOn w:val="Normaal"/>
    <w:link w:val="KoptekstTeken"/>
    <w:uiPriority w:val="99"/>
    <w:unhideWhenUsed/>
    <w:rsid w:val="00CD32DC"/>
    <w:pPr>
      <w:tabs>
        <w:tab w:val="center" w:pos="4536"/>
        <w:tab w:val="right" w:pos="9072"/>
      </w:tabs>
    </w:pPr>
  </w:style>
  <w:style w:type="character" w:customStyle="1" w:styleId="KoptekstTeken">
    <w:name w:val="Koptekst Teken"/>
    <w:basedOn w:val="Standaardalinea-lettertype"/>
    <w:link w:val="Koptekst"/>
    <w:uiPriority w:val="99"/>
    <w:rsid w:val="00CD32DC"/>
    <w:rPr>
      <w:rFonts w:ascii="Calibri" w:eastAsia="Calibri" w:hAnsi="Calibri" w:cs="Times New Roman"/>
    </w:rPr>
  </w:style>
  <w:style w:type="paragraph" w:styleId="Ballontekst">
    <w:name w:val="Balloon Text"/>
    <w:basedOn w:val="Normaal"/>
    <w:link w:val="BallontekstTeken"/>
    <w:uiPriority w:val="99"/>
    <w:semiHidden/>
    <w:unhideWhenUsed/>
    <w:rsid w:val="00CD32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CD32DC"/>
    <w:rPr>
      <w:rFonts w:ascii="Tahoma" w:eastAsia="Calibri" w:hAnsi="Tahoma" w:cs="Tahoma"/>
      <w:sz w:val="16"/>
      <w:szCs w:val="16"/>
    </w:rPr>
  </w:style>
  <w:style w:type="paragraph" w:styleId="Voettekst">
    <w:name w:val="footer"/>
    <w:basedOn w:val="Normaal"/>
    <w:link w:val="VoettekstTeken"/>
    <w:uiPriority w:val="99"/>
    <w:unhideWhenUsed/>
    <w:rsid w:val="00CD32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CD32DC"/>
    <w:rPr>
      <w:rFonts w:ascii="Calibri" w:eastAsia="Calibri" w:hAnsi="Calibri" w:cs="Times New Roman"/>
    </w:rPr>
  </w:style>
  <w:style w:type="character" w:styleId="Hyperlink">
    <w:name w:val="Hyperlink"/>
    <w:basedOn w:val="Standaardalinea-lettertype"/>
    <w:uiPriority w:val="99"/>
    <w:unhideWhenUsed/>
    <w:rsid w:val="00CD32DC"/>
    <w:rPr>
      <w:color w:val="0000FF" w:themeColor="hyperlink"/>
      <w:u w:val="single"/>
    </w:rPr>
  </w:style>
  <w:style w:type="character" w:customStyle="1" w:styleId="Kop1Teken">
    <w:name w:val="Kop 1 Teken"/>
    <w:basedOn w:val="Standaardalinea-lettertype"/>
    <w:link w:val="Kop1"/>
    <w:uiPriority w:val="9"/>
    <w:rsid w:val="00492E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3Teken">
    <w:name w:val="Kop 3 Teken"/>
    <w:basedOn w:val="Standaardalinea-lettertype"/>
    <w:link w:val="Kop3"/>
    <w:uiPriority w:val="9"/>
    <w:semiHidden/>
    <w:rsid w:val="00492E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Kop4Teken">
    <w:name w:val="Kop 4 Teken"/>
    <w:basedOn w:val="Standaardalinea-lettertype"/>
    <w:link w:val="Kop4"/>
    <w:uiPriority w:val="9"/>
    <w:semiHidden/>
    <w:rsid w:val="00492E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Kop5Teken">
    <w:name w:val="Kop 5 Teken"/>
    <w:basedOn w:val="Standaardalinea-lettertype"/>
    <w:link w:val="Kop5"/>
    <w:uiPriority w:val="9"/>
    <w:semiHidden/>
    <w:rsid w:val="00492E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Kop6Teken">
    <w:name w:val="Kop 6 Teken"/>
    <w:basedOn w:val="Standaardalinea-lettertype"/>
    <w:link w:val="Kop6"/>
    <w:uiPriority w:val="9"/>
    <w:semiHidden/>
    <w:rsid w:val="00492E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Kop7Teken">
    <w:name w:val="Kop 7 Teken"/>
    <w:basedOn w:val="Standaardalinea-lettertype"/>
    <w:link w:val="Kop7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Kop8Teken">
    <w:name w:val="Kop 8 Teken"/>
    <w:basedOn w:val="Standaardalinea-lettertype"/>
    <w:link w:val="Kop8"/>
    <w:uiPriority w:val="9"/>
    <w:semiHidden/>
    <w:rsid w:val="00492E2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Kop9Teken">
    <w:name w:val="Kop 9 Teken"/>
    <w:basedOn w:val="Standaardalinea-lettertype"/>
    <w:link w:val="Kop9"/>
    <w:uiPriority w:val="9"/>
    <w:semiHidden/>
    <w:rsid w:val="00492E2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styleId="Tabelraster">
    <w:name w:val="Table Grid"/>
    <w:basedOn w:val="Standaardtabel"/>
    <w:uiPriority w:val="59"/>
    <w:rsid w:val="00B26A13"/>
    <w:pPr>
      <w:spacing w:after="0" w:line="240" w:lineRule="auto"/>
    </w:pPr>
    <w:rPr>
      <w:rFonts w:eastAsiaTheme="minorEastAsia"/>
      <w:sz w:val="24"/>
      <w:szCs w:val="24"/>
      <w:lang w:eastAsia="nl-N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o-content.nl" TargetMode="External"/><Relationship Id="rId4" Type="http://schemas.openxmlformats.org/officeDocument/2006/relationships/hyperlink" Target="http://www.twitter.com/vocontent" TargetMode="External"/><Relationship Id="rId1" Type="http://schemas.openxmlformats.org/officeDocument/2006/relationships/image" Target="media/image1.jpeg"/><Relationship Id="rId2" Type="http://schemas.openxmlformats.org/officeDocument/2006/relationships/hyperlink" Target="mailto:info@vo-content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87</Words>
  <Characters>480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>EduTactiek</Company>
  <LinksUpToDate>false</LinksUpToDate>
  <CharactersWithSpaces>566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van Dongen</dc:creator>
  <cp:keywords/>
  <dc:description/>
  <cp:lastModifiedBy>John van Dongen</cp:lastModifiedBy>
  <cp:revision>2</cp:revision>
  <dcterms:created xsi:type="dcterms:W3CDTF">2015-05-11T06:53:00Z</dcterms:created>
  <dcterms:modified xsi:type="dcterms:W3CDTF">2015-05-11T06:53:00Z</dcterms:modified>
  <cp:category/>
</cp:coreProperties>
</file>