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Antwoorden foto speurtocht versie 1: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 om na het eten je rommel op te ruimen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2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5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3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0,82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4 studenten met een liftpasje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5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leslokalen: B001/B002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6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160</w:t>
      </w:r>
    </w:p>
    <w:p w:rsidR="00BC465F" w:rsidRPr="008D10C9" w:rsidRDefault="00BC465F" w:rsidP="008D10C9">
      <w:pPr>
        <w:ind w:left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7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aanvraag liftpas/beter melden/uitleen expressiemiddelen/verlof aanvraag/kluisje huren/e.d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8</w:t>
      </w:r>
      <w:r w:rsid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 175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9 voert kleine taken uit in de school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10 papierversnipperaar</w:t>
      </w:r>
    </w:p>
    <w:p w:rsidR="00BC465F" w:rsidRPr="008D10C9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11 Jetske van der Veen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color w:val="FF0000"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>12</w:t>
      </w:r>
      <w:r w:rsidR="009B6D98">
        <w:rPr>
          <w:rFonts w:ascii="Arial" w:hAnsi="Arial" w:cs="Arial"/>
          <w:b/>
          <w:noProof/>
          <w:sz w:val="24"/>
          <w:szCs w:val="24"/>
          <w:lang w:eastAsia="nl-NL"/>
        </w:rPr>
        <w:t xml:space="preserve"> Roelof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13 nummer SLB-er</w:t>
      </w:r>
    </w:p>
    <w:p w:rsid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14 Gerhard Weemeijer</w:t>
      </w:r>
    </w:p>
    <w:p w:rsidR="00BC465F" w:rsidRPr="008D10C9" w:rsidRDefault="00BC465F" w:rsidP="009B6D98">
      <w:pPr>
        <w:ind w:left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8D10C9">
        <w:rPr>
          <w:rFonts w:ascii="Arial" w:hAnsi="Arial" w:cs="Arial"/>
          <w:b/>
          <w:noProof/>
          <w:sz w:val="24"/>
          <w:szCs w:val="24"/>
          <w:lang w:eastAsia="nl-NL"/>
        </w:rPr>
        <w:t xml:space="preserve">15 </w:t>
      </w:r>
      <w:r w:rsidR="009B6D98">
        <w:rPr>
          <w:rFonts w:ascii="Arial" w:hAnsi="Arial" w:cs="Arial"/>
          <w:b/>
          <w:noProof/>
          <w:sz w:val="24"/>
          <w:szCs w:val="24"/>
          <w:lang w:eastAsia="nl-NL"/>
        </w:rPr>
        <w:t>TVV/Voeding Nu/Markant/Nursing/gezond en Zeker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t>16 LIC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17 printen, kopiëren, scannen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18 papagaaien in rood, geel, groen</w:t>
      </w:r>
    </w:p>
    <w:p w:rsidR="00BC465F" w:rsidRPr="00032B9D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032B9D">
        <w:rPr>
          <w:rFonts w:ascii="Arial" w:hAnsi="Arial" w:cs="Arial"/>
          <w:b/>
          <w:noProof/>
          <w:sz w:val="24"/>
          <w:szCs w:val="24"/>
          <w:lang w:eastAsia="nl-NL"/>
        </w:rPr>
        <w:t>19</w:t>
      </w:r>
      <w:r w:rsidR="00032B9D">
        <w:rPr>
          <w:rFonts w:ascii="Arial" w:hAnsi="Arial" w:cs="Arial"/>
          <w:b/>
          <w:noProof/>
          <w:sz w:val="24"/>
          <w:szCs w:val="24"/>
          <w:lang w:eastAsia="nl-NL"/>
        </w:rPr>
        <w:t xml:space="preserve"> 0,05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20 magazijn bij de skillslokalen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21 Joke de Jonge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22”Jeannet Boudewijn</w:t>
      </w:r>
    </w:p>
    <w:p w:rsidR="00BC465F" w:rsidRPr="00032B9D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032B9D">
        <w:rPr>
          <w:rFonts w:ascii="Arial" w:hAnsi="Arial" w:cs="Arial"/>
          <w:b/>
          <w:noProof/>
          <w:sz w:val="24"/>
          <w:szCs w:val="24"/>
          <w:lang w:eastAsia="nl-NL"/>
        </w:rPr>
        <w:t>23</w:t>
      </w:r>
      <w:r w:rsidR="00032B9D">
        <w:rPr>
          <w:rFonts w:ascii="Arial" w:hAnsi="Arial" w:cs="Arial"/>
          <w:b/>
          <w:noProof/>
          <w:sz w:val="24"/>
          <w:szCs w:val="24"/>
          <w:lang w:eastAsia="nl-NL"/>
        </w:rPr>
        <w:t xml:space="preserve"> kluis 2729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24 begeleidt project “schone school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25 Westersingel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26 Henriëtte Bos, locatiedirecteur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27 het Kasteel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28 zorgkunde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29 Sandra Kreuning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30 Joke de Jonge, Diesje Zwart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31 koffiedrinken aan de Westersingel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32 derde verdieping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33 Dirk de Valk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t>34 derde verdieping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35 het Kasteel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36 Hilda en Marijke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37 verpleegkundige</w:t>
      </w:r>
    </w:p>
    <w:p w:rsidR="00BC465F" w:rsidRPr="00BC465F" w:rsidRDefault="00BC465F" w:rsidP="00BC465F">
      <w:pPr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br w:type="page"/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t>Antwoorden fotospeurtocht versie 2: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 derde verdieping</w:t>
      </w:r>
    </w:p>
    <w:p w:rsidR="00BC465F" w:rsidRPr="00BC465F" w:rsidRDefault="00BC465F" w:rsidP="00BC465F">
      <w:pPr>
        <w:ind w:left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 laptop problemen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 derde verdieping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4 Marijke en Hilda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5 SAW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6 conferentiecentrum</w:t>
      </w:r>
    </w:p>
    <w:p w:rsidR="00BC465F" w:rsidRPr="004A1150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7</w:t>
      </w:r>
      <w:r w:rsidR="004A1150">
        <w:rPr>
          <w:rFonts w:ascii="Arial" w:hAnsi="Arial" w:cs="Arial"/>
          <w:b/>
          <w:noProof/>
          <w:sz w:val="24"/>
          <w:szCs w:val="24"/>
          <w:lang w:eastAsia="nl-NL"/>
        </w:rPr>
        <w:t xml:space="preserve"> 9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8 Westersingel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9 printen, kopiëren, scannen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10 LIC</w:t>
      </w:r>
    </w:p>
    <w:p w:rsidR="00BC465F" w:rsidRPr="004A1150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11</w:t>
      </w:r>
      <w:r w:rsidR="004A1150">
        <w:rPr>
          <w:rFonts w:ascii="Arial" w:hAnsi="Arial" w:cs="Arial"/>
          <w:b/>
          <w:noProof/>
          <w:sz w:val="24"/>
          <w:szCs w:val="24"/>
          <w:lang w:eastAsia="nl-NL"/>
        </w:rPr>
        <w:t xml:space="preserve"> 0,05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12 koffiedrinken aan de Westersingel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13 verplaatsingstechnieken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14 Jacolien ten Cate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15 anatomie, fysiologie, pathologie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16 Henrieke Groenewold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17 mediawijsheid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t>18 docent (Hans Noordhuis)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19 Gerhard Weemeijer</w:t>
      </w:r>
    </w:p>
    <w:p w:rsidR="00BC465F" w:rsidRPr="00BC465F" w:rsidRDefault="00BC465F" w:rsidP="00BC465F">
      <w:pPr>
        <w:ind w:left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20 dat je na het eten je rommel opruimt</w:t>
      </w:r>
    </w:p>
    <w:p w:rsidR="00BC465F" w:rsidRPr="004A1150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21</w:t>
      </w:r>
      <w:r w:rsidR="004A1150">
        <w:rPr>
          <w:rFonts w:ascii="Arial" w:hAnsi="Arial" w:cs="Arial"/>
          <w:b/>
          <w:noProof/>
          <w:sz w:val="24"/>
          <w:szCs w:val="24"/>
          <w:lang w:eastAsia="nl-NL"/>
        </w:rPr>
        <w:t xml:space="preserve"> 5</w:t>
      </w:r>
    </w:p>
    <w:p w:rsidR="00BC465F" w:rsidRPr="004A1150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22</w:t>
      </w:r>
      <w:r w:rsidR="004A1150">
        <w:rPr>
          <w:rFonts w:ascii="Arial" w:hAnsi="Arial" w:cs="Arial"/>
          <w:b/>
          <w:noProof/>
          <w:sz w:val="24"/>
          <w:szCs w:val="24"/>
          <w:lang w:eastAsia="nl-NL"/>
        </w:rPr>
        <w:t xml:space="preserve"> 0,82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23 studenten met liftpasje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24</w:t>
      </w: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 xml:space="preserve"> leslokalen, nr. B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25 3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bookmarkStart w:id="0" w:name="_GoBack"/>
      <w:r w:rsidRPr="004A1150">
        <w:rPr>
          <w:rFonts w:ascii="Arial" w:hAnsi="Arial" w:cs="Arial"/>
          <w:b/>
          <w:noProof/>
          <w:sz w:val="24"/>
          <w:szCs w:val="24"/>
          <w:lang w:eastAsia="nl-NL"/>
        </w:rPr>
        <w:t>26</w:t>
      </w:r>
      <w:bookmarkEnd w:id="0"/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 xml:space="preserve"> beter melden/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27 in de kantine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28 vervult kleine taken in de school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29 papierversnipperaar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30 Jetske van der Veen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31 poes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32 kleur SLB-er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33 Henriëtte Bos, locatiedirecteur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34 Diesje Zwart/Joke de Jonge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35 Dirk de Valk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t>36 in het magazijn bij de skillslokalen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37 061 (in de kantine)</w:t>
      </w:r>
    </w:p>
    <w:p w:rsidR="00BC465F" w:rsidRPr="00BC465F" w:rsidRDefault="00BC465F" w:rsidP="00BC465F">
      <w:pPr>
        <w:ind w:firstLine="708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BC465F">
        <w:rPr>
          <w:rFonts w:ascii="Arial" w:hAnsi="Arial" w:cs="Arial"/>
          <w:b/>
          <w:noProof/>
          <w:sz w:val="24"/>
          <w:szCs w:val="24"/>
          <w:lang w:eastAsia="nl-NL"/>
        </w:rPr>
        <w:t>38 platanen</w:t>
      </w:r>
    </w:p>
    <w:p w:rsidR="00BC465F" w:rsidRDefault="00BC465F"/>
    <w:sectPr w:rsidR="00BC465F" w:rsidSect="004D32F3">
      <w:pgSz w:w="16838" w:h="11906" w:orient="landscape"/>
      <w:pgMar w:top="1417" w:right="1417" w:bottom="1417" w:left="1417" w:header="708" w:footer="708" w:gutter="0"/>
      <w:pgNumType w:start="0"/>
      <w:cols w:num="2" w:space="709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5F"/>
    <w:rsid w:val="00032B9D"/>
    <w:rsid w:val="004A1150"/>
    <w:rsid w:val="008D10C9"/>
    <w:rsid w:val="009534FF"/>
    <w:rsid w:val="009B6D98"/>
    <w:rsid w:val="00BC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46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46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F404376D</Template>
  <TotalTime>13</TotalTime>
  <Pages>4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5</cp:revision>
  <dcterms:created xsi:type="dcterms:W3CDTF">2014-05-24T16:39:00Z</dcterms:created>
  <dcterms:modified xsi:type="dcterms:W3CDTF">2014-05-28T07:31:00Z</dcterms:modified>
</cp:coreProperties>
</file>