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2044"/>
        <w:gridCol w:w="2663"/>
        <w:gridCol w:w="1867"/>
        <w:gridCol w:w="1350"/>
      </w:tblGrid>
      <w:tr w:rsidR="00565A81" w:rsidRPr="00565A81" w:rsidTr="00565A81"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Wanneer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tijdstip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wat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benodigdheden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wie</w:t>
            </w:r>
          </w:p>
        </w:tc>
      </w:tr>
      <w:tr w:rsidR="00565A81" w:rsidRPr="00565A81" w:rsidTr="00565A81"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724A40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woensdag 26-08- ‘15</w:t>
            </w:r>
          </w:p>
        </w:tc>
        <w:tc>
          <w:tcPr>
            <w:tcW w:w="2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  <w:u w:val="single"/>
                <w:lang w:eastAsia="nl-NL"/>
              </w:rPr>
              <w:t>10.00 uur – 15.00 uur</w:t>
            </w: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 (zelf pauzes inlassen)</w:t>
            </w:r>
          </w:p>
          <w:p w:rsidR="00BF40F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b/>
                <w:noProof/>
                <w:color w:val="FF0000"/>
                <w:sz w:val="18"/>
                <w:szCs w:val="18"/>
                <w:u w:val="single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75EF3D" wp14:editId="0567DC2B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1024255</wp:posOffset>
                      </wp:positionV>
                      <wp:extent cx="45719" cy="1729740"/>
                      <wp:effectExtent l="19050" t="0" r="31115" b="41910"/>
                      <wp:wrapNone/>
                      <wp:docPr id="2" name="PIJL-OMLAA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72974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IJL-OMLAAG 2" o:spid="_x0000_s1026" type="#_x0000_t67" style="position:absolute;margin-left:53.45pt;margin-top:80.65pt;width:3.6pt;height:13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" adj="21315" fillcolor="#4f81bd [3204]" strokecolor="#243f60 [1604]" strokeweight="2pt"/>
                  </w:pict>
                </mc:Fallback>
              </mc:AlternateContent>
            </w:r>
            <w:r w:rsidRPr="00565A8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u w:val="single"/>
                <w:lang w:eastAsia="nl-NL"/>
              </w:rPr>
              <w:t>11.00 – 15.00</w:t>
            </w:r>
            <w:r w:rsidR="00BF40F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 xml:space="preserve"> LIC introductie zie schema</w:t>
            </w:r>
          </w:p>
          <w:p w:rsidR="00BF40F1" w:rsidRPr="00565A81" w:rsidRDefault="00BF40F1" w:rsidP="00565A81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BF40F1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u w:val="single"/>
                <w:lang w:eastAsia="nl-NL"/>
              </w:rPr>
              <w:t>11.00-15.00</w:t>
            </w: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 xml:space="preserve"> jasjes passen zie schema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Welkom heten en namenlijst controleren.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Namenspelletjes (zie bijlage)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2 aan 2 elkaar interviewen (zie bijlage) en hiervan een collage maken op een A3 papier, waaruit een duidelijk beeld naar voren komt van degene die je hebt geïnterviewd.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Presentatie van de </w:t>
            </w:r>
            <w:proofErr w:type="spellStart"/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flaps</w:t>
            </w:r>
            <w:proofErr w:type="spellEnd"/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Groepsfoto maken met je SLB-er.</w:t>
            </w:r>
          </w:p>
          <w:p w:rsidR="00565A81" w:rsidRPr="00565A81" w:rsidRDefault="00565A81" w:rsidP="00565A81">
            <w:pPr>
              <w:numPr>
                <w:ilvl w:val="0"/>
                <w:numId w:val="1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Spel (zie bijlage) à middag. Tijdsduur 1 lesuur.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Klassenlijst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Klein bolletje wol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krant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Zoveel flappen als dat er studenten zijn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Gekleurde stiften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Dikke stiften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proofErr w:type="spellStart"/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Pritstiften</w:t>
            </w:r>
            <w:proofErr w:type="spellEnd"/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/lijm minimaal 8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Veel tijdschriften/folders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Scharen, minimaal 8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5 fotocamera's reserveren voor groepsfoto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5 flappen per groep voor het middagspel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6 dikke stiften per groep voor het middagspel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u w:val="single"/>
                <w:lang w:eastAsia="nl-NL"/>
              </w:rPr>
              <w:t>10 grote lokalen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SLB-er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SLB-groep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565A8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Klaas/JP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/Frans</w:t>
            </w:r>
          </w:p>
          <w:p w:rsidR="00565A81" w:rsidRPr="00565A81" w:rsidRDefault="00565A81" w:rsidP="00565A81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</w:tc>
      </w:tr>
    </w:tbl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565A81" w:rsidTr="00565A81">
        <w:tc>
          <w:tcPr>
            <w:tcW w:w="4498" w:type="dxa"/>
          </w:tcPr>
          <w:p w:rsidR="00565A81" w:rsidRPr="00565A81" w:rsidRDefault="00565A81" w:rsidP="00182D57">
            <w:pPr>
              <w:rPr>
                <w:b/>
              </w:rPr>
            </w:pPr>
            <w:r>
              <w:rPr>
                <w:b/>
              </w:rPr>
              <w:t>LIC</w:t>
            </w:r>
            <w:r w:rsidRPr="00565A81">
              <w:rPr>
                <w:b/>
              </w:rPr>
              <w:t xml:space="preserve"> introductie groep</w:t>
            </w:r>
          </w:p>
        </w:tc>
        <w:tc>
          <w:tcPr>
            <w:tcW w:w="4606" w:type="dxa"/>
          </w:tcPr>
          <w:p w:rsidR="00565A81" w:rsidRPr="00565A81" w:rsidRDefault="00565A81" w:rsidP="00182D57">
            <w:pPr>
              <w:rPr>
                <w:b/>
              </w:rPr>
            </w:pPr>
            <w:r w:rsidRPr="00565A81">
              <w:rPr>
                <w:b/>
              </w:rPr>
              <w:t>tijd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VZ15A en B</w:t>
            </w:r>
          </w:p>
        </w:tc>
        <w:tc>
          <w:tcPr>
            <w:tcW w:w="4606" w:type="dxa"/>
          </w:tcPr>
          <w:p w:rsidR="00565A81" w:rsidRDefault="00565A81" w:rsidP="00182D57">
            <w:r>
              <w:t>11.00-11.40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VZ15C en D</w:t>
            </w:r>
          </w:p>
        </w:tc>
        <w:tc>
          <w:tcPr>
            <w:tcW w:w="4606" w:type="dxa"/>
          </w:tcPr>
          <w:p w:rsidR="00565A81" w:rsidRDefault="00565A81" w:rsidP="00182D57">
            <w:r>
              <w:t>11.40-12.20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VZ15E en S</w:t>
            </w:r>
          </w:p>
        </w:tc>
        <w:tc>
          <w:tcPr>
            <w:tcW w:w="4606" w:type="dxa"/>
          </w:tcPr>
          <w:p w:rsidR="00565A81" w:rsidRDefault="00565A81" w:rsidP="00182D57">
            <w:r>
              <w:t>13.00-13.40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VZ15H en G</w:t>
            </w:r>
          </w:p>
        </w:tc>
        <w:tc>
          <w:tcPr>
            <w:tcW w:w="4606" w:type="dxa"/>
          </w:tcPr>
          <w:p w:rsidR="00565A81" w:rsidRDefault="00565A81" w:rsidP="00182D57">
            <w:r>
              <w:t>13.40-14.10 uur</w:t>
            </w:r>
          </w:p>
        </w:tc>
      </w:tr>
      <w:tr w:rsidR="00565A81" w:rsidTr="00565A81">
        <w:tc>
          <w:tcPr>
            <w:tcW w:w="4498" w:type="dxa"/>
          </w:tcPr>
          <w:p w:rsidR="00565A81" w:rsidRDefault="00565A81" w:rsidP="00182D57">
            <w:r>
              <w:t>VZK15A en B</w:t>
            </w:r>
          </w:p>
        </w:tc>
        <w:tc>
          <w:tcPr>
            <w:tcW w:w="4606" w:type="dxa"/>
          </w:tcPr>
          <w:p w:rsidR="00565A81" w:rsidRDefault="00565A81" w:rsidP="00182D57">
            <w:r>
              <w:t>14.10-14.50 uur</w:t>
            </w:r>
          </w:p>
        </w:tc>
      </w:tr>
      <w:tr w:rsidR="00BF40F1" w:rsidTr="00565A81">
        <w:tc>
          <w:tcPr>
            <w:tcW w:w="4498" w:type="dxa"/>
          </w:tcPr>
          <w:p w:rsidR="00BF40F1" w:rsidRPr="00BF40F1" w:rsidRDefault="00BF40F1" w:rsidP="00182D57">
            <w:pPr>
              <w:rPr>
                <w:b/>
              </w:rPr>
            </w:pPr>
            <w:r w:rsidRPr="00BF40F1">
              <w:rPr>
                <w:b/>
              </w:rPr>
              <w:t>Jasjes passen groep</w:t>
            </w:r>
          </w:p>
        </w:tc>
        <w:tc>
          <w:tcPr>
            <w:tcW w:w="4606" w:type="dxa"/>
          </w:tcPr>
          <w:p w:rsidR="00BF40F1" w:rsidRDefault="00BF40F1" w:rsidP="00182D57"/>
        </w:tc>
      </w:tr>
      <w:tr w:rsidR="00BF40F1" w:rsidTr="00565A81">
        <w:tc>
          <w:tcPr>
            <w:tcW w:w="4498" w:type="dxa"/>
          </w:tcPr>
          <w:p w:rsidR="00BF40F1" w:rsidRDefault="00BF40F1" w:rsidP="00182D57">
            <w:r>
              <w:t>VZK15A en VZK15B</w:t>
            </w:r>
          </w:p>
        </w:tc>
        <w:tc>
          <w:tcPr>
            <w:tcW w:w="4606" w:type="dxa"/>
          </w:tcPr>
          <w:p w:rsidR="00BF40F1" w:rsidRDefault="00BF40F1" w:rsidP="00182D57">
            <w:r>
              <w:t>11.00-11.40 uur</w:t>
            </w:r>
          </w:p>
        </w:tc>
      </w:tr>
      <w:tr w:rsidR="00BF40F1" w:rsidTr="00565A81">
        <w:tc>
          <w:tcPr>
            <w:tcW w:w="4498" w:type="dxa"/>
          </w:tcPr>
          <w:p w:rsidR="00BF40F1" w:rsidRDefault="00BF40F1" w:rsidP="00182D57">
            <w:r>
              <w:t>VZ15H en G</w:t>
            </w:r>
          </w:p>
        </w:tc>
        <w:tc>
          <w:tcPr>
            <w:tcW w:w="4606" w:type="dxa"/>
          </w:tcPr>
          <w:p w:rsidR="00BF40F1" w:rsidRDefault="00BF40F1" w:rsidP="00182D57">
            <w:r>
              <w:t>11.40-12.20 uur</w:t>
            </w:r>
          </w:p>
        </w:tc>
      </w:tr>
      <w:tr w:rsidR="00BF40F1" w:rsidTr="00565A81">
        <w:tc>
          <w:tcPr>
            <w:tcW w:w="4498" w:type="dxa"/>
          </w:tcPr>
          <w:p w:rsidR="00BF40F1" w:rsidRDefault="00BF40F1" w:rsidP="00182D57">
            <w:r>
              <w:t>VZ15A en B</w:t>
            </w:r>
          </w:p>
        </w:tc>
        <w:tc>
          <w:tcPr>
            <w:tcW w:w="4606" w:type="dxa"/>
          </w:tcPr>
          <w:p w:rsidR="00BF40F1" w:rsidRDefault="00BF40F1" w:rsidP="00182D57">
            <w:r>
              <w:t>13.00-13.40 uur</w:t>
            </w:r>
          </w:p>
        </w:tc>
      </w:tr>
      <w:tr w:rsidR="00BF40F1" w:rsidTr="00565A81">
        <w:tc>
          <w:tcPr>
            <w:tcW w:w="4498" w:type="dxa"/>
          </w:tcPr>
          <w:p w:rsidR="00BF40F1" w:rsidRDefault="00BF40F1" w:rsidP="00182D57">
            <w:r>
              <w:t>VZ15C en D</w:t>
            </w:r>
          </w:p>
        </w:tc>
        <w:tc>
          <w:tcPr>
            <w:tcW w:w="4606" w:type="dxa"/>
          </w:tcPr>
          <w:p w:rsidR="00BF40F1" w:rsidRDefault="00BF40F1" w:rsidP="00182D57">
            <w:r>
              <w:t>13.40-14.10 uur</w:t>
            </w:r>
          </w:p>
        </w:tc>
      </w:tr>
      <w:tr w:rsidR="00BF40F1" w:rsidTr="00565A81">
        <w:tc>
          <w:tcPr>
            <w:tcW w:w="4498" w:type="dxa"/>
          </w:tcPr>
          <w:p w:rsidR="00BF40F1" w:rsidRDefault="00BF40F1" w:rsidP="00182D57">
            <w:r>
              <w:t>VZ15E en S</w:t>
            </w:r>
          </w:p>
        </w:tc>
        <w:tc>
          <w:tcPr>
            <w:tcW w:w="4606" w:type="dxa"/>
          </w:tcPr>
          <w:p w:rsidR="00BF40F1" w:rsidRDefault="00BF40F1" w:rsidP="00182D57">
            <w:r>
              <w:t>14.10-14.50 uur</w:t>
            </w:r>
            <w:bookmarkStart w:id="0" w:name="_GoBack"/>
            <w:bookmarkEnd w:id="0"/>
          </w:p>
        </w:tc>
      </w:tr>
    </w:tbl>
    <w:p w:rsidR="00886CE7" w:rsidRDefault="00886CE7"/>
    <w:sectPr w:rsidR="00886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BE0"/>
    <w:multiLevelType w:val="multilevel"/>
    <w:tmpl w:val="866A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B8"/>
    <w:rsid w:val="002251B8"/>
    <w:rsid w:val="00565A81"/>
    <w:rsid w:val="00724A40"/>
    <w:rsid w:val="00886CE7"/>
    <w:rsid w:val="00B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51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565A81"/>
    <w:rPr>
      <w:rFonts w:ascii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65A81"/>
    <w:rPr>
      <w:b/>
      <w:bCs/>
    </w:rPr>
  </w:style>
  <w:style w:type="character" w:customStyle="1" w:styleId="apple-converted-space">
    <w:name w:val="apple-converted-space"/>
    <w:basedOn w:val="Standaardalinea-lettertype"/>
    <w:rsid w:val="00565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51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565A81"/>
    <w:rPr>
      <w:rFonts w:ascii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565A81"/>
    <w:rPr>
      <w:b/>
      <w:bCs/>
    </w:rPr>
  </w:style>
  <w:style w:type="character" w:customStyle="1" w:styleId="apple-converted-space">
    <w:name w:val="apple-converted-space"/>
    <w:basedOn w:val="Standaardalinea-lettertype"/>
    <w:rsid w:val="0056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44DE97F0</Template>
  <TotalTime>0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Cate,J.H.M. ten</dc:creator>
  <cp:lastModifiedBy>Kreuning,A.J.B.</cp:lastModifiedBy>
  <cp:revision>2</cp:revision>
  <dcterms:created xsi:type="dcterms:W3CDTF">2015-06-10T10:28:00Z</dcterms:created>
  <dcterms:modified xsi:type="dcterms:W3CDTF">2015-06-10T10:28:00Z</dcterms:modified>
</cp:coreProperties>
</file>