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11D" w:rsidRPr="002C211D" w:rsidRDefault="002C211D" w:rsidP="002C211D">
      <w:pPr>
        <w:spacing w:after="128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2546"/>
        <w:gridCol w:w="2805"/>
        <w:gridCol w:w="1901"/>
        <w:gridCol w:w="1217"/>
      </w:tblGrid>
      <w:tr w:rsidR="002C211D" w:rsidTr="00177561"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Wanneer</w:t>
            </w:r>
          </w:p>
        </w:tc>
        <w:tc>
          <w:tcPr>
            <w:tcW w:w="2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tijdstip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wat</w:t>
            </w: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benodigdheden</w:t>
            </w:r>
          </w:p>
        </w:tc>
        <w:tc>
          <w:tcPr>
            <w:tcW w:w="1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wie</w:t>
            </w:r>
          </w:p>
        </w:tc>
      </w:tr>
      <w:tr w:rsidR="002C211D" w:rsidTr="00177561"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donderdag 27-08- ‘15</w:t>
            </w:r>
          </w:p>
        </w:tc>
        <w:tc>
          <w:tcPr>
            <w:tcW w:w="2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4603B8" w:rsidP="004603B8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  <w:u w:val="single"/>
                <w:lang w:eastAsia="nl-NL"/>
              </w:rPr>
              <w:t>10.00 uur – 14</w:t>
            </w:r>
            <w:r w:rsidR="002C211D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  <w:u w:val="single"/>
                <w:lang w:eastAsia="nl-NL"/>
              </w:rPr>
              <w:t>.00 uur</w:t>
            </w:r>
            <w:r w:rsidR="002C211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 </w:t>
            </w:r>
          </w:p>
          <w:p w:rsidR="004603B8" w:rsidRDefault="004603B8" w:rsidP="004603B8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177561" w:rsidRDefault="004603B8" w:rsidP="004603B8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4603B8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 xml:space="preserve">Klas </w:t>
            </w:r>
          </w:p>
          <w:p w:rsidR="004603B8" w:rsidRPr="00177561" w:rsidRDefault="004603B8" w:rsidP="004603B8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4603B8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15A,B,C,D en E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 doen de spellen in de ochtend, fotospeurtocht in de middag + rooster uitdelen en bespreken</w:t>
            </w:r>
          </w:p>
          <w:p w:rsidR="004603B8" w:rsidRDefault="004603B8" w:rsidP="004603B8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4603B8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Klas 15S,H,G,VZK15A,VZK15B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 doen de spellen in de middag, fotospeurtocht in de ochtend + rooster uitdelen en bespreken</w:t>
            </w:r>
          </w:p>
        </w:tc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177561" w:rsidP="002C211D">
            <w:pPr>
              <w:numPr>
                <w:ilvl w:val="0"/>
                <w:numId w:val="2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Spelletjes (ballon trappen, 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eierrace</w:t>
            </w:r>
            <w:proofErr w:type="spellEnd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, spijkerpoepen, knipoogspel, quizvragen)</w:t>
            </w:r>
          </w:p>
          <w:p w:rsidR="002C211D" w:rsidRPr="002C211D" w:rsidRDefault="002C211D" w:rsidP="002C211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211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Fotospeurtocht door de school in groepjes van 4 en nabespreken. Wie heeft alle opdrachten goed?</w:t>
            </w:r>
          </w:p>
          <w:p w:rsidR="002C211D" w:rsidRPr="002C211D" w:rsidRDefault="002C211D" w:rsidP="002C211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211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Picknick in het Noorderplantsoen (bij slecht weer in de kantine)</w:t>
            </w:r>
          </w:p>
          <w:p w:rsidR="002C211D" w:rsidRPr="002C211D" w:rsidRDefault="002C211D" w:rsidP="002C211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C211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Lesrooster uitdelen en bespreken</w:t>
            </w:r>
          </w:p>
          <w:p w:rsidR="002C211D" w:rsidRDefault="002C211D" w:rsidP="002C211D">
            <w:pPr>
              <w:spacing w:before="100" w:beforeAutospacing="1" w:after="100" w:afterAutospacing="1" w:line="257" w:lineRule="atLeast"/>
              <w:ind w:left="72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C211D" w:rsidRDefault="002C211D" w:rsidP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 Fotospeurtochten 4   per klas</w:t>
            </w:r>
          </w:p>
          <w:p w:rsidR="002C211D" w:rsidRDefault="002C211D" w:rsidP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Pakje drinken voor elke studenten en chocoladereepje</w:t>
            </w:r>
          </w:p>
          <w:p w:rsidR="002C211D" w:rsidRDefault="002C211D" w:rsidP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Lesroosters voor elke groep</w:t>
            </w:r>
          </w:p>
          <w:p w:rsidR="004603B8" w:rsidRDefault="004603B8" w:rsidP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grote lokalen voor de ochtend en 5 voor de middag</w:t>
            </w:r>
          </w:p>
          <w:p w:rsidR="00177561" w:rsidRDefault="00177561" w:rsidP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kleine lokalen voor de ochtend en 5 voor de middag</w:t>
            </w:r>
            <w:bookmarkStart w:id="0" w:name="_GoBack"/>
            <w:bookmarkEnd w:id="0"/>
          </w:p>
        </w:tc>
        <w:tc>
          <w:tcPr>
            <w:tcW w:w="1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</w:t>
            </w:r>
            <w:proofErr w:type="spellStart"/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ers</w:t>
            </w:r>
            <w:proofErr w:type="spellEnd"/>
          </w:p>
          <w:p w:rsidR="00177561" w:rsidRDefault="0017756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Bij spelletjes: elk spel wordt geleid door 1 docent, 20 minuten per spel, dan rouleert de groep. Totaal 5 spelletjes voor elke groep </w:t>
            </w:r>
          </w:p>
          <w:p w:rsidR="002C211D" w:rsidRDefault="002C211D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</w:tr>
    </w:tbl>
    <w:p w:rsidR="00AE342B" w:rsidRDefault="00AE342B"/>
    <w:sectPr w:rsidR="00AE3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BE0"/>
    <w:multiLevelType w:val="multilevel"/>
    <w:tmpl w:val="866A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9412CC"/>
    <w:multiLevelType w:val="multilevel"/>
    <w:tmpl w:val="C374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1D"/>
    <w:rsid w:val="00177561"/>
    <w:rsid w:val="002C211D"/>
    <w:rsid w:val="004603B8"/>
    <w:rsid w:val="00A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C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C2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326A9C5C</Template>
  <TotalTime>16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2015-04-19T13:11:00Z</dcterms:created>
  <dcterms:modified xsi:type="dcterms:W3CDTF">2015-04-19T13:27:00Z</dcterms:modified>
</cp:coreProperties>
</file>