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58"/>
        <w:gridCol w:w="3787"/>
        <w:gridCol w:w="1843"/>
      </w:tblGrid>
      <w:tr w:rsidR="00327A29" w:rsidRPr="00327A29" w:rsidTr="00327A29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27A29" w:rsidRPr="00327A29" w:rsidRDefault="00327A29" w:rsidP="00327A29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Wanneer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27A29" w:rsidRPr="00327A29" w:rsidRDefault="00327A29" w:rsidP="00327A29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Wat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27A29" w:rsidRPr="00327A29" w:rsidRDefault="00327A29" w:rsidP="00327A29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Wie</w:t>
            </w:r>
          </w:p>
        </w:tc>
      </w:tr>
      <w:tr w:rsidR="00327A29" w:rsidRPr="00327A29" w:rsidTr="00327A29"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27A29" w:rsidRDefault="00327A29" w:rsidP="00327A29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Vrijdag 28 augustus 2015</w:t>
            </w:r>
          </w:p>
          <w:p w:rsidR="00D8391A" w:rsidRPr="00327A29" w:rsidRDefault="00D8391A" w:rsidP="00327A29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13.00-19.30</w:t>
            </w:r>
          </w:p>
          <w:p w:rsidR="00327A29" w:rsidRPr="00327A29" w:rsidRDefault="00327A29" w:rsidP="00327A29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</w:p>
          <w:p w:rsidR="00327A29" w:rsidRPr="00327A29" w:rsidRDefault="00327A29" w:rsidP="00327A29">
            <w:pPr>
              <w:spacing w:after="128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16.45 allen aanwezig bij Napoli aan de Brugstraat!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27A29" w:rsidRPr="00327A29" w:rsidRDefault="00327A29" w:rsidP="00327A29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Speurtocht in de stad (elke klas, </w:t>
            </w:r>
            <w:r w:rsidRPr="00327A29">
              <w:rPr>
                <w:rFonts w:ascii="Verdana" w:eastAsia="Times New Roman" w:hAnsi="Verdana" w:cs="Times New Roman"/>
                <w:b/>
                <w:color w:val="333333"/>
                <w:sz w:val="18"/>
                <w:szCs w:val="18"/>
                <w:lang w:eastAsia="nl-NL"/>
              </w:rPr>
              <w:t>3 taakgroepjes maken per klas, elk taakgroepje start op een ander punt. Zie uitgewerkte speurtocht)</w:t>
            </w:r>
          </w:p>
          <w:p w:rsidR="00327A29" w:rsidRPr="00327A29" w:rsidRDefault="00327A29" w:rsidP="00327A29">
            <w:pPr>
              <w:pStyle w:val="Lijstalinea"/>
              <w:numPr>
                <w:ilvl w:val="0"/>
                <w:numId w:val="2"/>
              </w:numPr>
              <w:spacing w:before="100" w:beforeAutospacing="1" w:after="100" w:afterAutospacing="1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Terrasje</w:t>
            </w:r>
            <w:r w:rsidR="0014099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 xml:space="preserve"> en genieten van Gronings ontzet</w:t>
            </w:r>
            <w:bookmarkStart w:id="0" w:name="_GoBack"/>
            <w:bookmarkEnd w:id="0"/>
          </w:p>
          <w:p w:rsidR="00327A29" w:rsidRPr="00327A29" w:rsidRDefault="00327A29" w:rsidP="00327A29">
            <w:pPr>
              <w:pStyle w:val="Lijstalinea"/>
              <w:numPr>
                <w:ilvl w:val="0"/>
                <w:numId w:val="2"/>
              </w:num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16.45 alle klassen uit eten bij Napoli Brugstraat! Op eigen kosten. Laat studenten contant geld meenemen, omdat je niet individueel kunt afrekenen.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27A29" w:rsidRPr="00327A29" w:rsidRDefault="00327A29" w:rsidP="00327A29">
            <w:pPr>
              <w:spacing w:after="128" w:line="257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</w:pPr>
            <w:r w:rsidRPr="00327A2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SLB-</w:t>
            </w:r>
            <w:proofErr w:type="spellStart"/>
            <w:r w:rsidRPr="00327A2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nl-NL"/>
              </w:rPr>
              <w:t>ers</w:t>
            </w:r>
            <w:proofErr w:type="spellEnd"/>
          </w:p>
        </w:tc>
      </w:tr>
    </w:tbl>
    <w:p w:rsidR="002F0066" w:rsidRDefault="002F0066"/>
    <w:sectPr w:rsidR="002F0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2744E"/>
    <w:multiLevelType w:val="hybridMultilevel"/>
    <w:tmpl w:val="6DE45C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567F67"/>
    <w:multiLevelType w:val="multilevel"/>
    <w:tmpl w:val="E64EE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29"/>
    <w:rsid w:val="0014099A"/>
    <w:rsid w:val="002F0066"/>
    <w:rsid w:val="00327A29"/>
    <w:rsid w:val="00D8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2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27A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32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327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5B64D3BA</Template>
  <TotalTime>0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Kreuning,A.J.B.</dc:creator>
  <cp:lastModifiedBy>Kreuning,A.J.B.</cp:lastModifiedBy>
  <cp:revision>2</cp:revision>
  <dcterms:created xsi:type="dcterms:W3CDTF">2015-04-19T13:37:00Z</dcterms:created>
  <dcterms:modified xsi:type="dcterms:W3CDTF">2015-04-19T13:37:00Z</dcterms:modified>
</cp:coreProperties>
</file>