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6F" w:rsidRDefault="005D4E76" w:rsidP="00FE2D1F">
      <w:pPr>
        <w:pStyle w:val="Geenafstand"/>
        <w:rPr>
          <w:b/>
          <w:sz w:val="32"/>
          <w:szCs w:val="32"/>
        </w:rPr>
      </w:pPr>
      <w:r w:rsidRPr="00FE2D1F">
        <w:rPr>
          <w:b/>
          <w:sz w:val="32"/>
          <w:szCs w:val="32"/>
        </w:rPr>
        <w:t>Samenwerkingscontract</w:t>
      </w:r>
      <w:r w:rsidR="006A40AF">
        <w:rPr>
          <w:b/>
          <w:sz w:val="32"/>
          <w:szCs w:val="32"/>
        </w:rPr>
        <w:t xml:space="preserve"> </w:t>
      </w:r>
    </w:p>
    <w:p w:rsidR="005D4E76" w:rsidRPr="00FE2D1F" w:rsidRDefault="00E02826" w:rsidP="00FE2D1F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Samenwerkend leren </w:t>
      </w:r>
    </w:p>
    <w:p w:rsidR="005D4E76" w:rsidRPr="00FE2D1F" w:rsidRDefault="005D4E76" w:rsidP="005D4E76">
      <w:pPr>
        <w:rPr>
          <w:rFonts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2903"/>
      </w:tblGrid>
      <w:tr w:rsidR="005D4E76" w:rsidRPr="005A018B" w:rsidTr="00801816">
        <w:tc>
          <w:tcPr>
            <w:tcW w:w="8439" w:type="dxa"/>
            <w:gridSpan w:val="3"/>
            <w:shd w:val="clear" w:color="auto" w:fill="FF99CC"/>
          </w:tcPr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 xml:space="preserve">Samenwerkingscontract </w:t>
            </w:r>
          </w:p>
          <w:p w:rsidR="005D4E76" w:rsidRPr="005A018B" w:rsidRDefault="005D4E76" w:rsidP="00801816">
            <w:pPr>
              <w:jc w:val="center"/>
              <w:rPr>
                <w:rFonts w:cs="Arial"/>
                <w:b/>
              </w:rPr>
            </w:pPr>
          </w:p>
        </w:tc>
      </w:tr>
      <w:tr w:rsidR="005D4E76" w:rsidRPr="005A018B" w:rsidTr="00801816">
        <w:tc>
          <w:tcPr>
            <w:tcW w:w="2809" w:type="dxa"/>
          </w:tcPr>
          <w:p w:rsidR="005D4E76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Naam deelnemers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  <w:p w:rsidR="00454758" w:rsidRDefault="00454758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</w:t>
            </w:r>
          </w:p>
          <w:p w:rsidR="00AC056F" w:rsidRDefault="00AC056F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</w:t>
            </w:r>
          </w:p>
          <w:p w:rsidR="006C1A5B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5.</w:t>
            </w:r>
          </w:p>
          <w:p w:rsidR="006C1A5B" w:rsidRPr="00454758" w:rsidRDefault="006C1A5B" w:rsidP="00801816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6.</w:t>
            </w:r>
          </w:p>
        </w:tc>
        <w:tc>
          <w:tcPr>
            <w:tcW w:w="2727" w:type="dxa"/>
          </w:tcPr>
          <w:p w:rsidR="005D4E76" w:rsidRPr="00D037CD" w:rsidRDefault="005D4E76" w:rsidP="00801816">
            <w:pPr>
              <w:spacing w:line="360" w:lineRule="auto"/>
              <w:rPr>
                <w:rFonts w:cs="Arial"/>
                <w:b/>
                <w:lang w:val="en-US"/>
              </w:rPr>
            </w:pPr>
            <w:r w:rsidRPr="00D037CD">
              <w:rPr>
                <w:rFonts w:cs="Arial"/>
                <w:b/>
                <w:lang w:val="en-US"/>
              </w:rPr>
              <w:t xml:space="preserve">E-mail </w:t>
            </w:r>
            <w:proofErr w:type="spellStart"/>
            <w:r w:rsidRPr="00D037CD">
              <w:rPr>
                <w:rFonts w:cs="Arial"/>
                <w:b/>
                <w:lang w:val="en-US"/>
              </w:rPr>
              <w:t>adres</w:t>
            </w:r>
            <w:proofErr w:type="spellEnd"/>
            <w:r w:rsidRPr="00D037CD">
              <w:rPr>
                <w:rFonts w:cs="Arial"/>
                <w:b/>
                <w:lang w:val="en-US"/>
              </w:rPr>
              <w:t>:</w:t>
            </w:r>
          </w:p>
          <w:p w:rsidR="00D037CD" w:rsidRPr="00D037CD" w:rsidRDefault="00D037CD" w:rsidP="00801816">
            <w:pPr>
              <w:spacing w:line="36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2903" w:type="dxa"/>
          </w:tcPr>
          <w:p w:rsidR="005D4E76" w:rsidRPr="005A018B" w:rsidRDefault="005D4E76" w:rsidP="00801816">
            <w:pPr>
              <w:spacing w:line="360" w:lineRule="auto"/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Telefoonnummer:</w:t>
            </w:r>
          </w:p>
          <w:p w:rsidR="00D037CD" w:rsidRPr="005A018B" w:rsidRDefault="00D037CD" w:rsidP="00801816">
            <w:pPr>
              <w:spacing w:line="360" w:lineRule="auto"/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2E7672" w:rsidRDefault="00FE304B" w:rsidP="002E767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O</w:t>
            </w:r>
            <w:r w:rsidR="005D4E76" w:rsidRPr="005A018B">
              <w:rPr>
                <w:rFonts w:cs="Arial"/>
                <w:b/>
              </w:rPr>
              <w:t>pdracht:</w:t>
            </w:r>
            <w:r w:rsidR="00D037CD">
              <w:rPr>
                <w:rFonts w:cs="Arial"/>
                <w:b/>
              </w:rPr>
              <w:t xml:space="preserve"> </w:t>
            </w:r>
          </w:p>
          <w:p w:rsidR="00ED4789" w:rsidRDefault="00ED4789" w:rsidP="002E7672">
            <w:pPr>
              <w:rPr>
                <w:rFonts w:cs="Arial"/>
                <w:b/>
                <w:color w:val="FF0000"/>
              </w:rPr>
            </w:pPr>
          </w:p>
          <w:p w:rsidR="005D4E76" w:rsidRDefault="005D4E76" w:rsidP="005D4E76">
            <w:pPr>
              <w:rPr>
                <w:rFonts w:cs="Arial"/>
              </w:rPr>
            </w:pPr>
          </w:p>
          <w:p w:rsidR="005D4E76" w:rsidRPr="005A018B" w:rsidRDefault="005D4E76" w:rsidP="005D4E7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Contractduur</w:t>
            </w:r>
            <w:r w:rsidR="00D037CD">
              <w:rPr>
                <w:rFonts w:cs="Arial"/>
              </w:rPr>
              <w:t xml:space="preserve">: 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pStyle w:val="Lijstopsomteken2"/>
            </w:pPr>
            <w:r w:rsidRPr="005A018B">
              <w:rPr>
                <w:b/>
              </w:rPr>
              <w:t xml:space="preserve">Samenwerkingsafspraken: </w:t>
            </w: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</w:p>
          <w:p w:rsidR="005D4E76" w:rsidRDefault="005D4E76" w:rsidP="002E7672">
            <w:pPr>
              <w:rPr>
                <w:rFonts w:cs="Arial"/>
              </w:rPr>
            </w:pPr>
            <w:r w:rsidRPr="005A018B">
              <w:rPr>
                <w:rFonts w:cs="Arial"/>
              </w:rPr>
              <w:t xml:space="preserve"> </w:t>
            </w:r>
            <w:r w:rsidR="002E7672"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E7672" w:rsidRPr="005A018B" w:rsidRDefault="002E7672" w:rsidP="002E7672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  <w:r w:rsidRPr="005A018B">
              <w:rPr>
                <w:rFonts w:cs="Arial"/>
                <w:b/>
              </w:rPr>
              <w:t>Plaats:</w:t>
            </w:r>
            <w:r w:rsidR="00BA06C0">
              <w:rPr>
                <w:rFonts w:cs="Arial"/>
              </w:rPr>
              <w:t xml:space="preserve">                               </w:t>
            </w:r>
            <w:r w:rsidRPr="005A018B">
              <w:rPr>
                <w:rFonts w:cs="Arial"/>
              </w:rPr>
              <w:t xml:space="preserve">                           </w:t>
            </w:r>
            <w:r w:rsidRPr="005A018B">
              <w:rPr>
                <w:rFonts w:cs="Arial"/>
                <w:b/>
              </w:rPr>
              <w:t>Datum:</w:t>
            </w:r>
            <w:r w:rsidR="00BA06C0">
              <w:rPr>
                <w:rFonts w:cs="Arial"/>
                <w:b/>
              </w:rPr>
              <w:t xml:space="preserve"> 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  <w:tr w:rsidR="005D4E76" w:rsidRPr="005A018B" w:rsidTr="00801816">
        <w:tc>
          <w:tcPr>
            <w:tcW w:w="8439" w:type="dxa"/>
            <w:gridSpan w:val="3"/>
          </w:tcPr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  <w:b/>
              </w:rPr>
            </w:pPr>
            <w:r w:rsidRPr="005A018B">
              <w:rPr>
                <w:rFonts w:cs="Arial"/>
                <w:b/>
              </w:rPr>
              <w:t>Handtekeningen deelnemers</w:t>
            </w: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  <w:p w:rsidR="005D4E76" w:rsidRPr="005A018B" w:rsidRDefault="005D4E76" w:rsidP="00801816">
            <w:pPr>
              <w:rPr>
                <w:rFonts w:cs="Arial"/>
              </w:rPr>
            </w:pPr>
          </w:p>
        </w:tc>
      </w:tr>
    </w:tbl>
    <w:p w:rsidR="005D4E76" w:rsidRPr="005A018B" w:rsidRDefault="005D4E76" w:rsidP="005D4E76">
      <w:pPr>
        <w:rPr>
          <w:rFonts w:cs="Arial"/>
          <w:b/>
        </w:rPr>
      </w:pPr>
    </w:p>
    <w:p w:rsidR="005D4E76" w:rsidRPr="005A018B" w:rsidRDefault="005D4E76" w:rsidP="005D4E76">
      <w:pPr>
        <w:pStyle w:val="Plattetekst"/>
        <w:ind w:left="360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</w:p>
    <w:p w:rsidR="005D4E76" w:rsidRPr="005A018B" w:rsidRDefault="005D4E76" w:rsidP="005D4E76">
      <w:pPr>
        <w:pStyle w:val="Plattetekst"/>
        <w:rPr>
          <w:rFonts w:cs="Arial"/>
          <w:sz w:val="20"/>
          <w:szCs w:val="20"/>
        </w:rPr>
      </w:pPr>
      <w:r w:rsidRPr="005A018B">
        <w:rPr>
          <w:rFonts w:cs="Arial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9"/>
      </w:tblGrid>
      <w:tr w:rsidR="005D4E76" w:rsidRPr="005A018B" w:rsidTr="00801816">
        <w:tc>
          <w:tcPr>
            <w:tcW w:w="8439" w:type="dxa"/>
            <w:shd w:val="clear" w:color="auto" w:fill="FF99CC"/>
          </w:tcPr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b w:val="0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Leerdoelen()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Specifiek – meetbaar – aantoonbaar (gedrag)  – realistisch (haalbaar)  - toetsbaar</w:t>
            </w:r>
          </w:p>
          <w:p w:rsidR="005D4E76" w:rsidRPr="005A018B" w:rsidRDefault="005D4E76" w:rsidP="00801816">
            <w:pPr>
              <w:pStyle w:val="Plattetek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2A27" w:rsidRPr="005A018B" w:rsidTr="00D529A9">
        <w:tc>
          <w:tcPr>
            <w:tcW w:w="8439" w:type="dxa"/>
          </w:tcPr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1:</w:t>
            </w:r>
          </w:p>
          <w:p w:rsidR="009C2A27" w:rsidRPr="005A018B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9C2A27" w:rsidRPr="009C2A27" w:rsidRDefault="009C2A27" w:rsidP="009C2A27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Default="009C2A27" w:rsidP="005D4E7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b w:val="0"/>
                <w:bCs/>
                <w:sz w:val="16"/>
              </w:rPr>
            </w:pPr>
          </w:p>
          <w:p w:rsidR="009C2A27" w:rsidRPr="005A018B" w:rsidRDefault="009C2A27" w:rsidP="00801816">
            <w:pPr>
              <w:pStyle w:val="Plattetekst21"/>
              <w:tabs>
                <w:tab w:val="left" w:pos="390"/>
              </w:tabs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5D4E76" w:rsidRPr="005A018B" w:rsidTr="00801816">
        <w:tc>
          <w:tcPr>
            <w:tcW w:w="8439" w:type="dxa"/>
          </w:tcPr>
          <w:p w:rsidR="005D4E76" w:rsidRDefault="005A481E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Leerdoelen deelnemer </w:t>
            </w:r>
            <w:r w:rsidR="009C2A27">
              <w:rPr>
                <w:rFonts w:cs="Arial"/>
                <w:sz w:val="20"/>
                <w:szCs w:val="20"/>
              </w:rPr>
              <w:t>2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3</w:t>
            </w:r>
            <w:r w:rsidR="002E7672">
              <w:rPr>
                <w:rFonts w:cs="Arial"/>
                <w:sz w:val="20"/>
                <w:szCs w:val="20"/>
              </w:rPr>
              <w:t>:</w:t>
            </w:r>
            <w:r w:rsidR="005A481E">
              <w:rPr>
                <w:rFonts w:cs="Arial"/>
                <w:sz w:val="20"/>
                <w:szCs w:val="20"/>
              </w:rPr>
              <w:t xml:space="preserve"> 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</w:tcPr>
          <w:p w:rsidR="005D4E76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4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Pr="005A018B" w:rsidRDefault="009C2A27" w:rsidP="002E7672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5</w:t>
            </w:r>
            <w:r w:rsidR="002E7672">
              <w:rPr>
                <w:rFonts w:cs="Arial"/>
                <w:sz w:val="20"/>
                <w:szCs w:val="20"/>
              </w:rPr>
              <w:t>:</w:t>
            </w: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-</w:t>
            </w:r>
          </w:p>
          <w:p w:rsidR="005D4E76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2E7672" w:rsidRDefault="002E7672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794036">
        <w:trPr>
          <w:trHeight w:val="64"/>
        </w:trPr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E76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Leerdoelen deelnemer 6: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:rsidR="009C2A27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9C2A27" w:rsidRPr="005A018B" w:rsidRDefault="009C2A27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  <w:tr w:rsidR="005D4E76" w:rsidRPr="005A018B" w:rsidTr="00801816">
        <w:tc>
          <w:tcPr>
            <w:tcW w:w="8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  <w:r w:rsidRPr="005A018B">
              <w:rPr>
                <w:rFonts w:cs="Arial"/>
                <w:sz w:val="20"/>
                <w:szCs w:val="20"/>
              </w:rPr>
              <w:t>Go / no go begeleider</w:t>
            </w:r>
          </w:p>
          <w:p w:rsidR="005D4E76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  <w:p w:rsidR="005D4E76" w:rsidRPr="005A018B" w:rsidRDefault="005D4E76" w:rsidP="00801816">
            <w:pPr>
              <w:pStyle w:val="Plattetekst"/>
              <w:rPr>
                <w:rFonts w:cs="Arial"/>
                <w:sz w:val="20"/>
                <w:szCs w:val="20"/>
              </w:rPr>
            </w:pPr>
          </w:p>
        </w:tc>
      </w:tr>
    </w:tbl>
    <w:p w:rsidR="00A327E5" w:rsidRDefault="00A327E5" w:rsidP="005D4E76"/>
    <w:p w:rsidR="003C5154" w:rsidRDefault="003C5154" w:rsidP="005D4E76"/>
    <w:p w:rsidR="003C5154" w:rsidRDefault="003C5154">
      <w:pPr>
        <w:widowControl/>
        <w:spacing w:after="200" w:line="276" w:lineRule="auto"/>
      </w:pPr>
      <w:r>
        <w:br w:type="page"/>
      </w:r>
    </w:p>
    <w:p w:rsidR="003C5154" w:rsidRPr="003C5154" w:rsidRDefault="00FE304B" w:rsidP="003C515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99CC"/>
        <w:spacing w:after="154"/>
        <w:outlineLvl w:val="0"/>
        <w:rPr>
          <w:rFonts w:eastAsia="Arial Unicode MS" w:cs="Arial"/>
          <w:b/>
          <w:bCs/>
          <w:spacing w:val="24"/>
          <w:kern w:val="36"/>
          <w:sz w:val="22"/>
          <w:szCs w:val="38"/>
        </w:rPr>
      </w:pPr>
      <w:r>
        <w:rPr>
          <w:rFonts w:eastAsia="Arial Unicode MS" w:cs="Arial"/>
          <w:b/>
          <w:bCs/>
          <w:spacing w:val="24"/>
          <w:kern w:val="36"/>
          <w:sz w:val="22"/>
          <w:szCs w:val="38"/>
        </w:rPr>
        <w:lastRenderedPageBreak/>
        <w:t>Plan van aanpak</w:t>
      </w:r>
    </w:p>
    <w:p w:rsidR="003C5154" w:rsidRPr="003C5154" w:rsidRDefault="003C5154" w:rsidP="003C5154">
      <w:pPr>
        <w:widowControl/>
        <w:rPr>
          <w:rFonts w:cs="Arial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8"/>
      </w:tblGrid>
      <w:tr w:rsidR="003C5154" w:rsidRPr="003C5154" w:rsidTr="00666D1B">
        <w:trPr>
          <w:trHeight w:hRule="exact" w:val="10"/>
        </w:trPr>
        <w:tc>
          <w:tcPr>
            <w:tcW w:w="8388" w:type="dxa"/>
            <w:tcBorders>
              <w:bottom w:val="nil"/>
            </w:tcBorders>
            <w:shd w:val="clear" w:color="auto" w:fill="FF99CC"/>
          </w:tcPr>
          <w:p w:rsidR="003C5154" w:rsidRPr="003C5154" w:rsidRDefault="003C5154" w:rsidP="003C5154">
            <w:pPr>
              <w:widowControl/>
              <w:jc w:val="center"/>
              <w:rPr>
                <w:rFonts w:ascii="NPC Scala Sans" w:hAnsi="NPC Scala Sans" w:cs="Arial"/>
              </w:rPr>
            </w:pPr>
            <w:r w:rsidRPr="003C5154">
              <w:rPr>
                <w:rFonts w:cs="Arial"/>
              </w:rPr>
              <w:t>Startdocument met betrekking tot de gevraagde producten</w:t>
            </w:r>
          </w:p>
        </w:tc>
      </w:tr>
      <w:tr w:rsidR="003C5154" w:rsidRPr="003C5154" w:rsidTr="00666D1B">
        <w:tc>
          <w:tcPr>
            <w:tcW w:w="8388" w:type="dxa"/>
            <w:tcBorders>
              <w:top w:val="nil"/>
            </w:tcBorders>
          </w:tcPr>
          <w:p w:rsidR="00A62D1D" w:rsidRPr="002E7672" w:rsidRDefault="003C5154" w:rsidP="002E7672">
            <w:pPr>
              <w:widowControl/>
              <w:rPr>
                <w:rFonts w:cs="Arial"/>
                <w:b/>
                <w:color w:val="FF0000"/>
              </w:rPr>
            </w:pPr>
            <w:r w:rsidRPr="003C5154">
              <w:rPr>
                <w:rFonts w:cs="Arial"/>
                <w:b/>
              </w:rPr>
              <w:t>De opdracht:</w:t>
            </w:r>
            <w:r w:rsidR="00A62D1D">
              <w:rPr>
                <w:rFonts w:cs="Arial"/>
                <w:b/>
              </w:rPr>
              <w:t xml:space="preserve"> </w:t>
            </w:r>
          </w:p>
          <w:p w:rsidR="003C5154" w:rsidRPr="003C5154" w:rsidRDefault="00A62D1D" w:rsidP="00A62D1D">
            <w:pPr>
              <w:widowControl/>
              <w:tabs>
                <w:tab w:val="left" w:pos="1250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br/>
            </w: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  <w:sz w:val="24"/>
                <w:szCs w:val="24"/>
              </w:rPr>
            </w:pPr>
          </w:p>
          <w:p w:rsidR="003C5154" w:rsidRPr="003C5154" w:rsidRDefault="003C5154" w:rsidP="003C5154">
            <w:pPr>
              <w:widowControl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3C5154" w:rsidRPr="003C5154" w:rsidTr="00666D1B">
        <w:tc>
          <w:tcPr>
            <w:tcW w:w="8388" w:type="dxa"/>
          </w:tcPr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  <w:r w:rsidRPr="003C5154">
              <w:rPr>
                <w:rFonts w:cs="Arial"/>
                <w:b/>
              </w:rPr>
              <w:t>Gevraagde bewijsstukken: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  <w:r w:rsidRPr="003C5154">
              <w:rPr>
                <w:rFonts w:cs="Arial"/>
                <w:b/>
              </w:rPr>
              <w:t xml:space="preserve"> </w:t>
            </w:r>
          </w:p>
        </w:tc>
      </w:tr>
      <w:tr w:rsidR="003C5154" w:rsidRPr="003C5154" w:rsidTr="00666D1B">
        <w:trPr>
          <w:trHeight w:val="897"/>
        </w:trPr>
        <w:tc>
          <w:tcPr>
            <w:tcW w:w="8388" w:type="dxa"/>
            <w:tcBorders>
              <w:bottom w:val="single" w:sz="4" w:space="0" w:color="auto"/>
            </w:tcBorders>
          </w:tcPr>
          <w:p w:rsidR="00E06480" w:rsidRDefault="00FE304B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Tijdsplanning tot de uitvoering van de activiteit</w:t>
            </w:r>
            <w:r w:rsidR="003C5154">
              <w:rPr>
                <w:rFonts w:cs="Arial"/>
                <w:b/>
              </w:rPr>
              <w:t xml:space="preserve"> </w:t>
            </w:r>
          </w:p>
          <w:p w:rsidR="000D1ED5" w:rsidRPr="003C5154" w:rsidRDefault="000D1ED5" w:rsidP="003C5154">
            <w:pPr>
              <w:widowControl/>
              <w:rPr>
                <w:rFonts w:cs="Arial"/>
                <w:b/>
              </w:rPr>
            </w:pPr>
          </w:p>
          <w:p w:rsidR="003C5154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Default="002E7672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-</w:t>
            </w:r>
          </w:p>
          <w:p w:rsidR="002E7672" w:rsidRPr="003C5154" w:rsidRDefault="002E7672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3C5154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3C5154" w:rsidRPr="003C5154" w:rsidTr="00666D1B">
        <w:tc>
          <w:tcPr>
            <w:tcW w:w="8388" w:type="dxa"/>
            <w:tcBorders>
              <w:bottom w:val="single" w:sz="4" w:space="0" w:color="auto"/>
            </w:tcBorders>
          </w:tcPr>
          <w:p w:rsidR="003C5154" w:rsidRDefault="00FE304B" w:rsidP="003C5154">
            <w:pPr>
              <w:widowControl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Planning van de rollen</w:t>
            </w:r>
            <w:r w:rsidR="003C5154" w:rsidRPr="003C5154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voorzitter en notulist per week</w:t>
            </w:r>
          </w:p>
          <w:p w:rsidR="00577579" w:rsidRDefault="00577579" w:rsidP="003C5154">
            <w:pPr>
              <w:widowControl/>
              <w:rPr>
                <w:rFonts w:cs="Arial"/>
                <w:b/>
              </w:rPr>
            </w:pPr>
          </w:p>
          <w:p w:rsidR="00577579" w:rsidRDefault="00577579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cs="Arial"/>
                <w:b/>
              </w:rPr>
            </w:pPr>
          </w:p>
          <w:p w:rsidR="003C5154" w:rsidRPr="003C5154" w:rsidRDefault="003C5154" w:rsidP="003C5154">
            <w:pPr>
              <w:widowControl/>
              <w:rPr>
                <w:rFonts w:ascii="NPC Scala Sans" w:hAnsi="NPC Scala Sans" w:cs="Arial"/>
                <w:b/>
              </w:rPr>
            </w:pPr>
          </w:p>
        </w:tc>
      </w:tr>
    </w:tbl>
    <w:p w:rsidR="00777006" w:rsidRDefault="00777006" w:rsidP="005D4E76"/>
    <w:p w:rsidR="00777006" w:rsidRDefault="00777006" w:rsidP="00777006"/>
    <w:p w:rsidR="003C5154" w:rsidRDefault="00777006" w:rsidP="00777006">
      <w:pPr>
        <w:tabs>
          <w:tab w:val="left" w:pos="1250"/>
        </w:tabs>
      </w:pPr>
      <w:r>
        <w:tab/>
      </w:r>
      <w:r>
        <w:tab/>
      </w: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0D1ED5" w:rsidRDefault="000D1ED5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577579" w:rsidRDefault="00577579" w:rsidP="00777006">
      <w:pPr>
        <w:tabs>
          <w:tab w:val="left" w:pos="1250"/>
        </w:tabs>
      </w:pPr>
    </w:p>
    <w:p w:rsidR="00577579" w:rsidRDefault="00577579" w:rsidP="00777006">
      <w:pPr>
        <w:tabs>
          <w:tab w:val="left" w:pos="1250"/>
        </w:tabs>
      </w:pPr>
    </w:p>
    <w:p w:rsidR="00577579" w:rsidRDefault="00577579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p w:rsidR="00777006" w:rsidRDefault="00777006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53"/>
        <w:gridCol w:w="3935"/>
      </w:tblGrid>
      <w:tr w:rsidR="00777006" w:rsidTr="00777006">
        <w:tc>
          <w:tcPr>
            <w:tcW w:w="9288" w:type="dxa"/>
            <w:gridSpan w:val="2"/>
            <w:shd w:val="clear" w:color="auto" w:fill="FF99CC"/>
          </w:tcPr>
          <w:p w:rsidR="00777006" w:rsidRPr="00BD3ADA" w:rsidRDefault="006B132F" w:rsidP="00455E36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Verslag </w:t>
            </w:r>
            <w:r w:rsidR="00777006" w:rsidRPr="00BD3ADA">
              <w:rPr>
                <w:b/>
                <w:sz w:val="28"/>
                <w:szCs w:val="28"/>
              </w:rPr>
              <w:t>groep</w:t>
            </w:r>
            <w:r>
              <w:rPr>
                <w:b/>
                <w:sz w:val="28"/>
                <w:szCs w:val="28"/>
              </w:rPr>
              <w:t>s</w:t>
            </w:r>
            <w:r w:rsidR="00777006" w:rsidRPr="00BD3ADA">
              <w:rPr>
                <w:b/>
                <w:sz w:val="28"/>
                <w:szCs w:val="28"/>
              </w:rPr>
              <w:t>overleg</w:t>
            </w:r>
            <w:r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Aanwezig: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Afwezig: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lastRenderedPageBreak/>
              <w:t>Datum: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Notulist: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Voorzitter: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  <w:tr w:rsidR="00777006" w:rsidTr="009F3A9D">
        <w:tc>
          <w:tcPr>
            <w:tcW w:w="9288" w:type="dxa"/>
            <w:gridSpan w:val="2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Agendapunt:</w:t>
            </w:r>
          </w:p>
          <w:p w:rsidR="00777006" w:rsidRPr="000D1ED5" w:rsidRDefault="00777006" w:rsidP="009F3A9D">
            <w:pPr>
              <w:pStyle w:val="Geenafstand"/>
            </w:pPr>
          </w:p>
        </w:tc>
      </w:tr>
      <w:tr w:rsidR="00777006" w:rsidTr="009F3A9D">
        <w:tc>
          <w:tcPr>
            <w:tcW w:w="5353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Notulen</w:t>
            </w:r>
          </w:p>
          <w:p w:rsidR="00777006" w:rsidRPr="00BD3ADA" w:rsidRDefault="00777006" w:rsidP="009F3A9D">
            <w:pPr>
              <w:pStyle w:val="Geenafstand"/>
              <w:rPr>
                <w:b/>
              </w:rPr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  <w:p w:rsidR="00777006" w:rsidRPr="000D1ED5" w:rsidRDefault="00777006" w:rsidP="009F3A9D">
            <w:pPr>
              <w:pStyle w:val="Geenafstand"/>
            </w:pPr>
          </w:p>
        </w:tc>
        <w:tc>
          <w:tcPr>
            <w:tcW w:w="3935" w:type="dxa"/>
          </w:tcPr>
          <w:p w:rsidR="00777006" w:rsidRPr="00BD3ADA" w:rsidRDefault="00777006" w:rsidP="009F3A9D">
            <w:pPr>
              <w:pStyle w:val="Geenafstand"/>
              <w:rPr>
                <w:b/>
              </w:rPr>
            </w:pPr>
            <w:r w:rsidRPr="00BD3ADA">
              <w:rPr>
                <w:b/>
              </w:rPr>
              <w:t>Afspraak/besluit</w:t>
            </w:r>
          </w:p>
        </w:tc>
      </w:tr>
    </w:tbl>
    <w:p w:rsidR="00777006" w:rsidRDefault="00777006" w:rsidP="00777006">
      <w:pPr>
        <w:tabs>
          <w:tab w:val="left" w:pos="1250"/>
        </w:tabs>
      </w:pPr>
    </w:p>
    <w:p w:rsidR="000D1ED5" w:rsidRDefault="000D1ED5" w:rsidP="00777006">
      <w:pPr>
        <w:tabs>
          <w:tab w:val="left" w:pos="125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D1ED5" w:rsidRPr="00DE502B" w:rsidTr="006E2C8B">
        <w:tc>
          <w:tcPr>
            <w:tcW w:w="9288" w:type="dxa"/>
            <w:gridSpan w:val="3"/>
            <w:shd w:val="clear" w:color="auto" w:fill="FF99CC"/>
          </w:tcPr>
          <w:p w:rsidR="000D1ED5" w:rsidRPr="00DE502B" w:rsidRDefault="000D1ED5" w:rsidP="009F3A9D">
            <w:pPr>
              <w:pStyle w:val="Geenafstand"/>
              <w:rPr>
                <w:b/>
                <w:sz w:val="28"/>
                <w:szCs w:val="28"/>
              </w:rPr>
            </w:pPr>
            <w:r w:rsidRPr="00DE502B">
              <w:rPr>
                <w:b/>
                <w:sz w:val="28"/>
                <w:szCs w:val="28"/>
              </w:rPr>
              <w:t>Evaluatie proces</w:t>
            </w:r>
            <w:r w:rsidR="00BD3ADA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0D1ED5" w:rsidTr="005B69E5">
        <w:tc>
          <w:tcPr>
            <w:tcW w:w="9288" w:type="dxa"/>
            <w:gridSpan w:val="3"/>
          </w:tcPr>
          <w:p w:rsidR="00D4785F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groep</w:t>
            </w:r>
            <w:r w:rsidR="00FE304B">
              <w:rPr>
                <w:b/>
              </w:rPr>
              <w:t xml:space="preserve"> als deelnemer:</w:t>
            </w: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rol als voorzitter:</w:t>
            </w: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rol als notulist:</w:t>
            </w:r>
          </w:p>
          <w:p w:rsidR="006B132F" w:rsidRDefault="006B132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Beschrijving van de</w:t>
            </w:r>
            <w:r w:rsidR="00D4785F">
              <w:rPr>
                <w:b/>
              </w:rPr>
              <w:t xml:space="preserve"> onderlinge</w:t>
            </w:r>
            <w:r w:rsidRPr="00DE502B">
              <w:rPr>
                <w:b/>
              </w:rPr>
              <w:t xml:space="preserve"> samenwerking in de groep:</w:t>
            </w: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FE304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 xml:space="preserve">Verbeterpunten in </w:t>
            </w:r>
            <w:r w:rsidR="00D4785F">
              <w:rPr>
                <w:b/>
              </w:rPr>
              <w:t>jouw perso</w:t>
            </w:r>
            <w:r w:rsidR="00FE304B">
              <w:rPr>
                <w:b/>
              </w:rPr>
              <w:t>onlijk functioneren in een groep:</w:t>
            </w: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D4785F" w:rsidRDefault="00D4785F" w:rsidP="009F3A9D">
            <w:pPr>
              <w:pStyle w:val="Geenafstand"/>
              <w:rPr>
                <w:b/>
              </w:rPr>
            </w:pPr>
          </w:p>
          <w:p w:rsidR="000D1ED5" w:rsidRPr="00DE502B" w:rsidRDefault="00D4785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Verbeterpunten in de onderlinge samenwerking in de groep:</w:t>
            </w:r>
          </w:p>
          <w:p w:rsidR="000D1ED5" w:rsidRPr="00DE502B" w:rsidRDefault="000D1ED5" w:rsidP="009F3A9D">
            <w:pPr>
              <w:pStyle w:val="Geenafstand"/>
              <w:rPr>
                <w:b/>
              </w:rPr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  <w:p w:rsidR="000D1ED5" w:rsidRDefault="000D1ED5" w:rsidP="009F3A9D">
            <w:pPr>
              <w:pStyle w:val="Geenafstand"/>
            </w:pPr>
          </w:p>
        </w:tc>
      </w:tr>
      <w:tr w:rsidR="000D1ED5" w:rsidRPr="00DE502B" w:rsidTr="00CC2CE4"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lastRenderedPageBreak/>
              <w:t>Deelnemer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TOP</w:t>
            </w:r>
          </w:p>
        </w:tc>
        <w:tc>
          <w:tcPr>
            <w:tcW w:w="3096" w:type="dxa"/>
          </w:tcPr>
          <w:p w:rsidR="000D1ED5" w:rsidRPr="00DE502B" w:rsidRDefault="000D1ED5" w:rsidP="009F3A9D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TIP</w:t>
            </w: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1.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2.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3.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4.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5.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  <w:tr w:rsidR="000D1ED5" w:rsidTr="00CC2CE4">
        <w:tc>
          <w:tcPr>
            <w:tcW w:w="3096" w:type="dxa"/>
          </w:tcPr>
          <w:p w:rsidR="000D1ED5" w:rsidRDefault="000D1ED5" w:rsidP="009F3A9D">
            <w:pPr>
              <w:pStyle w:val="Geenafstand"/>
            </w:pPr>
            <w:r>
              <w:t>6.</w:t>
            </w:r>
          </w:p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  <w:tc>
          <w:tcPr>
            <w:tcW w:w="3096" w:type="dxa"/>
          </w:tcPr>
          <w:p w:rsidR="000D1ED5" w:rsidRDefault="000D1ED5" w:rsidP="009F3A9D">
            <w:pPr>
              <w:pStyle w:val="Geenafstand"/>
            </w:pPr>
          </w:p>
        </w:tc>
      </w:tr>
    </w:tbl>
    <w:p w:rsidR="00BD3ADA" w:rsidRDefault="00BD3ADA" w:rsidP="00777006">
      <w:pPr>
        <w:tabs>
          <w:tab w:val="left" w:pos="1250"/>
        </w:tabs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P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Pr="00F95C52" w:rsidRDefault="00F95C52" w:rsidP="00F95C52">
      <w:pPr>
        <w:ind w:left="113"/>
        <w:rPr>
          <w:rFonts w:eastAsia="Arial" w:cs="Arial"/>
          <w:sz w:val="16"/>
          <w:szCs w:val="16"/>
          <w:lang w:val="en-US" w:eastAsia="en-US"/>
        </w:rPr>
      </w:pPr>
      <w:r w:rsidRPr="00F95C52">
        <w:rPr>
          <w:rFonts w:ascii="Calibri" w:eastAsia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8ECF0A0" wp14:editId="04D7EE2A">
                <wp:simplePos x="0" y="0"/>
                <wp:positionH relativeFrom="page">
                  <wp:posOffset>720090</wp:posOffset>
                </wp:positionH>
                <wp:positionV relativeFrom="paragraph">
                  <wp:posOffset>-135255</wp:posOffset>
                </wp:positionV>
                <wp:extent cx="5939790" cy="1270"/>
                <wp:effectExtent l="43815" t="45720" r="45720" b="38735"/>
                <wp:wrapNone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134" y="-213"/>
                          <a:chExt cx="9354" cy="2"/>
                        </a:xfrm>
                      </wpg:grpSpPr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1134" y="-213"/>
                            <a:ext cx="9354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354"/>
                              <a:gd name="T2" fmla="+- 0 10488 1134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4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56.7pt;margin-top:-10.65pt;width:467.7pt;height:.1pt;z-index:-251656192;mso-position-horizontal-relative:page" coordorigin="1134,-213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">
                <v:shape id="Freeform 75" o:spid="_x0000_s1027" style="position:absolute;left:1134;top:-213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u8YA&#10;AADbAAAADwAAAGRycy9kb3ducmV2LnhtbESPT0vDQBDF7wW/wzJCb81GLVVitkUUaQ8RahXR25id&#10;/MHsbNzdpum37woFj4837/fm5avRdGIg51vLCq6SFARxaXXLtYL3t+fZHQgfkDV2lknBkTyslheT&#10;HDNtD/xKwy7UIkLYZ6igCaHPpPRlQwZ9Ynvi6FXWGQxRulpqh4cIN528TtOFNNhybGiwp8eGyp/d&#10;3sQ3brausB+f1D8V2+Jr/V39+pdBqenl+HAPItAY/o/P6Y1WcDuHvy0RAHJ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Rmu8YAAADbAAAADwAAAAAAAAAAAAAAAACYAgAAZHJz&#10;L2Rvd25yZXYueG1sUEsFBgAAAAAEAAQA9QAAAIsDAAAAAA==&#10;" path="m,l9354,e" filled="f" strokecolor="#231f20" strokeweight="6pt">
                  <v:path arrowok="t" o:connecttype="custom" o:connectlocs="0,0;9354,0" o:connectangles="0,0"/>
                </v:shape>
                <w10:wrap anchorx="page"/>
              </v:group>
            </w:pict>
          </mc:Fallback>
        </mc:AlternateContent>
      </w:r>
      <w:r w:rsidRPr="00F95C52">
        <w:rPr>
          <w:rFonts w:ascii="Calibri" w:eastAsia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AD87209" wp14:editId="0C9BA6A1">
                <wp:simplePos x="0" y="0"/>
                <wp:positionH relativeFrom="page">
                  <wp:posOffset>707390</wp:posOffset>
                </wp:positionH>
                <wp:positionV relativeFrom="paragraph">
                  <wp:posOffset>141605</wp:posOffset>
                </wp:positionV>
                <wp:extent cx="5952490" cy="12700"/>
                <wp:effectExtent l="2540" t="8255" r="7620" b="7620"/>
                <wp:wrapNone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2700"/>
                          <a:chOff x="1114" y="223"/>
                          <a:chExt cx="9374" cy="20"/>
                        </a:xfrm>
                      </wpg:grpSpPr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164" y="233"/>
                            <a:ext cx="9294" cy="2"/>
                            <a:chOff x="1164" y="233"/>
                            <a:chExt cx="9294" cy="2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164" y="233"/>
                              <a:ext cx="9294" cy="2"/>
                            </a:xfrm>
                            <a:custGeom>
                              <a:avLst/>
                              <a:gdLst>
                                <a:gd name="T0" fmla="+- 0 1164 1164"/>
                                <a:gd name="T1" fmla="*/ T0 w 9294"/>
                                <a:gd name="T2" fmla="+- 0 10458 1164"/>
                                <a:gd name="T3" fmla="*/ T2 w 92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4">
                                  <a:moveTo>
                                    <a:pt x="0" y="0"/>
                                  </a:moveTo>
                                  <a:lnTo>
                                    <a:pt x="929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0"/>
                        <wpg:cNvGrpSpPr>
                          <a:grpSpLocks/>
                        </wpg:cNvGrpSpPr>
                        <wpg:grpSpPr bwMode="auto">
                          <a:xfrm>
                            <a:off x="1124" y="233"/>
                            <a:ext cx="2" cy="2"/>
                            <a:chOff x="1124" y="233"/>
                            <a:chExt cx="2" cy="2"/>
                          </a:xfrm>
                        </wpg:grpSpPr>
                        <wps:wsp>
                          <wps:cNvPr id="70" name="Freeform 71"/>
                          <wps:cNvSpPr>
                            <a:spLocks/>
                          </wps:cNvSpPr>
                          <wps:spPr bwMode="auto">
                            <a:xfrm>
                              <a:off x="1124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8"/>
                        <wpg:cNvGrpSpPr>
                          <a:grpSpLocks/>
                        </wpg:cNvGrpSpPr>
                        <wpg:grpSpPr bwMode="auto">
                          <a:xfrm>
                            <a:off x="10478" y="233"/>
                            <a:ext cx="2" cy="2"/>
                            <a:chOff x="10478" y="233"/>
                            <a:chExt cx="2" cy="2"/>
                          </a:xfrm>
                        </wpg:grpSpPr>
                        <wps:wsp>
                          <wps:cNvPr id="72" name="Freeform 69"/>
                          <wps:cNvSpPr>
                            <a:spLocks/>
                          </wps:cNvSpPr>
                          <wps:spPr bwMode="auto">
                            <a:xfrm>
                              <a:off x="10478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55.7pt;margin-top:11.15pt;width:468.7pt;height:1pt;z-index:-251654144;mso-position-horizontal-relative:page" coordorigin="1114,223" coordsize="937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">
                <v:group id="Group 72" o:spid="_x0000_s1027" style="position:absolute;left:1164;top:233;width:9294;height:2" coordorigin="1164,233" coordsize="92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73" o:spid="_x0000_s1028" style="position:absolute;left:1164;top:233;width:9294;height:2;visibility:visible;mso-wrap-style:square;v-text-anchor:top" coordsize="92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MR074A&#10;AADbAAAADwAAAGRycy9kb3ducmV2LnhtbERPy4rCMBTdC/5DuII7myq+pmMUEQUXbqyC20tzpy3T&#10;3JQm1fbvzUJweTjvza4zlXhS40rLCqZRDII4s7rkXMH9dpqsQTiPrLGyTAp6crDbDgcbTLR98ZWe&#10;qc9FCGGXoILC+zqR0mUFGXSRrYkD92cbgz7AJpe6wVcIN5WcxfFSGiw5NBRY06Gg7D9tjYLzYnXp&#10;0PXyx6dH6jFv68e8VWo86va/IDx1/iv+uM9awTKMDV/CD5D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zEdO+AAAA2wAAAA8AAAAAAAAAAAAAAAAAmAIAAGRycy9kb3ducmV2&#10;LnhtbFBLBQYAAAAABAAEAPUAAACDAwAAAAA=&#10;" path="m,l9294,e" filled="f" strokecolor="#231f20" strokeweight="1pt">
                    <v:stroke dashstyle="dash"/>
                    <v:path arrowok="t" o:connecttype="custom" o:connectlocs="0,0;9294,0" o:connectangles="0,0"/>
                  </v:shape>
                </v:group>
                <v:group id="Group 70" o:spid="_x0000_s1029" style="position:absolute;left:1124;top:233;width:2;height:2" coordorigin="1124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71" o:spid="_x0000_s1030" style="position:absolute;left:1124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pJFMEA&#10;AADbAAAADwAAAGRycy9kb3ducmV2LnhtbERPy4rCMBTdD/gP4QruxlSFKh2jjIIgiAM+Fs7u0txp&#10;i81NTaJWv94sBlwezns6b00tbuR8ZVnBoJ+AIM6trrhQcDysPicgfEDWWFsmBQ/yMJ91PqaYaXvn&#10;Hd32oRAxhH2GCsoQmkxKn5dk0PdtQxy5P+sMhghdIbXDeww3tRwmSSoNVhwbSmxoWVJ+3l+Ngo18&#10;uhS3i58TPqrV+TRKf5/holSv235/gQjUhrf4373WCsZxffwSf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qSRTBAAAA2wAAAA8AAAAAAAAAAAAAAAAAmAIAAGRycy9kb3du&#10;cmV2LnhtbFBLBQYAAAAABAAEAPUAAACG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68" o:spid="_x0000_s1031" style="position:absolute;left:10478;top:233;width:2;height:2" coordorigin="10478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69" o:spid="_x0000_s1032" style="position:absolute;left:10478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Ry+MUA&#10;AADbAAAADwAAAGRycy9kb3ducmV2LnhtbESPQWvCQBSE74L/YXlCb7rRQpToRrQgFEoLtR709sg+&#10;k2D2bbq7jdFf3y0IPQ4z8w2zWvemER05X1tWMJ0kIIgLq2suFRy+duMFCB+QNTaWScGNPKzz4WCF&#10;mbZX/qRuH0oRIewzVFCF0GZS+qIig35iW+Lona0zGKJ0pdQOrxFuGjlLklQarDkuVNjSS0XFZf9j&#10;FLzJu0vxfftxxFu9uxyf09M9fCv1NOo3SxCB+vAffrRftYL5D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HL4xQAAANsAAAAPAAAAAAAAAAAAAAAAAJgCAABkcnMv&#10;ZG93bnJldi54bWxQSwUGAAAAAAQABAD1AAAAigMAAAAA&#10;" path="m,l,e" filled="f" strokecolor="#231f20" strokeweight="1pt">
                    <v:path arrowok="t" o:connecttype="custom" o:connectlocs="0,0;0,0" o:connectangles="0,0"/>
                  </v:shape>
                </v:group>
                <w10:wrap anchorx="page"/>
              </v:group>
            </w:pict>
          </mc:Fallback>
        </mc:AlternateContent>
      </w:r>
      <w:r w:rsidRPr="00F95C52">
        <w:rPr>
          <w:rFonts w:eastAsia="Arial" w:cs="Arial"/>
          <w:color w:val="231F20"/>
          <w:sz w:val="16"/>
          <w:szCs w:val="16"/>
          <w:lang w:val="en-US" w:eastAsia="en-US"/>
        </w:rPr>
        <w:t>BP</w:t>
      </w:r>
      <w:r w:rsidRPr="00F95C52">
        <w:rPr>
          <w:rFonts w:eastAsia="Arial" w:cs="Arial"/>
          <w:color w:val="231F20"/>
          <w:spacing w:val="-7"/>
          <w:sz w:val="16"/>
          <w:szCs w:val="16"/>
          <w:lang w:val="en-US" w:eastAsia="en-US"/>
        </w:rPr>
        <w:t>V</w:t>
      </w:r>
      <w:r w:rsidRPr="00F95C52">
        <w:rPr>
          <w:rFonts w:eastAsia="Arial" w:cs="Arial"/>
          <w:color w:val="231F20"/>
          <w:spacing w:val="-4"/>
          <w:sz w:val="16"/>
          <w:szCs w:val="16"/>
          <w:lang w:val="en-US" w:eastAsia="en-US"/>
        </w:rPr>
        <w:t>-</w:t>
      </w:r>
      <w:r w:rsidRPr="00F95C52">
        <w:rPr>
          <w:rFonts w:eastAsia="Arial" w:cs="Arial"/>
          <w:color w:val="231F20"/>
          <w:sz w:val="16"/>
          <w:szCs w:val="16"/>
          <w:lang w:val="en-US" w:eastAsia="en-US"/>
        </w:rPr>
        <w:t>WIJZER</w:t>
      </w:r>
      <w:r w:rsidRPr="00F95C52">
        <w:rPr>
          <w:rFonts w:eastAsia="Arial" w:cs="Arial"/>
          <w:color w:val="231F20"/>
          <w:spacing w:val="-24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color w:val="231F20"/>
          <w:sz w:val="16"/>
          <w:szCs w:val="16"/>
          <w:lang w:val="en-US" w:eastAsia="en-US"/>
        </w:rPr>
        <w:t>DEEL</w:t>
      </w:r>
      <w:r w:rsidRPr="00F95C52">
        <w:rPr>
          <w:rFonts w:eastAsia="Arial" w:cs="Arial"/>
          <w:color w:val="231F20"/>
          <w:spacing w:val="-24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color w:val="231F20"/>
          <w:sz w:val="16"/>
          <w:szCs w:val="16"/>
          <w:lang w:val="en-US" w:eastAsia="en-US"/>
        </w:rPr>
        <w:t>5</w:t>
      </w:r>
      <w:r w:rsidRPr="00F95C52">
        <w:rPr>
          <w:rFonts w:eastAsia="Arial" w:cs="Arial"/>
          <w:color w:val="231F20"/>
          <w:spacing w:val="-24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color w:val="231F20"/>
          <w:sz w:val="16"/>
          <w:szCs w:val="16"/>
          <w:lang w:val="en-US" w:eastAsia="en-US"/>
        </w:rPr>
        <w:t>|</w:t>
      </w:r>
      <w:r w:rsidRPr="00F95C52">
        <w:rPr>
          <w:rFonts w:eastAsia="Arial" w:cs="Arial"/>
          <w:color w:val="231F20"/>
          <w:spacing w:val="-24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231F20"/>
          <w:sz w:val="16"/>
          <w:szCs w:val="16"/>
          <w:lang w:val="en-US" w:eastAsia="en-US"/>
        </w:rPr>
        <w:t>FORMULIE</w:t>
      </w:r>
      <w:r w:rsidRPr="00F95C52">
        <w:rPr>
          <w:rFonts w:eastAsia="Arial" w:cs="Arial"/>
          <w:b/>
          <w:bCs/>
          <w:color w:val="231F20"/>
          <w:spacing w:val="-1"/>
          <w:sz w:val="16"/>
          <w:szCs w:val="16"/>
          <w:lang w:val="en-US" w:eastAsia="en-US"/>
        </w:rPr>
        <w:t>R</w:t>
      </w:r>
      <w:r w:rsidRPr="00F95C52">
        <w:rPr>
          <w:rFonts w:eastAsia="Arial" w:cs="Arial"/>
          <w:b/>
          <w:bCs/>
          <w:color w:val="231F20"/>
          <w:sz w:val="16"/>
          <w:szCs w:val="16"/>
          <w:lang w:val="en-US" w:eastAsia="en-US"/>
        </w:rPr>
        <w:t>EN</w:t>
      </w:r>
    </w:p>
    <w:p w:rsidR="00F95C52" w:rsidRPr="00F95C52" w:rsidRDefault="00F95C52" w:rsidP="00F95C52">
      <w:pPr>
        <w:spacing w:before="9" w:line="120" w:lineRule="exact"/>
        <w:rPr>
          <w:rFonts w:ascii="Calibri" w:eastAsia="Calibri" w:hAnsi="Calibri"/>
          <w:sz w:val="12"/>
          <w:szCs w:val="12"/>
          <w:lang w:val="en-US" w:eastAsia="en-US"/>
        </w:rPr>
      </w:pP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line="520" w:lineRule="exact"/>
        <w:ind w:left="113" w:right="4102"/>
        <w:rPr>
          <w:rFonts w:eastAsia="Arial" w:cs="Arial"/>
          <w:sz w:val="48"/>
          <w:szCs w:val="48"/>
          <w:lang w:val="en-US" w:eastAsia="en-US"/>
        </w:rPr>
      </w:pPr>
      <w:r w:rsidRPr="00F95C52">
        <w:rPr>
          <w:rFonts w:ascii="Calibri" w:eastAsia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2BBE527" wp14:editId="1D52DDD7">
                <wp:simplePos x="0" y="0"/>
                <wp:positionH relativeFrom="page">
                  <wp:posOffset>720090</wp:posOffset>
                </wp:positionH>
                <wp:positionV relativeFrom="paragraph">
                  <wp:posOffset>798195</wp:posOffset>
                </wp:positionV>
                <wp:extent cx="5946140" cy="2565400"/>
                <wp:effectExtent l="5715" t="7620" r="1270" b="8255"/>
                <wp:wrapNone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6140" cy="2565400"/>
                          <a:chOff x="1134" y="1257"/>
                          <a:chExt cx="9364" cy="4040"/>
                        </a:xfrm>
                      </wpg:grpSpPr>
                      <wpg:grpSp>
                        <wpg:cNvPr id="38" name="Group 65"/>
                        <wpg:cNvGrpSpPr>
                          <a:grpSpLocks/>
                        </wpg:cNvGrpSpPr>
                        <wpg:grpSpPr bwMode="auto">
                          <a:xfrm>
                            <a:off x="1240" y="1317"/>
                            <a:ext cx="9248" cy="3920"/>
                            <a:chOff x="1240" y="1317"/>
                            <a:chExt cx="9248" cy="3920"/>
                          </a:xfrm>
                        </wpg:grpSpPr>
                        <wps:wsp>
                          <wps:cNvPr id="39" name="Freeform 66"/>
                          <wps:cNvSpPr>
                            <a:spLocks/>
                          </wps:cNvSpPr>
                          <wps:spPr bwMode="auto">
                            <a:xfrm>
                              <a:off x="1240" y="1317"/>
                              <a:ext cx="9248" cy="3920"/>
                            </a:xfrm>
                            <a:custGeom>
                              <a:avLst/>
                              <a:gdLst>
                                <a:gd name="T0" fmla="+- 0 1240 1240"/>
                                <a:gd name="T1" fmla="*/ T0 w 9248"/>
                                <a:gd name="T2" fmla="+- 0 1317 1317"/>
                                <a:gd name="T3" fmla="*/ 1317 h 3920"/>
                                <a:gd name="T4" fmla="+- 0 1240 1240"/>
                                <a:gd name="T5" fmla="*/ T4 w 9248"/>
                                <a:gd name="T6" fmla="+- 0 5237 1317"/>
                                <a:gd name="T7" fmla="*/ 5237 h 3920"/>
                                <a:gd name="T8" fmla="+- 0 10385 1240"/>
                                <a:gd name="T9" fmla="*/ T8 w 9248"/>
                                <a:gd name="T10" fmla="+- 0 5237 1317"/>
                                <a:gd name="T11" fmla="*/ 5237 h 3920"/>
                                <a:gd name="T12" fmla="+- 0 10457 1240"/>
                                <a:gd name="T13" fmla="*/ T12 w 9248"/>
                                <a:gd name="T14" fmla="+- 0 5228 1317"/>
                                <a:gd name="T15" fmla="*/ 5228 h 3920"/>
                                <a:gd name="T16" fmla="+- 0 10487 1240"/>
                                <a:gd name="T17" fmla="*/ T16 w 9248"/>
                                <a:gd name="T18" fmla="+- 0 5165 1317"/>
                                <a:gd name="T19" fmla="*/ 5165 h 3920"/>
                                <a:gd name="T20" fmla="+- 0 10488 1240"/>
                                <a:gd name="T21" fmla="*/ T20 w 9248"/>
                                <a:gd name="T22" fmla="+- 0 1420 1317"/>
                                <a:gd name="T23" fmla="*/ 1420 h 3920"/>
                                <a:gd name="T24" fmla="+- 0 10487 1240"/>
                                <a:gd name="T25" fmla="*/ T24 w 9248"/>
                                <a:gd name="T26" fmla="+- 0 1390 1317"/>
                                <a:gd name="T27" fmla="*/ 1390 h 3920"/>
                                <a:gd name="T28" fmla="+- 0 10458 1240"/>
                                <a:gd name="T29" fmla="*/ T28 w 9248"/>
                                <a:gd name="T30" fmla="+- 0 1326 1317"/>
                                <a:gd name="T31" fmla="*/ 1326 h 3920"/>
                                <a:gd name="T32" fmla="+- 0 10386 1240"/>
                                <a:gd name="T33" fmla="*/ T32 w 9248"/>
                                <a:gd name="T34" fmla="+- 0 1317 1317"/>
                                <a:gd name="T35" fmla="*/ 1317 h 3920"/>
                                <a:gd name="T36" fmla="+- 0 1240 1240"/>
                                <a:gd name="T37" fmla="*/ T36 w 9248"/>
                                <a:gd name="T38" fmla="+- 0 1317 1317"/>
                                <a:gd name="T39" fmla="*/ 1317 h 39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248" h="3920">
                                  <a:moveTo>
                                    <a:pt x="0" y="0"/>
                                  </a:moveTo>
                                  <a:lnTo>
                                    <a:pt x="0" y="3920"/>
                                  </a:lnTo>
                                  <a:lnTo>
                                    <a:pt x="9145" y="3920"/>
                                  </a:lnTo>
                                  <a:lnTo>
                                    <a:pt x="9217" y="3911"/>
                                  </a:lnTo>
                                  <a:lnTo>
                                    <a:pt x="9247" y="3848"/>
                                  </a:lnTo>
                                  <a:lnTo>
                                    <a:pt x="9248" y="103"/>
                                  </a:lnTo>
                                  <a:lnTo>
                                    <a:pt x="9247" y="73"/>
                                  </a:lnTo>
                                  <a:lnTo>
                                    <a:pt x="9218" y="9"/>
                                  </a:lnTo>
                                  <a:lnTo>
                                    <a:pt x="914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63"/>
                        <wpg:cNvGrpSpPr>
                          <a:grpSpLocks/>
                        </wpg:cNvGrpSpPr>
                        <wpg:grpSpPr bwMode="auto">
                          <a:xfrm>
                            <a:off x="1194" y="1317"/>
                            <a:ext cx="2" cy="3920"/>
                            <a:chOff x="1194" y="1317"/>
                            <a:chExt cx="2" cy="3920"/>
                          </a:xfrm>
                        </wpg:grpSpPr>
                        <wps:wsp>
                          <wps:cNvPr id="41" name="Freeform 64"/>
                          <wps:cNvSpPr>
                            <a:spLocks/>
                          </wps:cNvSpPr>
                          <wps:spPr bwMode="auto">
                            <a:xfrm>
                              <a:off x="1194" y="1317"/>
                              <a:ext cx="2" cy="3920"/>
                            </a:xfrm>
                            <a:custGeom>
                              <a:avLst/>
                              <a:gdLst>
                                <a:gd name="T0" fmla="+- 0 1317 1317"/>
                                <a:gd name="T1" fmla="*/ 1317 h 3920"/>
                                <a:gd name="T2" fmla="+- 0 5237 1317"/>
                                <a:gd name="T3" fmla="*/ 5237 h 3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0">
                                  <a:moveTo>
                                    <a:pt x="0" y="0"/>
                                  </a:moveTo>
                                  <a:lnTo>
                                    <a:pt x="0" y="392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54"/>
                        <wpg:cNvGrpSpPr>
                          <a:grpSpLocks/>
                        </wpg:cNvGrpSpPr>
                        <wpg:grpSpPr bwMode="auto">
                          <a:xfrm>
                            <a:off x="1472" y="1430"/>
                            <a:ext cx="654" cy="744"/>
                            <a:chOff x="1472" y="1430"/>
                            <a:chExt cx="654" cy="744"/>
                          </a:xfrm>
                        </wpg:grpSpPr>
                        <wps:wsp>
                          <wps:cNvPr id="43" name="Freeform 62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66 1472"/>
                                <a:gd name="T1" fmla="*/ T0 w 654"/>
                                <a:gd name="T2" fmla="+- 0 2075 1430"/>
                                <a:gd name="T3" fmla="*/ 2075 h 744"/>
                                <a:gd name="T4" fmla="+- 0 1727 1472"/>
                                <a:gd name="T5" fmla="*/ T4 w 654"/>
                                <a:gd name="T6" fmla="+- 0 2075 1430"/>
                                <a:gd name="T7" fmla="*/ 2075 h 744"/>
                                <a:gd name="T8" fmla="+- 0 1768 1472"/>
                                <a:gd name="T9" fmla="*/ T8 w 654"/>
                                <a:gd name="T10" fmla="+- 0 2174 1430"/>
                                <a:gd name="T11" fmla="*/ 2174 h 744"/>
                                <a:gd name="T12" fmla="+- 0 1846 1472"/>
                                <a:gd name="T13" fmla="*/ T12 w 654"/>
                                <a:gd name="T14" fmla="+- 0 2101 1430"/>
                                <a:gd name="T15" fmla="*/ 2101 h 744"/>
                                <a:gd name="T16" fmla="+- 0 1955 1472"/>
                                <a:gd name="T17" fmla="*/ T16 w 654"/>
                                <a:gd name="T18" fmla="+- 0 2101 1430"/>
                                <a:gd name="T19" fmla="*/ 2101 h 744"/>
                                <a:gd name="T20" fmla="+- 0 1966 1472"/>
                                <a:gd name="T21" fmla="*/ T20 w 654"/>
                                <a:gd name="T22" fmla="+- 0 2075 1430"/>
                                <a:gd name="T23" fmla="*/ 207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94" y="645"/>
                                  </a:moveTo>
                                  <a:lnTo>
                                    <a:pt x="255" y="645"/>
                                  </a:lnTo>
                                  <a:lnTo>
                                    <a:pt x="296" y="744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3" y="671"/>
                                  </a:lnTo>
                                  <a:lnTo>
                                    <a:pt x="494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61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55 1472"/>
                                <a:gd name="T1" fmla="*/ T0 w 654"/>
                                <a:gd name="T2" fmla="+- 0 2101 1430"/>
                                <a:gd name="T3" fmla="*/ 2101 h 744"/>
                                <a:gd name="T4" fmla="+- 0 1846 1472"/>
                                <a:gd name="T5" fmla="*/ T4 w 654"/>
                                <a:gd name="T6" fmla="+- 0 2101 1430"/>
                                <a:gd name="T7" fmla="*/ 2101 h 744"/>
                                <a:gd name="T8" fmla="+- 0 1925 1472"/>
                                <a:gd name="T9" fmla="*/ T8 w 654"/>
                                <a:gd name="T10" fmla="+- 0 2174 1430"/>
                                <a:gd name="T11" fmla="*/ 2174 h 744"/>
                                <a:gd name="T12" fmla="+- 0 1955 1472"/>
                                <a:gd name="T13" fmla="*/ T12 w 654"/>
                                <a:gd name="T14" fmla="+- 0 2101 1430"/>
                                <a:gd name="T15" fmla="*/ 2101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83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3" y="744"/>
                                  </a:lnTo>
                                  <a:lnTo>
                                    <a:pt x="483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60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567 1472"/>
                                <a:gd name="T1" fmla="*/ T0 w 654"/>
                                <a:gd name="T2" fmla="+- 0 1555 1430"/>
                                <a:gd name="T3" fmla="*/ 1555 h 744"/>
                                <a:gd name="T4" fmla="+- 0 1591 1472"/>
                                <a:gd name="T5" fmla="*/ T4 w 654"/>
                                <a:gd name="T6" fmla="+- 0 1659 1430"/>
                                <a:gd name="T7" fmla="*/ 1659 h 744"/>
                                <a:gd name="T8" fmla="+- 0 1488 1472"/>
                                <a:gd name="T9" fmla="*/ T8 w 654"/>
                                <a:gd name="T10" fmla="+- 0 1690 1430"/>
                                <a:gd name="T11" fmla="*/ 1690 h 744"/>
                                <a:gd name="T12" fmla="+- 0 1554 1472"/>
                                <a:gd name="T13" fmla="*/ T12 w 654"/>
                                <a:gd name="T14" fmla="+- 0 1776 1430"/>
                                <a:gd name="T15" fmla="*/ 1776 h 744"/>
                                <a:gd name="T16" fmla="+- 0 1472 1472"/>
                                <a:gd name="T17" fmla="*/ T16 w 654"/>
                                <a:gd name="T18" fmla="+- 0 1846 1430"/>
                                <a:gd name="T19" fmla="*/ 1846 h 744"/>
                                <a:gd name="T20" fmla="+- 0 1566 1472"/>
                                <a:gd name="T21" fmla="*/ T20 w 654"/>
                                <a:gd name="T22" fmla="+- 0 1897 1430"/>
                                <a:gd name="T23" fmla="*/ 1897 h 744"/>
                                <a:gd name="T24" fmla="+- 0 1520 1472"/>
                                <a:gd name="T25" fmla="*/ T24 w 654"/>
                                <a:gd name="T26" fmla="+- 0 1995 1430"/>
                                <a:gd name="T27" fmla="*/ 1995 h 744"/>
                                <a:gd name="T28" fmla="+- 0 1628 1472"/>
                                <a:gd name="T29" fmla="*/ T28 w 654"/>
                                <a:gd name="T30" fmla="+- 0 2003 1430"/>
                                <a:gd name="T31" fmla="*/ 2003 h 744"/>
                                <a:gd name="T32" fmla="+- 0 1625 1472"/>
                                <a:gd name="T33" fmla="*/ T32 w 654"/>
                                <a:gd name="T34" fmla="+- 0 2111 1430"/>
                                <a:gd name="T35" fmla="*/ 2111 h 744"/>
                                <a:gd name="T36" fmla="+- 0 1727 1472"/>
                                <a:gd name="T37" fmla="*/ T36 w 654"/>
                                <a:gd name="T38" fmla="+- 0 2075 1430"/>
                                <a:gd name="T39" fmla="*/ 2075 h 744"/>
                                <a:gd name="T40" fmla="+- 0 2067 1472"/>
                                <a:gd name="T41" fmla="*/ T40 w 654"/>
                                <a:gd name="T42" fmla="+- 0 2075 1430"/>
                                <a:gd name="T43" fmla="*/ 2075 h 744"/>
                                <a:gd name="T44" fmla="+- 0 2065 1472"/>
                                <a:gd name="T45" fmla="*/ T44 w 654"/>
                                <a:gd name="T46" fmla="+- 0 2003 1430"/>
                                <a:gd name="T47" fmla="*/ 2003 h 744"/>
                                <a:gd name="T48" fmla="+- 0 2172 1472"/>
                                <a:gd name="T49" fmla="*/ T48 w 654"/>
                                <a:gd name="T50" fmla="+- 0 1995 1430"/>
                                <a:gd name="T51" fmla="*/ 1995 h 744"/>
                                <a:gd name="T52" fmla="+- 0 2126 1472"/>
                                <a:gd name="T53" fmla="*/ T52 w 654"/>
                                <a:gd name="T54" fmla="+- 0 1897 1430"/>
                                <a:gd name="T55" fmla="*/ 1897 h 744"/>
                                <a:gd name="T56" fmla="+- 0 2220 1472"/>
                                <a:gd name="T57" fmla="*/ T56 w 654"/>
                                <a:gd name="T58" fmla="+- 0 1846 1430"/>
                                <a:gd name="T59" fmla="*/ 1846 h 744"/>
                                <a:gd name="T60" fmla="+- 0 2139 1472"/>
                                <a:gd name="T61" fmla="*/ T60 w 654"/>
                                <a:gd name="T62" fmla="+- 0 1776 1430"/>
                                <a:gd name="T63" fmla="*/ 1776 h 744"/>
                                <a:gd name="T64" fmla="+- 0 2204 1472"/>
                                <a:gd name="T65" fmla="*/ T64 w 654"/>
                                <a:gd name="T66" fmla="+- 0 1690 1430"/>
                                <a:gd name="T67" fmla="*/ 1690 h 744"/>
                                <a:gd name="T68" fmla="+- 0 2101 1472"/>
                                <a:gd name="T69" fmla="*/ T68 w 654"/>
                                <a:gd name="T70" fmla="+- 0 1659 1430"/>
                                <a:gd name="T71" fmla="*/ 1659 h 744"/>
                                <a:gd name="T72" fmla="+- 0 2123 1472"/>
                                <a:gd name="T73" fmla="*/ T72 w 654"/>
                                <a:gd name="T74" fmla="+- 0 1568 1430"/>
                                <a:gd name="T75" fmla="*/ 1568 h 744"/>
                                <a:gd name="T76" fmla="+- 0 1673 1472"/>
                                <a:gd name="T77" fmla="*/ T76 w 654"/>
                                <a:gd name="T78" fmla="+- 0 1568 1430"/>
                                <a:gd name="T79" fmla="*/ 1568 h 744"/>
                                <a:gd name="T80" fmla="+- 0 1567 1472"/>
                                <a:gd name="T81" fmla="*/ T80 w 654"/>
                                <a:gd name="T82" fmla="+- 0 1555 1430"/>
                                <a:gd name="T83" fmla="*/ 155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95" y="125"/>
                                  </a:moveTo>
                                  <a:lnTo>
                                    <a:pt x="119" y="229"/>
                                  </a:lnTo>
                                  <a:lnTo>
                                    <a:pt x="16" y="260"/>
                                  </a:lnTo>
                                  <a:lnTo>
                                    <a:pt x="82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7"/>
                                  </a:lnTo>
                                  <a:lnTo>
                                    <a:pt x="48" y="565"/>
                                  </a:lnTo>
                                  <a:lnTo>
                                    <a:pt x="156" y="573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5" y="645"/>
                                  </a:lnTo>
                                  <a:lnTo>
                                    <a:pt x="595" y="645"/>
                                  </a:lnTo>
                                  <a:lnTo>
                                    <a:pt x="593" y="573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7"/>
                                  </a:lnTo>
                                  <a:lnTo>
                                    <a:pt x="748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29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201" y="138"/>
                                  </a:lnTo>
                                  <a:lnTo>
                                    <a:pt x="95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59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067 1472"/>
                                <a:gd name="T1" fmla="*/ T0 w 654"/>
                                <a:gd name="T2" fmla="+- 0 2075 1430"/>
                                <a:gd name="T3" fmla="*/ 2075 h 744"/>
                                <a:gd name="T4" fmla="+- 0 1966 1472"/>
                                <a:gd name="T5" fmla="*/ T4 w 654"/>
                                <a:gd name="T6" fmla="+- 0 2075 1430"/>
                                <a:gd name="T7" fmla="*/ 2075 h 744"/>
                                <a:gd name="T8" fmla="+- 0 2067 1472"/>
                                <a:gd name="T9" fmla="*/ T8 w 654"/>
                                <a:gd name="T10" fmla="+- 0 2111 1430"/>
                                <a:gd name="T11" fmla="*/ 2111 h 744"/>
                                <a:gd name="T12" fmla="+- 0 2067 1472"/>
                                <a:gd name="T13" fmla="*/ T12 w 654"/>
                                <a:gd name="T14" fmla="+- 0 2075 1430"/>
                                <a:gd name="T15" fmla="*/ 207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95" y="645"/>
                                  </a:moveTo>
                                  <a:lnTo>
                                    <a:pt x="494" y="645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95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58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693 1472"/>
                                <a:gd name="T1" fmla="*/ T0 w 654"/>
                                <a:gd name="T2" fmla="+- 0 1463 1430"/>
                                <a:gd name="T3" fmla="*/ 1463 h 744"/>
                                <a:gd name="T4" fmla="+- 0 1673 1472"/>
                                <a:gd name="T5" fmla="*/ T4 w 654"/>
                                <a:gd name="T6" fmla="+- 0 1568 1430"/>
                                <a:gd name="T7" fmla="*/ 1568 h 744"/>
                                <a:gd name="T8" fmla="+- 0 2019 1472"/>
                                <a:gd name="T9" fmla="*/ T8 w 654"/>
                                <a:gd name="T10" fmla="+- 0 1568 1430"/>
                                <a:gd name="T11" fmla="*/ 1568 h 744"/>
                                <a:gd name="T12" fmla="+- 0 2010 1472"/>
                                <a:gd name="T13" fmla="*/ T12 w 654"/>
                                <a:gd name="T14" fmla="+- 0 1519 1430"/>
                                <a:gd name="T15" fmla="*/ 1519 h 744"/>
                                <a:gd name="T16" fmla="+- 0 1785 1472"/>
                                <a:gd name="T17" fmla="*/ T16 w 654"/>
                                <a:gd name="T18" fmla="+- 0 1519 1430"/>
                                <a:gd name="T19" fmla="*/ 1519 h 744"/>
                                <a:gd name="T20" fmla="+- 0 1693 1472"/>
                                <a:gd name="T21" fmla="*/ T20 w 654"/>
                                <a:gd name="T22" fmla="+- 0 1463 1430"/>
                                <a:gd name="T23" fmla="*/ 146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221" y="33"/>
                                  </a:moveTo>
                                  <a:lnTo>
                                    <a:pt x="201" y="138"/>
                                  </a:lnTo>
                                  <a:lnTo>
                                    <a:pt x="547" y="138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57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126 1472"/>
                                <a:gd name="T1" fmla="*/ T0 w 654"/>
                                <a:gd name="T2" fmla="+- 0 1555 1430"/>
                                <a:gd name="T3" fmla="*/ 1555 h 744"/>
                                <a:gd name="T4" fmla="+- 0 2019 1472"/>
                                <a:gd name="T5" fmla="*/ T4 w 654"/>
                                <a:gd name="T6" fmla="+- 0 1568 1430"/>
                                <a:gd name="T7" fmla="*/ 1568 h 744"/>
                                <a:gd name="T8" fmla="+- 0 2123 1472"/>
                                <a:gd name="T9" fmla="*/ T8 w 654"/>
                                <a:gd name="T10" fmla="+- 0 1568 1430"/>
                                <a:gd name="T11" fmla="*/ 1568 h 744"/>
                                <a:gd name="T12" fmla="+- 0 2126 1472"/>
                                <a:gd name="T13" fmla="*/ T12 w 654"/>
                                <a:gd name="T14" fmla="+- 0 1555 1430"/>
                                <a:gd name="T15" fmla="*/ 155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654" y="125"/>
                                  </a:moveTo>
                                  <a:lnTo>
                                    <a:pt x="547" y="138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65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6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846 1472"/>
                                <a:gd name="T1" fmla="*/ T0 w 654"/>
                                <a:gd name="T2" fmla="+- 0 1430 1430"/>
                                <a:gd name="T3" fmla="*/ 1430 h 744"/>
                                <a:gd name="T4" fmla="+- 0 1785 1472"/>
                                <a:gd name="T5" fmla="*/ T4 w 654"/>
                                <a:gd name="T6" fmla="+- 0 1519 1430"/>
                                <a:gd name="T7" fmla="*/ 1519 h 744"/>
                                <a:gd name="T8" fmla="+- 0 1908 1472"/>
                                <a:gd name="T9" fmla="*/ T8 w 654"/>
                                <a:gd name="T10" fmla="+- 0 1519 1430"/>
                                <a:gd name="T11" fmla="*/ 1519 h 744"/>
                                <a:gd name="T12" fmla="+- 0 1846 1472"/>
                                <a:gd name="T13" fmla="*/ T12 w 654"/>
                                <a:gd name="T14" fmla="+- 0 1430 1430"/>
                                <a:gd name="T15" fmla="*/ 1430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6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5"/>
                          <wps:cNvSpPr>
                            <a:spLocks/>
                          </wps:cNvSpPr>
                          <wps:spPr bwMode="auto">
                            <a:xfrm>
                              <a:off x="1472" y="1430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99 1472"/>
                                <a:gd name="T1" fmla="*/ T0 w 654"/>
                                <a:gd name="T2" fmla="+- 0 1463 1430"/>
                                <a:gd name="T3" fmla="*/ 1463 h 744"/>
                                <a:gd name="T4" fmla="+- 0 1908 1472"/>
                                <a:gd name="T5" fmla="*/ T4 w 654"/>
                                <a:gd name="T6" fmla="+- 0 1519 1430"/>
                                <a:gd name="T7" fmla="*/ 1519 h 744"/>
                                <a:gd name="T8" fmla="+- 0 2010 1472"/>
                                <a:gd name="T9" fmla="*/ T8 w 654"/>
                                <a:gd name="T10" fmla="+- 0 1519 1430"/>
                                <a:gd name="T11" fmla="*/ 1519 h 744"/>
                                <a:gd name="T12" fmla="+- 0 1999 1472"/>
                                <a:gd name="T13" fmla="*/ T12 w 654"/>
                                <a:gd name="T14" fmla="+- 0 1463 1430"/>
                                <a:gd name="T15" fmla="*/ 1463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27" y="33"/>
                                  </a:moveTo>
                                  <a:lnTo>
                                    <a:pt x="436" y="89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1"/>
                        <wpg:cNvGrpSpPr>
                          <a:grpSpLocks/>
                        </wpg:cNvGrpSpPr>
                        <wpg:grpSpPr bwMode="auto">
                          <a:xfrm>
                            <a:off x="1661" y="1624"/>
                            <a:ext cx="344" cy="338"/>
                            <a:chOff x="1661" y="1624"/>
                            <a:chExt cx="344" cy="338"/>
                          </a:xfrm>
                        </wpg:grpSpPr>
                        <wps:wsp>
                          <wps:cNvPr id="52" name="Freeform 53"/>
                          <wps:cNvSpPr>
                            <a:spLocks/>
                          </wps:cNvSpPr>
                          <wps:spPr bwMode="auto">
                            <a:xfrm>
                              <a:off x="1661" y="1624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1755 1661"/>
                                <a:gd name="T1" fmla="*/ T0 w 344"/>
                                <a:gd name="T2" fmla="+- 0 1624 1624"/>
                                <a:gd name="T3" fmla="*/ 1624 h 338"/>
                                <a:gd name="T4" fmla="+- 0 1742 1661"/>
                                <a:gd name="T5" fmla="*/ T4 w 344"/>
                                <a:gd name="T6" fmla="+- 0 1624 1624"/>
                                <a:gd name="T7" fmla="*/ 1624 h 338"/>
                                <a:gd name="T8" fmla="+- 0 1661 1661"/>
                                <a:gd name="T9" fmla="*/ T8 w 344"/>
                                <a:gd name="T10" fmla="+- 0 1704 1624"/>
                                <a:gd name="T11" fmla="*/ 1704 h 338"/>
                                <a:gd name="T12" fmla="+- 0 1661 1661"/>
                                <a:gd name="T13" fmla="*/ T12 w 344"/>
                                <a:gd name="T14" fmla="+- 0 1717 1624"/>
                                <a:gd name="T15" fmla="*/ 1717 h 338"/>
                                <a:gd name="T16" fmla="+- 0 1760 1661"/>
                                <a:gd name="T17" fmla="*/ T16 w 344"/>
                                <a:gd name="T18" fmla="+- 0 1816 1624"/>
                                <a:gd name="T19" fmla="*/ 1816 h 338"/>
                                <a:gd name="T20" fmla="+- 0 1762 1661"/>
                                <a:gd name="T21" fmla="*/ T20 w 344"/>
                                <a:gd name="T22" fmla="+- 0 1817 1624"/>
                                <a:gd name="T23" fmla="*/ 1817 h 338"/>
                                <a:gd name="T24" fmla="+- 0 1763 1661"/>
                                <a:gd name="T25" fmla="*/ T24 w 344"/>
                                <a:gd name="T26" fmla="+- 0 1819 1624"/>
                                <a:gd name="T27" fmla="*/ 1819 h 338"/>
                                <a:gd name="T28" fmla="+- 0 1763 1661"/>
                                <a:gd name="T29" fmla="*/ T28 w 344"/>
                                <a:gd name="T30" fmla="+- 0 1828 1624"/>
                                <a:gd name="T31" fmla="*/ 1828 h 338"/>
                                <a:gd name="T32" fmla="+- 0 1758 1661"/>
                                <a:gd name="T33" fmla="*/ T32 w 344"/>
                                <a:gd name="T34" fmla="+- 0 1832 1624"/>
                                <a:gd name="T35" fmla="*/ 1832 h 338"/>
                                <a:gd name="T36" fmla="+- 0 1753 1661"/>
                                <a:gd name="T37" fmla="*/ T36 w 344"/>
                                <a:gd name="T38" fmla="+- 0 1833 1624"/>
                                <a:gd name="T39" fmla="*/ 1833 h 338"/>
                                <a:gd name="T40" fmla="+- 0 1696 1661"/>
                                <a:gd name="T41" fmla="*/ T40 w 344"/>
                                <a:gd name="T42" fmla="+- 0 1833 1624"/>
                                <a:gd name="T43" fmla="*/ 1833 h 338"/>
                                <a:gd name="T44" fmla="+- 0 1687 1661"/>
                                <a:gd name="T45" fmla="*/ T44 w 344"/>
                                <a:gd name="T46" fmla="+- 0 1841 1624"/>
                                <a:gd name="T47" fmla="*/ 1841 h 338"/>
                                <a:gd name="T48" fmla="+- 0 1687 1661"/>
                                <a:gd name="T49" fmla="*/ T48 w 344"/>
                                <a:gd name="T50" fmla="+- 0 1954 1624"/>
                                <a:gd name="T51" fmla="*/ 1954 h 338"/>
                                <a:gd name="T52" fmla="+- 0 1696 1661"/>
                                <a:gd name="T53" fmla="*/ T52 w 344"/>
                                <a:gd name="T54" fmla="+- 0 1963 1624"/>
                                <a:gd name="T55" fmla="*/ 1963 h 338"/>
                                <a:gd name="T56" fmla="+- 0 1961 1661"/>
                                <a:gd name="T57" fmla="*/ T56 w 344"/>
                                <a:gd name="T58" fmla="+- 0 1963 1624"/>
                                <a:gd name="T59" fmla="*/ 1963 h 338"/>
                                <a:gd name="T60" fmla="+- 0 1983 1661"/>
                                <a:gd name="T61" fmla="*/ T60 w 344"/>
                                <a:gd name="T62" fmla="+- 0 1957 1624"/>
                                <a:gd name="T63" fmla="*/ 1957 h 338"/>
                                <a:gd name="T64" fmla="+- 0 1998 1661"/>
                                <a:gd name="T65" fmla="*/ T64 w 344"/>
                                <a:gd name="T66" fmla="+- 0 1941 1624"/>
                                <a:gd name="T67" fmla="*/ 1941 h 338"/>
                                <a:gd name="T68" fmla="+- 0 2005 1661"/>
                                <a:gd name="T69" fmla="*/ T68 w 344"/>
                                <a:gd name="T70" fmla="+- 0 1921 1624"/>
                                <a:gd name="T71" fmla="*/ 1921 h 338"/>
                                <a:gd name="T72" fmla="+- 0 2005 1661"/>
                                <a:gd name="T73" fmla="*/ T72 w 344"/>
                                <a:gd name="T74" fmla="+- 0 1727 1624"/>
                                <a:gd name="T75" fmla="*/ 1727 h 338"/>
                                <a:gd name="T76" fmla="+- 0 1860 1661"/>
                                <a:gd name="T77" fmla="*/ T76 w 344"/>
                                <a:gd name="T78" fmla="+- 0 1727 1624"/>
                                <a:gd name="T79" fmla="*/ 1727 h 338"/>
                                <a:gd name="T80" fmla="+- 0 1857 1661"/>
                                <a:gd name="T81" fmla="*/ T80 w 344"/>
                                <a:gd name="T82" fmla="+- 0 1726 1624"/>
                                <a:gd name="T83" fmla="*/ 1726 h 338"/>
                                <a:gd name="T84" fmla="+- 0 1856 1661"/>
                                <a:gd name="T85" fmla="*/ T84 w 344"/>
                                <a:gd name="T86" fmla="+- 0 1724 1624"/>
                                <a:gd name="T87" fmla="*/ 1724 h 338"/>
                                <a:gd name="T88" fmla="+- 0 1854 1661"/>
                                <a:gd name="T89" fmla="*/ T88 w 344"/>
                                <a:gd name="T90" fmla="+- 0 1723 1624"/>
                                <a:gd name="T91" fmla="*/ 1723 h 338"/>
                                <a:gd name="T92" fmla="+- 0 1755 1661"/>
                                <a:gd name="T93" fmla="*/ T92 w 344"/>
                                <a:gd name="T94" fmla="+- 0 1624 1624"/>
                                <a:gd name="T95" fmla="*/ 1624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9" y="192"/>
                                  </a:lnTo>
                                  <a:lnTo>
                                    <a:pt x="101" y="193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4"/>
                                  </a:lnTo>
                                  <a:lnTo>
                                    <a:pt x="97" y="208"/>
                                  </a:lnTo>
                                  <a:lnTo>
                                    <a:pt x="92" y="209"/>
                                  </a:lnTo>
                                  <a:lnTo>
                                    <a:pt x="35" y="209"/>
                                  </a:lnTo>
                                  <a:lnTo>
                                    <a:pt x="26" y="217"/>
                                  </a:lnTo>
                                  <a:lnTo>
                                    <a:pt x="26" y="330"/>
                                  </a:lnTo>
                                  <a:lnTo>
                                    <a:pt x="35" y="339"/>
                                  </a:lnTo>
                                  <a:lnTo>
                                    <a:pt x="300" y="339"/>
                                  </a:lnTo>
                                  <a:lnTo>
                                    <a:pt x="322" y="333"/>
                                  </a:lnTo>
                                  <a:lnTo>
                                    <a:pt x="337" y="317"/>
                                  </a:lnTo>
                                  <a:lnTo>
                                    <a:pt x="344" y="297"/>
                                  </a:lnTo>
                                  <a:lnTo>
                                    <a:pt x="344" y="103"/>
                                  </a:lnTo>
                                  <a:lnTo>
                                    <a:pt x="199" y="103"/>
                                  </a:lnTo>
                                  <a:lnTo>
                                    <a:pt x="196" y="102"/>
                                  </a:lnTo>
                                  <a:lnTo>
                                    <a:pt x="195" y="100"/>
                                  </a:lnTo>
                                  <a:lnTo>
                                    <a:pt x="193" y="99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2"/>
                          <wps:cNvSpPr>
                            <a:spLocks/>
                          </wps:cNvSpPr>
                          <wps:spPr bwMode="auto">
                            <a:xfrm>
                              <a:off x="1661" y="1624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1996 1661"/>
                                <a:gd name="T1" fmla="*/ T0 w 344"/>
                                <a:gd name="T2" fmla="+- 0 1649 1624"/>
                                <a:gd name="T3" fmla="*/ 1649 h 338"/>
                                <a:gd name="T4" fmla="+- 0 1882 1661"/>
                                <a:gd name="T5" fmla="*/ T4 w 344"/>
                                <a:gd name="T6" fmla="+- 0 1649 1624"/>
                                <a:gd name="T7" fmla="*/ 1649 h 338"/>
                                <a:gd name="T8" fmla="+- 0 1873 1661"/>
                                <a:gd name="T9" fmla="*/ T8 w 344"/>
                                <a:gd name="T10" fmla="+- 0 1658 1624"/>
                                <a:gd name="T11" fmla="*/ 1658 h 338"/>
                                <a:gd name="T12" fmla="+- 0 1873 1661"/>
                                <a:gd name="T13" fmla="*/ T12 w 344"/>
                                <a:gd name="T14" fmla="+- 0 1717 1624"/>
                                <a:gd name="T15" fmla="*/ 1717 h 338"/>
                                <a:gd name="T16" fmla="+- 0 1873 1661"/>
                                <a:gd name="T17" fmla="*/ T16 w 344"/>
                                <a:gd name="T18" fmla="+- 0 1722 1624"/>
                                <a:gd name="T19" fmla="*/ 1722 h 338"/>
                                <a:gd name="T20" fmla="+- 0 1868 1661"/>
                                <a:gd name="T21" fmla="*/ T20 w 344"/>
                                <a:gd name="T22" fmla="+- 0 1727 1624"/>
                                <a:gd name="T23" fmla="*/ 1727 h 338"/>
                                <a:gd name="T24" fmla="+- 0 2005 1661"/>
                                <a:gd name="T25" fmla="*/ T24 w 344"/>
                                <a:gd name="T26" fmla="+- 0 1727 1624"/>
                                <a:gd name="T27" fmla="*/ 1727 h 338"/>
                                <a:gd name="T28" fmla="+- 0 2005 1661"/>
                                <a:gd name="T29" fmla="*/ T28 w 344"/>
                                <a:gd name="T30" fmla="+- 0 1658 1624"/>
                                <a:gd name="T31" fmla="*/ 1658 h 338"/>
                                <a:gd name="T32" fmla="+- 0 1996 1661"/>
                                <a:gd name="T33" fmla="*/ T32 w 344"/>
                                <a:gd name="T34" fmla="+- 0 1649 1624"/>
                                <a:gd name="T35" fmla="*/ 1649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335" y="25"/>
                                  </a:moveTo>
                                  <a:lnTo>
                                    <a:pt x="221" y="25"/>
                                  </a:lnTo>
                                  <a:lnTo>
                                    <a:pt x="212" y="34"/>
                                  </a:lnTo>
                                  <a:lnTo>
                                    <a:pt x="212" y="93"/>
                                  </a:lnTo>
                                  <a:lnTo>
                                    <a:pt x="212" y="98"/>
                                  </a:lnTo>
                                  <a:lnTo>
                                    <a:pt x="207" y="103"/>
                                  </a:lnTo>
                                  <a:lnTo>
                                    <a:pt x="344" y="103"/>
                                  </a:lnTo>
                                  <a:lnTo>
                                    <a:pt x="344" y="34"/>
                                  </a:lnTo>
                                  <a:lnTo>
                                    <a:pt x="335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9"/>
                        <wpg:cNvGrpSpPr>
                          <a:grpSpLocks/>
                        </wpg:cNvGrpSpPr>
                        <wpg:grpSpPr bwMode="auto">
                          <a:xfrm>
                            <a:off x="2787" y="2003"/>
                            <a:ext cx="7134" cy="2"/>
                            <a:chOff x="2787" y="2003"/>
                            <a:chExt cx="7134" cy="2"/>
                          </a:xfrm>
                        </wpg:grpSpPr>
                        <wps:wsp>
                          <wps:cNvPr id="55" name="Freeform 50"/>
                          <wps:cNvSpPr>
                            <a:spLocks/>
                          </wps:cNvSpPr>
                          <wps:spPr bwMode="auto">
                            <a:xfrm>
                              <a:off x="2787" y="2003"/>
                              <a:ext cx="7134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134"/>
                                <a:gd name="T2" fmla="+- 0 9921 2787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47"/>
                        <wpg:cNvGrpSpPr>
                          <a:grpSpLocks/>
                        </wpg:cNvGrpSpPr>
                        <wpg:grpSpPr bwMode="auto">
                          <a:xfrm>
                            <a:off x="2787" y="2529"/>
                            <a:ext cx="7134" cy="2"/>
                            <a:chOff x="2787" y="2529"/>
                            <a:chExt cx="7134" cy="2"/>
                          </a:xfrm>
                        </wpg:grpSpPr>
                        <wps:wsp>
                          <wps:cNvPr id="57" name="Freeform 48"/>
                          <wps:cNvSpPr>
                            <a:spLocks/>
                          </wps:cNvSpPr>
                          <wps:spPr bwMode="auto">
                            <a:xfrm>
                              <a:off x="2787" y="2529"/>
                              <a:ext cx="7134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134"/>
                                <a:gd name="T2" fmla="+- 0 9921 2787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45"/>
                        <wpg:cNvGrpSpPr>
                          <a:grpSpLocks/>
                        </wpg:cNvGrpSpPr>
                        <wpg:grpSpPr bwMode="auto">
                          <a:xfrm>
                            <a:off x="2787" y="3154"/>
                            <a:ext cx="7134" cy="2"/>
                            <a:chOff x="2787" y="3154"/>
                            <a:chExt cx="7134" cy="2"/>
                          </a:xfrm>
                        </wpg:grpSpPr>
                        <wps:wsp>
                          <wps:cNvPr id="59" name="Freeform 46"/>
                          <wps:cNvSpPr>
                            <a:spLocks/>
                          </wps:cNvSpPr>
                          <wps:spPr bwMode="auto">
                            <a:xfrm>
                              <a:off x="2787" y="3154"/>
                              <a:ext cx="7134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134"/>
                                <a:gd name="T2" fmla="+- 0 9921 2787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43"/>
                        <wpg:cNvGrpSpPr>
                          <a:grpSpLocks/>
                        </wpg:cNvGrpSpPr>
                        <wpg:grpSpPr bwMode="auto">
                          <a:xfrm>
                            <a:off x="2787" y="3675"/>
                            <a:ext cx="7134" cy="2"/>
                            <a:chOff x="2787" y="3675"/>
                            <a:chExt cx="7134" cy="2"/>
                          </a:xfrm>
                        </wpg:grpSpPr>
                        <wps:wsp>
                          <wps:cNvPr id="61" name="Freeform 44"/>
                          <wps:cNvSpPr>
                            <a:spLocks/>
                          </wps:cNvSpPr>
                          <wps:spPr bwMode="auto">
                            <a:xfrm>
                              <a:off x="2787" y="3675"/>
                              <a:ext cx="7134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134"/>
                                <a:gd name="T2" fmla="+- 0 9921 2787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1"/>
                        <wpg:cNvGrpSpPr>
                          <a:grpSpLocks/>
                        </wpg:cNvGrpSpPr>
                        <wpg:grpSpPr bwMode="auto">
                          <a:xfrm>
                            <a:off x="2787" y="4223"/>
                            <a:ext cx="7134" cy="2"/>
                            <a:chOff x="2787" y="4223"/>
                            <a:chExt cx="7134" cy="2"/>
                          </a:xfrm>
                        </wpg:grpSpPr>
                        <wps:wsp>
                          <wps:cNvPr id="63" name="Freeform 42"/>
                          <wps:cNvSpPr>
                            <a:spLocks/>
                          </wps:cNvSpPr>
                          <wps:spPr bwMode="auto">
                            <a:xfrm>
                              <a:off x="2787" y="4223"/>
                              <a:ext cx="7134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134"/>
                                <a:gd name="T2" fmla="+- 0 9921 2787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39"/>
                        <wpg:cNvGrpSpPr>
                          <a:grpSpLocks/>
                        </wpg:cNvGrpSpPr>
                        <wpg:grpSpPr bwMode="auto">
                          <a:xfrm>
                            <a:off x="2787" y="4827"/>
                            <a:ext cx="7134" cy="2"/>
                            <a:chOff x="2787" y="4827"/>
                            <a:chExt cx="7134" cy="2"/>
                          </a:xfrm>
                        </wpg:grpSpPr>
                        <wps:wsp>
                          <wps:cNvPr id="65" name="Freeform 40"/>
                          <wps:cNvSpPr>
                            <a:spLocks/>
                          </wps:cNvSpPr>
                          <wps:spPr bwMode="auto">
                            <a:xfrm>
                              <a:off x="2787" y="4827"/>
                              <a:ext cx="7134" cy="2"/>
                            </a:xfrm>
                            <a:custGeom>
                              <a:avLst/>
                              <a:gdLst>
                                <a:gd name="T0" fmla="+- 0 2787 2787"/>
                                <a:gd name="T1" fmla="*/ T0 w 7134"/>
                                <a:gd name="T2" fmla="+- 0 9921 2787"/>
                                <a:gd name="T3" fmla="*/ T2 w 7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34">
                                  <a:moveTo>
                                    <a:pt x="0" y="0"/>
                                  </a:moveTo>
                                  <a:lnTo>
                                    <a:pt x="7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56.7pt;margin-top:62.85pt;width:468.2pt;height:202pt;z-index:-251657216;mso-position-horizontal-relative:page" coordorigin="1134,1257" coordsize="9364,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">
                <v:group id="Group 65" o:spid="_x0000_s1027" style="position:absolute;left:1240;top:1317;width:9248;height:3920" coordorigin="1240,1317" coordsize="9248,3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66" o:spid="_x0000_s1028" style="position:absolute;left:1240;top:1317;width:9248;height:3920;visibility:visible;mso-wrap-style:square;v-text-anchor:top" coordsize="9248,3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FSwcYA&#10;AADbAAAADwAAAGRycy9kb3ducmV2LnhtbESPQWvCQBSE7wX/w/IKvRTdWKFodBURpKUHoVGxvT2z&#10;r0k0+zbsbk38965Q6HGYmW+Y2aIztbiQ85VlBcNBAoI4t7riQsFuu+6PQfiArLG2TAqu5GEx7z3M&#10;MNW25U+6ZKEQEcI+RQVlCE0qpc9LMugHtiGO3o91BkOUrpDaYRvhppYvSfIqDVYcF0psaFVSfs5+&#10;jYJD1iw37Yc77k/medhWX6PT9ftNqafHbjkFEagL/+G/9rtWMJrA/Uv8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FSwcYAAADbAAAADwAAAAAAAAAAAAAAAACYAgAAZHJz&#10;L2Rvd25yZXYueG1sUEsFBgAAAAAEAAQA9QAAAIsDAAAAAA==&#10;" path="m,l,3920r9145,l9217,3911r30,-63l9248,103r-1,-30l9218,9,9146,,,xe" fillcolor="#e6e7e8" stroked="f">
                    <v:path arrowok="t" o:connecttype="custom" o:connectlocs="0,1317;0,5237;9145,5237;9217,5228;9247,5165;9248,1420;9247,1390;9218,1326;9146,1317;0,1317" o:connectangles="0,0,0,0,0,0,0,0,0,0"/>
                  </v:shape>
                </v:group>
                <v:group id="Group 63" o:spid="_x0000_s1029" style="position:absolute;left:1194;top:1317;width:2;height:3920" coordorigin="1194,1317" coordsize="2,39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64" o:spid="_x0000_s1030" style="position:absolute;left:1194;top:1317;width:2;height:3920;visibility:visible;mso-wrap-style:square;v-text-anchor:top" coordsize="2,3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Hm2sUA&#10;AADbAAAADwAAAGRycy9kb3ducmV2LnhtbESPQWvCQBSE7wX/w/IKXkrdKNZKdBURhApFiXrx9sg+&#10;k9js27C7mvTfd4WCx2FmvmHmy87U4k7OV5YVDAcJCOLc6ooLBafj5n0KwgdkjbVlUvBLHpaL3ssc&#10;U21bzuh+CIWIEPYpKihDaFIpfV6SQT+wDXH0LtYZDFG6QmqHbYSbWo6SZCINVhwXSmxoXVL+c7gZ&#10;BevPbOpO7T6ht+/JuLp+bLdyd1aq/9qtZiACdeEZ/m9/aQXjIT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YebaxQAAANsAAAAPAAAAAAAAAAAAAAAAAJgCAABkcnMv&#10;ZG93bnJldi54bWxQSwUGAAAAAAQABAD1AAAAigMAAAAA&#10;" path="m,l,3920e" filled="f" strokecolor="#231f20" strokeweight="6pt">
                    <v:path arrowok="t" o:connecttype="custom" o:connectlocs="0,1317;0,5237" o:connectangles="0,0"/>
                  </v:shape>
                </v:group>
                <v:group id="Group 54" o:spid="_x0000_s1031" style="position:absolute;left:1472;top:1430;width:654;height:744" coordorigin="1472,1430" coordsize="654,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62" o:spid="_x0000_s1032" style="position:absolute;left:1472;top:1430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hZxcQA&#10;AADbAAAADwAAAGRycy9kb3ducmV2LnhtbESPUWvCQBCE3wv+h2OFvpR6iS1aUk8RscVCaVD7A5bc&#10;mgRzeyG3jfHf94RCH4eZ+YZZrAbXqJ66UHs2kE4SUMSFtzWXBr6Pb48voIIgW2w8k4ErBVgtR3cL&#10;zKy/8J76g5QqQjhkaKASaTOtQ1GRwzDxLXH0Tr5zKFF2pbYdXiLcNXqaJDPtsOa4UGFLm4qK8+HH&#10;GZAyz+dfH1eh94d+ts0/02OKjTH342H9CkpokP/wX3tnDTw/we1L/A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IWcXEAAAA2wAAAA8AAAAAAAAAAAAAAAAAmAIAAGRycy9k&#10;b3ducmV2LnhtbFBLBQYAAAAABAAEAPUAAACJAwAAAAA=&#10;" path="m494,645r-239,l296,744r78,-73l483,671r11,-26xe" fillcolor="#231f20" stroked="f">
                    <v:path arrowok="t" o:connecttype="custom" o:connectlocs="494,2075;255,2075;296,2174;374,2101;483,2101;494,2075" o:connectangles="0,0,0,0,0,0"/>
                  </v:shape>
                  <v:shape id="Freeform 61" o:spid="_x0000_s1033" style="position:absolute;left:1472;top:1430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HBscQA&#10;AADbAAAADwAAAGRycy9kb3ducmV2LnhtbESPUWvCQBCE3wX/w7FCX0q9pIiV1FOkVLFQGtT+gCW3&#10;TYK5vZBbY/z3vULBx2FmvmGW68E1qqcu1J4NpNMEFHHhbc2lge/T9mkBKgiyxcYzGbhRgPVqPFpi&#10;Zv2VD9QfpVQRwiFDA5VIm2kdioochqlviaP34zuHEmVXatvhNcJdo5+TZK4d1hwXKmzpraLifLw4&#10;A1Lm+cvXx01o99jP3/PP9JRiY8zDZNi8ghIa5B7+b++tgdkM/r7EH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hwbHEAAAA2wAAAA8AAAAAAAAAAAAAAAAAmAIAAGRycy9k&#10;b3ducmV2LnhtbFBLBQYAAAAABAAEAPUAAACJAwAAAAA=&#10;" path="m483,671r-109,l453,744r30,-73xe" fillcolor="#231f20" stroked="f">
                    <v:path arrowok="t" o:connecttype="custom" o:connectlocs="483,2101;374,2101;453,2174;483,2101" o:connectangles="0,0,0,0"/>
                  </v:shape>
                  <v:shape id="Freeform 60" o:spid="_x0000_s1034" style="position:absolute;left:1472;top:1430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1kKsQA&#10;AADbAAAADwAAAGRycy9kb3ducmV2LnhtbESPUWvCQBCE3wv+h2OFvpR6ibRaUk8RscVCaVD7A5bc&#10;mgRzeyG3jfHf94RCH4eZ+YZZrAbXqJ66UHs2kE4SUMSFtzWXBr6Pb48voIIgW2w8k4ErBVgtR3cL&#10;zKy/8J76g5QqQjhkaKASaTOtQ1GRwzDxLXH0Tr5zKFF2pbYdXiLcNXqaJDPtsOa4UGFLm4qK8+HH&#10;GZAyz+dfH1eh94d+ts0/02OKjTH342H9CkpokP/wX3tnDTw9w+1L/A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tZCrEAAAA2wAAAA8AAAAAAAAAAAAAAAAAmAIAAGRycy9k&#10;b3ducmV2LnhtbFBLBQYAAAAABAAEAPUAAACJAwAAAAA=&#10;" path="m95,125r24,104l16,260r66,86l,416r94,51l48,565r108,8l153,681,255,645r340,l593,573r107,-8l654,467r94,-51l667,346r65,-86l629,229r22,-91l201,138,95,125xe" fillcolor="#231f20" stroked="f">
                    <v:path arrowok="t" o:connecttype="custom" o:connectlocs="95,1555;119,1659;16,1690;82,1776;0,1846;94,1897;48,1995;156,2003;153,2111;255,2075;595,2075;593,2003;700,1995;654,1897;748,1846;667,1776;732,1690;629,1659;651,1568;201,1568;95,1555" o:connectangles="0,0,0,0,0,0,0,0,0,0,0,0,0,0,0,0,0,0,0,0,0"/>
                  </v:shape>
                  <v:shape id="Freeform 59" o:spid="_x0000_s1035" style="position:absolute;left:1472;top:1430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/6XcQA&#10;AADbAAAADwAAAGRycy9kb3ducmV2LnhtbESPUWvCQBCE3wv9D8cW+lL0klJSiZ5Sii0tFEPVH7Dk&#10;1iSY2wu5NcZ/3xOEPg4z8w2zWI2uVQP1ofFsIJ0moIhLbxuuDOx3H5MZqCDIFlvPZOBCAVbL+7sF&#10;5taf+ZeGrVQqQjjkaKAW6XKtQ1mTwzD1HXH0Dr53KFH2lbY9niPctfo5STLtsOG4UGNH7zWVx+3J&#10;GZCqKF433xehz6chWxc/6S7F1pjHh/FtDkpolP/wrf1lDbxkcP0Sf4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/+l3EAAAA2wAAAA8AAAAAAAAAAAAAAAAAmAIAAGRycy9k&#10;b3ducmV2LnhtbFBLBQYAAAAABAAEAPUAAACJAwAAAAA=&#10;" path="m595,645r-101,l595,681r,-36xe" fillcolor="#231f20" stroked="f">
                    <v:path arrowok="t" o:connecttype="custom" o:connectlocs="595,2075;494,2075;595,2111;595,2075" o:connectangles="0,0,0,0"/>
                  </v:shape>
                  <v:shape id="Freeform 58" o:spid="_x0000_s1036" style="position:absolute;left:1472;top:1430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NfxsQA&#10;AADbAAAADwAAAGRycy9kb3ducmV2LnhtbESPUWvCQBCE3wX/w7FCX6ReUopK6ilSqlgoDWp/wJLb&#10;JsHcXsitMf77XqHQx2FmvmFWm8E1qqcu1J4NpLMEFHHhbc2lga/z7nEJKgiyxcYzGbhTgM16PFph&#10;Zv2Nj9SfpFQRwiFDA5VIm2kdioochplviaP37TuHEmVXatvhLcJdo5+SZK4d1hwXKmzptaLicro6&#10;A1Lm+eLz/S60n/bzt/wjPafYGPMwGbYvoIQG+Q//tQ/WwPMCfr/EH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zX8bEAAAA2wAAAA8AAAAAAAAAAAAAAAAAmAIAAGRycy9k&#10;b3ducmV2LnhtbFBLBQYAAAAABAAEAPUAAACJAwAAAAA=&#10;" path="m221,33l201,138r346,l538,89r-225,l221,33xe" fillcolor="#231f20" stroked="f">
                    <v:path arrowok="t" o:connecttype="custom" o:connectlocs="221,1463;201,1568;547,1568;538,1519;313,1519;221,1463" o:connectangles="0,0,0,0,0,0"/>
                  </v:shape>
                  <v:shape id="Freeform 57" o:spid="_x0000_s1037" style="position:absolute;left:1472;top:1430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zLtMEA&#10;AADbAAAADwAAAGRycy9kb3ducmV2LnhtbERPzWrCQBC+F3yHZQQvRTeRoiV1FRErFoqh6gMM2WkS&#10;zM6G7DTGt+8eCj1+fP+rzeAa1VMXas8G0lkCirjwtubSwPXyPn0FFQTZYuOZDDwowGY9elphZv2d&#10;v6g/S6liCIcMDVQibaZ1KCpyGGa+JY7ct+8cSoRdqW2H9xjuGj1PkoV2WHNsqLClXUXF7fzjDEiZ&#10;58vTx0Po8Nwv9vlnekmxMWYyHrZvoIQG+Rf/uY/WwEscG7/E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sy7TBAAAA2wAAAA8AAAAAAAAAAAAAAAAAmAIAAGRycy9kb3du&#10;cmV2LnhtbFBLBQYAAAAABAAEAPUAAACGAwAAAAA=&#10;" path="m654,125l547,138r104,l654,125xe" fillcolor="#231f20" stroked="f">
                    <v:path arrowok="t" o:connecttype="custom" o:connectlocs="654,1555;547,1568;651,1568;654,1555" o:connectangles="0,0,0,0"/>
                  </v:shape>
                  <v:shape id="Freeform 56" o:spid="_x0000_s1038" style="position:absolute;left:1472;top:1430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BuL8QA&#10;AADbAAAADwAAAGRycy9kb3ducmV2LnhtbESPUWvCQBCE3wX/w7FCX4peUorV1FOktMVCaaj6A5bc&#10;Ngnm9kJuG+O/9woFH4eZ+YZZbQbXqJ66UHs2kM4SUMSFtzWXBo6Ht+kCVBBki41nMnChAJv1eLTC&#10;zPozf1O/l1JFCIcMDVQibaZ1KCpyGGa+JY7ej+8cSpRdqW2H5wh3jX5Ikrl2WHNcqLCll4qK0/7X&#10;GZAyz5++Pi5C7/f9/DX/TA8pNsbcTYbtMyihQW7h//bOGnhcwt+X+AP0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gbi/EAAAA2wAAAA8AAAAAAAAAAAAAAAAAmAIAAGRycy9k&#10;b3ducmV2LnhtbFBLBQYAAAAABAAEAPUAAACJAwAAAAA=&#10;" path="m374,l313,89r123,l374,xe" fillcolor="#231f20" stroked="f">
                    <v:path arrowok="t" o:connecttype="custom" o:connectlocs="374,1430;313,1519;436,1519;374,1430" o:connectangles="0,0,0,0"/>
                  </v:shape>
                  <v:shape id="Freeform 55" o:spid="_x0000_s1039" style="position:absolute;left:1472;top:1430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NRb8EA&#10;AADbAAAADwAAAGRycy9kb3ducmV2LnhtbERPzWrCQBC+F3yHZQQvRTcRqiV1FRErFoqh6gMM2WkS&#10;zM6G7DTGt+8eCj1+fP+rzeAa1VMXas8G0lkCirjwtubSwPXyPn0FFQTZYuOZDDwowGY9elphZv2d&#10;v6g/S6liCIcMDVQibaZ1KCpyGGa+JY7ct+8cSoRdqW2H9xjuGj1PkoV2WHNsqLClXUXF7fzjDEiZ&#10;58vTx0Po8Nwv9vlnekmxMWYyHrZvoIQG+Rf/uY/WwEtcH7/E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DUW/BAAAA2wAAAA8AAAAAAAAAAAAAAAAAmAIAAGRycy9kb3du&#10;cmV2LnhtbFBLBQYAAAAABAAEAPUAAACGAwAAAAA=&#10;" path="m527,33l436,89r102,l527,33xe" fillcolor="#231f20" stroked="f">
                    <v:path arrowok="t" o:connecttype="custom" o:connectlocs="527,1463;436,1519;538,1519;527,1463" o:connectangles="0,0,0,0"/>
                  </v:shape>
                </v:group>
                <v:group id="Group 51" o:spid="_x0000_s1040" style="position:absolute;left:1661;top:1624;width:344;height:338" coordorigin="1661,1624" coordsize="344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3" o:spid="_x0000_s1041" style="position:absolute;left:1661;top:1624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sNHMUA&#10;AADbAAAADwAAAGRycy9kb3ducmV2LnhtbESPQWsCMRSE70L/Q3gFb5pVqJStUcRi1fbkaim9PTbP&#10;7OLmZZtEXf99Uyh4HGbmG2Y672wjLuRD7VjBaJiBIC6drtkoOOxXg2cQISJrbByTghsFmM8eelPM&#10;tbvyji5FNCJBOOSooIqxzaUMZUUWw9C1xMk7Om8xJumN1B6vCW4bOc6yibRYc1qosKVlReWpOFsF&#10;H1/r4nWdmW/jPyf7drX92R7f3pXqP3aLFxCRungP/7c3WsHTGP6+p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w0cxQAAANsAAAAPAAAAAAAAAAAAAAAAAJgCAABkcnMv&#10;ZG93bnJldi54bWxQSwUGAAAAAAQABAD1AAAAigMAAAAA&#10;" path="m94,l81,,,80,,93r99,99l101,193r1,2l102,204r-5,4l92,209r-57,l26,217r,113l35,339r265,l322,333r15,-16l344,297r,-194l199,103r-3,-1l195,100r-2,-1l94,xe" stroked="f">
                    <v:path arrowok="t" o:connecttype="custom" o:connectlocs="94,1624;81,1624;0,1704;0,1717;99,1816;101,1817;102,1819;102,1828;97,1832;92,1833;35,1833;26,1841;26,1954;35,1963;300,1963;322,1957;337,1941;344,1921;344,1727;199,1727;196,1726;195,1724;193,1723;94,1624" o:connectangles="0,0,0,0,0,0,0,0,0,0,0,0,0,0,0,0,0,0,0,0,0,0,0,0"/>
                  </v:shape>
                  <v:shape id="Freeform 52" o:spid="_x0000_s1042" style="position:absolute;left:1661;top:1624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oh8UA&#10;AADbAAAADwAAAGRycy9kb3ducmV2LnhtbESPQWsCMRSE74X+h/AKvdVsLZWyNUqpqFVPri3i7bF5&#10;ZpduXtYk1e2/N4LgcZiZb5jhuLONOJIPtWMFz70MBHHpdM1Gwfdm+vQGIkRkjY1jUvBPAcaj+7sh&#10;5tqdeE3HIhqRIBxyVFDF2OZShrIii6HnWuLk7Z23GJP0RmqPpwS3jexn2UBarDktVNjSZ0Xlb/Fn&#10;Fay282Iyz8zO+J/Bpp0uDov9bKnU40P38Q4iUhdv4Wv7Syt4fYHLl/QD5Og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6iHxQAAANsAAAAPAAAAAAAAAAAAAAAAAJgCAABkcnMv&#10;ZG93bnJldi54bWxQSwUGAAAAAAQABAD1AAAAigMAAAAA&#10;" path="m335,25r-114,l212,34r,59l212,98r-5,5l344,103r,-69l335,25xe" stroked="f">
                    <v:path arrowok="t" o:connecttype="custom" o:connectlocs="335,1649;221,1649;212,1658;212,1717;212,1722;207,1727;344,1727;344,1658;335,1649" o:connectangles="0,0,0,0,0,0,0,0,0"/>
                  </v:shape>
                </v:group>
                <v:group id="Group 49" o:spid="_x0000_s1043" style="position:absolute;left:2787;top:2003;width:7134;height:2" coordorigin="2787,2003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50" o:spid="_x0000_s1044" style="position:absolute;left:2787;top:2003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X48MA&#10;AADbAAAADwAAAGRycy9kb3ducmV2LnhtbESPT2sCMRTE70K/Q3gFb5pt8c+yNYoWREFBanvo8ZG8&#10;bpZuXpZN1PXbG0HwOMz8ZpjZonO1OFMbKs8K3oYZCGLtTcWlgp/v9SAHESKywdozKbhSgMX8pTfD&#10;wvgLf9H5GEuRSjgUqMDG2BRSBm3JYRj6hjh5f751GJNsS2lavKRyV8v3LJtIhxWnBYsNfVrS/8eT&#10;UzAeHfb8a1Z6Oc033k5X+S7TWqn+a7f8ABGpi8/wg96axI3h/iX9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rX48MAAADbAAAADwAAAAAAAAAAAAAAAACYAgAAZHJzL2Rv&#10;d25yZXYueG1sUEsFBgAAAAAEAAQA9QAAAIgDAAAAAA=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7" o:spid="_x0000_s1045" style="position:absolute;left:2787;top:2529;width:7134;height:2" coordorigin="2787,2529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48" o:spid="_x0000_s1046" style="position:absolute;left:2787;top:2529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sD8MA&#10;AADbAAAADwAAAGRycy9kb3ducmV2LnhtbESPQWsCMRSE74L/ITyhN80q1l22RlFBWqhQanvo8ZE8&#10;N4ubl2UTdfvvm4LgcZj5ZpjluneNuFIXas8KppMMBLH2puZKwffXflyACBHZYOOZFPxSgPVqOFhi&#10;afyNP+l6jJVIJRxKVGBjbEspg7bkMEx8S5y8k+8cxiS7SpoOb6ncNXKWZQvpsOa0YLGlnSV9Pl6c&#10;guf5x4F/zFZv8uLV23xbvGdaK/U06jcvICL18RG+028mcTn8f0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TsD8MAAADbAAAADwAAAAAAAAAAAAAAAACYAgAAZHJzL2Rv&#10;d25yZXYueG1sUEsFBgAAAAAEAAQA9QAAAIgDAAAAAA=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5" o:spid="_x0000_s1047" style="position:absolute;left:2787;top:3154;width:7134;height:2" coordorigin="2787,3154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46" o:spid="_x0000_s1048" style="position:absolute;left:2787;top:3154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d5sMA&#10;AADbAAAADwAAAGRycy9kb3ducmV2LnhtbESPQWsCMRSE74X+h/AK3jRr0bpujaIFUahQqh48PpLX&#10;zeLmZdlE3f77RhB6HGa+GWa26FwtrtSGyrOC4SADQay9qbhUcDys+zmIEJEN1p5JwS8FWMyfn2ZY&#10;GH/jb7ruYylSCYcCFdgYm0LKoC05DAPfECfvx7cOY5JtKU2Lt1TuavmaZW/SYcVpwWJDH5b0eX9x&#10;Csajrx2fzEovJ/nG28kq/8y0Vqr30i3fQUTq4n/4QW9N4qZw/5J+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fd5sMAAADbAAAADwAAAAAAAAAAAAAAAACYAgAAZHJzL2Rv&#10;d25yZXYueG1sUEsFBgAAAAAEAAQA9QAAAIgDAAAAAA=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3" o:spid="_x0000_s1049" style="position:absolute;left:2787;top:3675;width:7134;height:2" coordorigin="2787,3675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44" o:spid="_x0000_s1050" style="position:absolute;left:2787;top:3675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0bXcQA&#10;AADbAAAADwAAAGRycy9kb3ducmV2LnhtbESPT2sCMRTE70K/Q3gFb5q1+GfZGkULRUFBtD30+Ehe&#10;N0s3L8sm1fXbG0HwOMzMb5j5snO1OFMbKs8KRsMMBLH2puJSwffX5yAHESKywdozKbhSgOXipTfH&#10;wvgLH+l8iqVIEA4FKrAxNoWUQVtyGIa+IU7er28dxiTbUpoWLwnuavmWZVPpsOK0YLGhD0v67/Tv&#10;FEzGhz3/mLVezfKNt7N1vsu0Vqr/2q3eQUTq4jP8aG+NgukI7l/S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9G13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41" o:spid="_x0000_s1051" style="position:absolute;left:2787;top:4223;width:7134;height:2" coordorigin="2787,4223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42" o:spid="_x0000_s1052" style="position:absolute;left:2787;top:4223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MgscQA&#10;AADbAAAADwAAAGRycy9kb3ducmV2LnhtbESPQWsCMRSE74L/ITyhN83W1nVZjaJCaUFBanvo8ZE8&#10;N0s3L8sm1e2/bwqCx2FmvmGW69414kJdqD0reJxkIIi1NzVXCj4/XsYFiBCRDTaeScEvBVivhoMl&#10;lsZf+Z0up1iJBOFQogIbY1tKGbQlh2HiW+LknX3nMCbZVdJ0eE1w18hpluXSYc1pwWJLO0v6+/Tj&#10;FMyejwf+Mlu9mRev3s63xT7TWqmHUb9ZgIjUx3v41n4zCvIn+P+Sf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jILHEAAAA2wAAAA8AAAAAAAAAAAAAAAAAmAIAAGRycy9k&#10;b3ducmV2LnhtbFBLBQYAAAAABAAEAPUAAACJAwAAAAA=&#10;" path="m,l7134,e" filled="f" strokecolor="#231f20" strokeweight=".5pt">
                    <v:path arrowok="t" o:connecttype="custom" o:connectlocs="0,0;7134,0" o:connectangles="0,0"/>
                  </v:shape>
                </v:group>
                <v:group id="Group 39" o:spid="_x0000_s1053" style="position:absolute;left:2787;top:4827;width:7134;height:2" coordorigin="2787,4827" coordsize="7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40" o:spid="_x0000_s1054" style="position:absolute;left:2787;top:4827;width:7134;height:2;visibility:visible;mso-wrap-style:square;v-text-anchor:top" coordsize="7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YdXsMA&#10;AADbAAAADwAAAGRycy9kb3ducmV2LnhtbESPQWsCMRSE7wX/Q3hCbzWrVF22RlGhVLAg2h56fCTP&#10;zeLmZdlEXf+9EYQeh5n5hpktOleLC7Wh8qxgOMhAEGtvKi4V/P58vuUgQkQ2WHsmBTcKsJj3XmZY&#10;GH/lPV0OsRQJwqFABTbGppAyaEsOw8A3xMk7+tZhTLItpWnxmuCulqMsm0iHFacFiw2tLenT4ewU&#10;jN933/xnVno5zb+8na7ybaa1Uq/9bvkBIlIX/8PP9sYomIzh8SX9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YdXsMAAADbAAAADwAAAAAAAAAAAAAAAACYAgAAZHJzL2Rv&#10;d25yZXYueG1sUEsFBgAAAAAEAAQA9QAAAIgDAAAAAA==&#10;" path="m,l7134,e" filled="f" strokecolor="#231f20" strokeweight=".5pt">
                    <v:path arrowok="t" o:connecttype="custom" o:connectlocs="0,0;7134,0" o:connectangles="0,0"/>
                  </v:shape>
                </v:group>
                <w10:wrap anchorx="page"/>
              </v:group>
            </w:pict>
          </mc:Fallback>
        </mc:AlternateContent>
      </w:r>
      <w:r w:rsidRPr="00F95C52">
        <w:rPr>
          <w:rFonts w:eastAsia="Arial" w:cs="Arial"/>
          <w:b/>
          <w:bCs/>
          <w:color w:val="231F20"/>
          <w:w w:val="95"/>
          <w:sz w:val="48"/>
          <w:szCs w:val="48"/>
          <w:lang w:val="en-US" w:eastAsia="en-US"/>
        </w:rPr>
        <w:t>360</w:t>
      </w:r>
      <w:r w:rsidRPr="00F95C52">
        <w:rPr>
          <w:rFonts w:eastAsia="Arial" w:cs="Arial"/>
          <w:b/>
          <w:bCs/>
          <w:color w:val="231F20"/>
          <w:spacing w:val="41"/>
          <w:w w:val="95"/>
          <w:sz w:val="48"/>
          <w:szCs w:val="48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231F20"/>
          <w:w w:val="95"/>
          <w:sz w:val="48"/>
          <w:szCs w:val="48"/>
          <w:lang w:val="en-US" w:eastAsia="en-US"/>
        </w:rPr>
        <w:t>GRADEN</w:t>
      </w:r>
      <w:r w:rsidRPr="00F95C52">
        <w:rPr>
          <w:rFonts w:eastAsia="Arial" w:cs="Arial"/>
          <w:b/>
          <w:bCs/>
          <w:color w:val="231F20"/>
          <w:spacing w:val="41"/>
          <w:w w:val="95"/>
          <w:sz w:val="48"/>
          <w:szCs w:val="48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231F20"/>
          <w:w w:val="95"/>
          <w:sz w:val="48"/>
          <w:szCs w:val="48"/>
          <w:lang w:val="en-US" w:eastAsia="en-US"/>
        </w:rPr>
        <w:t>FEEDB</w:t>
      </w:r>
      <w:r w:rsidRPr="00F95C52">
        <w:rPr>
          <w:rFonts w:eastAsia="Arial" w:cs="Arial"/>
          <w:b/>
          <w:bCs/>
          <w:color w:val="231F20"/>
          <w:spacing w:val="-3"/>
          <w:w w:val="95"/>
          <w:sz w:val="48"/>
          <w:szCs w:val="48"/>
          <w:lang w:val="en-US" w:eastAsia="en-US"/>
        </w:rPr>
        <w:t>A</w:t>
      </w:r>
      <w:r w:rsidRPr="00F95C52">
        <w:rPr>
          <w:rFonts w:eastAsia="Arial" w:cs="Arial"/>
          <w:b/>
          <w:bCs/>
          <w:color w:val="231F20"/>
          <w:w w:val="95"/>
          <w:sz w:val="48"/>
          <w:szCs w:val="48"/>
          <w:lang w:val="en-US" w:eastAsia="en-US"/>
        </w:rPr>
        <w:t>CK</w:t>
      </w:r>
      <w:r w:rsidRPr="00F95C52">
        <w:rPr>
          <w:rFonts w:eastAsia="Arial" w:cs="Arial"/>
          <w:b/>
          <w:bCs/>
          <w:color w:val="231F20"/>
          <w:w w:val="97"/>
          <w:sz w:val="48"/>
          <w:szCs w:val="48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231F20"/>
          <w:sz w:val="48"/>
          <w:szCs w:val="48"/>
          <w:lang w:val="en-US" w:eastAsia="en-US"/>
        </w:rPr>
        <w:t>BE</w:t>
      </w:r>
      <w:r w:rsidRPr="00F95C52">
        <w:rPr>
          <w:rFonts w:eastAsia="Arial" w:cs="Arial"/>
          <w:b/>
          <w:bCs/>
          <w:color w:val="231F20"/>
          <w:spacing w:val="-4"/>
          <w:sz w:val="48"/>
          <w:szCs w:val="48"/>
          <w:lang w:val="en-US" w:eastAsia="en-US"/>
        </w:rPr>
        <w:t>R</w:t>
      </w:r>
      <w:r w:rsidRPr="00F95C52">
        <w:rPr>
          <w:rFonts w:eastAsia="Arial" w:cs="Arial"/>
          <w:b/>
          <w:bCs/>
          <w:color w:val="231F20"/>
          <w:sz w:val="48"/>
          <w:szCs w:val="48"/>
          <w:lang w:val="en-US" w:eastAsia="en-US"/>
        </w:rPr>
        <w:t>OEPSHOUDING</w:t>
      </w:r>
    </w:p>
    <w:p w:rsidR="00F95C52" w:rsidRPr="00F95C52" w:rsidRDefault="00F95C52" w:rsidP="00F95C52">
      <w:pPr>
        <w:spacing w:before="3" w:line="180" w:lineRule="exact"/>
        <w:rPr>
          <w:rFonts w:ascii="Calibri" w:eastAsia="Calibri" w:hAnsi="Calibri"/>
          <w:sz w:val="18"/>
          <w:szCs w:val="18"/>
          <w:lang w:val="en-US" w:eastAsia="en-US"/>
        </w:rPr>
      </w:pP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before="75"/>
        <w:ind w:left="1767"/>
        <w:outlineLvl w:val="0"/>
        <w:rPr>
          <w:rFonts w:eastAsia="Arial"/>
          <w:sz w:val="19"/>
          <w:szCs w:val="19"/>
          <w:lang w:val="en-US" w:eastAsia="en-US"/>
        </w:rPr>
      </w:pPr>
      <w:proofErr w:type="spellStart"/>
      <w:r>
        <w:rPr>
          <w:rFonts w:eastAsia="Arial"/>
          <w:color w:val="231F20"/>
          <w:spacing w:val="-2"/>
          <w:w w:val="105"/>
          <w:sz w:val="19"/>
          <w:szCs w:val="19"/>
          <w:lang w:val="en-US" w:eastAsia="en-US"/>
        </w:rPr>
        <w:t>Naam</w:t>
      </w:r>
      <w:proofErr w:type="spellEnd"/>
      <w:r>
        <w:rPr>
          <w:rFonts w:eastAsia="Arial"/>
          <w:color w:val="231F20"/>
          <w:spacing w:val="-2"/>
          <w:w w:val="105"/>
          <w:sz w:val="19"/>
          <w:szCs w:val="19"/>
          <w:lang w:val="en-US" w:eastAsia="en-US"/>
        </w:rPr>
        <w:t xml:space="preserve"> </w:t>
      </w:r>
      <w:proofErr w:type="spellStart"/>
      <w:r>
        <w:rPr>
          <w:rFonts w:eastAsia="Arial"/>
          <w:color w:val="231F20"/>
          <w:spacing w:val="-2"/>
          <w:w w:val="105"/>
          <w:sz w:val="19"/>
          <w:szCs w:val="19"/>
          <w:lang w:val="en-US" w:eastAsia="en-US"/>
        </w:rPr>
        <w:t>leerling</w:t>
      </w:r>
      <w:proofErr w:type="spellEnd"/>
      <w:r>
        <w:rPr>
          <w:rFonts w:eastAsia="Arial"/>
          <w:color w:val="231F20"/>
          <w:spacing w:val="-2"/>
          <w:w w:val="105"/>
          <w:sz w:val="19"/>
          <w:szCs w:val="19"/>
          <w:lang w:val="en-US" w:eastAsia="en-US"/>
        </w:rPr>
        <w:t>:</w:t>
      </w:r>
    </w:p>
    <w:p w:rsidR="00F95C52" w:rsidRPr="00F95C52" w:rsidRDefault="00F95C52" w:rsidP="00F95C52">
      <w:pPr>
        <w:spacing w:before="1" w:line="140" w:lineRule="exact"/>
        <w:rPr>
          <w:rFonts w:ascii="Calibri" w:eastAsia="Calibri" w:hAnsi="Calibri"/>
          <w:sz w:val="14"/>
          <w:szCs w:val="14"/>
          <w:lang w:val="en-US" w:eastAsia="en-US"/>
        </w:rPr>
      </w:pPr>
    </w:p>
    <w:p w:rsidR="00F95C52" w:rsidRPr="00F95C52" w:rsidRDefault="00F95C52" w:rsidP="00F95C52">
      <w:pPr>
        <w:tabs>
          <w:tab w:val="center" w:pos="1569"/>
        </w:tabs>
        <w:spacing w:line="615" w:lineRule="auto"/>
        <w:ind w:right="6708"/>
        <w:rPr>
          <w:rFonts w:eastAsia="Arial" w:cs="Arial"/>
          <w:sz w:val="19"/>
          <w:szCs w:val="19"/>
          <w:lang w:val="en-US" w:eastAsia="en-US"/>
        </w:rPr>
      </w:pPr>
      <w:r>
        <w:rPr>
          <w:rFonts w:eastAsia="Arial" w:cs="Arial"/>
          <w:color w:val="231F20"/>
          <w:w w:val="105"/>
          <w:sz w:val="19"/>
          <w:szCs w:val="19"/>
          <w:lang w:val="en-US" w:eastAsia="en-US"/>
        </w:rPr>
        <w:tab/>
      </w:r>
    </w:p>
    <w:p w:rsidR="00F95C52" w:rsidRDefault="00F95C52" w:rsidP="00F95C52">
      <w:pPr>
        <w:tabs>
          <w:tab w:val="left" w:pos="3927"/>
          <w:tab w:val="left" w:pos="6807"/>
        </w:tabs>
        <w:spacing w:before="9" w:line="615" w:lineRule="auto"/>
        <w:ind w:left="1767" w:right="2783"/>
        <w:rPr>
          <w:rFonts w:eastAsia="Arial" w:cs="Arial"/>
          <w:color w:val="231F20"/>
          <w:w w:val="105"/>
          <w:sz w:val="19"/>
          <w:szCs w:val="19"/>
          <w:lang w:val="en-US" w:eastAsia="en-US"/>
        </w:rPr>
      </w:pPr>
      <w:proofErr w:type="spellStart"/>
      <w:r>
        <w:rPr>
          <w:rFonts w:eastAsia="Arial" w:cs="Arial"/>
          <w:color w:val="231F20"/>
          <w:w w:val="105"/>
          <w:sz w:val="19"/>
          <w:szCs w:val="19"/>
          <w:lang w:val="en-US" w:eastAsia="en-US"/>
        </w:rPr>
        <w:t>Naam</w:t>
      </w:r>
      <w:proofErr w:type="spellEnd"/>
      <w:r>
        <w:rPr>
          <w:rFonts w:eastAsia="Arial" w:cs="Arial"/>
          <w:color w:val="231F20"/>
          <w:w w:val="105"/>
          <w:sz w:val="19"/>
          <w:szCs w:val="19"/>
          <w:lang w:val="en-US" w:eastAsia="en-US"/>
        </w:rPr>
        <w:t xml:space="preserve"> </w:t>
      </w:r>
      <w:proofErr w:type="spellStart"/>
      <w:r>
        <w:rPr>
          <w:rFonts w:eastAsia="Arial" w:cs="Arial"/>
          <w:color w:val="231F20"/>
          <w:w w:val="105"/>
          <w:sz w:val="19"/>
          <w:szCs w:val="19"/>
          <w:lang w:val="en-US" w:eastAsia="en-US"/>
        </w:rPr>
        <w:t>beoordelaar</w:t>
      </w:r>
      <w:proofErr w:type="spellEnd"/>
      <w:r>
        <w:rPr>
          <w:rFonts w:eastAsia="Arial" w:cs="Arial"/>
          <w:color w:val="231F20"/>
          <w:w w:val="105"/>
          <w:sz w:val="19"/>
          <w:szCs w:val="19"/>
          <w:lang w:val="en-US" w:eastAsia="en-US"/>
        </w:rPr>
        <w:tab/>
      </w:r>
    </w:p>
    <w:p w:rsidR="00F95C52" w:rsidRPr="00F95C52" w:rsidRDefault="00F95C52" w:rsidP="00F95C52">
      <w:pPr>
        <w:tabs>
          <w:tab w:val="left" w:pos="3927"/>
          <w:tab w:val="left" w:pos="6807"/>
        </w:tabs>
        <w:spacing w:before="9" w:line="615" w:lineRule="auto"/>
        <w:ind w:left="1767" w:right="2783"/>
        <w:rPr>
          <w:rFonts w:eastAsia="Arial" w:cs="Arial"/>
          <w:sz w:val="19"/>
          <w:szCs w:val="19"/>
          <w:lang w:val="en-US" w:eastAsia="en-US"/>
        </w:rPr>
      </w:pPr>
      <w:r w:rsidRPr="00F95C52">
        <w:rPr>
          <w:rFonts w:eastAsia="Arial" w:cs="Arial"/>
          <w:color w:val="231F20"/>
          <w:w w:val="105"/>
          <w:sz w:val="19"/>
          <w:szCs w:val="19"/>
          <w:lang w:val="en-US" w:eastAsia="en-US"/>
        </w:rPr>
        <w:t>D</w:t>
      </w:r>
      <w:r w:rsidRPr="00F95C52">
        <w:rPr>
          <w:rFonts w:eastAsia="Arial" w:cs="Arial"/>
          <w:color w:val="231F20"/>
          <w:spacing w:val="-2"/>
          <w:w w:val="105"/>
          <w:sz w:val="19"/>
          <w:szCs w:val="19"/>
          <w:lang w:val="en-US" w:eastAsia="en-US"/>
        </w:rPr>
        <w:t>a</w:t>
      </w:r>
      <w:r w:rsidRPr="00F95C52">
        <w:rPr>
          <w:rFonts w:eastAsia="Arial" w:cs="Arial"/>
          <w:color w:val="231F20"/>
          <w:w w:val="105"/>
          <w:sz w:val="19"/>
          <w:szCs w:val="19"/>
          <w:lang w:val="en-US" w:eastAsia="en-US"/>
        </w:rPr>
        <w:t>tum</w:t>
      </w: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before="2" w:line="280" w:lineRule="exact"/>
        <w:rPr>
          <w:rFonts w:ascii="Calibri" w:eastAsia="Calibri" w:hAnsi="Calibri"/>
          <w:sz w:val="28"/>
          <w:szCs w:val="28"/>
          <w:lang w:val="en-US" w:eastAsia="en-US"/>
        </w:rPr>
      </w:pPr>
    </w:p>
    <w:tbl>
      <w:tblPr>
        <w:tblStyle w:val="TableNormal"/>
        <w:tblW w:w="0" w:type="auto"/>
        <w:tblInd w:w="404" w:type="dxa"/>
        <w:tblLayout w:type="fixed"/>
        <w:tblLook w:val="01E0" w:firstRow="1" w:lastRow="1" w:firstColumn="1" w:lastColumn="1" w:noHBand="0" w:noVBand="0"/>
      </w:tblPr>
      <w:tblGrid>
        <w:gridCol w:w="8261"/>
        <w:gridCol w:w="364"/>
        <w:gridCol w:w="364"/>
        <w:gridCol w:w="345"/>
      </w:tblGrid>
      <w:tr w:rsidR="00F95C52" w:rsidRPr="00F95C52" w:rsidTr="00891EDF">
        <w:trPr>
          <w:trHeight w:hRule="exact" w:val="220"/>
        </w:trPr>
        <w:tc>
          <w:tcPr>
            <w:tcW w:w="8625" w:type="dxa"/>
            <w:gridSpan w:val="2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1412"/>
        </w:trPr>
        <w:tc>
          <w:tcPr>
            <w:tcW w:w="8261" w:type="dxa"/>
            <w:tcBorders>
              <w:top w:val="nil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line="200" w:lineRule="exact"/>
              <w:rPr>
                <w:rFonts w:eastAsia="Calibri"/>
                <w:lang w:eastAsia="en-US"/>
              </w:rPr>
            </w:pPr>
          </w:p>
          <w:p w:rsidR="00F95C52" w:rsidRPr="00F95C52" w:rsidRDefault="00F95C52" w:rsidP="00F95C52">
            <w:pPr>
              <w:spacing w:line="200" w:lineRule="exact"/>
              <w:rPr>
                <w:rFonts w:eastAsia="Calibri"/>
                <w:lang w:eastAsia="en-US"/>
              </w:rPr>
            </w:pPr>
          </w:p>
          <w:p w:rsidR="00F95C52" w:rsidRPr="00F95C52" w:rsidRDefault="00F95C52" w:rsidP="00F95C52">
            <w:pPr>
              <w:spacing w:line="200" w:lineRule="exact"/>
              <w:rPr>
                <w:rFonts w:eastAsia="Calibri"/>
                <w:lang w:eastAsia="en-US"/>
              </w:rPr>
            </w:pPr>
          </w:p>
          <w:p w:rsidR="00F95C52" w:rsidRPr="00F95C52" w:rsidRDefault="00F95C52" w:rsidP="00F95C52">
            <w:pPr>
              <w:spacing w:before="7" w:line="260" w:lineRule="exact"/>
              <w:rPr>
                <w:rFonts w:eastAsia="Calibri"/>
                <w:sz w:val="26"/>
                <w:szCs w:val="26"/>
                <w:lang w:eastAsia="en-US"/>
              </w:rPr>
            </w:pPr>
          </w:p>
          <w:p w:rsidR="00F95C52" w:rsidRPr="00F95C52" w:rsidRDefault="00F95C52" w:rsidP="00F95C52">
            <w:pPr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SAMENWE</w:t>
            </w:r>
            <w:r w:rsidRPr="00F95C52">
              <w:rPr>
                <w:rFonts w:eastAsia="Arial" w:cs="Arial"/>
                <w:b/>
                <w:bCs/>
                <w:color w:val="231F20"/>
                <w:spacing w:val="-1"/>
                <w:w w:val="9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KEN</w:t>
            </w:r>
          </w:p>
          <w:p w:rsidR="00F95C52" w:rsidRPr="00F95C52" w:rsidRDefault="00F95C52" w:rsidP="00F95C52">
            <w:pPr>
              <w:spacing w:before="49"/>
              <w:ind w:left="-12"/>
              <w:rPr>
                <w:rFonts w:eastAsia="Arial" w:cs="Arial"/>
                <w:sz w:val="16"/>
                <w:szCs w:val="16"/>
                <w:lang w:eastAsia="en-US"/>
              </w:rPr>
            </w:pP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Compententies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:</w:t>
            </w:r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aandacht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begrip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tonen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|</w:t>
            </w:r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same</w:t>
            </w:r>
            <w:r w:rsidRPr="00F95C52">
              <w:rPr>
                <w:rFonts w:eastAsia="Arial" w:cs="Arial"/>
                <w:b/>
                <w:bCs/>
                <w:color w:val="77787B"/>
                <w:spacing w:val="-2"/>
                <w:sz w:val="16"/>
                <w:szCs w:val="16"/>
                <w:lang w:eastAsia="en-US"/>
              </w:rPr>
              <w:t>n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wer</w:t>
            </w:r>
            <w:r w:rsidRPr="00F95C52">
              <w:rPr>
                <w:rFonts w:eastAsia="Arial" w:cs="Arial"/>
                <w:b/>
                <w:bCs/>
                <w:color w:val="77787B"/>
                <w:spacing w:val="-2"/>
                <w:sz w:val="16"/>
                <w:szCs w:val="16"/>
                <w:lang w:eastAsia="en-US"/>
              </w:rPr>
              <w:t>k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overleggen</w:t>
            </w:r>
            <w:proofErr w:type="spellEnd"/>
          </w:p>
        </w:tc>
        <w:tc>
          <w:tcPr>
            <w:tcW w:w="3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:rsidR="00F95C52" w:rsidRPr="00F95C52" w:rsidRDefault="00F95C52" w:rsidP="00F95C52">
            <w:pPr>
              <w:spacing w:before="96"/>
              <w:ind w:left="142"/>
              <w:rPr>
                <w:rFonts w:eastAsia="Arial" w:cs="Arial"/>
                <w:sz w:val="14"/>
                <w:szCs w:val="14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FFFFFF"/>
                <w:sz w:val="14"/>
                <w:szCs w:val="14"/>
                <w:lang w:eastAsia="en-US"/>
              </w:rPr>
              <w:t>GOED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:rsidR="00F95C52" w:rsidRPr="00F95C52" w:rsidRDefault="00F95C52" w:rsidP="00F95C52">
            <w:pPr>
              <w:spacing w:before="92"/>
              <w:ind w:left="142"/>
              <w:rPr>
                <w:rFonts w:eastAsia="Arial" w:cs="Arial"/>
                <w:sz w:val="14"/>
                <w:szCs w:val="14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FFFFFF"/>
                <w:spacing w:val="-1"/>
                <w:sz w:val="14"/>
                <w:szCs w:val="14"/>
                <w:lang w:eastAsia="en-US"/>
              </w:rPr>
              <w:t>V</w:t>
            </w:r>
            <w:r w:rsidRPr="00F95C52">
              <w:rPr>
                <w:rFonts w:eastAsia="Arial" w:cs="Arial"/>
                <w:b/>
                <w:bCs/>
                <w:color w:val="FFFFFF"/>
                <w:sz w:val="14"/>
                <w:szCs w:val="14"/>
                <w:lang w:eastAsia="en-US"/>
              </w:rPr>
              <w:t>OLDOENDE</w:t>
            </w: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  <w:textDirection w:val="btLr"/>
          </w:tcPr>
          <w:p w:rsidR="00F95C52" w:rsidRPr="00F95C52" w:rsidRDefault="00F95C52" w:rsidP="00F95C52">
            <w:pPr>
              <w:spacing w:before="88"/>
              <w:ind w:left="142"/>
              <w:rPr>
                <w:rFonts w:eastAsia="Arial" w:cs="Arial"/>
                <w:sz w:val="14"/>
                <w:szCs w:val="14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FFFFFF"/>
                <w:sz w:val="14"/>
                <w:szCs w:val="14"/>
                <w:lang w:eastAsia="en-US"/>
              </w:rPr>
              <w:t>ON</w:t>
            </w:r>
            <w:r w:rsidRPr="00F95C52">
              <w:rPr>
                <w:rFonts w:eastAsia="Arial" w:cs="Arial"/>
                <w:b/>
                <w:bCs/>
                <w:color w:val="FFFFFF"/>
                <w:spacing w:val="-1"/>
                <w:sz w:val="14"/>
                <w:szCs w:val="14"/>
                <w:lang w:eastAsia="en-US"/>
              </w:rPr>
              <w:t>V</w:t>
            </w:r>
            <w:r w:rsidRPr="00F95C52">
              <w:rPr>
                <w:rFonts w:eastAsia="Arial" w:cs="Arial"/>
                <w:b/>
                <w:bCs/>
                <w:color w:val="FFFFFF"/>
                <w:sz w:val="14"/>
                <w:szCs w:val="14"/>
                <w:lang w:eastAsia="en-US"/>
              </w:rPr>
              <w:t>OLDOENDE</w:t>
            </w: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luistert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goed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naar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ande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te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eggen</w:t>
            </w:r>
            <w:proofErr w:type="spellEnd"/>
            <w:r w:rsidRPr="00F95C52">
              <w:rPr>
                <w:rFonts w:eastAsia="Arial" w:cs="Arial"/>
                <w:color w:val="231F20"/>
                <w:spacing w:val="-5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hebben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sch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in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wel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niet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unt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eggen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overlegt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tijdig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egelm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tig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met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collega’s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,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medestudenten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,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begeleiders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ande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deelt</w:t>
            </w:r>
            <w:proofErr w:type="spellEnd"/>
            <w:r w:rsidRPr="00F95C52">
              <w:rPr>
                <w:rFonts w:eastAsia="Arial" w:cs="Arial"/>
                <w:color w:val="231F20"/>
                <w:spacing w:val="-1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ennis</w:t>
            </w:r>
            <w:proofErr w:type="spellEnd"/>
            <w:r w:rsidRPr="00F95C52">
              <w:rPr>
                <w:rFonts w:eastAsia="Arial" w:cs="Arial"/>
                <w:color w:val="231F20"/>
                <w:spacing w:val="-1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10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expertise</w:t>
            </w:r>
            <w:r w:rsidRPr="00F95C52">
              <w:rPr>
                <w:rFonts w:eastAsia="Arial" w:cs="Arial"/>
                <w:color w:val="231F20"/>
                <w:spacing w:val="-10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met</w:t>
            </w:r>
            <w:r w:rsidRPr="00F95C52">
              <w:rPr>
                <w:rFonts w:eastAsia="Arial" w:cs="Arial"/>
                <w:color w:val="231F20"/>
                <w:spacing w:val="-1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ande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onderhoudt</w:t>
            </w:r>
            <w:proofErr w:type="spellEnd"/>
            <w:r w:rsidRPr="00F95C52">
              <w:rPr>
                <w:rFonts w:eastAsia="Arial" w:cs="Arial"/>
                <w:color w:val="231F20"/>
                <w:spacing w:val="1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contacten</w:t>
            </w:r>
            <w:proofErr w:type="spellEnd"/>
            <w:r w:rsidRPr="00F95C52">
              <w:rPr>
                <w:rFonts w:eastAsia="Arial" w:cs="Arial"/>
                <w:color w:val="231F20"/>
                <w:spacing w:val="10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in</w:t>
            </w:r>
            <w:r w:rsidRPr="00F95C52">
              <w:rPr>
                <w:rFonts w:eastAsia="Arial" w:cs="Arial"/>
                <w:color w:val="231F20"/>
                <w:spacing w:val="10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werk</w:t>
            </w:r>
            <w:proofErr w:type="spellEnd"/>
            <w:r w:rsidRPr="00F95C52">
              <w:rPr>
                <w:rFonts w:eastAsia="Arial" w:cs="Arial"/>
                <w:color w:val="231F20"/>
                <w:spacing w:val="1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effectief</w:t>
            </w:r>
            <w:proofErr w:type="spellEnd"/>
            <w:r w:rsidRPr="00F95C52">
              <w:rPr>
                <w:rFonts w:eastAsia="Arial" w:cs="Arial"/>
                <w:color w:val="231F20"/>
                <w:spacing w:val="1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1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functioneel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5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neemt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uit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elf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ta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</w:t>
            </w:r>
            <w:r w:rsidRPr="00F95C52">
              <w:rPr>
                <w:rFonts w:eastAsia="Arial" w:cs="Arial"/>
                <w:color w:val="231F20"/>
                <w:spacing w:val="-5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bij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drukte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uitval</w:t>
            </w:r>
            <w:proofErr w:type="spellEnd"/>
            <w:r w:rsidRPr="00F95C52">
              <w:rPr>
                <w:rFonts w:eastAsia="Arial" w:cs="Arial"/>
                <w:color w:val="231F20"/>
                <w:spacing w:val="-5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van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collega’s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medestudenten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112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 w:line="28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95C52" w:rsidRPr="00F95C52" w:rsidRDefault="00F95C52" w:rsidP="00F95C52">
            <w:pPr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VERANT</w:t>
            </w:r>
            <w:r w:rsidRPr="00F95C52">
              <w:rPr>
                <w:rFonts w:eastAsia="Arial" w:cs="Arial"/>
                <w:b/>
                <w:bCs/>
                <w:color w:val="231F20"/>
                <w:spacing w:val="-1"/>
                <w:w w:val="95"/>
                <w:sz w:val="19"/>
                <w:szCs w:val="19"/>
                <w:lang w:eastAsia="en-US"/>
              </w:rPr>
              <w:t>W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OO</w:t>
            </w:r>
            <w:r w:rsidRPr="00F95C52">
              <w:rPr>
                <w:rFonts w:eastAsia="Arial" w:cs="Arial"/>
                <w:b/>
                <w:bCs/>
                <w:color w:val="231F20"/>
                <w:spacing w:val="-1"/>
                <w:w w:val="9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 xml:space="preserve">DELIJK  </w:t>
            </w:r>
            <w:r w:rsidRPr="00F95C52">
              <w:rPr>
                <w:rFonts w:eastAsia="Arial" w:cs="Arial"/>
                <w:b/>
                <w:bCs/>
                <w:color w:val="231F20"/>
                <w:spacing w:val="4"/>
                <w:w w:val="9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HANDELEN</w:t>
            </w:r>
          </w:p>
          <w:p w:rsidR="00F95C52" w:rsidRPr="00F95C52" w:rsidRDefault="00F95C52" w:rsidP="00F95C52">
            <w:pPr>
              <w:spacing w:before="49" w:line="312" w:lineRule="auto"/>
              <w:ind w:left="-12" w:right="2121"/>
              <w:rPr>
                <w:rFonts w:eastAsia="Arial" w:cs="Arial"/>
                <w:sz w:val="16"/>
                <w:szCs w:val="16"/>
                <w:lang w:eastAsia="en-US"/>
              </w:rPr>
            </w:pP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Competenties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:</w:t>
            </w:r>
            <w:r w:rsidRPr="00F95C52">
              <w:rPr>
                <w:rFonts w:eastAsia="Arial" w:cs="Arial"/>
                <w:b/>
                <w:bCs/>
                <w:color w:val="77787B"/>
                <w:spacing w:val="-12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beslissen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2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activiteiten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initiëren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2"/>
                <w:sz w:val="16"/>
                <w:szCs w:val="16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|</w:t>
            </w:r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m</w:t>
            </w:r>
            <w:r w:rsidRPr="00F95C52">
              <w:rPr>
                <w:rFonts w:eastAsia="Arial" w:cs="Arial"/>
                <w:b/>
                <w:bCs/>
                <w:color w:val="77787B"/>
                <w:spacing w:val="-1"/>
                <w:sz w:val="16"/>
                <w:szCs w:val="16"/>
                <w:lang w:eastAsia="en-US"/>
              </w:rPr>
              <w:t>a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terialen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2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middelen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inzetten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w w:val="102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instructies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23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22"/>
                <w:sz w:val="16"/>
                <w:szCs w:val="16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procedures</w:t>
            </w:r>
            <w:r w:rsidRPr="00F95C52">
              <w:rPr>
                <w:rFonts w:eastAsia="Arial" w:cs="Arial"/>
                <w:b/>
                <w:bCs/>
                <w:color w:val="77787B"/>
                <w:spacing w:val="-22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opvolgen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omt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fspra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na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volgt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p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ocedu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es</w:t>
            </w:r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egels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gebruikt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middelen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terialen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orgvuldig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duurzaam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0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bent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aansp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eekbaar</w:t>
            </w:r>
            <w:proofErr w:type="spellEnd"/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gedrag</w:t>
            </w:r>
            <w:proofErr w:type="spellEnd"/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de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ta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die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uitvoert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5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werkt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basis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van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5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functie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elfstandig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methodisch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sch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risico’s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tijdig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in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handelt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ernaar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61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0"/>
              <w:ind w:left="-12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blijft</w:t>
            </w:r>
            <w:proofErr w:type="spellEnd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gericht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werk</w:t>
            </w:r>
            <w:proofErr w:type="spellEnd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in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st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esssitu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ties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4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</w:tbl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F95C52" w:rsidRPr="00F95C52" w:rsidRDefault="00F95C52" w:rsidP="00F95C52">
      <w:pPr>
        <w:spacing w:before="8" w:line="220" w:lineRule="exact"/>
        <w:rPr>
          <w:rFonts w:ascii="Calibri" w:eastAsia="Calibri" w:hAnsi="Calibri"/>
          <w:sz w:val="22"/>
          <w:szCs w:val="22"/>
          <w:lang w:val="en-US" w:eastAsia="en-US"/>
        </w:rPr>
      </w:pPr>
    </w:p>
    <w:p w:rsidR="00F95C52" w:rsidRPr="00F95C52" w:rsidRDefault="00F95C52" w:rsidP="00F95C52">
      <w:pPr>
        <w:spacing w:before="82"/>
        <w:ind w:left="113"/>
        <w:rPr>
          <w:rFonts w:eastAsia="Arial" w:cs="Arial"/>
          <w:sz w:val="14"/>
          <w:szCs w:val="14"/>
          <w:lang w:val="en-US" w:eastAsia="en-US"/>
        </w:rPr>
      </w:pPr>
      <w:r w:rsidRPr="00F95C52">
        <w:rPr>
          <w:rFonts w:ascii="Calibri" w:eastAsia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571CAAD" wp14:editId="29794ED4">
                <wp:simplePos x="0" y="0"/>
                <wp:positionH relativeFrom="page">
                  <wp:posOffset>720090</wp:posOffset>
                </wp:positionH>
                <wp:positionV relativeFrom="paragraph">
                  <wp:posOffset>231140</wp:posOffset>
                </wp:positionV>
                <wp:extent cx="5939790" cy="1270"/>
                <wp:effectExtent l="43815" t="40640" r="45720" b="43815"/>
                <wp:wrapNone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134" y="364"/>
                          <a:chExt cx="9354" cy="2"/>
                        </a:xfrm>
                      </wpg:grpSpPr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1134" y="364"/>
                            <a:ext cx="9354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354"/>
                              <a:gd name="T2" fmla="+- 0 10488 1134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4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56.7pt;margin-top:18.2pt;width:467.7pt;height:.1pt;z-index:-251655168;mso-position-horizontal-relative:page" coordorigin="1134,364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">
                <v:shape id="Freeform 37" o:spid="_x0000_s1027" style="position:absolute;left:1134;top:364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Dkl8YA&#10;AADbAAAADwAAAGRycy9kb3ducmV2LnhtbESPT2vCQBDF70K/wzKF3szGCiKpqxRL0UME/5TS3qbZ&#10;MQnNzqa72xi/vSsIHh9v3u/Nmy1604iOnK8tKxglKQjiwuqaSwUfh/fhFIQPyBoby6TgTB4W84fB&#10;DDNtT7yjbh9KESHsM1RQhdBmUvqiIoM+sS1x9I7WGQxRulJqh6cIN418TtOJNFhzbKiwpWVFxe/+&#10;38Q3xluX288vat/ybf69+jn++U2n1NNj//oCIlAf7se39ForGE/guiUC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Dkl8YAAADbAAAADwAAAAAAAAAAAAAAAACYAgAAZHJz&#10;L2Rvd25yZXYueG1sUEsFBgAAAAAEAAQA9QAAAIsDAAAAAA==&#10;" path="m,l9354,e" filled="f" strokecolor="#231f20" strokeweight="6pt">
                  <v:path arrowok="t" o:connecttype="custom" o:connectlocs="0,0;9354,0" o:connectangles="0,0"/>
                </v:shape>
                <w10:wrap anchorx="page"/>
              </v:group>
            </w:pict>
          </mc:Fallback>
        </mc:AlternateContent>
      </w:r>
      <w:r w:rsidRPr="00F95C52">
        <w:rPr>
          <w:rFonts w:eastAsia="Arial" w:cs="Arial"/>
          <w:color w:val="231F20"/>
          <w:w w:val="105"/>
          <w:sz w:val="14"/>
          <w:szCs w:val="14"/>
          <w:lang w:val="en-US" w:eastAsia="en-US"/>
        </w:rPr>
        <w:t>©</w:t>
      </w:r>
      <w:r w:rsidRPr="00F95C52">
        <w:rPr>
          <w:rFonts w:eastAsia="Arial" w:cs="Arial"/>
          <w:color w:val="231F20"/>
          <w:spacing w:val="-5"/>
          <w:w w:val="105"/>
          <w:sz w:val="14"/>
          <w:szCs w:val="14"/>
          <w:lang w:val="en-US" w:eastAsia="en-US"/>
        </w:rPr>
        <w:t xml:space="preserve"> </w:t>
      </w:r>
      <w:proofErr w:type="spellStart"/>
      <w:r w:rsidRPr="00F95C52">
        <w:rPr>
          <w:rFonts w:eastAsia="Arial" w:cs="Arial"/>
          <w:color w:val="231F20"/>
          <w:w w:val="105"/>
          <w:sz w:val="14"/>
          <w:szCs w:val="14"/>
          <w:lang w:val="en-US" w:eastAsia="en-US"/>
        </w:rPr>
        <w:t>Netwerk</w:t>
      </w:r>
      <w:proofErr w:type="spellEnd"/>
      <w:r w:rsidRPr="00F95C52">
        <w:rPr>
          <w:rFonts w:eastAsia="Arial" w:cs="Arial"/>
          <w:color w:val="231F20"/>
          <w:spacing w:val="-5"/>
          <w:w w:val="105"/>
          <w:sz w:val="14"/>
          <w:szCs w:val="14"/>
          <w:lang w:val="en-US" w:eastAsia="en-US"/>
        </w:rPr>
        <w:t xml:space="preserve"> </w:t>
      </w:r>
      <w:r w:rsidRPr="00F95C52">
        <w:rPr>
          <w:rFonts w:eastAsia="Arial" w:cs="Arial"/>
          <w:color w:val="231F20"/>
          <w:spacing w:val="-3"/>
          <w:w w:val="105"/>
          <w:sz w:val="14"/>
          <w:szCs w:val="14"/>
          <w:lang w:val="en-US" w:eastAsia="en-US"/>
        </w:rPr>
        <w:t>Z</w:t>
      </w:r>
      <w:r w:rsidRPr="00F95C52">
        <w:rPr>
          <w:rFonts w:eastAsia="Arial" w:cs="Arial"/>
          <w:color w:val="231F20"/>
          <w:w w:val="105"/>
          <w:sz w:val="14"/>
          <w:szCs w:val="14"/>
          <w:lang w:val="en-US" w:eastAsia="en-US"/>
        </w:rPr>
        <w:t>ON</w:t>
      </w:r>
      <w:r w:rsidRPr="00F95C52">
        <w:rPr>
          <w:rFonts w:eastAsia="Arial" w:cs="Arial"/>
          <w:color w:val="231F20"/>
          <w:spacing w:val="-5"/>
          <w:w w:val="105"/>
          <w:sz w:val="14"/>
          <w:szCs w:val="14"/>
          <w:lang w:val="en-US" w:eastAsia="en-US"/>
        </w:rPr>
        <w:t xml:space="preserve"> </w:t>
      </w:r>
      <w:r w:rsidRPr="00F95C52">
        <w:rPr>
          <w:rFonts w:eastAsia="Arial" w:cs="Arial"/>
          <w:color w:val="231F20"/>
          <w:w w:val="105"/>
          <w:sz w:val="14"/>
          <w:szCs w:val="14"/>
          <w:lang w:val="en-US" w:eastAsia="en-US"/>
        </w:rPr>
        <w:t>2015</w:t>
      </w:r>
    </w:p>
    <w:p w:rsidR="00F95C52" w:rsidRPr="00F95C52" w:rsidRDefault="00F95C52" w:rsidP="00F95C52">
      <w:pPr>
        <w:spacing w:before="8" w:line="140" w:lineRule="exact"/>
        <w:rPr>
          <w:rFonts w:ascii="Calibri" w:eastAsia="Calibri" w:hAnsi="Calibri"/>
          <w:sz w:val="14"/>
          <w:szCs w:val="14"/>
          <w:lang w:val="en-US" w:eastAsia="en-US"/>
        </w:rPr>
      </w:pPr>
    </w:p>
    <w:p w:rsidR="00F95C52" w:rsidRPr="00F95C52" w:rsidRDefault="00F95C52" w:rsidP="00F95C52">
      <w:pPr>
        <w:spacing w:before="82"/>
        <w:ind w:left="109"/>
        <w:rPr>
          <w:rFonts w:eastAsia="Arial" w:cs="Arial"/>
          <w:sz w:val="14"/>
          <w:szCs w:val="14"/>
          <w:lang w:val="en-US" w:eastAsia="en-US"/>
        </w:rPr>
      </w:pPr>
      <w:proofErr w:type="spellStart"/>
      <w:r w:rsidRPr="00F95C52">
        <w:rPr>
          <w:rFonts w:eastAsia="Arial" w:cs="Arial"/>
          <w:color w:val="231F20"/>
          <w:sz w:val="14"/>
          <w:szCs w:val="14"/>
          <w:lang w:val="en-US" w:eastAsia="en-US"/>
        </w:rPr>
        <w:t>Deel</w:t>
      </w:r>
      <w:proofErr w:type="spellEnd"/>
      <w:r w:rsidRPr="00F95C52">
        <w:rPr>
          <w:rFonts w:eastAsia="Arial" w:cs="Arial"/>
          <w:color w:val="231F20"/>
          <w:sz w:val="14"/>
          <w:szCs w:val="14"/>
          <w:lang w:val="en-US" w:eastAsia="en-US"/>
        </w:rPr>
        <w:t xml:space="preserve"> 1, </w:t>
      </w:r>
      <w:proofErr w:type="spellStart"/>
      <w:r w:rsidRPr="00F95C52">
        <w:rPr>
          <w:rFonts w:eastAsia="Arial" w:cs="Arial"/>
          <w:color w:val="231F20"/>
          <w:sz w:val="14"/>
          <w:szCs w:val="14"/>
          <w:lang w:val="en-US" w:eastAsia="en-US"/>
        </w:rPr>
        <w:t>versie</w:t>
      </w:r>
      <w:proofErr w:type="spellEnd"/>
      <w:r w:rsidRPr="00F95C52">
        <w:rPr>
          <w:rFonts w:eastAsia="Arial" w:cs="Arial"/>
          <w:color w:val="231F20"/>
          <w:sz w:val="14"/>
          <w:szCs w:val="14"/>
          <w:lang w:val="en-US" w:eastAsia="en-US"/>
        </w:rPr>
        <w:t xml:space="preserve"> 201</w:t>
      </w:r>
      <w:r w:rsidRPr="00F95C52">
        <w:rPr>
          <w:rFonts w:eastAsia="Arial" w:cs="Arial"/>
          <w:color w:val="231F20"/>
          <w:spacing w:val="-2"/>
          <w:sz w:val="14"/>
          <w:szCs w:val="14"/>
          <w:lang w:val="en-US" w:eastAsia="en-US"/>
        </w:rPr>
        <w:t>5</w:t>
      </w:r>
      <w:r w:rsidRPr="00F95C52">
        <w:rPr>
          <w:rFonts w:eastAsia="Arial" w:cs="Arial"/>
          <w:color w:val="231F20"/>
          <w:spacing w:val="-4"/>
          <w:sz w:val="14"/>
          <w:szCs w:val="14"/>
          <w:lang w:val="en-US" w:eastAsia="en-US"/>
        </w:rPr>
        <w:t>.</w:t>
      </w:r>
      <w:r w:rsidRPr="00F95C52">
        <w:rPr>
          <w:rFonts w:eastAsia="Arial" w:cs="Arial"/>
          <w:color w:val="231F20"/>
          <w:sz w:val="14"/>
          <w:szCs w:val="14"/>
          <w:lang w:val="en-US" w:eastAsia="en-US"/>
        </w:rPr>
        <w:t>04</w:t>
      </w:r>
    </w:p>
    <w:p w:rsidR="00F95C52" w:rsidRPr="00F95C52" w:rsidRDefault="00F95C52" w:rsidP="00F95C52">
      <w:pPr>
        <w:rPr>
          <w:rFonts w:eastAsia="Arial" w:cs="Arial"/>
          <w:sz w:val="14"/>
          <w:szCs w:val="14"/>
          <w:lang w:val="en-US" w:eastAsia="en-US"/>
        </w:rPr>
        <w:sectPr w:rsidR="00F95C52" w:rsidRPr="00F95C52" w:rsidSect="00F95C52">
          <w:pgSz w:w="11906" w:h="16840"/>
          <w:pgMar w:top="1560" w:right="1040" w:bottom="280" w:left="1020" w:header="708" w:footer="708" w:gutter="0"/>
          <w:cols w:space="708"/>
        </w:sectPr>
      </w:pPr>
    </w:p>
    <w:p w:rsidR="00F95C52" w:rsidRPr="00F95C52" w:rsidRDefault="00F95C52" w:rsidP="00F95C52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:rsidR="00F95C52" w:rsidRPr="00F95C52" w:rsidRDefault="00F95C52" w:rsidP="00F95C52">
      <w:pPr>
        <w:ind w:left="117"/>
        <w:rPr>
          <w:rFonts w:eastAsia="Arial" w:cs="Arial"/>
          <w:sz w:val="16"/>
          <w:szCs w:val="16"/>
          <w:lang w:val="en-US" w:eastAsia="en-US"/>
        </w:rPr>
      </w:pPr>
      <w:r w:rsidRPr="00F95C52">
        <w:rPr>
          <w:rFonts w:ascii="Calibri" w:eastAsia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DD1D7C9" wp14:editId="664FF968">
                <wp:simplePos x="0" y="0"/>
                <wp:positionH relativeFrom="page">
                  <wp:posOffset>899795</wp:posOffset>
                </wp:positionH>
                <wp:positionV relativeFrom="paragraph">
                  <wp:posOffset>-135255</wp:posOffset>
                </wp:positionV>
                <wp:extent cx="5939790" cy="1270"/>
                <wp:effectExtent l="42545" t="45720" r="46990" b="38735"/>
                <wp:wrapNone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1270"/>
                          <a:chOff x="1417" y="-213"/>
                          <a:chExt cx="9354" cy="2"/>
                        </a:xfrm>
                      </wpg:grpSpPr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1417" y="-213"/>
                            <a:ext cx="9354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9354"/>
                              <a:gd name="T2" fmla="+- 0 10772 1417"/>
                              <a:gd name="T3" fmla="*/ T2 w 935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4">
                                <a:moveTo>
                                  <a:pt x="0" y="0"/>
                                </a:moveTo>
                                <a:lnTo>
                                  <a:pt x="9355" y="0"/>
                                </a:ln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70.85pt;margin-top:-10.65pt;width:467.7pt;height:.1pt;z-index:-251653120;mso-position-horizontal-relative:page" coordorigin="1417,-213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">
                <v:shape id="Freeform 35" o:spid="_x0000_s1027" style="position:absolute;left:1417;top:-213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7fe8YA&#10;AADbAAAADwAAAGRycy9kb3ducmV2LnhtbESPT2vCQBDF70K/wzIFb7qpSimpq5QW0UME/1Ha2zQ7&#10;JqHZ2bi7xvjtXaHQ4+PN+71503lnatGS85VlBU/DBARxbnXFhYLDfjF4AeEDssbaMim4kof57KE3&#10;xVTbC2+p3YVCRAj7FBWUITSplD4vyaAf2oY4ekfrDIYoXSG1w0uEm1qOkuRZGqw4NpTY0HtJ+e/u&#10;bOIb443L7OcXNR/ZJvte/hxPft0q1X/s3l5BBOrC//FfeqUVjCdw3xIB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7fe8YAAADbAAAADwAAAAAAAAAAAAAAAACYAgAAZHJz&#10;L2Rvd25yZXYueG1sUEsFBgAAAAAEAAQA9QAAAIsDAAAAAA==&#10;" path="m,l9355,e" filled="f" strokecolor="#231f20" strokeweight="6pt">
                  <v:path arrowok="t" o:connecttype="custom" o:connectlocs="0,0;9355,0" o:connectangles="0,0"/>
                </v:shape>
                <w10:wrap anchorx="page"/>
              </v:group>
            </w:pict>
          </mc:Fallback>
        </mc:AlternateContent>
      </w:r>
      <w:r w:rsidRPr="00F95C52">
        <w:rPr>
          <w:rFonts w:ascii="Calibri" w:eastAsia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51FFE3F" wp14:editId="57698D34">
                <wp:simplePos x="0" y="0"/>
                <wp:positionH relativeFrom="page">
                  <wp:posOffset>893445</wp:posOffset>
                </wp:positionH>
                <wp:positionV relativeFrom="paragraph">
                  <wp:posOffset>141605</wp:posOffset>
                </wp:positionV>
                <wp:extent cx="5952490" cy="12700"/>
                <wp:effectExtent l="7620" t="8255" r="2540" b="7620"/>
                <wp:wrapNone/>
                <wp:docPr id="2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12700"/>
                          <a:chOff x="1407" y="223"/>
                          <a:chExt cx="9374" cy="20"/>
                        </a:xfrm>
                      </wpg:grpSpPr>
                      <wpg:grpSp>
                        <wpg:cNvPr id="27" name="Group 32"/>
                        <wpg:cNvGrpSpPr>
                          <a:grpSpLocks/>
                        </wpg:cNvGrpSpPr>
                        <wpg:grpSpPr bwMode="auto">
                          <a:xfrm>
                            <a:off x="1457" y="233"/>
                            <a:ext cx="9294" cy="2"/>
                            <a:chOff x="1457" y="233"/>
                            <a:chExt cx="9294" cy="2"/>
                          </a:xfrm>
                        </wpg:grpSpPr>
                        <wps:wsp>
                          <wps:cNvPr id="28" name="Freeform 33"/>
                          <wps:cNvSpPr>
                            <a:spLocks/>
                          </wps:cNvSpPr>
                          <wps:spPr bwMode="auto">
                            <a:xfrm>
                              <a:off x="1457" y="233"/>
                              <a:ext cx="9294" cy="2"/>
                            </a:xfrm>
                            <a:custGeom>
                              <a:avLst/>
                              <a:gdLst>
                                <a:gd name="T0" fmla="+- 0 1457 1457"/>
                                <a:gd name="T1" fmla="*/ T0 w 9294"/>
                                <a:gd name="T2" fmla="+- 0 10752 1457"/>
                                <a:gd name="T3" fmla="*/ T2 w 92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4">
                                  <a:moveTo>
                                    <a:pt x="0" y="0"/>
                                  </a:moveTo>
                                  <a:lnTo>
                                    <a:pt x="929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1417" y="233"/>
                            <a:ext cx="2" cy="2"/>
                            <a:chOff x="1417" y="233"/>
                            <a:chExt cx="2" cy="2"/>
                          </a:xfrm>
                        </wpg:grpSpPr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1417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8"/>
                        <wpg:cNvGrpSpPr>
                          <a:grpSpLocks/>
                        </wpg:cNvGrpSpPr>
                        <wpg:grpSpPr bwMode="auto">
                          <a:xfrm>
                            <a:off x="10772" y="233"/>
                            <a:ext cx="2" cy="2"/>
                            <a:chOff x="10772" y="233"/>
                            <a:chExt cx="2" cy="2"/>
                          </a:xfrm>
                        </wpg:grpSpPr>
                        <wps:wsp>
                          <wps:cNvPr id="32" name="Freeform 29"/>
                          <wps:cNvSpPr>
                            <a:spLocks/>
                          </wps:cNvSpPr>
                          <wps:spPr bwMode="auto">
                            <a:xfrm>
                              <a:off x="10772" y="233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70.35pt;margin-top:11.15pt;width:468.7pt;height:1pt;z-index:-251652096;mso-position-horizontal-relative:page" coordorigin="1407,223" coordsize="937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">
                <v:group id="Group 32" o:spid="_x0000_s1027" style="position:absolute;left:1457;top:233;width:9294;height:2" coordorigin="1457,233" coordsize="92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33" o:spid="_x0000_s1028" style="position:absolute;left:1457;top:233;width:9294;height:2;visibility:visible;mso-wrap-style:square;v-text-anchor:top" coordsize="92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moE74A&#10;AADbAAAADwAAAGRycy9kb3ducmV2LnhtbERPy4rCMBTdC/5DuII7TS2Oj2osMozgYjZTBbeX5toW&#10;m5vSpNr+vVkMuDyc9z7tTS2e1LrKsoLFPAJBnFtdcaHgejnNNiCcR9ZYWyYFAzlID+PRHhNtX/xH&#10;z8wXIoSwS1BB6X2TSOnykgy6uW2IA3e3rUEfYFtI3eIrhJtaxlG0kgYrDg0lNvRdUv7IOqPg/LX+&#10;7dENcuuzHxqw6JrbslNqOumPOxCeev8R/7vPWkEcxoYv4QfIwx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HZqBO+AAAA2wAAAA8AAAAAAAAAAAAAAAAAmAIAAGRycy9kb3ducmV2&#10;LnhtbFBLBQYAAAAABAAEAPUAAACDAwAAAAA=&#10;" path="m,l9295,e" filled="f" strokecolor="#231f20" strokeweight="1pt">
                    <v:stroke dashstyle="dash"/>
                    <v:path arrowok="t" o:connecttype="custom" o:connectlocs="0,0;9295,0" o:connectangles="0,0"/>
                  </v:shape>
                </v:group>
                <v:group id="Group 30" o:spid="_x0000_s1029" style="position:absolute;left:1417;top:233;width:2;height:2" coordorigin="1417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31" o:spid="_x0000_s1030" style="position:absolute;left:1417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Dw1MEA&#10;AADbAAAADwAAAGRycy9kb3ducmV2LnhtbERPTYvCMBC9L/gfwgje1lSFIl2jrIIgiILuHrq3oZlt&#10;i82kJlGrv94cBI+P9z1bdKYRV3K+tqxgNExAEBdW11wq+P1Zf05B+ICssbFMCu7kYTHvfcww0/bG&#10;B7oeQyliCPsMFVQhtJmUvqjIoB/aljhy/9YZDBG6UmqHtxhuGjlOklQarDk2VNjSqqLidLwYBVv5&#10;cCnulvsc7/X6lE/Sv0c4KzXod99fIAJ14S1+uTdawSSuj1/iD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A8NTBAAAA2wAAAA8AAAAAAAAAAAAAAAAAmAIAAGRycy9kb3du&#10;cmV2LnhtbFBLBQYAAAAABAAEAPUAAACGAwAAAAA=&#10;" path="m,l,e" filled="f" strokecolor="#231f20" strokeweight="1pt">
                    <v:path arrowok="t" o:connecttype="custom" o:connectlocs="0,0;0,0" o:connectangles="0,0"/>
                  </v:shape>
                </v:group>
                <v:group id="Group 28" o:spid="_x0000_s1031" style="position:absolute;left:10772;top:233;width:2;height:2" coordorigin="10772,23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9" o:spid="_x0000_s1032" style="position:absolute;left:10772;top:23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OMQA&#10;AADbAAAADwAAAGRycy9kb3ducmV2LnhtbESPT4vCMBTE78J+h/AWvGm6CkWqUdwFQRAF/xz09mie&#10;bbF56SZRq5/eLCx4HGbmN8xk1ppa3Mj5yrKCr34Cgji3uuJCwWG/6I1A+ICssbZMCh7kYTb96Eww&#10;0/bOW7rtQiEihH2GCsoQmkxKn5dk0PdtQxy9s3UGQ5SukNrhPcJNLQdJkkqDFceFEhv6KSm/7K5G&#10;wUo+XYrr780RH9Xichymp2f4Var72c7HIAK14R3+by+1guEA/r7EHyC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eyzjEAAAA2wAAAA8AAAAAAAAAAAAAAAAAmAIAAGRycy9k&#10;b3ducmV2LnhtbFBLBQYAAAAABAAEAPUAAACJAwAAAAA=&#10;" path="m,l,e" filled="f" strokecolor="#231f20" strokeweight="1pt">
                    <v:path arrowok="t" o:connecttype="custom" o:connectlocs="0,0;0,0" o:connectangles="0,0"/>
                  </v:shape>
                </v:group>
                <w10:wrap anchorx="page"/>
              </v:group>
            </w:pict>
          </mc:Fallback>
        </mc:AlternateContent>
      </w:r>
      <w:r w:rsidRPr="00F95C52">
        <w:rPr>
          <w:rFonts w:eastAsia="Arial" w:cs="Arial"/>
          <w:color w:val="939598"/>
          <w:sz w:val="16"/>
          <w:szCs w:val="16"/>
          <w:lang w:val="en-US" w:eastAsia="en-US"/>
        </w:rPr>
        <w:t>BP</w:t>
      </w:r>
      <w:r w:rsidRPr="00F95C52">
        <w:rPr>
          <w:rFonts w:eastAsia="Arial" w:cs="Arial"/>
          <w:color w:val="939598"/>
          <w:spacing w:val="-7"/>
          <w:sz w:val="16"/>
          <w:szCs w:val="16"/>
          <w:lang w:val="en-US" w:eastAsia="en-US"/>
        </w:rPr>
        <w:t>V</w:t>
      </w:r>
      <w:r w:rsidRPr="00F95C52">
        <w:rPr>
          <w:rFonts w:eastAsia="Arial" w:cs="Arial"/>
          <w:color w:val="939598"/>
          <w:spacing w:val="-4"/>
          <w:sz w:val="16"/>
          <w:szCs w:val="16"/>
          <w:lang w:val="en-US" w:eastAsia="en-US"/>
        </w:rPr>
        <w:t>-</w:t>
      </w:r>
      <w:r w:rsidRPr="00F95C52">
        <w:rPr>
          <w:rFonts w:eastAsia="Arial" w:cs="Arial"/>
          <w:color w:val="939598"/>
          <w:sz w:val="16"/>
          <w:szCs w:val="16"/>
          <w:lang w:val="en-US" w:eastAsia="en-US"/>
        </w:rPr>
        <w:t>WIJZER</w:t>
      </w:r>
      <w:r w:rsidRPr="00F95C52">
        <w:rPr>
          <w:rFonts w:eastAsia="Arial" w:cs="Arial"/>
          <w:color w:val="939598"/>
          <w:spacing w:val="-22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color w:val="939598"/>
          <w:sz w:val="16"/>
          <w:szCs w:val="16"/>
          <w:lang w:val="en-US" w:eastAsia="en-US"/>
        </w:rPr>
        <w:t>DEEL</w:t>
      </w:r>
      <w:r w:rsidRPr="00F95C52">
        <w:rPr>
          <w:rFonts w:eastAsia="Arial" w:cs="Arial"/>
          <w:color w:val="939598"/>
          <w:spacing w:val="-21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color w:val="939598"/>
          <w:sz w:val="16"/>
          <w:szCs w:val="16"/>
          <w:lang w:val="en-US" w:eastAsia="en-US"/>
        </w:rPr>
        <w:t>5</w:t>
      </w:r>
      <w:r w:rsidRPr="00F95C52">
        <w:rPr>
          <w:rFonts w:eastAsia="Arial" w:cs="Arial"/>
          <w:color w:val="939598"/>
          <w:spacing w:val="-21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color w:val="939598"/>
          <w:sz w:val="16"/>
          <w:szCs w:val="16"/>
          <w:lang w:val="en-US" w:eastAsia="en-US"/>
        </w:rPr>
        <w:t>|</w:t>
      </w:r>
      <w:r w:rsidRPr="00F95C52">
        <w:rPr>
          <w:rFonts w:eastAsia="Arial" w:cs="Arial"/>
          <w:color w:val="939598"/>
          <w:spacing w:val="-21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939598"/>
          <w:sz w:val="16"/>
          <w:szCs w:val="16"/>
          <w:lang w:val="en-US" w:eastAsia="en-US"/>
        </w:rPr>
        <w:t>FORMULIE</w:t>
      </w:r>
      <w:r w:rsidRPr="00F95C52">
        <w:rPr>
          <w:rFonts w:eastAsia="Arial" w:cs="Arial"/>
          <w:b/>
          <w:bCs/>
          <w:color w:val="939598"/>
          <w:spacing w:val="-1"/>
          <w:sz w:val="16"/>
          <w:szCs w:val="16"/>
          <w:lang w:val="en-US" w:eastAsia="en-US"/>
        </w:rPr>
        <w:t>R</w:t>
      </w:r>
      <w:r w:rsidRPr="00F95C52">
        <w:rPr>
          <w:rFonts w:eastAsia="Arial" w:cs="Arial"/>
          <w:b/>
          <w:bCs/>
          <w:color w:val="939598"/>
          <w:sz w:val="16"/>
          <w:szCs w:val="16"/>
          <w:lang w:val="en-US" w:eastAsia="en-US"/>
        </w:rPr>
        <w:t>EN</w:t>
      </w:r>
      <w:r w:rsidRPr="00F95C52">
        <w:rPr>
          <w:rFonts w:eastAsia="Arial" w:cs="Arial"/>
          <w:b/>
          <w:bCs/>
          <w:color w:val="939598"/>
          <w:spacing w:val="-23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939598"/>
          <w:sz w:val="16"/>
          <w:szCs w:val="16"/>
          <w:lang w:val="en-US" w:eastAsia="en-US"/>
        </w:rPr>
        <w:t>|</w:t>
      </w:r>
      <w:r w:rsidRPr="00F95C52">
        <w:rPr>
          <w:rFonts w:eastAsia="Arial" w:cs="Arial"/>
          <w:b/>
          <w:bCs/>
          <w:color w:val="939598"/>
          <w:spacing w:val="-23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231F20"/>
          <w:sz w:val="16"/>
          <w:szCs w:val="16"/>
          <w:lang w:val="en-US" w:eastAsia="en-US"/>
        </w:rPr>
        <w:t>360</w:t>
      </w:r>
      <w:r w:rsidRPr="00F95C52">
        <w:rPr>
          <w:rFonts w:eastAsia="Arial" w:cs="Arial"/>
          <w:b/>
          <w:bCs/>
          <w:color w:val="231F20"/>
          <w:spacing w:val="-24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231F20"/>
          <w:sz w:val="16"/>
          <w:szCs w:val="16"/>
          <w:lang w:val="en-US" w:eastAsia="en-US"/>
        </w:rPr>
        <w:t>GRADEN</w:t>
      </w:r>
      <w:r w:rsidRPr="00F95C52">
        <w:rPr>
          <w:rFonts w:eastAsia="Arial" w:cs="Arial"/>
          <w:b/>
          <w:bCs/>
          <w:color w:val="231F20"/>
          <w:spacing w:val="-23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231F20"/>
          <w:sz w:val="16"/>
          <w:szCs w:val="16"/>
          <w:lang w:val="en-US" w:eastAsia="en-US"/>
        </w:rPr>
        <w:t>FEEDB</w:t>
      </w:r>
      <w:r w:rsidRPr="00F95C52">
        <w:rPr>
          <w:rFonts w:eastAsia="Arial" w:cs="Arial"/>
          <w:b/>
          <w:bCs/>
          <w:color w:val="231F20"/>
          <w:spacing w:val="-2"/>
          <w:sz w:val="16"/>
          <w:szCs w:val="16"/>
          <w:lang w:val="en-US" w:eastAsia="en-US"/>
        </w:rPr>
        <w:t>A</w:t>
      </w:r>
      <w:r w:rsidRPr="00F95C52">
        <w:rPr>
          <w:rFonts w:eastAsia="Arial" w:cs="Arial"/>
          <w:b/>
          <w:bCs/>
          <w:color w:val="231F20"/>
          <w:sz w:val="16"/>
          <w:szCs w:val="16"/>
          <w:lang w:val="en-US" w:eastAsia="en-US"/>
        </w:rPr>
        <w:t>CK</w:t>
      </w:r>
      <w:r w:rsidRPr="00F95C52">
        <w:rPr>
          <w:rFonts w:eastAsia="Arial" w:cs="Arial"/>
          <w:b/>
          <w:bCs/>
          <w:color w:val="231F20"/>
          <w:spacing w:val="-23"/>
          <w:sz w:val="16"/>
          <w:szCs w:val="16"/>
          <w:lang w:val="en-US" w:eastAsia="en-US"/>
        </w:rPr>
        <w:t xml:space="preserve"> </w:t>
      </w:r>
      <w:r w:rsidRPr="00F95C52">
        <w:rPr>
          <w:rFonts w:eastAsia="Arial" w:cs="Arial"/>
          <w:b/>
          <w:bCs/>
          <w:color w:val="231F20"/>
          <w:sz w:val="16"/>
          <w:szCs w:val="16"/>
          <w:lang w:val="en-US" w:eastAsia="en-US"/>
        </w:rPr>
        <w:t>BE</w:t>
      </w:r>
      <w:r w:rsidRPr="00F95C52">
        <w:rPr>
          <w:rFonts w:eastAsia="Arial" w:cs="Arial"/>
          <w:b/>
          <w:bCs/>
          <w:color w:val="231F20"/>
          <w:spacing w:val="-2"/>
          <w:sz w:val="16"/>
          <w:szCs w:val="16"/>
          <w:lang w:val="en-US" w:eastAsia="en-US"/>
        </w:rPr>
        <w:t>R</w:t>
      </w:r>
      <w:r w:rsidRPr="00F95C52">
        <w:rPr>
          <w:rFonts w:eastAsia="Arial" w:cs="Arial"/>
          <w:b/>
          <w:bCs/>
          <w:color w:val="231F20"/>
          <w:sz w:val="16"/>
          <w:szCs w:val="16"/>
          <w:lang w:val="en-US" w:eastAsia="en-US"/>
        </w:rPr>
        <w:t>OEPSHOUDING</w:t>
      </w:r>
    </w:p>
    <w:p w:rsidR="00F95C52" w:rsidRPr="00F95C52" w:rsidRDefault="00F95C52" w:rsidP="00F95C52">
      <w:pPr>
        <w:spacing w:before="9" w:line="90" w:lineRule="exact"/>
        <w:rPr>
          <w:rFonts w:ascii="Calibri" w:eastAsia="Calibri" w:hAnsi="Calibri"/>
          <w:sz w:val="9"/>
          <w:szCs w:val="9"/>
          <w:lang w:val="en-US" w:eastAsia="en-US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8283"/>
        <w:gridCol w:w="364"/>
        <w:gridCol w:w="364"/>
        <w:gridCol w:w="359"/>
      </w:tblGrid>
      <w:tr w:rsidR="00F95C52" w:rsidRPr="00F95C52" w:rsidTr="00891EDF">
        <w:trPr>
          <w:trHeight w:hRule="exact" w:val="214"/>
        </w:trPr>
        <w:tc>
          <w:tcPr>
            <w:tcW w:w="8283" w:type="dxa"/>
            <w:vMerge w:val="restart"/>
            <w:tcBorders>
              <w:top w:val="nil"/>
              <w:left w:val="nil"/>
              <w:right w:val="single" w:sz="4" w:space="0" w:color="231F20"/>
            </w:tcBorders>
          </w:tcPr>
          <w:p w:rsidR="00F95C52" w:rsidRPr="00F95C52" w:rsidRDefault="00F95C52" w:rsidP="00F95C52">
            <w:pPr>
              <w:spacing w:line="200" w:lineRule="exact"/>
              <w:rPr>
                <w:rFonts w:eastAsia="Calibri"/>
                <w:lang w:eastAsia="en-US"/>
              </w:rPr>
            </w:pPr>
          </w:p>
          <w:p w:rsidR="00F95C52" w:rsidRPr="00F95C52" w:rsidRDefault="00F95C52" w:rsidP="00F95C52">
            <w:pPr>
              <w:spacing w:line="200" w:lineRule="exact"/>
              <w:rPr>
                <w:rFonts w:eastAsia="Calibri"/>
                <w:lang w:eastAsia="en-US"/>
              </w:rPr>
            </w:pPr>
          </w:p>
          <w:p w:rsidR="00F95C52" w:rsidRPr="00F95C52" w:rsidRDefault="00F95C52" w:rsidP="00F95C52">
            <w:pPr>
              <w:spacing w:line="200" w:lineRule="exact"/>
              <w:rPr>
                <w:rFonts w:eastAsia="Calibri"/>
                <w:lang w:eastAsia="en-US"/>
              </w:rPr>
            </w:pPr>
          </w:p>
          <w:p w:rsidR="00F95C52" w:rsidRPr="00F95C52" w:rsidRDefault="00F95C52" w:rsidP="00F95C52">
            <w:pPr>
              <w:spacing w:line="200" w:lineRule="exact"/>
              <w:rPr>
                <w:rFonts w:eastAsia="Calibri"/>
                <w:lang w:eastAsia="en-US"/>
              </w:rPr>
            </w:pPr>
          </w:p>
          <w:p w:rsidR="00F95C52" w:rsidRPr="00F95C52" w:rsidRDefault="00F95C52" w:rsidP="00F95C52">
            <w:pPr>
              <w:spacing w:before="8" w:line="28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95C52" w:rsidRPr="00F95C52" w:rsidRDefault="00F95C52" w:rsidP="00F95C52">
            <w:pPr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231F20"/>
                <w:w w:val="90"/>
                <w:sz w:val="19"/>
                <w:szCs w:val="19"/>
                <w:lang w:eastAsia="en-US"/>
              </w:rPr>
              <w:t xml:space="preserve">ASSERTIEF </w:t>
            </w:r>
            <w:r w:rsidRPr="00F95C52">
              <w:rPr>
                <w:rFonts w:eastAsia="Arial" w:cs="Arial"/>
                <w:b/>
                <w:bCs/>
                <w:color w:val="231F20"/>
                <w:spacing w:val="6"/>
                <w:w w:val="90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spacing w:val="-1"/>
                <w:w w:val="90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b/>
                <w:bCs/>
                <w:color w:val="231F20"/>
                <w:w w:val="90"/>
                <w:sz w:val="19"/>
                <w:szCs w:val="19"/>
                <w:lang w:eastAsia="en-US"/>
              </w:rPr>
              <w:t>E</w:t>
            </w:r>
            <w:r w:rsidRPr="00F95C52">
              <w:rPr>
                <w:rFonts w:eastAsia="Arial" w:cs="Arial"/>
                <w:b/>
                <w:bCs/>
                <w:color w:val="231F20"/>
                <w:spacing w:val="-1"/>
                <w:w w:val="90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b/>
                <w:bCs/>
                <w:color w:val="231F20"/>
                <w:w w:val="90"/>
                <w:sz w:val="19"/>
                <w:szCs w:val="19"/>
                <w:lang w:eastAsia="en-US"/>
              </w:rPr>
              <w:t>GE</w:t>
            </w:r>
            <w:r w:rsidRPr="00F95C52">
              <w:rPr>
                <w:rFonts w:eastAsia="Arial" w:cs="Arial"/>
                <w:b/>
                <w:bCs/>
                <w:color w:val="231F20"/>
                <w:spacing w:val="-1"/>
                <w:w w:val="90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b/>
                <w:bCs/>
                <w:color w:val="231F20"/>
                <w:w w:val="90"/>
                <w:sz w:val="19"/>
                <w:szCs w:val="19"/>
                <w:lang w:eastAsia="en-US"/>
              </w:rPr>
              <w:t>EN</w:t>
            </w:r>
          </w:p>
          <w:p w:rsidR="00F95C52" w:rsidRPr="00F95C52" w:rsidRDefault="00F95C52" w:rsidP="00F95C52">
            <w:pPr>
              <w:spacing w:before="49"/>
              <w:ind w:left="16"/>
              <w:rPr>
                <w:rFonts w:eastAsia="Arial" w:cs="Arial"/>
                <w:sz w:val="16"/>
                <w:szCs w:val="16"/>
                <w:lang w:eastAsia="en-US"/>
              </w:rPr>
            </w:pP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Competenties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:</w:t>
            </w:r>
            <w:r w:rsidRPr="00F95C52">
              <w:rPr>
                <w:rFonts w:eastAsia="Arial" w:cs="Arial"/>
                <w:b/>
                <w:bCs/>
                <w:color w:val="77787B"/>
                <w:spacing w:val="-15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beslissen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5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5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activiteiten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5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initiëren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4"/>
                <w:sz w:val="16"/>
                <w:szCs w:val="16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|</w:t>
            </w:r>
            <w:r w:rsidRPr="00F95C52">
              <w:rPr>
                <w:rFonts w:eastAsia="Arial" w:cs="Arial"/>
                <w:b/>
                <w:bCs/>
                <w:color w:val="77787B"/>
                <w:spacing w:val="-15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overtuigen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5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5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beïnvloeden</w:t>
            </w:r>
            <w:proofErr w:type="spellEnd"/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1412"/>
        </w:trPr>
        <w:tc>
          <w:tcPr>
            <w:tcW w:w="8283" w:type="dxa"/>
            <w:vMerge/>
            <w:tcBorders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:rsidR="00F95C52" w:rsidRPr="00F95C52" w:rsidRDefault="00F95C52" w:rsidP="00F95C52">
            <w:pPr>
              <w:spacing w:before="96"/>
              <w:ind w:left="145"/>
              <w:rPr>
                <w:rFonts w:eastAsia="Arial" w:cs="Arial"/>
                <w:sz w:val="14"/>
                <w:szCs w:val="14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FFFFFF"/>
                <w:sz w:val="14"/>
                <w:szCs w:val="14"/>
                <w:lang w:eastAsia="en-US"/>
              </w:rPr>
              <w:t>GOED</w:t>
            </w:r>
          </w:p>
        </w:tc>
        <w:tc>
          <w:tcPr>
            <w:tcW w:w="364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FFFFFF"/>
            </w:tcBorders>
            <w:shd w:val="clear" w:color="auto" w:fill="231F20"/>
            <w:textDirection w:val="btLr"/>
          </w:tcPr>
          <w:p w:rsidR="00F95C52" w:rsidRPr="00F95C52" w:rsidRDefault="00F95C52" w:rsidP="00F95C52">
            <w:pPr>
              <w:spacing w:before="92"/>
              <w:ind w:left="145"/>
              <w:rPr>
                <w:rFonts w:eastAsia="Arial" w:cs="Arial"/>
                <w:sz w:val="14"/>
                <w:szCs w:val="14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FFFFFF"/>
                <w:spacing w:val="-1"/>
                <w:sz w:val="14"/>
                <w:szCs w:val="14"/>
                <w:lang w:eastAsia="en-US"/>
              </w:rPr>
              <w:t>V</w:t>
            </w:r>
            <w:r w:rsidRPr="00F95C52">
              <w:rPr>
                <w:rFonts w:eastAsia="Arial" w:cs="Arial"/>
                <w:b/>
                <w:bCs/>
                <w:color w:val="FFFFFF"/>
                <w:sz w:val="14"/>
                <w:szCs w:val="14"/>
                <w:lang w:eastAsia="en-US"/>
              </w:rPr>
              <w:t>OLDOENDE</w:t>
            </w:r>
          </w:p>
        </w:tc>
        <w:tc>
          <w:tcPr>
            <w:tcW w:w="359" w:type="dxa"/>
            <w:tcBorders>
              <w:top w:val="nil"/>
              <w:left w:val="single" w:sz="4" w:space="0" w:color="FFFFFF"/>
              <w:bottom w:val="single" w:sz="4" w:space="0" w:color="231F20"/>
              <w:right w:val="single" w:sz="4" w:space="0" w:color="231F20"/>
            </w:tcBorders>
            <w:shd w:val="clear" w:color="auto" w:fill="231F20"/>
            <w:textDirection w:val="btLr"/>
          </w:tcPr>
          <w:p w:rsidR="00F95C52" w:rsidRPr="00F95C52" w:rsidRDefault="00F95C52" w:rsidP="00F95C52">
            <w:pPr>
              <w:spacing w:before="88"/>
              <w:ind w:left="145"/>
              <w:rPr>
                <w:rFonts w:eastAsia="Arial" w:cs="Arial"/>
                <w:sz w:val="14"/>
                <w:szCs w:val="14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FFFFFF"/>
                <w:sz w:val="14"/>
                <w:szCs w:val="14"/>
                <w:lang w:eastAsia="en-US"/>
              </w:rPr>
              <w:t>ON</w:t>
            </w:r>
            <w:r w:rsidRPr="00F95C52">
              <w:rPr>
                <w:rFonts w:eastAsia="Arial" w:cs="Arial"/>
                <w:b/>
                <w:bCs/>
                <w:color w:val="FFFFFF"/>
                <w:spacing w:val="-1"/>
                <w:sz w:val="14"/>
                <w:szCs w:val="14"/>
                <w:lang w:eastAsia="en-US"/>
              </w:rPr>
              <w:t>V</w:t>
            </w:r>
            <w:r w:rsidRPr="00F95C52">
              <w:rPr>
                <w:rFonts w:eastAsia="Arial" w:cs="Arial"/>
                <w:b/>
                <w:bCs/>
                <w:color w:val="FFFFFF"/>
                <w:sz w:val="14"/>
                <w:szCs w:val="14"/>
                <w:lang w:eastAsia="en-US"/>
              </w:rPr>
              <w:t>OLDOENDE</w:t>
            </w: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begint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uit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elf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een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gesp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ek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stelt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vragen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als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za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niet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duidelijk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zijn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hebt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een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overtuigende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eigen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mening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argument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tie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geeft</w:t>
            </w:r>
            <w:proofErr w:type="spellEnd"/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eigen</w:t>
            </w:r>
            <w:proofErr w:type="spellEnd"/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duidelijk</w:t>
            </w:r>
            <w:proofErr w:type="spellEnd"/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aan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bent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p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oactief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bij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dilemma’s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 school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in je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werk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omt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voor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eigen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belangen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houdt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ening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met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de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belangen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van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ande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56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 w:line="307" w:lineRule="auto"/>
              <w:ind w:left="16" w:right="67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sch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bij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meningsverschillen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onderhandelingsruimte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goed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in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om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tot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acceptabele</w:t>
            </w:r>
            <w:proofErr w:type="spellEnd"/>
            <w:r w:rsidRPr="00F95C52">
              <w:rPr>
                <w:rFonts w:eastAsia="Arial" w:cs="Arial"/>
                <w:color w:val="231F20"/>
                <w:w w:val="104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oplossingen</w:t>
            </w:r>
            <w:proofErr w:type="spellEnd"/>
            <w:r w:rsidRPr="00F95C52">
              <w:rPr>
                <w:rFonts w:eastAsia="Arial" w:cs="Arial"/>
                <w:color w:val="231F20"/>
                <w:spacing w:val="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te</w:t>
            </w:r>
            <w:proofErr w:type="spellEnd"/>
            <w:r w:rsidRPr="00F95C52">
              <w:rPr>
                <w:rFonts w:eastAsia="Arial" w:cs="Arial"/>
                <w:color w:val="231F20"/>
                <w:spacing w:val="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omen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84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8" w:line="28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95C52" w:rsidRPr="00F95C52" w:rsidRDefault="00F95C52" w:rsidP="00F95C52">
            <w:pPr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231F20"/>
                <w:spacing w:val="-1"/>
                <w:w w:val="9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EFLECTE</w:t>
            </w:r>
            <w:r w:rsidRPr="00F95C52">
              <w:rPr>
                <w:rFonts w:eastAsia="Arial" w:cs="Arial"/>
                <w:b/>
                <w:bCs/>
                <w:color w:val="231F20"/>
                <w:spacing w:val="-2"/>
                <w:w w:val="9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EN</w:t>
            </w:r>
            <w:r w:rsidRPr="00F95C52">
              <w:rPr>
                <w:rFonts w:eastAsia="Arial" w:cs="Arial"/>
                <w:b/>
                <w:bCs/>
                <w:color w:val="231F20"/>
                <w:spacing w:val="5"/>
                <w:w w:val="9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OP</w:t>
            </w:r>
            <w:r w:rsidRPr="00F95C52">
              <w:rPr>
                <w:rFonts w:eastAsia="Arial" w:cs="Arial"/>
                <w:b/>
                <w:bCs/>
                <w:color w:val="231F20"/>
                <w:spacing w:val="5"/>
                <w:w w:val="9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EIGEN</w:t>
            </w:r>
            <w:r w:rsidRPr="00F95C52">
              <w:rPr>
                <w:rFonts w:eastAsia="Arial" w:cs="Arial"/>
                <w:b/>
                <w:bCs/>
                <w:color w:val="231F20"/>
                <w:spacing w:val="5"/>
                <w:w w:val="9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HANDELEN</w:t>
            </w:r>
          </w:p>
          <w:p w:rsidR="00F95C52" w:rsidRPr="00F95C52" w:rsidRDefault="00F95C52" w:rsidP="00F95C52">
            <w:pPr>
              <w:spacing w:before="49"/>
              <w:ind w:left="16"/>
              <w:rPr>
                <w:rFonts w:eastAsia="Arial" w:cs="Arial"/>
                <w:sz w:val="16"/>
                <w:szCs w:val="16"/>
                <w:lang w:eastAsia="en-US"/>
              </w:rPr>
            </w:pP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Competenties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:</w:t>
            </w:r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onderzoe</w:t>
            </w:r>
            <w:r w:rsidRPr="00F95C52">
              <w:rPr>
                <w:rFonts w:eastAsia="Arial" w:cs="Arial"/>
                <w:b/>
                <w:bCs/>
                <w:color w:val="77787B"/>
                <w:spacing w:val="-2"/>
                <w:sz w:val="16"/>
                <w:szCs w:val="16"/>
                <w:lang w:eastAsia="en-US"/>
              </w:rPr>
              <w:t>k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9"/>
                <w:sz w:val="16"/>
                <w:szCs w:val="16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|</w:t>
            </w:r>
            <w:r w:rsidRPr="00F95C52">
              <w:rPr>
                <w:rFonts w:eastAsia="Arial" w:cs="Arial"/>
                <w:b/>
                <w:bCs/>
                <w:color w:val="77787B"/>
                <w:spacing w:val="-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leren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1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gebruikt</w:t>
            </w:r>
            <w:proofErr w:type="spellEnd"/>
            <w:r w:rsidRPr="00F95C52">
              <w:rPr>
                <w:rFonts w:eastAsia="Arial" w:cs="Arial"/>
                <w:color w:val="231F20"/>
                <w:spacing w:val="1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eflectiemethoden</w:t>
            </w:r>
            <w:proofErr w:type="spellEnd"/>
            <w:r w:rsidRPr="00F95C52">
              <w:rPr>
                <w:rFonts w:eastAsia="Arial" w:cs="Arial"/>
                <w:color w:val="231F20"/>
                <w:spacing w:val="10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om</w:t>
            </w:r>
            <w:r w:rsidRPr="00F95C52">
              <w:rPr>
                <w:rFonts w:eastAsia="Arial" w:cs="Arial"/>
                <w:color w:val="231F20"/>
                <w:spacing w:val="1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te</w:t>
            </w:r>
            <w:proofErr w:type="spellEnd"/>
            <w:r w:rsidRPr="00F95C52">
              <w:rPr>
                <w:rFonts w:eastAsia="Arial" w:cs="Arial"/>
                <w:color w:val="231F20"/>
                <w:spacing w:val="1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le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verantwoordt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 xml:space="preserve">je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eigen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handelen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overziet</w:t>
            </w:r>
            <w:proofErr w:type="spellEnd"/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de</w:t>
            </w:r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gevolgen</w:t>
            </w:r>
            <w:proofErr w:type="spellEnd"/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van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handelen</w:t>
            </w:r>
            <w:proofErr w:type="spellEnd"/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voor</w:t>
            </w:r>
            <w:proofErr w:type="spellEnd"/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elf</w:t>
            </w:r>
            <w:proofErr w:type="spellEnd"/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ande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onder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oekt</w:t>
            </w:r>
            <w:proofErr w:type="spellEnd"/>
            <w:r w:rsidRPr="00F95C52">
              <w:rPr>
                <w:rFonts w:eastAsia="Arial" w:cs="Arial"/>
                <w:color w:val="231F20"/>
                <w:spacing w:val="3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kwaliteiten</w:t>
            </w:r>
            <w:proofErr w:type="spellEnd"/>
            <w:r w:rsidRPr="00F95C52">
              <w:rPr>
                <w:rFonts w:eastAsia="Arial" w:cs="Arial"/>
                <w:color w:val="231F20"/>
                <w:spacing w:val="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ontwik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elt</w:t>
            </w:r>
            <w:proofErr w:type="spellEnd"/>
            <w:r w:rsidRPr="00F95C52">
              <w:rPr>
                <w:rFonts w:eastAsia="Arial" w:cs="Arial"/>
                <w:color w:val="231F20"/>
                <w:spacing w:val="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</w:t>
            </w:r>
            <w:proofErr w:type="spellEnd"/>
            <w:r w:rsidRPr="00F95C52">
              <w:rPr>
                <w:rFonts w:eastAsia="Arial" w:cs="Arial"/>
                <w:color w:val="231F20"/>
                <w:spacing w:val="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verder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sta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</w:t>
            </w:r>
            <w:proofErr w:type="spellEnd"/>
            <w:r w:rsidRPr="00F95C52">
              <w:rPr>
                <w:rFonts w:eastAsia="Arial" w:cs="Arial"/>
                <w:color w:val="231F20"/>
                <w:spacing w:val="2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open</w:t>
            </w:r>
            <w:r w:rsidRPr="00F95C52">
              <w:rPr>
                <w:rFonts w:eastAsia="Arial" w:cs="Arial"/>
                <w:color w:val="231F20"/>
                <w:spacing w:val="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voor</w:t>
            </w:r>
            <w:proofErr w:type="spellEnd"/>
            <w:r w:rsidRPr="00F95C52">
              <w:rPr>
                <w:rFonts w:eastAsia="Arial" w:cs="Arial"/>
                <w:color w:val="231F20"/>
                <w:spacing w:val="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nieuwe</w:t>
            </w:r>
            <w:proofErr w:type="spellEnd"/>
            <w:r w:rsidRPr="00F95C52">
              <w:rPr>
                <w:rFonts w:eastAsia="Arial" w:cs="Arial"/>
                <w:color w:val="231F20"/>
                <w:spacing w:val="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i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n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form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tie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evalueert</w:t>
            </w:r>
            <w:proofErr w:type="spellEnd"/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leerp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oces</w:t>
            </w:r>
            <w:proofErr w:type="spellEnd"/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ekt</w:t>
            </w:r>
            <w:proofErr w:type="spellEnd"/>
            <w:r w:rsidRPr="00F95C52">
              <w:rPr>
                <w:rFonts w:eastAsia="Arial" w:cs="Arial"/>
                <w:color w:val="231F20"/>
                <w:spacing w:val="-8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daaruit</w:t>
            </w:r>
            <w:proofErr w:type="spellEnd"/>
            <w:r w:rsidRPr="00F95C52">
              <w:rPr>
                <w:rFonts w:eastAsia="Arial" w:cs="Arial"/>
                <w:color w:val="231F20"/>
                <w:spacing w:val="-9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conclusies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112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 w:line="28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95C52" w:rsidRPr="00F95C52" w:rsidRDefault="00F95C52" w:rsidP="00F95C52">
            <w:pPr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OMGAAN</w:t>
            </w:r>
            <w:r w:rsidRPr="00F95C52">
              <w:rPr>
                <w:rFonts w:eastAsia="Arial" w:cs="Arial"/>
                <w:b/>
                <w:bCs/>
                <w:color w:val="231F20"/>
                <w:spacing w:val="13"/>
                <w:w w:val="9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MET</w:t>
            </w:r>
            <w:r w:rsidRPr="00F95C52">
              <w:rPr>
                <w:rFonts w:eastAsia="Arial" w:cs="Arial"/>
                <w:b/>
                <w:bCs/>
                <w:color w:val="231F20"/>
                <w:spacing w:val="14"/>
                <w:w w:val="9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FEEDB</w:t>
            </w:r>
            <w:r w:rsidRPr="00F95C52">
              <w:rPr>
                <w:rFonts w:eastAsia="Arial" w:cs="Arial"/>
                <w:b/>
                <w:bCs/>
                <w:color w:val="231F20"/>
                <w:spacing w:val="-2"/>
                <w:w w:val="9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b/>
                <w:bCs/>
                <w:color w:val="231F20"/>
                <w:w w:val="95"/>
                <w:sz w:val="19"/>
                <w:szCs w:val="19"/>
                <w:lang w:eastAsia="en-US"/>
              </w:rPr>
              <w:t>CK</w:t>
            </w:r>
          </w:p>
          <w:p w:rsidR="00F95C52" w:rsidRPr="00F95C52" w:rsidRDefault="00F95C52" w:rsidP="00F95C52">
            <w:pPr>
              <w:spacing w:before="49" w:line="312" w:lineRule="auto"/>
              <w:ind w:left="16" w:right="2220"/>
              <w:rPr>
                <w:rFonts w:eastAsia="Arial" w:cs="Arial"/>
                <w:sz w:val="16"/>
                <w:szCs w:val="16"/>
                <w:lang w:eastAsia="en-US"/>
              </w:rPr>
            </w:pP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Competenties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:</w:t>
            </w:r>
            <w:r w:rsidRPr="00F95C52">
              <w:rPr>
                <w:rFonts w:eastAsia="Arial" w:cs="Arial"/>
                <w:b/>
                <w:bCs/>
                <w:color w:val="77787B"/>
                <w:spacing w:val="-14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beslissen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4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4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activiteiten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3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initiëren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4"/>
                <w:sz w:val="16"/>
                <w:szCs w:val="16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|</w:t>
            </w:r>
            <w:r w:rsidRPr="00F95C52">
              <w:rPr>
                <w:rFonts w:eastAsia="Arial" w:cs="Arial"/>
                <w:b/>
                <w:bCs/>
                <w:color w:val="77787B"/>
                <w:spacing w:val="-14"/>
                <w:sz w:val="16"/>
                <w:szCs w:val="16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met</w:t>
            </w:r>
            <w:r w:rsidRPr="00F95C52">
              <w:rPr>
                <w:rFonts w:eastAsia="Arial" w:cs="Arial"/>
                <w:b/>
                <w:bCs/>
                <w:color w:val="77787B"/>
                <w:spacing w:val="-13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druk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4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4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tegenslag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3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omgaan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w w:val="99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gedrevenheid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7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7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ambitie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6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tonen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hanteert</w:t>
            </w:r>
            <w:proofErr w:type="spellEnd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de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feedback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egels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cor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ect</w:t>
            </w: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gebruikt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fouten</w:t>
            </w:r>
            <w:proofErr w:type="spellEnd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feedback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om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van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te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le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2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maakt</w:t>
            </w:r>
            <w:proofErr w:type="spellEnd"/>
            <w:r w:rsidRPr="00F95C52">
              <w:rPr>
                <w:rFonts w:eastAsia="Arial" w:cs="Arial"/>
                <w:color w:val="231F20"/>
                <w:spacing w:val="-2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eu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es</w:t>
            </w:r>
            <w:proofErr w:type="spellEnd"/>
            <w:r w:rsidRPr="00F95C52">
              <w:rPr>
                <w:rFonts w:eastAsia="Arial" w:cs="Arial"/>
                <w:color w:val="231F20"/>
                <w:spacing w:val="-2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die</w:t>
            </w:r>
            <w:r w:rsidRPr="00F95C52">
              <w:rPr>
                <w:rFonts w:eastAsia="Arial" w:cs="Arial"/>
                <w:color w:val="231F20"/>
                <w:spacing w:val="-2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passen</w:t>
            </w:r>
            <w:proofErr w:type="spellEnd"/>
            <w:r w:rsidRPr="00F95C52">
              <w:rPr>
                <w:rFonts w:eastAsia="Arial" w:cs="Arial"/>
                <w:color w:val="231F20"/>
                <w:spacing w:val="-2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bij</w:t>
            </w:r>
            <w:proofErr w:type="spellEnd"/>
            <w:r w:rsidRPr="00F95C52">
              <w:rPr>
                <w:rFonts w:eastAsia="Arial" w:cs="Arial"/>
                <w:color w:val="231F20"/>
                <w:spacing w:val="-2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20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(leer)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ervaringen</w:t>
            </w:r>
            <w:proofErr w:type="spellEnd"/>
            <w:r w:rsidRPr="00F95C52">
              <w:rPr>
                <w:rFonts w:eastAsia="Arial" w:cs="Arial"/>
                <w:color w:val="231F20"/>
                <w:spacing w:val="-2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2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(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oeps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)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situ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tie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investeert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tijd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energie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om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eigen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leerdoelen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te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ontdek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te</w:t>
            </w:r>
            <w:proofErr w:type="spellEnd"/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ealise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besp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eekt</w:t>
            </w:r>
            <w:proofErr w:type="spellEnd"/>
            <w:r w:rsidRPr="00F95C52">
              <w:rPr>
                <w:rFonts w:eastAsia="Arial" w:cs="Arial"/>
                <w:color w:val="231F20"/>
                <w:spacing w:val="-1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gevoelens</w:t>
            </w:r>
            <w:proofErr w:type="spellEnd"/>
            <w:r w:rsidRPr="00F95C52">
              <w:rPr>
                <w:rFonts w:eastAsia="Arial" w:cs="Arial"/>
                <w:color w:val="231F20"/>
                <w:spacing w:val="-12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van</w:t>
            </w:r>
            <w:r w:rsidRPr="00F95C52">
              <w:rPr>
                <w:rFonts w:eastAsia="Arial" w:cs="Arial"/>
                <w:color w:val="231F20"/>
                <w:spacing w:val="-1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on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</w:t>
            </w:r>
            <w:r w:rsidRPr="00F95C52">
              <w:rPr>
                <w:rFonts w:eastAsia="Arial" w:cs="Arial"/>
                <w:color w:val="231F20"/>
                <w:spacing w:val="-3"/>
                <w:w w:val="105"/>
                <w:sz w:val="19"/>
                <w:szCs w:val="19"/>
                <w:lang w:eastAsia="en-US"/>
              </w:rPr>
              <w:t>k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erheid</w:t>
            </w:r>
            <w:proofErr w:type="spellEnd"/>
            <w:r w:rsidRPr="00F95C52">
              <w:rPr>
                <w:rFonts w:eastAsia="Arial" w:cs="Arial"/>
                <w:color w:val="231F20"/>
                <w:spacing w:val="-11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met</w:t>
            </w:r>
            <w:r w:rsidRPr="00F95C52">
              <w:rPr>
                <w:rFonts w:eastAsia="Arial" w:cs="Arial"/>
                <w:color w:val="231F20"/>
                <w:spacing w:val="-1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collega’s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,</w:t>
            </w:r>
            <w:r w:rsidRPr="00F95C52">
              <w:rPr>
                <w:rFonts w:eastAsia="Arial" w:cs="Arial"/>
                <w:color w:val="231F20"/>
                <w:spacing w:val="-1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medestudenten</w:t>
            </w:r>
            <w:proofErr w:type="spellEnd"/>
            <w:r w:rsidRPr="00F95C52">
              <w:rPr>
                <w:rFonts w:eastAsia="Arial" w:cs="Arial"/>
                <w:color w:val="231F20"/>
                <w:spacing w:val="-1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12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begeleider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1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toont</w:t>
            </w:r>
            <w:proofErr w:type="spellEnd"/>
            <w:r w:rsidRPr="00F95C52">
              <w:rPr>
                <w:rFonts w:eastAsia="Arial" w:cs="Arial"/>
                <w:color w:val="231F20"/>
                <w:spacing w:val="1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door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z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ettingsvermogen</w:t>
            </w:r>
            <w:proofErr w:type="spellEnd"/>
            <w:r w:rsidRPr="00F95C52">
              <w:rPr>
                <w:rFonts w:eastAsia="Arial" w:cs="Arial"/>
                <w:color w:val="231F20"/>
                <w:spacing w:val="1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wanneer</w:t>
            </w:r>
            <w:proofErr w:type="spellEnd"/>
            <w:r w:rsidRPr="00F95C52">
              <w:rPr>
                <w:rFonts w:eastAsia="Arial" w:cs="Arial"/>
                <w:color w:val="231F20"/>
                <w:spacing w:val="13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het</w:t>
            </w:r>
            <w:r w:rsidRPr="00F95C52">
              <w:rPr>
                <w:rFonts w:eastAsia="Arial" w:cs="Arial"/>
                <w:color w:val="231F20"/>
                <w:spacing w:val="1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tegenzit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84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 w:line="28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95C52" w:rsidRPr="00F95C52" w:rsidRDefault="00F95C52" w:rsidP="00F95C52">
            <w:pPr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b/>
                <w:bCs/>
                <w:color w:val="231F20"/>
                <w:sz w:val="19"/>
                <w:szCs w:val="19"/>
                <w:lang w:eastAsia="en-US"/>
              </w:rPr>
              <w:t>IN</w:t>
            </w:r>
            <w:r w:rsidRPr="00F95C52">
              <w:rPr>
                <w:rFonts w:eastAsia="Arial" w:cs="Arial"/>
                <w:b/>
                <w:bCs/>
                <w:color w:val="231F20"/>
                <w:spacing w:val="-1"/>
                <w:sz w:val="19"/>
                <w:szCs w:val="19"/>
                <w:lang w:eastAsia="en-US"/>
              </w:rPr>
              <w:t>V</w:t>
            </w:r>
            <w:r w:rsidRPr="00F95C52">
              <w:rPr>
                <w:rFonts w:eastAsia="Arial" w:cs="Arial"/>
                <w:b/>
                <w:bCs/>
                <w:color w:val="231F20"/>
                <w:sz w:val="19"/>
                <w:szCs w:val="19"/>
                <w:lang w:eastAsia="en-US"/>
              </w:rPr>
              <w:t>OELEND</w:t>
            </w:r>
            <w:r w:rsidRPr="00F95C52">
              <w:rPr>
                <w:rFonts w:eastAsia="Arial" w:cs="Arial"/>
                <w:b/>
                <w:bCs/>
                <w:color w:val="231F20"/>
                <w:spacing w:val="-32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sz w:val="19"/>
                <w:szCs w:val="19"/>
                <w:lang w:eastAsia="en-US"/>
              </w:rPr>
              <w:t>EN</w:t>
            </w:r>
            <w:r w:rsidRPr="00F95C52">
              <w:rPr>
                <w:rFonts w:eastAsia="Arial" w:cs="Arial"/>
                <w:b/>
                <w:bCs/>
                <w:color w:val="231F20"/>
                <w:spacing w:val="-32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sz w:val="19"/>
                <w:szCs w:val="19"/>
                <w:lang w:eastAsia="en-US"/>
              </w:rPr>
              <w:t>SOCIAAL</w:t>
            </w:r>
            <w:r w:rsidRPr="00F95C52">
              <w:rPr>
                <w:rFonts w:eastAsia="Arial" w:cs="Arial"/>
                <w:b/>
                <w:bCs/>
                <w:color w:val="231F20"/>
                <w:spacing w:val="-31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231F20"/>
                <w:sz w:val="19"/>
                <w:szCs w:val="19"/>
                <w:lang w:eastAsia="en-US"/>
              </w:rPr>
              <w:t>HANDELEN</w:t>
            </w:r>
          </w:p>
          <w:p w:rsidR="00F95C52" w:rsidRPr="00F95C52" w:rsidRDefault="00F95C52" w:rsidP="00F95C52">
            <w:pPr>
              <w:spacing w:before="49"/>
              <w:ind w:left="16"/>
              <w:rPr>
                <w:rFonts w:eastAsia="Arial" w:cs="Arial"/>
                <w:sz w:val="16"/>
                <w:szCs w:val="16"/>
                <w:lang w:eastAsia="en-US"/>
              </w:rPr>
            </w:pP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Competenties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:</w:t>
            </w:r>
            <w:r w:rsidRPr="00F95C52">
              <w:rPr>
                <w:rFonts w:eastAsia="Arial" w:cs="Arial"/>
                <w:b/>
                <w:bCs/>
                <w:color w:val="77787B"/>
                <w:spacing w:val="-1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aandacht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begrip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tonen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|</w:t>
            </w:r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ethisch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integer</w:t>
            </w:r>
            <w:r w:rsidRPr="00F95C52">
              <w:rPr>
                <w:rFonts w:eastAsia="Arial" w:cs="Arial"/>
                <w:b/>
                <w:bCs/>
                <w:color w:val="77787B"/>
                <w:spacing w:val="-1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b/>
                <w:bCs/>
                <w:color w:val="77787B"/>
                <w:sz w:val="16"/>
                <w:szCs w:val="16"/>
                <w:lang w:eastAsia="en-US"/>
              </w:rPr>
              <w:t>handelen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 xml:space="preserve">Je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geeft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ande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 xml:space="preserve"> de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ruimte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 xml:space="preserve"> om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zich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te</w:t>
            </w:r>
            <w:proofErr w:type="spellEnd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uiten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1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toont</w:t>
            </w:r>
            <w:proofErr w:type="spellEnd"/>
            <w:r w:rsidRPr="00F95C52">
              <w:rPr>
                <w:rFonts w:eastAsia="Arial" w:cs="Arial"/>
                <w:color w:val="231F20"/>
                <w:spacing w:val="1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emp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a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thie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especteert</w:t>
            </w:r>
            <w:proofErr w:type="spellEnd"/>
            <w:r w:rsidRPr="00F95C52">
              <w:rPr>
                <w:rFonts w:eastAsia="Arial" w:cs="Arial"/>
                <w:color w:val="231F20"/>
                <w:spacing w:val="-14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gedachten</w:t>
            </w:r>
            <w:proofErr w:type="spellEnd"/>
            <w:r w:rsidRPr="00F95C52">
              <w:rPr>
                <w:rFonts w:eastAsia="Arial" w:cs="Arial"/>
                <w:color w:val="231F20"/>
                <w:spacing w:val="-1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1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gevoelens</w:t>
            </w:r>
            <w:proofErr w:type="spellEnd"/>
            <w:r w:rsidRPr="00F95C52">
              <w:rPr>
                <w:rFonts w:eastAsia="Arial" w:cs="Arial"/>
                <w:color w:val="231F20"/>
                <w:spacing w:val="-13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van</w:t>
            </w:r>
            <w:r w:rsidRPr="00F95C52">
              <w:rPr>
                <w:rFonts w:eastAsia="Arial" w:cs="Arial"/>
                <w:color w:val="231F20"/>
                <w:spacing w:val="-13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ande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1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waardeert</w:t>
            </w:r>
            <w:proofErr w:type="spellEnd"/>
            <w:r w:rsidRPr="00F95C52">
              <w:rPr>
                <w:rFonts w:eastAsia="Arial" w:cs="Arial"/>
                <w:color w:val="231F20"/>
                <w:spacing w:val="-15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verschillen</w:t>
            </w:r>
            <w:proofErr w:type="spellEnd"/>
            <w:r w:rsidRPr="00F95C52">
              <w:rPr>
                <w:rFonts w:eastAsia="Arial" w:cs="Arial"/>
                <w:color w:val="231F20"/>
                <w:spacing w:val="-15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tussen</w:t>
            </w:r>
            <w:proofErr w:type="spellEnd"/>
            <w:r w:rsidRPr="00F95C52">
              <w:rPr>
                <w:rFonts w:eastAsia="Arial" w:cs="Arial"/>
                <w:color w:val="231F20"/>
                <w:spacing w:val="-15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mensen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toont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positieve</w:t>
            </w:r>
            <w:proofErr w:type="spellEnd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belangstelling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waardering</w:t>
            </w:r>
            <w:proofErr w:type="spellEnd"/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voor</w:t>
            </w:r>
            <w:proofErr w:type="spellEnd"/>
            <w:r w:rsidRPr="00F95C52">
              <w:rPr>
                <w:rFonts w:eastAsia="Arial" w:cs="Arial"/>
                <w:color w:val="231F20"/>
                <w:spacing w:val="-2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ande</w:t>
            </w:r>
            <w:r w:rsidRPr="00F95C52">
              <w:rPr>
                <w:rFonts w:eastAsia="Arial" w:cs="Arial"/>
                <w:color w:val="231F20"/>
                <w:spacing w:val="-1"/>
                <w:w w:val="105"/>
                <w:sz w:val="19"/>
                <w:szCs w:val="19"/>
                <w:lang w:eastAsia="en-US"/>
              </w:rPr>
              <w:t>r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  <w:tr w:rsidR="00F95C52" w:rsidRPr="00F95C52" w:rsidTr="00891EDF">
        <w:trPr>
          <w:trHeight w:hRule="exact" w:val="280"/>
        </w:trPr>
        <w:tc>
          <w:tcPr>
            <w:tcW w:w="8283" w:type="dxa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spacing w:before="17"/>
              <w:ind w:left="16"/>
              <w:rPr>
                <w:rFonts w:eastAsia="Arial" w:cs="Arial"/>
                <w:sz w:val="19"/>
                <w:szCs w:val="19"/>
                <w:lang w:eastAsia="en-US"/>
              </w:rPr>
            </w:pP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Je</w:t>
            </w:r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draagt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bij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aan</w:t>
            </w:r>
            <w:proofErr w:type="spellEnd"/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een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positieve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sfeer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op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school</w:t>
            </w:r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en</w:t>
            </w:r>
            <w:proofErr w:type="spellEnd"/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in</w:t>
            </w:r>
            <w:r w:rsidRPr="00F95C52">
              <w:rPr>
                <w:rFonts w:eastAsia="Arial" w:cs="Arial"/>
                <w:color w:val="231F20"/>
                <w:spacing w:val="-7"/>
                <w:w w:val="105"/>
                <w:sz w:val="19"/>
                <w:szCs w:val="19"/>
                <w:lang w:eastAsia="en-US"/>
              </w:rPr>
              <w:t xml:space="preserve"> </w:t>
            </w:r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het</w:t>
            </w:r>
            <w:r w:rsidRPr="00F95C52">
              <w:rPr>
                <w:rFonts w:eastAsia="Arial" w:cs="Arial"/>
                <w:color w:val="231F20"/>
                <w:spacing w:val="-6"/>
                <w:w w:val="105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F95C52">
              <w:rPr>
                <w:rFonts w:eastAsia="Arial" w:cs="Arial"/>
                <w:color w:val="231F20"/>
                <w:w w:val="105"/>
                <w:sz w:val="19"/>
                <w:szCs w:val="19"/>
                <w:lang w:eastAsia="en-US"/>
              </w:rPr>
              <w:t>werk</w:t>
            </w:r>
            <w:proofErr w:type="spellEnd"/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3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F95C52" w:rsidRPr="00F95C52" w:rsidRDefault="00F95C52" w:rsidP="00F95C52">
            <w:pPr>
              <w:rPr>
                <w:rFonts w:eastAsia="Calibri"/>
                <w:szCs w:val="22"/>
                <w:lang w:eastAsia="en-US"/>
              </w:rPr>
            </w:pPr>
          </w:p>
        </w:tc>
      </w:tr>
    </w:tbl>
    <w:p w:rsidR="00F95C52" w:rsidRPr="00F95C52" w:rsidRDefault="00F95C52" w:rsidP="00F95C52">
      <w:pPr>
        <w:spacing w:before="10" w:line="100" w:lineRule="exact"/>
        <w:rPr>
          <w:rFonts w:ascii="Calibri" w:eastAsia="Calibri" w:hAnsi="Calibri"/>
          <w:sz w:val="10"/>
          <w:szCs w:val="10"/>
          <w:lang w:val="en-US" w:eastAsia="en-US"/>
        </w:rPr>
      </w:pPr>
    </w:p>
    <w:p w:rsidR="00F95C52" w:rsidRPr="00F95C52" w:rsidRDefault="00F95C52" w:rsidP="00F95C52">
      <w:pPr>
        <w:spacing w:line="200" w:lineRule="exact"/>
        <w:rPr>
          <w:rFonts w:ascii="Calibri" w:eastAsia="Calibri" w:hAnsi="Calibri"/>
          <w:lang w:val="en-US" w:eastAsia="en-US"/>
        </w:rPr>
      </w:pPr>
    </w:p>
    <w:p w:rsidR="00BD3ADA" w:rsidRDefault="00BD3ADA" w:rsidP="00777006">
      <w:pPr>
        <w:tabs>
          <w:tab w:val="left" w:pos="1250"/>
        </w:tabs>
      </w:pPr>
    </w:p>
    <w:p w:rsidR="00F95C52" w:rsidRDefault="00F95C52" w:rsidP="00777006">
      <w:pPr>
        <w:tabs>
          <w:tab w:val="left" w:pos="1250"/>
        </w:tabs>
      </w:pPr>
    </w:p>
    <w:p w:rsidR="00F95C52" w:rsidRDefault="00F95C52" w:rsidP="00777006">
      <w:pPr>
        <w:tabs>
          <w:tab w:val="left" w:pos="1250"/>
        </w:tabs>
      </w:pPr>
    </w:p>
    <w:p w:rsidR="00F95C52" w:rsidRDefault="00F95C52" w:rsidP="00777006">
      <w:pPr>
        <w:tabs>
          <w:tab w:val="left" w:pos="1250"/>
        </w:tabs>
      </w:pPr>
    </w:p>
    <w:p w:rsidR="00F95C52" w:rsidRDefault="00F95C52" w:rsidP="00777006">
      <w:pPr>
        <w:tabs>
          <w:tab w:val="left" w:pos="1250"/>
        </w:tabs>
      </w:pPr>
    </w:p>
    <w:p w:rsidR="00F95C52" w:rsidRDefault="00F95C52" w:rsidP="00777006">
      <w:pPr>
        <w:tabs>
          <w:tab w:val="left" w:pos="1250"/>
        </w:tabs>
      </w:pPr>
    </w:p>
    <w:p w:rsidR="00F95C52" w:rsidRDefault="00F95C52" w:rsidP="00777006">
      <w:pPr>
        <w:tabs>
          <w:tab w:val="left" w:pos="1250"/>
        </w:tabs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D3ADA" w:rsidRPr="00DE502B" w:rsidTr="009F3A9D">
        <w:tc>
          <w:tcPr>
            <w:tcW w:w="9288" w:type="dxa"/>
            <w:shd w:val="clear" w:color="auto" w:fill="FF99CC"/>
          </w:tcPr>
          <w:p w:rsidR="00BD3ADA" w:rsidRPr="00DE502B" w:rsidRDefault="00FE304B" w:rsidP="009F3A9D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Evaluatie activiteit</w:t>
            </w:r>
            <w:r w:rsidR="00BD3ADA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BD3ADA" w:rsidTr="009F3A9D">
        <w:tc>
          <w:tcPr>
            <w:tcW w:w="9288" w:type="dxa"/>
          </w:tcPr>
          <w:p w:rsidR="00BD3ADA" w:rsidRPr="00DE502B" w:rsidRDefault="008D749C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E</w:t>
            </w:r>
            <w:r w:rsidR="00FE304B">
              <w:rPr>
                <w:b/>
              </w:rPr>
              <w:t>valuatie van de activiteit, wat ging goed en wat ging minder goed</w:t>
            </w:r>
            <w:r w:rsidR="00FE2D1F">
              <w:rPr>
                <w:b/>
              </w:rPr>
              <w:t>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FE304B" w:rsidRDefault="00FE304B" w:rsidP="009F3A9D">
            <w:pPr>
              <w:pStyle w:val="Geenafstand"/>
              <w:rPr>
                <w:b/>
              </w:rPr>
            </w:pPr>
          </w:p>
          <w:p w:rsidR="00577579" w:rsidRDefault="00577579" w:rsidP="009F3A9D">
            <w:pPr>
              <w:pStyle w:val="Geenafstand"/>
              <w:rPr>
                <w:b/>
              </w:rPr>
            </w:pPr>
          </w:p>
          <w:p w:rsidR="00577579" w:rsidRDefault="00577579" w:rsidP="009F3A9D">
            <w:pPr>
              <w:pStyle w:val="Geenafstand"/>
              <w:rPr>
                <w:b/>
              </w:rPr>
            </w:pPr>
          </w:p>
          <w:p w:rsidR="00577579" w:rsidRDefault="00577579" w:rsidP="009F3A9D">
            <w:pPr>
              <w:pStyle w:val="Geenafstand"/>
              <w:rPr>
                <w:b/>
              </w:rPr>
            </w:pPr>
          </w:p>
          <w:p w:rsidR="00577579" w:rsidRDefault="00577579" w:rsidP="009F3A9D">
            <w:pPr>
              <w:pStyle w:val="Geenafstand"/>
              <w:rPr>
                <w:b/>
              </w:rPr>
            </w:pPr>
          </w:p>
          <w:p w:rsidR="00577579" w:rsidRDefault="00577579" w:rsidP="009F3A9D">
            <w:pPr>
              <w:pStyle w:val="Geenafstand"/>
              <w:rPr>
                <w:b/>
              </w:rPr>
            </w:pPr>
          </w:p>
          <w:p w:rsidR="00577579" w:rsidRDefault="00577579" w:rsidP="009F3A9D">
            <w:pPr>
              <w:pStyle w:val="Geenafstand"/>
              <w:rPr>
                <w:b/>
              </w:rPr>
            </w:pPr>
          </w:p>
          <w:p w:rsidR="00BD3ADA" w:rsidRPr="00115987" w:rsidRDefault="006A40AF" w:rsidP="009F3A9D">
            <w:pPr>
              <w:pStyle w:val="Geenafstand"/>
              <w:rPr>
                <w:b/>
              </w:rPr>
            </w:pPr>
            <w:r>
              <w:rPr>
                <w:b/>
              </w:rPr>
              <w:t>Conclusie van de feedback van de drie</w:t>
            </w:r>
            <w:r w:rsidR="00FE304B">
              <w:rPr>
                <w:b/>
              </w:rPr>
              <w:t xml:space="preserve"> deelnemers</w:t>
            </w:r>
            <w:r w:rsidR="00115987">
              <w:rPr>
                <w:b/>
              </w:rPr>
              <w:t>:</w:t>
            </w: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  <w:p w:rsidR="00BD3ADA" w:rsidRDefault="00BD3ADA" w:rsidP="009F3A9D">
            <w:pPr>
              <w:pStyle w:val="Geenafstand"/>
            </w:pPr>
          </w:p>
        </w:tc>
      </w:tr>
    </w:tbl>
    <w:p w:rsidR="00BD3ADA" w:rsidRPr="00777006" w:rsidRDefault="00BD3ADA" w:rsidP="00777006">
      <w:pPr>
        <w:tabs>
          <w:tab w:val="left" w:pos="1250"/>
        </w:tabs>
      </w:pPr>
    </w:p>
    <w:sectPr w:rsidR="00BD3ADA" w:rsidRPr="00777006" w:rsidSect="00791F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33C" w:rsidRDefault="0070033C" w:rsidP="003A1FD2">
      <w:r>
        <w:separator/>
      </w:r>
    </w:p>
  </w:endnote>
  <w:endnote w:type="continuationSeparator" w:id="0">
    <w:p w:rsidR="0070033C" w:rsidRDefault="0070033C" w:rsidP="003A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PC Scala San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FD2" w:rsidRDefault="003A1FD2">
    <w:pPr>
      <w:pStyle w:val="Voettekst"/>
    </w:pPr>
    <w:r>
      <w:t>Cohort 2015</w:t>
    </w:r>
  </w:p>
  <w:p w:rsidR="003A1FD2" w:rsidRDefault="003A1FD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33C" w:rsidRDefault="0070033C" w:rsidP="003A1FD2">
      <w:r>
        <w:separator/>
      </w:r>
    </w:p>
  </w:footnote>
  <w:footnote w:type="continuationSeparator" w:id="0">
    <w:p w:rsidR="0070033C" w:rsidRDefault="0070033C" w:rsidP="003A1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C52" w:rsidRDefault="00F95C52">
    <w:pPr>
      <w:pStyle w:val="Koptekst"/>
    </w:pPr>
  </w:p>
  <w:p w:rsidR="00F95C52" w:rsidRDefault="00F95C52">
    <w:pPr>
      <w:pStyle w:val="Koptekst"/>
    </w:pPr>
  </w:p>
  <w:p w:rsidR="00F95C52" w:rsidRDefault="00F95C5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E05"/>
    <w:multiLevelType w:val="hybridMultilevel"/>
    <w:tmpl w:val="FA90FDD4"/>
    <w:lvl w:ilvl="0" w:tplc="50E86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A3A9F"/>
    <w:multiLevelType w:val="hybridMultilevel"/>
    <w:tmpl w:val="2EC246B2"/>
    <w:lvl w:ilvl="0" w:tplc="E62A71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A67439"/>
    <w:multiLevelType w:val="hybridMultilevel"/>
    <w:tmpl w:val="187A6CAA"/>
    <w:lvl w:ilvl="0" w:tplc="AF24A06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F26092C-9763-46FF-9A56-74D7DE6EFF85}"/>
    <w:docVar w:name="dgnword-eventsink" w:val="147379696"/>
  </w:docVars>
  <w:rsids>
    <w:rsidRoot w:val="005D4E76"/>
    <w:rsid w:val="00060D7F"/>
    <w:rsid w:val="000D1ED5"/>
    <w:rsid w:val="000D2D8D"/>
    <w:rsid w:val="00115987"/>
    <w:rsid w:val="001244F3"/>
    <w:rsid w:val="001E3648"/>
    <w:rsid w:val="002B481A"/>
    <w:rsid w:val="002E7672"/>
    <w:rsid w:val="00393A98"/>
    <w:rsid w:val="003A1FD2"/>
    <w:rsid w:val="003C5154"/>
    <w:rsid w:val="003D382F"/>
    <w:rsid w:val="00403D23"/>
    <w:rsid w:val="00454758"/>
    <w:rsid w:val="00455E36"/>
    <w:rsid w:val="004F0556"/>
    <w:rsid w:val="0055633C"/>
    <w:rsid w:val="00577579"/>
    <w:rsid w:val="005A481E"/>
    <w:rsid w:val="005D4E76"/>
    <w:rsid w:val="006006AA"/>
    <w:rsid w:val="006A0E27"/>
    <w:rsid w:val="006A40AF"/>
    <w:rsid w:val="006B132F"/>
    <w:rsid w:val="006C1A5B"/>
    <w:rsid w:val="0070033C"/>
    <w:rsid w:val="007555C0"/>
    <w:rsid w:val="00777006"/>
    <w:rsid w:val="00791F2B"/>
    <w:rsid w:val="00794036"/>
    <w:rsid w:val="008960D0"/>
    <w:rsid w:val="008D749C"/>
    <w:rsid w:val="00953E09"/>
    <w:rsid w:val="009C2A27"/>
    <w:rsid w:val="00A25768"/>
    <w:rsid w:val="00A327E5"/>
    <w:rsid w:val="00A62D1D"/>
    <w:rsid w:val="00AC056F"/>
    <w:rsid w:val="00AD1AEF"/>
    <w:rsid w:val="00BA06C0"/>
    <w:rsid w:val="00BD3ADA"/>
    <w:rsid w:val="00C96574"/>
    <w:rsid w:val="00D0255D"/>
    <w:rsid w:val="00D037CD"/>
    <w:rsid w:val="00D4785F"/>
    <w:rsid w:val="00D7379F"/>
    <w:rsid w:val="00DE502B"/>
    <w:rsid w:val="00E02826"/>
    <w:rsid w:val="00E06480"/>
    <w:rsid w:val="00ED4789"/>
    <w:rsid w:val="00F64986"/>
    <w:rsid w:val="00F95C52"/>
    <w:rsid w:val="00FE2D1F"/>
    <w:rsid w:val="00FE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1F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1FD2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Normal">
    <w:name w:val="Table Normal"/>
    <w:uiPriority w:val="2"/>
    <w:semiHidden/>
    <w:unhideWhenUsed/>
    <w:qFormat/>
    <w:rsid w:val="00F95C52"/>
    <w:pPr>
      <w:widowControl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4E76"/>
    <w:pPr>
      <w:widowControl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D4E7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D4E76"/>
    <w:rPr>
      <w:rFonts w:eastAsia="Times New Roman" w:cs="Arial"/>
      <w:b/>
      <w:bCs/>
      <w:kern w:val="32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rsid w:val="005D4E76"/>
    <w:pPr>
      <w:widowControl/>
    </w:pPr>
    <w:rPr>
      <w:b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5D4E76"/>
    <w:rPr>
      <w:rFonts w:eastAsia="Times New Roman" w:cs="Times New Roman"/>
      <w:b/>
      <w:sz w:val="22"/>
      <w:szCs w:val="24"/>
      <w:lang w:eastAsia="nl-NL"/>
    </w:rPr>
  </w:style>
  <w:style w:type="paragraph" w:customStyle="1" w:styleId="Plattetekst21">
    <w:name w:val="Platte tekst 21"/>
    <w:basedOn w:val="Standaard"/>
    <w:rsid w:val="005D4E76"/>
    <w:pPr>
      <w:widowControl/>
      <w:suppressAutoHyphens/>
    </w:pPr>
    <w:rPr>
      <w:rFonts w:ascii="Times New Roman" w:hAnsi="Times New Roman"/>
      <w:b/>
      <w:sz w:val="24"/>
      <w:lang w:eastAsia="ar-SA"/>
    </w:rPr>
  </w:style>
  <w:style w:type="paragraph" w:styleId="Lijstopsomteken2">
    <w:name w:val="List Bullet 2"/>
    <w:basedOn w:val="Standaard"/>
    <w:autoRedefine/>
    <w:rsid w:val="005D4E76"/>
    <w:pPr>
      <w:autoSpaceDE w:val="0"/>
      <w:autoSpaceDN w:val="0"/>
      <w:adjustRightInd w:val="0"/>
    </w:pPr>
    <w:rPr>
      <w:rFonts w:cs="Arial"/>
      <w:sz w:val="22"/>
    </w:rPr>
  </w:style>
  <w:style w:type="character" w:styleId="Hyperlink">
    <w:name w:val="Hyperlink"/>
    <w:basedOn w:val="Standaardalinea-lettertype"/>
    <w:uiPriority w:val="99"/>
    <w:unhideWhenUsed/>
    <w:rsid w:val="00D037C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E06480"/>
    <w:pPr>
      <w:ind w:left="720"/>
      <w:contextualSpacing/>
    </w:pPr>
  </w:style>
  <w:style w:type="paragraph" w:styleId="Geenafstand">
    <w:name w:val="No Spacing"/>
    <w:uiPriority w:val="1"/>
    <w:qFormat/>
    <w:rsid w:val="00777006"/>
    <w:pPr>
      <w:spacing w:after="0" w:line="240" w:lineRule="auto"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777006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A1FD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1FD2"/>
    <w:rPr>
      <w:rFonts w:eastAsia="Times New Roman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1FD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1FD2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Normal">
    <w:name w:val="Table Normal"/>
    <w:uiPriority w:val="2"/>
    <w:semiHidden/>
    <w:unhideWhenUsed/>
    <w:qFormat/>
    <w:rsid w:val="00F95C52"/>
    <w:pPr>
      <w:widowControl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5BE2C930</Template>
  <TotalTime>8</TotalTime>
  <Pages>8</Pages>
  <Words>780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DeVries</dc:creator>
  <cp:lastModifiedBy>J. Kunst-Eerenstein</cp:lastModifiedBy>
  <cp:revision>3</cp:revision>
  <cp:lastPrinted>2014-02-03T12:38:00Z</cp:lastPrinted>
  <dcterms:created xsi:type="dcterms:W3CDTF">2015-11-06T10:02:00Z</dcterms:created>
  <dcterms:modified xsi:type="dcterms:W3CDTF">2015-12-09T10:28:00Z</dcterms:modified>
</cp:coreProperties>
</file>