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50" w:rsidRPr="00A95397" w:rsidRDefault="002E445C" w:rsidP="002E445C">
      <w:pPr>
        <w:jc w:val="center"/>
        <w:rPr>
          <w:color w:val="1F497D" w:themeColor="text2"/>
          <w:sz w:val="32"/>
          <w:szCs w:val="32"/>
          <w:u w:val="single"/>
        </w:rPr>
      </w:pPr>
      <w:bookmarkStart w:id="0" w:name="_GoBack"/>
      <w:bookmarkEnd w:id="0"/>
      <w:r w:rsidRPr="00A95397">
        <w:rPr>
          <w:color w:val="1F497D" w:themeColor="text2"/>
          <w:sz w:val="32"/>
          <w:szCs w:val="32"/>
          <w:u w:val="single"/>
        </w:rPr>
        <w:t xml:space="preserve">Procedure rondom nieuwe BPV </w:t>
      </w:r>
      <w:r w:rsidR="00722ECB">
        <w:rPr>
          <w:color w:val="1F497D" w:themeColor="text2"/>
          <w:sz w:val="32"/>
          <w:szCs w:val="32"/>
          <w:u w:val="single"/>
        </w:rPr>
        <w:t>examens(ZON) cohort 2014</w:t>
      </w:r>
    </w:p>
    <w:p w:rsidR="002E445C" w:rsidRDefault="002E445C"/>
    <w:p w:rsidR="002E445C" w:rsidRDefault="002E445C">
      <w:r>
        <w:t>BPV- formulieren per werkproces</w:t>
      </w:r>
    </w:p>
    <w:p w:rsidR="002E445C" w:rsidRDefault="002E445C">
      <w:r>
        <w:t>De nieuwe BPV formulieren bestaan uit:</w:t>
      </w:r>
    </w:p>
    <w:p w:rsidR="002E445C" w:rsidRDefault="00722ECB" w:rsidP="002E445C">
      <w:pPr>
        <w:pStyle w:val="Lijstalinea"/>
        <w:numPr>
          <w:ilvl w:val="0"/>
          <w:numId w:val="1"/>
        </w:numPr>
      </w:pPr>
      <w:r>
        <w:t>Pagina 1: v</w:t>
      </w:r>
      <w:r w:rsidR="002E445C">
        <w:t xml:space="preserve">oorblad met </w:t>
      </w:r>
      <w:r>
        <w:t>de</w:t>
      </w:r>
      <w:r w:rsidR="002E445C">
        <w:t xml:space="preserve"> geëxamineerde werkproces</w:t>
      </w:r>
      <w:r>
        <w:t>sen</w:t>
      </w:r>
      <w:r w:rsidR="002E445C">
        <w:t xml:space="preserve"> </w:t>
      </w:r>
    </w:p>
    <w:p w:rsidR="002E445C" w:rsidRDefault="00722ECB" w:rsidP="002E445C">
      <w:pPr>
        <w:pStyle w:val="Lijstalinea"/>
        <w:numPr>
          <w:ilvl w:val="0"/>
          <w:numId w:val="1"/>
        </w:numPr>
      </w:pPr>
      <w:r>
        <w:t xml:space="preserve">Vanaf pagina 4: de examens </w:t>
      </w:r>
      <w:r w:rsidR="003C304E">
        <w:t>met de beoordelingslijsten van de werkprocessen</w:t>
      </w:r>
    </w:p>
    <w:p w:rsidR="002E445C" w:rsidRDefault="002E445C" w:rsidP="002E445C"/>
    <w:p w:rsidR="00722ECB" w:rsidRDefault="002E445C" w:rsidP="002E445C">
      <w:r w:rsidRPr="00A95397">
        <w:rPr>
          <w:u w:val="single"/>
        </w:rPr>
        <w:t>Doel:</w:t>
      </w:r>
      <w:r>
        <w:t xml:space="preserve"> </w:t>
      </w:r>
    </w:p>
    <w:p w:rsidR="00722ECB" w:rsidRDefault="00722ECB" w:rsidP="00722ECB">
      <w:pPr>
        <w:pStyle w:val="Lijstalinea"/>
        <w:numPr>
          <w:ilvl w:val="0"/>
          <w:numId w:val="1"/>
        </w:numPr>
      </w:pPr>
      <w:r>
        <w:t>H</w:t>
      </w:r>
      <w:r w:rsidR="002E445C">
        <w:t xml:space="preserve">et examenbureau op de hoogte </w:t>
      </w:r>
      <w:r>
        <w:t>stellen van de</w:t>
      </w:r>
      <w:r w:rsidR="002E445C">
        <w:t xml:space="preserve"> geëxamineerde werkproces</w:t>
      </w:r>
      <w:r>
        <w:t>sen om dit in Peoplesoft te zetten</w:t>
      </w:r>
      <w:r w:rsidR="002E445C">
        <w:t>.</w:t>
      </w:r>
    </w:p>
    <w:p w:rsidR="00722ECB" w:rsidRDefault="00722ECB" w:rsidP="002E445C">
      <w:pPr>
        <w:pStyle w:val="Lijstalinea"/>
        <w:numPr>
          <w:ilvl w:val="0"/>
          <w:numId w:val="1"/>
        </w:numPr>
      </w:pPr>
      <w:r>
        <w:t>Voor de studenten zichtbaar te maken van hun resultaten in LBS.</w:t>
      </w:r>
    </w:p>
    <w:p w:rsidR="002E445C" w:rsidRDefault="002E445C" w:rsidP="002E445C"/>
    <w:p w:rsidR="002E445C" w:rsidRDefault="002E445C" w:rsidP="002E445C">
      <w:pPr>
        <w:rPr>
          <w:u w:val="single"/>
        </w:rPr>
      </w:pPr>
      <w:r w:rsidRPr="00A95397">
        <w:rPr>
          <w:u w:val="single"/>
        </w:rPr>
        <w:t>Actie:</w:t>
      </w:r>
    </w:p>
    <w:p w:rsidR="00722ECB" w:rsidRDefault="00722ECB" w:rsidP="00722ECB">
      <w:pPr>
        <w:pStyle w:val="Lijstalinea"/>
        <w:numPr>
          <w:ilvl w:val="0"/>
          <w:numId w:val="2"/>
        </w:numPr>
      </w:pPr>
      <w:r>
        <w:t>BPV-docent krijgt Examen-eenheid van domeinhouder examinering.</w:t>
      </w:r>
    </w:p>
    <w:p w:rsidR="00722ECB" w:rsidRDefault="00722ECB" w:rsidP="00722ECB">
      <w:pPr>
        <w:pStyle w:val="Lijstalinea"/>
        <w:numPr>
          <w:ilvl w:val="0"/>
          <w:numId w:val="2"/>
        </w:numPr>
      </w:pPr>
      <w:r>
        <w:t>BPV-docent reikt Examen-eenheid uit aan studenten.</w:t>
      </w:r>
    </w:p>
    <w:p w:rsidR="00D50694" w:rsidRDefault="00722ECB" w:rsidP="00722ECB">
      <w:pPr>
        <w:pStyle w:val="Lijstalinea"/>
        <w:numPr>
          <w:ilvl w:val="0"/>
          <w:numId w:val="2"/>
        </w:numPr>
      </w:pPr>
      <w:r>
        <w:t>BPV-docent laat gelijk invullen van: naam (e</w:t>
      </w:r>
      <w:r w:rsidR="00FA22A7">
        <w:t xml:space="preserve">lk blad), </w:t>
      </w:r>
      <w:proofErr w:type="spellStart"/>
      <w:r w:rsidR="00FA22A7">
        <w:t>crebonummer</w:t>
      </w:r>
      <w:proofErr w:type="spellEnd"/>
      <w:r w:rsidR="00FA22A7">
        <w:t xml:space="preserve"> en cohort </w:t>
      </w:r>
    </w:p>
    <w:p w:rsidR="002E445C" w:rsidRDefault="00722ECB" w:rsidP="00722ECB">
      <w:pPr>
        <w:pStyle w:val="Lijstalinea"/>
        <w:numPr>
          <w:ilvl w:val="0"/>
          <w:numId w:val="2"/>
        </w:numPr>
      </w:pPr>
      <w:r>
        <w:t xml:space="preserve">BPV-docent vult </w:t>
      </w:r>
      <w:r w:rsidR="00FA22A7" w:rsidRPr="003C304E">
        <w:t>beoordeling op het</w:t>
      </w:r>
      <w:r w:rsidR="00FA22A7">
        <w:t xml:space="preserve"> </w:t>
      </w:r>
      <w:r>
        <w:t>voo</w:t>
      </w:r>
      <w:r w:rsidR="002E445C">
        <w:t>rblad met geëxamineerde werkproces</w:t>
      </w:r>
      <w:r>
        <w:t>sen</w:t>
      </w:r>
      <w:r w:rsidR="002E445C">
        <w:t xml:space="preserve"> volledig invullen</w:t>
      </w:r>
      <w:r w:rsidR="00A95397">
        <w:t>,</w:t>
      </w:r>
      <w:r w:rsidR="002E445C">
        <w:t xml:space="preserve"> ook bij onvoldoende</w:t>
      </w:r>
      <w:r>
        <w:t>.</w:t>
      </w:r>
    </w:p>
    <w:p w:rsidR="00D50694" w:rsidRDefault="00D50694" w:rsidP="00722ECB">
      <w:pPr>
        <w:pStyle w:val="Lijstalinea"/>
        <w:numPr>
          <w:ilvl w:val="0"/>
          <w:numId w:val="2"/>
        </w:numPr>
      </w:pPr>
      <w:r w:rsidRPr="004A4C7E">
        <w:rPr>
          <w:color w:val="FF0000"/>
        </w:rPr>
        <w:t xml:space="preserve">Na ingevulde beoordeling op beoordelingslijst </w:t>
      </w:r>
      <w:r>
        <w:rPr>
          <w:color w:val="FF0000"/>
        </w:rPr>
        <w:t xml:space="preserve">origineel </w:t>
      </w:r>
      <w:r w:rsidRPr="004A4C7E">
        <w:rPr>
          <w:color w:val="FF0000"/>
        </w:rPr>
        <w:t>n</w:t>
      </w:r>
      <w:r>
        <w:rPr>
          <w:color w:val="FF0000"/>
        </w:rPr>
        <w:t xml:space="preserve">iet </w:t>
      </w:r>
      <w:r w:rsidR="003C304E">
        <w:rPr>
          <w:color w:val="FF0000"/>
        </w:rPr>
        <w:t xml:space="preserve">terug </w:t>
      </w:r>
      <w:r>
        <w:rPr>
          <w:color w:val="FF0000"/>
        </w:rPr>
        <w:t xml:space="preserve">geven aan de </w:t>
      </w:r>
      <w:r w:rsidR="003C304E">
        <w:rPr>
          <w:color w:val="FF0000"/>
        </w:rPr>
        <w:t>student</w:t>
      </w:r>
      <w:r>
        <w:rPr>
          <w:color w:val="FF0000"/>
        </w:rPr>
        <w:t>!! Om fraude te voorkomen.</w:t>
      </w:r>
    </w:p>
    <w:p w:rsidR="00CC4B58" w:rsidRDefault="00CC4B58" w:rsidP="00722ECB">
      <w:pPr>
        <w:pStyle w:val="Lijstalinea"/>
        <w:numPr>
          <w:ilvl w:val="0"/>
          <w:numId w:val="2"/>
        </w:numPr>
      </w:pPr>
      <w:r>
        <w:t xml:space="preserve">BPV-docent scant </w:t>
      </w:r>
      <w:r w:rsidR="007A6B98">
        <w:t xml:space="preserve">en kopieert: </w:t>
      </w:r>
      <w:r>
        <w:t xml:space="preserve">(voorblad + </w:t>
      </w:r>
      <w:r w:rsidR="007A6B98">
        <w:t>beoordelingslijsten van</w:t>
      </w:r>
      <w:r>
        <w:t xml:space="preserve"> de werkprocessen)</w:t>
      </w:r>
    </w:p>
    <w:p w:rsidR="00CC4B58" w:rsidRPr="00FA22A7" w:rsidRDefault="00CC4B58" w:rsidP="00CC4B58">
      <w:pPr>
        <w:pStyle w:val="Lijstalinea"/>
        <w:rPr>
          <w:b/>
        </w:rPr>
      </w:pPr>
      <w:r>
        <w:t xml:space="preserve">          </w:t>
      </w:r>
      <w:r w:rsidR="007A6B98">
        <w:t>*</w:t>
      </w:r>
      <w:r w:rsidRPr="007A6B98">
        <w:t>Origineel naar domeinhouder examinering</w:t>
      </w:r>
    </w:p>
    <w:p w:rsidR="00CC4B58" w:rsidRDefault="00CC4B58" w:rsidP="00CC4B58">
      <w:pPr>
        <w:pStyle w:val="Lijstalinea"/>
      </w:pPr>
      <w:r>
        <w:t xml:space="preserve">          </w:t>
      </w:r>
      <w:r w:rsidR="007A6B98">
        <w:t>*</w:t>
      </w:r>
      <w:r>
        <w:t>Kopie naar student voor hun BPV-map</w:t>
      </w:r>
    </w:p>
    <w:p w:rsidR="00CC4B58" w:rsidRDefault="007A6B98" w:rsidP="007A6B98">
      <w:pPr>
        <w:pStyle w:val="Lijstalinea"/>
      </w:pPr>
      <w:r>
        <w:t xml:space="preserve">          *Scan in LBS van de student</w:t>
      </w:r>
    </w:p>
    <w:p w:rsidR="00CC4B58" w:rsidRDefault="00CC4B58" w:rsidP="00CC4B58">
      <w:pPr>
        <w:pStyle w:val="Lijstalinea"/>
        <w:numPr>
          <w:ilvl w:val="0"/>
          <w:numId w:val="2"/>
        </w:numPr>
      </w:pPr>
      <w:r>
        <w:t xml:space="preserve">Student scant voorblad + </w:t>
      </w:r>
      <w:r w:rsidR="003C304E">
        <w:t>beoordelingslijsten</w:t>
      </w:r>
      <w:r>
        <w:t xml:space="preserve"> van de werkprocessen in</w:t>
      </w:r>
      <w:r w:rsidR="00FA22A7">
        <w:t>,</w:t>
      </w:r>
      <w:r>
        <w:t xml:space="preserve"> voor </w:t>
      </w:r>
      <w:r w:rsidR="007A6B98">
        <w:t xml:space="preserve">hun </w:t>
      </w:r>
      <w:r>
        <w:t>digitaal portfolio</w:t>
      </w:r>
      <w:r w:rsidR="003C304E">
        <w:t xml:space="preserve"> op nelo/elo</w:t>
      </w:r>
    </w:p>
    <w:p w:rsidR="00FA22A7" w:rsidRPr="00A95397" w:rsidRDefault="007A6B98" w:rsidP="00FA22A7">
      <w:pPr>
        <w:pStyle w:val="Lijstalinea"/>
        <w:numPr>
          <w:ilvl w:val="0"/>
          <w:numId w:val="2"/>
        </w:numPr>
      </w:pPr>
      <w:r>
        <w:t>BPV-d</w:t>
      </w:r>
      <w:r w:rsidR="00FA22A7">
        <w:t xml:space="preserve">ocent geeft origineel aan domeinhouder examinering </w:t>
      </w:r>
      <w:r>
        <w:rPr>
          <w:b/>
        </w:rPr>
        <w:t>binnen 3</w:t>
      </w:r>
      <w:r w:rsidR="00FA22A7" w:rsidRPr="00A95397">
        <w:rPr>
          <w:b/>
        </w:rPr>
        <w:t xml:space="preserve"> week na stage</w:t>
      </w:r>
    </w:p>
    <w:p w:rsidR="00FA22A7" w:rsidRDefault="00FA22A7" w:rsidP="00FA22A7">
      <w:pPr>
        <w:pStyle w:val="Lijstalinea"/>
      </w:pPr>
      <w:r>
        <w:rPr>
          <w:b/>
        </w:rPr>
        <w:t>(voor de zomervakantie 1 dag plannen, in laatste week van 20 weken stage voor afronden hiervan)</w:t>
      </w:r>
    </w:p>
    <w:p w:rsidR="00CC4B58" w:rsidRDefault="00CC4B58" w:rsidP="00FA22A7">
      <w:pPr>
        <w:pStyle w:val="Lijstalinea"/>
        <w:numPr>
          <w:ilvl w:val="0"/>
          <w:numId w:val="2"/>
        </w:numPr>
      </w:pPr>
      <w:r>
        <w:t>Domeinhouder neemt resultaat over op examenprotocol</w:t>
      </w:r>
      <w:r w:rsidRPr="00CC4B58">
        <w:t xml:space="preserve"> </w:t>
      </w:r>
      <w:r>
        <w:t xml:space="preserve">en verzamelt resultaten </w:t>
      </w:r>
      <w:r w:rsidR="00FA22A7">
        <w:t xml:space="preserve">per </w:t>
      </w:r>
      <w:r>
        <w:t>klas</w:t>
      </w:r>
    </w:p>
    <w:p w:rsidR="002E445C" w:rsidRDefault="002E445C" w:rsidP="00722ECB">
      <w:pPr>
        <w:pStyle w:val="Lijstalinea"/>
        <w:numPr>
          <w:ilvl w:val="0"/>
          <w:numId w:val="2"/>
        </w:numPr>
      </w:pPr>
      <w:r>
        <w:t>Domeinhouder brengt examenprotocol met originelen naar examenbureau</w:t>
      </w:r>
    </w:p>
    <w:p w:rsidR="002E445C" w:rsidRDefault="002E445C" w:rsidP="00722ECB">
      <w:pPr>
        <w:pStyle w:val="Lijstalinea"/>
        <w:numPr>
          <w:ilvl w:val="0"/>
          <w:numId w:val="2"/>
        </w:numPr>
      </w:pPr>
      <w:r>
        <w:t>Examenbureau voert resultaten in Peoplesoft</w:t>
      </w:r>
    </w:p>
    <w:p w:rsidR="00A95397" w:rsidRDefault="00A95397" w:rsidP="00A95397"/>
    <w:p w:rsidR="00A95397" w:rsidRPr="00A95397" w:rsidRDefault="00A95397" w:rsidP="00A95397">
      <w:pPr>
        <w:rPr>
          <w:u w:val="single"/>
        </w:rPr>
      </w:pPr>
      <w:r w:rsidRPr="00A95397">
        <w:rPr>
          <w:u w:val="single"/>
        </w:rPr>
        <w:t>Resultaat:</w:t>
      </w:r>
    </w:p>
    <w:p w:rsidR="002E445C" w:rsidRDefault="002E445C" w:rsidP="002E445C">
      <w:pPr>
        <w:pStyle w:val="Lijstalinea"/>
        <w:numPr>
          <w:ilvl w:val="0"/>
          <w:numId w:val="1"/>
        </w:numPr>
      </w:pPr>
      <w:r>
        <w:t xml:space="preserve">Volgende dag </w:t>
      </w:r>
      <w:r w:rsidR="00FA22A7">
        <w:t xml:space="preserve">na invoering van bij het examenbureau, </w:t>
      </w:r>
      <w:r>
        <w:t>zijn resultaten te zien in LBS bij ‘geïmporteerde cijfers’</w:t>
      </w:r>
    </w:p>
    <w:p w:rsidR="002E445C" w:rsidRDefault="002E445C" w:rsidP="002E445C"/>
    <w:p w:rsidR="00CC4B58" w:rsidRPr="00AA3F44" w:rsidRDefault="00CC4B58" w:rsidP="002E445C">
      <w:pPr>
        <w:rPr>
          <w:b/>
          <w:i/>
        </w:rPr>
      </w:pPr>
      <w:r w:rsidRPr="00AA3F44">
        <w:rPr>
          <w:b/>
          <w:i/>
        </w:rPr>
        <w:t>Let op:</w:t>
      </w:r>
    </w:p>
    <w:p w:rsidR="00CC4B58" w:rsidRDefault="00CC4B58" w:rsidP="002E445C">
      <w:r>
        <w:t>Ook bij onv</w:t>
      </w:r>
      <w:r w:rsidR="00AA3F44">
        <w:t>oldoende het resultaat noteren en verwerken (kopiëren, scannen, inleveren)</w:t>
      </w:r>
    </w:p>
    <w:p w:rsidR="00AA3F44" w:rsidRDefault="00AA3F44" w:rsidP="002E445C">
      <w:r>
        <w:t>Bij Herkansing krijgt de student een nieuwe exameneenheid. Hierop vermelden “Kans 2”</w:t>
      </w:r>
    </w:p>
    <w:p w:rsidR="00AA3F44" w:rsidRDefault="00AA3F44" w:rsidP="002E445C">
      <w:r>
        <w:t>Op elke blad moet de naam van de student staan!!</w:t>
      </w:r>
    </w:p>
    <w:p w:rsidR="00550FAD" w:rsidRDefault="00550FAD" w:rsidP="002E445C"/>
    <w:p w:rsidR="00550FAD" w:rsidRDefault="00550FAD" w:rsidP="002E445C">
      <w:r>
        <w:t xml:space="preserve">Indien een werkproces niet geëxamineerd is: dit vermelden op de rapportage van de eindevaluatie en mailen naar </w:t>
      </w:r>
      <w:proofErr w:type="spellStart"/>
      <w:r>
        <w:t>slb</w:t>
      </w:r>
      <w:proofErr w:type="spellEnd"/>
      <w:r>
        <w:t>-er.</w:t>
      </w:r>
    </w:p>
    <w:p w:rsidR="00550FAD" w:rsidRDefault="00550FAD" w:rsidP="002E445C">
      <w:r>
        <w:t>Rapportage van de tussen- en eindevaluatie scannen in LBS van de student.</w:t>
      </w:r>
    </w:p>
    <w:p w:rsidR="002E445C" w:rsidRDefault="002E445C" w:rsidP="002E445C"/>
    <w:sectPr w:rsidR="002E445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A47" w:rsidRDefault="00651A47" w:rsidP="00EC11F8">
      <w:r>
        <w:separator/>
      </w:r>
    </w:p>
  </w:endnote>
  <w:endnote w:type="continuationSeparator" w:id="0">
    <w:p w:rsidR="00651A47" w:rsidRDefault="00651A47" w:rsidP="00EC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F8" w:rsidRDefault="00EC11F8" w:rsidP="00EC11F8">
    <w:pPr>
      <w:pStyle w:val="Voettekst"/>
      <w:jc w:val="center"/>
    </w:pPr>
    <w:r>
      <w:t>Versie 9 – 12 –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A47" w:rsidRDefault="00651A47" w:rsidP="00EC11F8">
      <w:r>
        <w:separator/>
      </w:r>
    </w:p>
  </w:footnote>
  <w:footnote w:type="continuationSeparator" w:id="0">
    <w:p w:rsidR="00651A47" w:rsidRDefault="00651A47" w:rsidP="00EC1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6485"/>
    <w:multiLevelType w:val="hybridMultilevel"/>
    <w:tmpl w:val="C3F40DF6"/>
    <w:lvl w:ilvl="0" w:tplc="31D64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97608"/>
    <w:multiLevelType w:val="hybridMultilevel"/>
    <w:tmpl w:val="A9D4C4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5C"/>
    <w:rsid w:val="002E445C"/>
    <w:rsid w:val="003C304E"/>
    <w:rsid w:val="004A4C7E"/>
    <w:rsid w:val="00550FAD"/>
    <w:rsid w:val="00651A47"/>
    <w:rsid w:val="00722ECB"/>
    <w:rsid w:val="00761883"/>
    <w:rsid w:val="007A6B98"/>
    <w:rsid w:val="008D162C"/>
    <w:rsid w:val="00986950"/>
    <w:rsid w:val="00A95397"/>
    <w:rsid w:val="00AA3F44"/>
    <w:rsid w:val="00CC4B58"/>
    <w:rsid w:val="00D50694"/>
    <w:rsid w:val="00EC11F8"/>
    <w:rsid w:val="00F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445C"/>
    <w:pPr>
      <w:ind w:left="720"/>
      <w:contextualSpacing/>
    </w:pPr>
  </w:style>
  <w:style w:type="paragraph" w:styleId="Koptekst">
    <w:name w:val="header"/>
    <w:basedOn w:val="Standaard"/>
    <w:link w:val="KoptekstChar"/>
    <w:rsid w:val="00EC11F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C11F8"/>
    <w:rPr>
      <w:sz w:val="24"/>
      <w:szCs w:val="24"/>
    </w:rPr>
  </w:style>
  <w:style w:type="paragraph" w:styleId="Voettekst">
    <w:name w:val="footer"/>
    <w:basedOn w:val="Standaard"/>
    <w:link w:val="VoettekstChar"/>
    <w:rsid w:val="00EC11F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C11F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E445C"/>
    <w:pPr>
      <w:ind w:left="720"/>
      <w:contextualSpacing/>
    </w:pPr>
  </w:style>
  <w:style w:type="paragraph" w:styleId="Koptekst">
    <w:name w:val="header"/>
    <w:basedOn w:val="Standaard"/>
    <w:link w:val="KoptekstChar"/>
    <w:rsid w:val="00EC11F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C11F8"/>
    <w:rPr>
      <w:sz w:val="24"/>
      <w:szCs w:val="24"/>
    </w:rPr>
  </w:style>
  <w:style w:type="paragraph" w:styleId="Voettekst">
    <w:name w:val="footer"/>
    <w:basedOn w:val="Standaard"/>
    <w:link w:val="VoettekstChar"/>
    <w:rsid w:val="00EC11F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C11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4D5FDB7F</Template>
  <TotalTime>0</TotalTime>
  <Pages>1</Pages>
  <Words>307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A.R. Niemeijer</cp:lastModifiedBy>
  <cp:revision>2</cp:revision>
  <dcterms:created xsi:type="dcterms:W3CDTF">2017-01-06T14:28:00Z</dcterms:created>
  <dcterms:modified xsi:type="dcterms:W3CDTF">2017-01-06T14:28:00Z</dcterms:modified>
</cp:coreProperties>
</file>