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9C" w:rsidRPr="00734D9C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  <w:r w:rsidRPr="00734D9C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AFTE</w:t>
      </w:r>
      <w:r w:rsidR="00B61364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KENKAART weekproducten Beroeps</w:t>
      </w:r>
      <w:r w:rsidRPr="00734D9C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begeleiding</w:t>
      </w:r>
    </w:p>
    <w:p w:rsidR="00734D9C" w:rsidRPr="00734D9C" w:rsidRDefault="001536AA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  <w:r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Leerjaar 1, periode 4</w:t>
      </w:r>
    </w:p>
    <w:p w:rsidR="00734D9C" w:rsidRPr="00734D9C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</w:p>
    <w:p w:rsidR="00734D9C" w:rsidRP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</w:pP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>Naam:</w:t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  <w:t>Groep:</w:t>
      </w:r>
    </w:p>
    <w:p w:rsidR="00734D9C" w:rsidRP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74"/>
        <w:gridCol w:w="3716"/>
        <w:gridCol w:w="1316"/>
        <w:gridCol w:w="1119"/>
        <w:gridCol w:w="1663"/>
      </w:tblGrid>
      <w:tr w:rsidR="00734D9C" w:rsidRPr="00734D9C" w:rsidTr="00734D9C"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Product</w:t>
            </w: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Voldaan</w:t>
            </w: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Datum</w:t>
            </w: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Paraaf docent</w:t>
            </w:r>
          </w:p>
        </w:tc>
      </w:tr>
      <w:tr w:rsidR="00734D9C" w:rsidRPr="00734D9C" w:rsidTr="00734D9C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1</w:t>
            </w:r>
          </w:p>
        </w:tc>
        <w:tc>
          <w:tcPr>
            <w:tcW w:w="0" w:type="auto"/>
          </w:tcPr>
          <w:p w:rsidR="00734D9C" w:rsidRPr="000B5043" w:rsidRDefault="001536AA" w:rsidP="000B504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Hoe reageer jij? Uitwerking vragen</w:t>
            </w: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734D9C" w:rsidRPr="00734D9C" w:rsidTr="00734D9C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2</w:t>
            </w:r>
          </w:p>
        </w:tc>
        <w:tc>
          <w:tcPr>
            <w:tcW w:w="0" w:type="auto"/>
          </w:tcPr>
          <w:p w:rsidR="00734D9C" w:rsidRPr="000B5043" w:rsidRDefault="001536AA" w:rsidP="000B504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Opdrachten Mevr. Oomen</w:t>
            </w: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3</w:t>
            </w:r>
          </w:p>
        </w:tc>
        <w:tc>
          <w:tcPr>
            <w:tcW w:w="0" w:type="auto"/>
          </w:tcPr>
          <w:p w:rsidR="00824465" w:rsidRPr="000B5043" w:rsidRDefault="001536AA" w:rsidP="000B504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Rode lopers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4</w:t>
            </w:r>
          </w:p>
        </w:tc>
        <w:tc>
          <w:tcPr>
            <w:tcW w:w="0" w:type="auto"/>
          </w:tcPr>
          <w:p w:rsidR="00824465" w:rsidRPr="000B5043" w:rsidRDefault="001536AA" w:rsidP="000B504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Casus + format vier domeinen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5</w:t>
            </w:r>
          </w:p>
        </w:tc>
        <w:tc>
          <w:tcPr>
            <w:tcW w:w="0" w:type="auto"/>
          </w:tcPr>
          <w:p w:rsidR="00824465" w:rsidRPr="000B5043" w:rsidRDefault="001536AA" w:rsidP="000B504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Anamnese + format vier domeinen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6</w:t>
            </w:r>
          </w:p>
        </w:tc>
        <w:tc>
          <w:tcPr>
            <w:tcW w:w="0" w:type="auto"/>
          </w:tcPr>
          <w:p w:rsidR="00824465" w:rsidRPr="000B5043" w:rsidRDefault="001536AA" w:rsidP="00415B8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Zorgplan + keuze zorgorganisatie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7</w:t>
            </w:r>
          </w:p>
        </w:tc>
        <w:tc>
          <w:tcPr>
            <w:tcW w:w="0" w:type="auto"/>
          </w:tcPr>
          <w:p w:rsidR="00824465" w:rsidRPr="000B5043" w:rsidRDefault="00824465" w:rsidP="000B5043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8</w:t>
            </w:r>
          </w:p>
        </w:tc>
        <w:tc>
          <w:tcPr>
            <w:tcW w:w="0" w:type="auto"/>
          </w:tcPr>
          <w:p w:rsidR="00824465" w:rsidRPr="000B5043" w:rsidRDefault="001536AA" w:rsidP="000B504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Presentatie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734D9C" w:rsidRPr="00734D9C" w:rsidTr="00734D9C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4D9C" w:rsidRPr="00824465" w:rsidRDefault="00734D9C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734D9C" w:rsidRPr="00734D9C" w:rsidTr="00D500C3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Resultaat</w:t>
            </w:r>
          </w:p>
        </w:tc>
        <w:tc>
          <w:tcPr>
            <w:tcW w:w="0" w:type="auto"/>
            <w:gridSpan w:val="2"/>
          </w:tcPr>
          <w:p w:rsidR="00734D9C" w:rsidRPr="00734D9C" w:rsidRDefault="00734D9C" w:rsidP="00734D9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734D9C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Voldoende / Onvoldoende</w:t>
            </w: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</w:tbl>
    <w:p w:rsid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ar-SA"/>
        </w:rPr>
      </w:pPr>
    </w:p>
    <w:p w:rsidR="00734D9C" w:rsidRPr="003165F1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ar-SA"/>
        </w:rPr>
      </w:pPr>
    </w:p>
    <w:p w:rsidR="00734D9C" w:rsidRPr="003165F1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nl-NL"/>
        </w:rPr>
      </w:pPr>
    </w:p>
    <w:p w:rsidR="00734D9C" w:rsidRPr="003165F1" w:rsidRDefault="00734D9C" w:rsidP="00734D9C">
      <w:pPr>
        <w:autoSpaceDE w:val="0"/>
        <w:autoSpaceDN w:val="0"/>
        <w:adjustRightInd w:val="0"/>
        <w:spacing w:before="19" w:after="0" w:line="240" w:lineRule="auto"/>
        <w:ind w:left="218" w:right="-20"/>
        <w:rPr>
          <w:rFonts w:ascii="Calibri" w:eastAsia="Calibri" w:hAnsi="Calibri" w:cs="Calibri"/>
          <w:sz w:val="20"/>
          <w:szCs w:val="20"/>
        </w:rPr>
      </w:pPr>
      <w:r w:rsidRPr="003165F1">
        <w:rPr>
          <w:rFonts w:ascii="Calibri" w:eastAsia="Calibri" w:hAnsi="Calibri" w:cs="Calibri"/>
          <w:sz w:val="20"/>
          <w:szCs w:val="20"/>
        </w:rPr>
        <w:t>Let</w:t>
      </w:r>
      <w:r w:rsidRPr="003165F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op</w:t>
      </w:r>
      <w:r w:rsidRPr="003165F1">
        <w:rPr>
          <w:rFonts w:ascii="Calibri" w:eastAsia="Calibri" w:hAnsi="Calibri" w:cs="Calibri"/>
          <w:sz w:val="20"/>
          <w:szCs w:val="20"/>
        </w:rPr>
        <w:t>: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Vo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ol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spacing w:val="3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0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u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lt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at</w:t>
      </w:r>
      <w:r w:rsidRPr="003165F1">
        <w:rPr>
          <w:rFonts w:ascii="Calibri" w:eastAsia="Calibri" w:hAnsi="Calibri" w:cs="Calibri"/>
          <w:spacing w:val="-6"/>
          <w:position w:val="1"/>
          <w:sz w:val="20"/>
          <w:szCs w:val="20"/>
        </w:rPr>
        <w:t xml:space="preserve"> op de aftekenkaart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moet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je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nw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zig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id</w:t>
      </w:r>
      <w:r w:rsidRPr="003165F1">
        <w:rPr>
          <w:rFonts w:ascii="Calibri" w:eastAsia="Calibri" w:hAnsi="Calibri" w:cs="Calibri"/>
          <w:spacing w:val="-11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en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t</w:t>
      </w:r>
      <w:r w:rsidRPr="003165F1">
        <w:rPr>
          <w:rFonts w:ascii="Calibri" w:eastAsia="Calibri" w:hAnsi="Calibri" w:cs="Calibri"/>
          <w:spacing w:val="-3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ol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0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ij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.</w:t>
      </w:r>
      <w:r w:rsidRPr="003165F1">
        <w:rPr>
          <w:rFonts w:ascii="Calibri" w:eastAsia="Calibri" w:hAnsi="Calibri" w:cs="Calibri"/>
          <w:spacing w:val="-3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oor</w:t>
      </w:r>
      <w:r w:rsidRPr="003165F1">
        <w:rPr>
          <w:rFonts w:ascii="Calibri" w:eastAsia="Calibri" w:hAnsi="Calibri" w:cs="Calibri"/>
          <w:spacing w:val="-7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t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at</w:t>
      </w:r>
      <w:r w:rsidRPr="003165F1">
        <w:rPr>
          <w:rFonts w:ascii="Calibri" w:eastAsia="Calibri" w:hAnsi="Calibri" w:cs="Calibri"/>
          <w:spacing w:val="8"/>
          <w:position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1"/>
          <w:sz w:val="20"/>
          <w:szCs w:val="20"/>
        </w:rPr>
        <w:t>10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0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%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 xml:space="preserve">an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opdrachten</w:t>
      </w:r>
      <w:r w:rsidRPr="003165F1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z w:val="20"/>
          <w:szCs w:val="20"/>
        </w:rPr>
        <w:t>op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c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sz w:val="20"/>
          <w:szCs w:val="20"/>
        </w:rPr>
        <w:t>ool</w:t>
      </w:r>
      <w:r w:rsidRPr="003165F1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sz w:val="20"/>
          <w:szCs w:val="20"/>
        </w:rPr>
        <w:t>ijn</w:t>
      </w:r>
      <w:r w:rsidRPr="003165F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f</w:t>
      </w:r>
      <w:r w:rsidRPr="003165F1">
        <w:rPr>
          <w:rFonts w:ascii="Calibri" w:eastAsia="Calibri" w:hAnsi="Calibri" w:cs="Calibri"/>
          <w:sz w:val="20"/>
          <w:szCs w:val="20"/>
        </w:rPr>
        <w:t>g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3165F1">
        <w:rPr>
          <w:rFonts w:ascii="Calibri" w:eastAsia="Calibri" w:hAnsi="Calibri" w:cs="Calibri"/>
          <w:sz w:val="20"/>
          <w:szCs w:val="20"/>
        </w:rPr>
        <w:t>te</w:t>
      </w:r>
      <w:r w:rsidRPr="003165F1">
        <w:rPr>
          <w:rFonts w:ascii="Calibri" w:eastAsia="Calibri" w:hAnsi="Calibri" w:cs="Calibri"/>
          <w:spacing w:val="3"/>
          <w:sz w:val="20"/>
          <w:szCs w:val="20"/>
        </w:rPr>
        <w:t>k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sz w:val="20"/>
          <w:szCs w:val="20"/>
        </w:rPr>
        <w:t>.</w:t>
      </w:r>
      <w:r w:rsidRPr="003165F1"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</w:p>
    <w:sectPr w:rsidR="00734D9C" w:rsidRPr="00316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9C"/>
    <w:rsid w:val="000B5043"/>
    <w:rsid w:val="001536AA"/>
    <w:rsid w:val="00415B87"/>
    <w:rsid w:val="00734D9C"/>
    <w:rsid w:val="00824465"/>
    <w:rsid w:val="008E3DCA"/>
    <w:rsid w:val="00985DB5"/>
    <w:rsid w:val="00AA6C30"/>
    <w:rsid w:val="00B61364"/>
    <w:rsid w:val="00D94166"/>
    <w:rsid w:val="00E62B71"/>
    <w:rsid w:val="00F90190"/>
    <w:rsid w:val="00FB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D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vplatChar">
    <w:name w:val="vv_plat Char"/>
    <w:basedOn w:val="Standaardalinea-lettertype"/>
    <w:link w:val="vvplat"/>
    <w:locked/>
    <w:rsid w:val="00415B87"/>
    <w:rPr>
      <w:rFonts w:ascii="Lucida Fax" w:eastAsia="Batang" w:hAnsi="Lucida Fax" w:cs="Arial"/>
      <w:sz w:val="18"/>
    </w:rPr>
  </w:style>
  <w:style w:type="paragraph" w:customStyle="1" w:styleId="vvplat">
    <w:name w:val="vv_plat"/>
    <w:basedOn w:val="Standaard"/>
    <w:link w:val="vvplatChar"/>
    <w:qFormat/>
    <w:rsid w:val="00415B87"/>
    <w:pPr>
      <w:tabs>
        <w:tab w:val="left" w:pos="794"/>
        <w:tab w:val="left" w:pos="992"/>
        <w:tab w:val="left" w:pos="1191"/>
        <w:tab w:val="left" w:pos="1616"/>
      </w:tabs>
      <w:spacing w:after="0" w:line="320" w:lineRule="exact"/>
      <w:ind w:left="992" w:hanging="425"/>
    </w:pPr>
    <w:rPr>
      <w:rFonts w:ascii="Lucida Fax" w:eastAsia="Batang" w:hAnsi="Lucida Fax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D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vplatChar">
    <w:name w:val="vv_plat Char"/>
    <w:basedOn w:val="Standaardalinea-lettertype"/>
    <w:link w:val="vvplat"/>
    <w:locked/>
    <w:rsid w:val="00415B87"/>
    <w:rPr>
      <w:rFonts w:ascii="Lucida Fax" w:eastAsia="Batang" w:hAnsi="Lucida Fax" w:cs="Arial"/>
      <w:sz w:val="18"/>
    </w:rPr>
  </w:style>
  <w:style w:type="paragraph" w:customStyle="1" w:styleId="vvplat">
    <w:name w:val="vv_plat"/>
    <w:basedOn w:val="Standaard"/>
    <w:link w:val="vvplatChar"/>
    <w:qFormat/>
    <w:rsid w:val="00415B87"/>
    <w:pPr>
      <w:tabs>
        <w:tab w:val="left" w:pos="794"/>
        <w:tab w:val="left" w:pos="992"/>
        <w:tab w:val="left" w:pos="1191"/>
        <w:tab w:val="left" w:pos="1616"/>
      </w:tabs>
      <w:spacing w:after="0" w:line="320" w:lineRule="exact"/>
      <w:ind w:left="992" w:hanging="425"/>
    </w:pPr>
    <w:rPr>
      <w:rFonts w:ascii="Lucida Fax" w:eastAsia="Batang" w:hAnsi="Lucida Fax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C4EE205F</Template>
  <TotalTime>0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Hendriks-de Jong,E.T.H.</dc:creator>
  <cp:lastModifiedBy>Woudstra,D.A.</cp:lastModifiedBy>
  <cp:revision>3</cp:revision>
  <dcterms:created xsi:type="dcterms:W3CDTF">2015-04-14T11:32:00Z</dcterms:created>
  <dcterms:modified xsi:type="dcterms:W3CDTF">2015-04-14T11:32:00Z</dcterms:modified>
</cp:coreProperties>
</file>