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4ECFD" w14:textId="502506C9" w:rsidR="00AC6779" w:rsidRDefault="00AC6779" w:rsidP="00AC6779">
      <w:pPr>
        <w:rPr>
          <w:rFonts w:ascii="Arial" w:hAnsi="Arial" w:cs="Arial"/>
          <w:b/>
          <w:sz w:val="22"/>
          <w:szCs w:val="22"/>
        </w:rPr>
      </w:pPr>
      <w:r>
        <w:rPr>
          <w:rFonts w:ascii="Arial" w:hAnsi="Arial" w:cs="Arial"/>
          <w:b/>
          <w:sz w:val="22"/>
          <w:szCs w:val="22"/>
        </w:rPr>
        <w:t>BP</w:t>
      </w:r>
      <w:r w:rsidR="000E372B">
        <w:rPr>
          <w:rFonts w:ascii="Arial" w:hAnsi="Arial" w:cs="Arial"/>
          <w:b/>
          <w:sz w:val="22"/>
          <w:szCs w:val="22"/>
        </w:rPr>
        <w:t>V opdracht 4</w:t>
      </w:r>
      <w:r w:rsidR="00630879">
        <w:rPr>
          <w:rFonts w:ascii="Arial" w:hAnsi="Arial" w:cs="Arial"/>
          <w:b/>
          <w:sz w:val="22"/>
          <w:szCs w:val="22"/>
        </w:rPr>
        <w:t xml:space="preserve"> </w:t>
      </w:r>
      <w:r w:rsidR="00E571FD">
        <w:rPr>
          <w:rFonts w:ascii="Arial" w:hAnsi="Arial" w:cs="Arial"/>
          <w:b/>
          <w:sz w:val="22"/>
          <w:szCs w:val="22"/>
        </w:rPr>
        <w:t>Onderhouden gebouwen en terreinen</w:t>
      </w:r>
    </w:p>
    <w:p w14:paraId="1E40257E" w14:textId="4188E98C" w:rsidR="00AC6779" w:rsidRDefault="00AC6779" w:rsidP="00AC6779">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C6779" w14:paraId="5D1F0E20" w14:textId="77777777"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DEB0B59" w14:textId="77777777" w:rsidR="00AC6779" w:rsidRDefault="007D256B">
            <w:pPr>
              <w:spacing w:line="276" w:lineRule="auto"/>
              <w:rPr>
                <w:rFonts w:ascii="Arial" w:hAnsi="Arial" w:cs="Arial"/>
                <w:b/>
                <w:sz w:val="22"/>
                <w:szCs w:val="22"/>
                <w:lang w:eastAsia="en-US"/>
              </w:rPr>
            </w:pPr>
            <w:r>
              <w:rPr>
                <w:rFonts w:ascii="Arial" w:hAnsi="Arial" w:cs="Arial"/>
                <w:b/>
                <w:sz w:val="22"/>
                <w:szCs w:val="22"/>
                <w:lang w:eastAsia="en-US"/>
              </w:rPr>
              <w:t>Onderhoud van gebouwen, installaties en gereedschappen</w:t>
            </w:r>
          </w:p>
        </w:tc>
      </w:tr>
      <w:tr w:rsidR="00AC6779" w14:paraId="0FABA8A4" w14:textId="77777777" w:rsidTr="00AC6779">
        <w:trPr>
          <w:cantSplit/>
        </w:trPr>
        <w:tc>
          <w:tcPr>
            <w:tcW w:w="10140" w:type="dxa"/>
            <w:tcBorders>
              <w:top w:val="single" w:sz="4" w:space="0" w:color="auto"/>
              <w:left w:val="single" w:sz="4" w:space="0" w:color="auto"/>
              <w:bottom w:val="single" w:sz="4" w:space="0" w:color="auto"/>
              <w:right w:val="single" w:sz="4" w:space="0" w:color="auto"/>
            </w:tcBorders>
            <w:hideMark/>
          </w:tcPr>
          <w:p w14:paraId="0B6DD5B1" w14:textId="77777777" w:rsidR="00AC6779" w:rsidRDefault="00AC6779">
            <w:pPr>
              <w:spacing w:line="276" w:lineRule="auto"/>
              <w:rPr>
                <w:rFonts w:asciiTheme="minorHAnsi" w:eastAsiaTheme="minorHAnsi" w:hAnsiTheme="minorHAnsi"/>
                <w:sz w:val="22"/>
                <w:szCs w:val="22"/>
                <w:lang w:eastAsia="en-US"/>
              </w:rPr>
            </w:pPr>
          </w:p>
        </w:tc>
      </w:tr>
      <w:tr w:rsidR="00AC6779" w14:paraId="633183E4" w14:textId="77777777" w:rsidTr="00AC6779">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47715E0A" w14:textId="77777777"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Leerdoelen:</w:t>
            </w:r>
          </w:p>
        </w:tc>
      </w:tr>
      <w:tr w:rsidR="00AC6779" w14:paraId="57D6398B" w14:textId="77777777" w:rsidTr="00AC6779">
        <w:trPr>
          <w:cantSplit/>
        </w:trPr>
        <w:tc>
          <w:tcPr>
            <w:tcW w:w="10140" w:type="dxa"/>
            <w:tcBorders>
              <w:top w:val="single" w:sz="4" w:space="0" w:color="auto"/>
              <w:left w:val="single" w:sz="4" w:space="0" w:color="auto"/>
              <w:bottom w:val="single" w:sz="4" w:space="0" w:color="auto"/>
              <w:right w:val="single" w:sz="4" w:space="0" w:color="auto"/>
            </w:tcBorders>
          </w:tcPr>
          <w:p w14:paraId="7D9DAEFF" w14:textId="77777777" w:rsidR="00AC6779" w:rsidRDefault="00AC6779">
            <w:pPr>
              <w:spacing w:line="276" w:lineRule="auto"/>
              <w:ind w:left="405"/>
              <w:rPr>
                <w:rFonts w:ascii="Arial" w:hAnsi="Arial" w:cs="Arial"/>
                <w:b/>
                <w:sz w:val="22"/>
                <w:szCs w:val="22"/>
                <w:lang w:eastAsia="en-US"/>
              </w:rPr>
            </w:pPr>
          </w:p>
          <w:p w14:paraId="254F5F6E" w14:textId="77777777" w:rsidR="00AC6779" w:rsidRDefault="00AC6779">
            <w:pPr>
              <w:spacing w:line="276" w:lineRule="auto"/>
              <w:ind w:left="405"/>
              <w:rPr>
                <w:rFonts w:ascii="Arial" w:hAnsi="Arial" w:cs="Arial"/>
                <w:b/>
                <w:sz w:val="22"/>
                <w:szCs w:val="22"/>
                <w:lang w:eastAsia="en-US"/>
              </w:rPr>
            </w:pPr>
            <w:r>
              <w:rPr>
                <w:rFonts w:ascii="Arial" w:hAnsi="Arial" w:cs="Arial"/>
                <w:b/>
                <w:sz w:val="22"/>
                <w:szCs w:val="22"/>
                <w:lang w:eastAsia="en-US"/>
              </w:rPr>
              <w:t>Na</w:t>
            </w:r>
            <w:r w:rsidR="00630879">
              <w:rPr>
                <w:rFonts w:ascii="Arial" w:hAnsi="Arial" w:cs="Arial"/>
                <w:b/>
                <w:sz w:val="22"/>
                <w:szCs w:val="22"/>
                <w:lang w:eastAsia="en-US"/>
              </w:rPr>
              <w:t xml:space="preserve"> </w:t>
            </w:r>
            <w:r w:rsidR="005165EC">
              <w:rPr>
                <w:rFonts w:ascii="Arial" w:hAnsi="Arial" w:cs="Arial"/>
                <w:b/>
                <w:sz w:val="22"/>
                <w:szCs w:val="22"/>
                <w:lang w:eastAsia="en-US"/>
              </w:rPr>
              <w:t>het maken van deze opdracht kun</w:t>
            </w:r>
            <w:r>
              <w:rPr>
                <w:rFonts w:ascii="Arial" w:hAnsi="Arial" w:cs="Arial"/>
                <w:b/>
                <w:sz w:val="22"/>
                <w:szCs w:val="22"/>
                <w:lang w:eastAsia="en-US"/>
              </w:rPr>
              <w:t xml:space="preserve"> je: </w:t>
            </w:r>
          </w:p>
          <w:p w14:paraId="710CBCED" w14:textId="77777777" w:rsidR="00A80A06" w:rsidRDefault="007D256B"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Het dagelijks onderhoud aan gebouwen, erf en erfbeplanting uitvoeren;</w:t>
            </w:r>
          </w:p>
          <w:p w14:paraId="10B8B242" w14:textId="77777777" w:rsidR="007D256B" w:rsidRPr="007D256B" w:rsidRDefault="007D256B" w:rsidP="007D256B">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Het normale onderhoud uitvoeren aan WEL-installaties (water-electra-licht);</w:t>
            </w:r>
          </w:p>
          <w:p w14:paraId="189B3FA8" w14:textId="77777777" w:rsidR="007D256B" w:rsidRDefault="007D256B"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Onderhoudsschema’s opstellen voor gebouwen en installaties;</w:t>
            </w:r>
          </w:p>
          <w:p w14:paraId="16E5D3EB" w14:textId="77777777" w:rsidR="007D256B" w:rsidRDefault="007D256B"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welke gereedschappen en machines je nodig hebt voor het onderhoud;</w:t>
            </w:r>
          </w:p>
          <w:p w14:paraId="09FFA794" w14:textId="77777777" w:rsidR="007D256B" w:rsidRDefault="007D256B"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Gereedschappen onderhouden en repareren.</w:t>
            </w:r>
          </w:p>
          <w:p w14:paraId="2FCC9E00" w14:textId="77777777" w:rsidR="00E571FD" w:rsidRPr="00E571FD" w:rsidRDefault="00E571FD" w:rsidP="00E571FD">
            <w:pPr>
              <w:spacing w:line="276" w:lineRule="auto"/>
              <w:ind w:left="45"/>
              <w:rPr>
                <w:rFonts w:ascii="Arial" w:hAnsi="Arial" w:cs="Arial"/>
                <w:sz w:val="22"/>
                <w:szCs w:val="22"/>
                <w:lang w:eastAsia="en-US"/>
              </w:rPr>
            </w:pPr>
          </w:p>
        </w:tc>
      </w:tr>
      <w:tr w:rsidR="00AC6779" w14:paraId="1F7CA8DE" w14:textId="77777777" w:rsidTr="00AC6779">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06A77A4" w14:textId="77777777"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AC6779" w14:paraId="67B9DD05" w14:textId="77777777" w:rsidTr="00AC6779">
        <w:tc>
          <w:tcPr>
            <w:tcW w:w="10140" w:type="dxa"/>
            <w:tcBorders>
              <w:top w:val="single" w:sz="4" w:space="0" w:color="auto"/>
              <w:left w:val="single" w:sz="4" w:space="0" w:color="auto"/>
              <w:bottom w:val="single" w:sz="4" w:space="0" w:color="auto"/>
              <w:right w:val="single" w:sz="4" w:space="0" w:color="auto"/>
            </w:tcBorders>
          </w:tcPr>
          <w:p w14:paraId="0C6721C5" w14:textId="77777777" w:rsidR="00356325" w:rsidRDefault="00356325" w:rsidP="00541BE7">
            <w:pPr>
              <w:spacing w:line="276" w:lineRule="auto"/>
              <w:rPr>
                <w:rFonts w:ascii="Arial" w:hAnsi="Arial" w:cs="Arial"/>
                <w:sz w:val="22"/>
                <w:szCs w:val="22"/>
                <w:lang w:eastAsia="en-US"/>
              </w:rPr>
            </w:pPr>
          </w:p>
          <w:p w14:paraId="6B87433A" w14:textId="77777777" w:rsidR="00A80A06" w:rsidRDefault="007D256B" w:rsidP="00541BE7">
            <w:pPr>
              <w:spacing w:line="276" w:lineRule="auto"/>
              <w:rPr>
                <w:rFonts w:ascii="Arial" w:hAnsi="Arial" w:cs="Arial"/>
                <w:sz w:val="22"/>
                <w:szCs w:val="22"/>
                <w:lang w:eastAsia="en-US"/>
              </w:rPr>
            </w:pPr>
            <w:r>
              <w:rPr>
                <w:rFonts w:ascii="Arial" w:hAnsi="Arial" w:cs="Arial"/>
                <w:sz w:val="22"/>
                <w:szCs w:val="22"/>
                <w:lang w:eastAsia="en-US"/>
              </w:rPr>
              <w:t>Je kunt nog zo goed zijn in de teelt. Je kunt alles op tijd toedienen, de juiste gewasverzorging geven en heel goed oogsten. Uiteindelijk zal het product enige tijd onder dak zijn. In de open teelten minder dan in de kasteelt. Maar in beide sectoren vertegenwoordigen de gebouwen en installaties een grote waarde.</w:t>
            </w:r>
          </w:p>
          <w:p w14:paraId="3F2AFEE8" w14:textId="77777777" w:rsidR="007D256B" w:rsidRDefault="007D256B" w:rsidP="00541BE7">
            <w:pPr>
              <w:spacing w:line="276" w:lineRule="auto"/>
              <w:rPr>
                <w:rFonts w:ascii="Arial" w:hAnsi="Arial" w:cs="Arial"/>
                <w:sz w:val="22"/>
                <w:szCs w:val="22"/>
                <w:lang w:eastAsia="en-US"/>
              </w:rPr>
            </w:pPr>
          </w:p>
          <w:p w14:paraId="6F81E76A" w14:textId="77777777" w:rsidR="007D256B" w:rsidRDefault="007D256B" w:rsidP="00541BE7">
            <w:pPr>
              <w:spacing w:line="276" w:lineRule="auto"/>
              <w:rPr>
                <w:rFonts w:ascii="Arial" w:hAnsi="Arial" w:cs="Arial"/>
                <w:sz w:val="22"/>
                <w:szCs w:val="22"/>
                <w:lang w:eastAsia="en-US"/>
              </w:rPr>
            </w:pPr>
            <w:r>
              <w:rPr>
                <w:rFonts w:ascii="Arial" w:hAnsi="Arial" w:cs="Arial"/>
                <w:sz w:val="22"/>
                <w:szCs w:val="22"/>
                <w:lang w:eastAsia="en-US"/>
              </w:rPr>
              <w:t>Een modern bedrijf kan het niet meer maken dat een installatie stil staat op het moment dat je hem nodig hebt. Vooral niet als die stilstand voorkomen had kunnen worden. Verder moet de installatie goed werken. De klimaat- of bewaarcomputer moet bijvoorbeeld de juiste temperatuur aangeven.</w:t>
            </w:r>
          </w:p>
          <w:p w14:paraId="6597C53E" w14:textId="77777777" w:rsidR="007D256B" w:rsidRDefault="007D256B" w:rsidP="00541BE7">
            <w:pPr>
              <w:spacing w:line="276" w:lineRule="auto"/>
              <w:rPr>
                <w:rFonts w:ascii="Arial" w:hAnsi="Arial" w:cs="Arial"/>
                <w:sz w:val="22"/>
                <w:szCs w:val="22"/>
                <w:lang w:eastAsia="en-US"/>
              </w:rPr>
            </w:pPr>
          </w:p>
          <w:p w14:paraId="0A76BF8E" w14:textId="77777777" w:rsidR="007D256B" w:rsidRDefault="007D256B" w:rsidP="00541BE7">
            <w:pPr>
              <w:spacing w:line="276" w:lineRule="auto"/>
              <w:rPr>
                <w:rFonts w:ascii="Arial" w:hAnsi="Arial" w:cs="Arial"/>
                <w:sz w:val="22"/>
                <w:szCs w:val="22"/>
                <w:lang w:eastAsia="en-US"/>
              </w:rPr>
            </w:pPr>
            <w:r>
              <w:rPr>
                <w:rFonts w:ascii="Arial" w:hAnsi="Arial" w:cs="Arial"/>
                <w:sz w:val="22"/>
                <w:szCs w:val="22"/>
                <w:lang w:eastAsia="en-US"/>
              </w:rPr>
              <w:t>Met een beetje aandacht en aan te leren vakmanschap kun je veel van de onderhoudswerkzaamheden zelf uitvoeren. Ander onderhoud moet je bij abonnement door een monteur laten doen. Belangrijk is dan echter ook dat je weet wat de monteur moet doen. Je kunt dan controleren of alles gedaan is.</w:t>
            </w:r>
          </w:p>
          <w:p w14:paraId="089F70DF" w14:textId="77777777" w:rsidR="00356325" w:rsidRPr="001E28CE" w:rsidRDefault="00356325" w:rsidP="00541BE7">
            <w:pPr>
              <w:spacing w:line="276" w:lineRule="auto"/>
              <w:rPr>
                <w:rFonts w:ascii="Arial" w:hAnsi="Arial" w:cs="Arial"/>
                <w:sz w:val="22"/>
                <w:szCs w:val="22"/>
                <w:lang w:eastAsia="en-US"/>
              </w:rPr>
            </w:pPr>
          </w:p>
        </w:tc>
      </w:tr>
      <w:tr w:rsidR="00AC6779" w14:paraId="6562116C" w14:textId="77777777" w:rsidTr="00AC6779">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vAlign w:val="center"/>
          </w:tcPr>
          <w:p w14:paraId="606109FE" w14:textId="77777777" w:rsidR="00AC6779" w:rsidRDefault="00AC6779">
            <w:pPr>
              <w:spacing w:line="276" w:lineRule="auto"/>
              <w:rPr>
                <w:rFonts w:ascii="Arial" w:hAnsi="Arial" w:cs="Arial"/>
                <w:sz w:val="22"/>
                <w:szCs w:val="22"/>
                <w:lang w:eastAsia="en-US"/>
              </w:rPr>
            </w:pPr>
          </w:p>
          <w:p w14:paraId="05C934D0" w14:textId="77777777" w:rsidR="00C776E6" w:rsidRDefault="00C776E6" w:rsidP="007D256B">
            <w:pPr>
              <w:spacing w:line="276" w:lineRule="auto"/>
              <w:rPr>
                <w:rFonts w:ascii="Arial" w:hAnsi="Arial" w:cs="Arial"/>
                <w:sz w:val="22"/>
                <w:szCs w:val="22"/>
                <w:lang w:eastAsia="en-US"/>
              </w:rPr>
            </w:pPr>
          </w:p>
          <w:p w14:paraId="12FBB362" w14:textId="77777777" w:rsidR="007D256B" w:rsidRDefault="007D256B" w:rsidP="007D256B">
            <w:pPr>
              <w:spacing w:line="276" w:lineRule="auto"/>
              <w:rPr>
                <w:rFonts w:ascii="Arial" w:hAnsi="Arial" w:cs="Arial"/>
                <w:sz w:val="22"/>
                <w:szCs w:val="22"/>
                <w:lang w:eastAsia="en-US"/>
              </w:rPr>
            </w:pPr>
          </w:p>
          <w:p w14:paraId="5D1D6355" w14:textId="77777777" w:rsidR="007D256B" w:rsidRDefault="007D256B" w:rsidP="007D256B">
            <w:pPr>
              <w:spacing w:line="276" w:lineRule="auto"/>
              <w:rPr>
                <w:rFonts w:ascii="Arial" w:hAnsi="Arial" w:cs="Arial"/>
                <w:sz w:val="22"/>
                <w:szCs w:val="22"/>
                <w:lang w:eastAsia="en-US"/>
              </w:rPr>
            </w:pPr>
          </w:p>
          <w:p w14:paraId="4B789E94" w14:textId="77777777" w:rsidR="007D256B" w:rsidRDefault="007D256B" w:rsidP="007D256B">
            <w:pPr>
              <w:spacing w:line="276" w:lineRule="auto"/>
              <w:rPr>
                <w:rFonts w:ascii="Arial" w:hAnsi="Arial" w:cs="Arial"/>
                <w:sz w:val="22"/>
                <w:szCs w:val="22"/>
                <w:lang w:eastAsia="en-US"/>
              </w:rPr>
            </w:pPr>
          </w:p>
          <w:p w14:paraId="6D68606A" w14:textId="77777777" w:rsidR="007D256B" w:rsidRDefault="007D256B" w:rsidP="007D256B">
            <w:pPr>
              <w:spacing w:line="276" w:lineRule="auto"/>
              <w:rPr>
                <w:rFonts w:ascii="Arial" w:hAnsi="Arial" w:cs="Arial"/>
                <w:sz w:val="22"/>
                <w:szCs w:val="22"/>
                <w:lang w:eastAsia="en-US"/>
              </w:rPr>
            </w:pPr>
          </w:p>
          <w:p w14:paraId="5847BBBE" w14:textId="77777777" w:rsidR="007D256B" w:rsidRDefault="007D256B" w:rsidP="007D256B">
            <w:pPr>
              <w:spacing w:line="276" w:lineRule="auto"/>
              <w:rPr>
                <w:rFonts w:ascii="Arial" w:hAnsi="Arial" w:cs="Arial"/>
                <w:sz w:val="22"/>
                <w:szCs w:val="22"/>
                <w:lang w:eastAsia="en-US"/>
              </w:rPr>
            </w:pPr>
          </w:p>
          <w:p w14:paraId="52FA3DF7" w14:textId="77777777" w:rsidR="007D256B" w:rsidRDefault="007D256B" w:rsidP="007D256B">
            <w:pPr>
              <w:spacing w:line="276" w:lineRule="auto"/>
              <w:rPr>
                <w:rFonts w:ascii="Arial" w:hAnsi="Arial" w:cs="Arial"/>
                <w:sz w:val="22"/>
                <w:szCs w:val="22"/>
                <w:lang w:eastAsia="en-US"/>
              </w:rPr>
            </w:pPr>
          </w:p>
          <w:p w14:paraId="652813AE" w14:textId="77777777" w:rsidR="007D256B" w:rsidRDefault="007D256B" w:rsidP="007D256B">
            <w:pPr>
              <w:spacing w:line="276" w:lineRule="auto"/>
              <w:rPr>
                <w:rFonts w:ascii="Arial" w:hAnsi="Arial" w:cs="Arial"/>
                <w:sz w:val="22"/>
                <w:szCs w:val="22"/>
                <w:lang w:eastAsia="en-US"/>
              </w:rPr>
            </w:pPr>
          </w:p>
          <w:p w14:paraId="4D87EA14" w14:textId="77777777" w:rsidR="007D256B" w:rsidRDefault="007D256B" w:rsidP="007D256B">
            <w:pPr>
              <w:spacing w:line="276" w:lineRule="auto"/>
              <w:rPr>
                <w:rFonts w:ascii="Arial" w:hAnsi="Arial" w:cs="Arial"/>
                <w:sz w:val="22"/>
                <w:szCs w:val="22"/>
                <w:lang w:eastAsia="en-US"/>
              </w:rPr>
            </w:pPr>
          </w:p>
          <w:p w14:paraId="722BE25F" w14:textId="77777777" w:rsidR="007D256B" w:rsidRDefault="007D256B" w:rsidP="007D256B">
            <w:pPr>
              <w:spacing w:line="276" w:lineRule="auto"/>
              <w:rPr>
                <w:rFonts w:ascii="Arial" w:hAnsi="Arial" w:cs="Arial"/>
                <w:sz w:val="22"/>
                <w:szCs w:val="22"/>
                <w:lang w:eastAsia="en-US"/>
              </w:rPr>
            </w:pPr>
          </w:p>
          <w:p w14:paraId="18983FF0" w14:textId="77777777" w:rsidR="007D256B" w:rsidRDefault="007D256B" w:rsidP="007D256B">
            <w:pPr>
              <w:spacing w:line="276" w:lineRule="auto"/>
              <w:rPr>
                <w:rFonts w:ascii="Arial" w:hAnsi="Arial" w:cs="Arial"/>
                <w:sz w:val="22"/>
                <w:szCs w:val="22"/>
                <w:lang w:eastAsia="en-US"/>
              </w:rPr>
            </w:pPr>
          </w:p>
          <w:p w14:paraId="23D9A38B" w14:textId="77777777" w:rsidR="007D256B" w:rsidRDefault="007D256B" w:rsidP="007D256B">
            <w:pPr>
              <w:spacing w:line="276" w:lineRule="auto"/>
              <w:rPr>
                <w:rFonts w:ascii="Arial" w:hAnsi="Arial" w:cs="Arial"/>
                <w:sz w:val="22"/>
                <w:szCs w:val="22"/>
                <w:lang w:eastAsia="en-US"/>
              </w:rPr>
            </w:pPr>
          </w:p>
          <w:p w14:paraId="6F63DEAA" w14:textId="77777777" w:rsidR="007D256B" w:rsidRDefault="009C3F85" w:rsidP="007D256B">
            <w:pPr>
              <w:spacing w:line="276" w:lineRule="auto"/>
              <w:rPr>
                <w:rFonts w:ascii="Arial" w:hAnsi="Arial" w:cs="Arial"/>
                <w:sz w:val="22"/>
                <w:szCs w:val="22"/>
                <w:lang w:eastAsia="en-US"/>
              </w:rPr>
            </w:pPr>
            <w:r>
              <w:rPr>
                <w:rFonts w:ascii="Arial" w:hAnsi="Arial" w:cs="Arial"/>
                <w:noProof/>
                <w:color w:val="0000FF"/>
                <w:sz w:val="27"/>
                <w:szCs w:val="27"/>
              </w:rPr>
              <w:drawing>
                <wp:anchor distT="0" distB="0" distL="114300" distR="114300" simplePos="0" relativeHeight="251659264" behindDoc="1" locked="0" layoutInCell="1" allowOverlap="1" wp14:anchorId="4BC0A158" wp14:editId="37FA8B3B">
                  <wp:simplePos x="0" y="0"/>
                  <wp:positionH relativeFrom="column">
                    <wp:posOffset>1205230</wp:posOffset>
                  </wp:positionH>
                  <wp:positionV relativeFrom="paragraph">
                    <wp:posOffset>-2298700</wp:posOffset>
                  </wp:positionV>
                  <wp:extent cx="3657600" cy="2331720"/>
                  <wp:effectExtent l="0" t="0" r="0" b="0"/>
                  <wp:wrapTight wrapText="bothSides">
                    <wp:wrapPolygon edited="0">
                      <wp:start x="0" y="0"/>
                      <wp:lineTo x="0" y="21353"/>
                      <wp:lineTo x="21488" y="21353"/>
                      <wp:lineTo x="21488" y="0"/>
                      <wp:lineTo x="0" y="0"/>
                    </wp:wrapPolygon>
                  </wp:wrapTight>
                  <wp:docPr id="4" name="Afbeelding 4" descr="Afbeeldingsresultaat voor onderhoud bedrijfsruim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onderhoud bedrijfsruimte">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57600" cy="23317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C6779" w14:paraId="76A8E41A" w14:textId="77777777" w:rsidTr="00AC6779">
        <w:trPr>
          <w:cantSplit/>
          <w:trHeight w:val="464"/>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7E434B33" w14:textId="77777777" w:rsidR="00AC6779" w:rsidRDefault="00AC6779">
            <w:pPr>
              <w:rPr>
                <w:rFonts w:ascii="Arial" w:hAnsi="Arial" w:cs="Arial"/>
                <w:sz w:val="22"/>
                <w:szCs w:val="22"/>
                <w:lang w:eastAsia="en-US"/>
              </w:rPr>
            </w:pPr>
          </w:p>
        </w:tc>
      </w:tr>
    </w:tbl>
    <w:p w14:paraId="4843ADF5" w14:textId="77777777" w:rsidR="009362FB" w:rsidRDefault="009362FB" w:rsidP="00AC6779">
      <w:pPr>
        <w:rPr>
          <w:rFonts w:ascii="Arial" w:hAnsi="Arial" w:cs="Arial"/>
          <w:b/>
          <w:sz w:val="22"/>
          <w:szCs w:val="22"/>
        </w:rPr>
      </w:pPr>
    </w:p>
    <w:p w14:paraId="67757B39" w14:textId="77777777" w:rsidR="00356325" w:rsidRDefault="00356325" w:rsidP="00AC6779">
      <w:pPr>
        <w:rPr>
          <w:rFonts w:ascii="Arial" w:hAnsi="Arial" w:cs="Arial"/>
          <w:b/>
          <w:sz w:val="22"/>
          <w:szCs w:val="22"/>
        </w:rPr>
      </w:pPr>
    </w:p>
    <w:p w14:paraId="21053724" w14:textId="77777777" w:rsidR="001D0F2F" w:rsidRDefault="001D0F2F" w:rsidP="00AC6779">
      <w:pPr>
        <w:rPr>
          <w:rFonts w:ascii="Arial" w:hAnsi="Arial" w:cs="Arial"/>
          <w:b/>
          <w:sz w:val="22"/>
          <w:szCs w:val="22"/>
        </w:rPr>
      </w:pPr>
    </w:p>
    <w:p w14:paraId="163DA6EB" w14:textId="77777777" w:rsidR="00591C4E" w:rsidRDefault="00591C4E">
      <w:pPr>
        <w:spacing w:after="200" w:line="276" w:lineRule="auto"/>
        <w:rPr>
          <w:rFonts w:ascii="Arial" w:hAnsi="Arial" w:cs="Arial"/>
          <w:b/>
          <w:sz w:val="22"/>
          <w:szCs w:val="22"/>
        </w:rPr>
      </w:pPr>
      <w:r>
        <w:rPr>
          <w:rFonts w:ascii="Arial" w:hAnsi="Arial" w:cs="Arial"/>
          <w:b/>
          <w:sz w:val="22"/>
          <w:szCs w:val="22"/>
        </w:rPr>
        <w:br w:type="page"/>
      </w:r>
    </w:p>
    <w:p w14:paraId="6021161A" w14:textId="1606998E" w:rsidR="00AC6779" w:rsidRDefault="000A6C08" w:rsidP="00E04930">
      <w:pPr>
        <w:rPr>
          <w:rFonts w:ascii="Arial" w:hAnsi="Arial" w:cs="Arial"/>
          <w:b/>
          <w:sz w:val="22"/>
          <w:szCs w:val="22"/>
        </w:rPr>
      </w:pPr>
      <w:bookmarkStart w:id="0" w:name="_GoBack"/>
      <w:bookmarkEnd w:id="0"/>
      <w:r w:rsidRPr="000A6C08">
        <w:rPr>
          <w:rFonts w:ascii="Arial" w:hAnsi="Arial" w:cs="Arial"/>
          <w:b/>
          <w:sz w:val="22"/>
          <w:szCs w:val="22"/>
        </w:rPr>
        <w:lastRenderedPageBreak/>
        <w:t>Uitvoering 1</w:t>
      </w:r>
      <w:r w:rsidR="00091B3B">
        <w:rPr>
          <w:rFonts w:ascii="Arial" w:hAnsi="Arial" w:cs="Arial"/>
          <w:b/>
          <w:sz w:val="22"/>
          <w:szCs w:val="22"/>
        </w:rPr>
        <w:t xml:space="preserve"> </w:t>
      </w:r>
    </w:p>
    <w:p w14:paraId="7059BBDC" w14:textId="77777777" w:rsidR="00E04930" w:rsidRDefault="00E04930" w:rsidP="00E04930">
      <w:pPr>
        <w:rPr>
          <w:rFonts w:ascii="Arial" w:hAnsi="Arial" w:cs="Arial"/>
          <w:sz w:val="22"/>
          <w:szCs w:val="22"/>
        </w:rPr>
      </w:pPr>
      <w:r>
        <w:rPr>
          <w:rFonts w:ascii="Arial" w:hAnsi="Arial" w:cs="Arial"/>
          <w:sz w:val="22"/>
          <w:szCs w:val="22"/>
        </w:rPr>
        <w:t>Vraag op je praktijkbedrijf wat er gedaan wordt met de resten van de schilderklus: kwasten, wanten, lege blikken, resten verf, enzovoorts. Informeer bij de gemeenten of deze manier juist is. Zoek de regelgeving op en vergelijk deze met de manier van handelen op je praktijkbedrijf. Wat kan er verbeterd worden?</w:t>
      </w:r>
    </w:p>
    <w:p w14:paraId="3D88CDA6" w14:textId="77777777" w:rsidR="00E04930" w:rsidRDefault="00E04930" w:rsidP="00E04930">
      <w:pPr>
        <w:rPr>
          <w:rFonts w:ascii="Arial" w:hAnsi="Arial" w:cs="Arial"/>
          <w:sz w:val="22"/>
          <w:szCs w:val="22"/>
        </w:rPr>
      </w:pPr>
    </w:p>
    <w:p w14:paraId="44463458" w14:textId="77777777" w:rsidR="00E04930" w:rsidRPr="00E04930" w:rsidRDefault="00E04930" w:rsidP="00E04930">
      <w:pPr>
        <w:rPr>
          <w:rFonts w:ascii="Arial" w:hAnsi="Arial" w:cs="Arial"/>
          <w:b/>
          <w:sz w:val="22"/>
          <w:szCs w:val="22"/>
        </w:rPr>
      </w:pPr>
      <w:r w:rsidRPr="00E04930">
        <w:rPr>
          <w:rFonts w:ascii="Arial" w:hAnsi="Arial" w:cs="Arial"/>
          <w:b/>
          <w:sz w:val="22"/>
          <w:szCs w:val="22"/>
        </w:rPr>
        <w:t>Uitvoering 2</w:t>
      </w:r>
    </w:p>
    <w:p w14:paraId="5452E20B" w14:textId="77777777" w:rsidR="00E04930" w:rsidRDefault="003B7740" w:rsidP="00E04930">
      <w:pPr>
        <w:rPr>
          <w:rFonts w:ascii="Arial" w:hAnsi="Arial" w:cs="Arial"/>
          <w:sz w:val="22"/>
          <w:szCs w:val="22"/>
        </w:rPr>
      </w:pPr>
      <w:r>
        <w:rPr>
          <w:rFonts w:ascii="Arial" w:hAnsi="Arial" w:cs="Arial"/>
          <w:sz w:val="22"/>
          <w:szCs w:val="22"/>
        </w:rPr>
        <w:t>Waar loopt de regenafvoer?</w:t>
      </w:r>
    </w:p>
    <w:p w14:paraId="0AB6A42E" w14:textId="77777777" w:rsidR="003B7740" w:rsidRDefault="003B7740" w:rsidP="00E04930">
      <w:pPr>
        <w:rPr>
          <w:rFonts w:ascii="Arial" w:hAnsi="Arial" w:cs="Arial"/>
          <w:sz w:val="22"/>
          <w:szCs w:val="22"/>
        </w:rPr>
      </w:pPr>
      <w:r>
        <w:rPr>
          <w:rFonts w:ascii="Arial" w:hAnsi="Arial" w:cs="Arial"/>
          <w:sz w:val="22"/>
          <w:szCs w:val="22"/>
        </w:rPr>
        <w:t>Zoek op je praktijkbedrijf de regenafvoerpijpen op. Teken deze afvoerpijpen in een plattegrond van het bedrijf. Vermeld hierbij:</w:t>
      </w:r>
    </w:p>
    <w:p w14:paraId="1BC52692" w14:textId="77777777" w:rsidR="003B7740" w:rsidRDefault="003B7740" w:rsidP="003B7740">
      <w:pPr>
        <w:pStyle w:val="Lijstalinea"/>
        <w:numPr>
          <w:ilvl w:val="0"/>
          <w:numId w:val="15"/>
        </w:numPr>
        <w:rPr>
          <w:rFonts w:ascii="Arial" w:hAnsi="Arial" w:cs="Arial"/>
          <w:sz w:val="22"/>
          <w:szCs w:val="22"/>
        </w:rPr>
      </w:pPr>
      <w:r>
        <w:rPr>
          <w:rFonts w:ascii="Arial" w:hAnsi="Arial" w:cs="Arial"/>
          <w:sz w:val="22"/>
          <w:szCs w:val="22"/>
        </w:rPr>
        <w:t>Of ze boven- of ondergronds lopen;</w:t>
      </w:r>
    </w:p>
    <w:p w14:paraId="756568CE" w14:textId="77777777" w:rsidR="003B7740" w:rsidRDefault="003B7740" w:rsidP="003B7740">
      <w:pPr>
        <w:pStyle w:val="Lijstalinea"/>
        <w:numPr>
          <w:ilvl w:val="0"/>
          <w:numId w:val="15"/>
        </w:numPr>
        <w:rPr>
          <w:rFonts w:ascii="Arial" w:hAnsi="Arial" w:cs="Arial"/>
          <w:sz w:val="22"/>
          <w:szCs w:val="22"/>
        </w:rPr>
      </w:pPr>
      <w:r>
        <w:rPr>
          <w:rFonts w:ascii="Arial" w:hAnsi="Arial" w:cs="Arial"/>
          <w:sz w:val="22"/>
          <w:szCs w:val="22"/>
        </w:rPr>
        <w:t>Waar ze eindigen;</w:t>
      </w:r>
    </w:p>
    <w:p w14:paraId="4E72A8C3" w14:textId="77777777" w:rsidR="003B7740" w:rsidRDefault="003B7740" w:rsidP="003B7740">
      <w:pPr>
        <w:pStyle w:val="Lijstalinea"/>
        <w:numPr>
          <w:ilvl w:val="0"/>
          <w:numId w:val="15"/>
        </w:numPr>
        <w:rPr>
          <w:rFonts w:ascii="Arial" w:hAnsi="Arial" w:cs="Arial"/>
          <w:sz w:val="22"/>
          <w:szCs w:val="22"/>
        </w:rPr>
      </w:pPr>
      <w:r>
        <w:rPr>
          <w:rFonts w:ascii="Arial" w:hAnsi="Arial" w:cs="Arial"/>
          <w:sz w:val="22"/>
          <w:szCs w:val="22"/>
        </w:rPr>
        <w:t>Wat er met het regenwater gedaan wordt;</w:t>
      </w:r>
    </w:p>
    <w:p w14:paraId="1FC1197B" w14:textId="77777777" w:rsidR="003B7740" w:rsidRPr="003B7740" w:rsidRDefault="003B7740" w:rsidP="003B7740">
      <w:pPr>
        <w:pStyle w:val="Lijstalinea"/>
        <w:numPr>
          <w:ilvl w:val="0"/>
          <w:numId w:val="15"/>
        </w:numPr>
        <w:rPr>
          <w:rFonts w:ascii="Arial" w:hAnsi="Arial" w:cs="Arial"/>
          <w:sz w:val="22"/>
          <w:szCs w:val="22"/>
        </w:rPr>
      </w:pPr>
      <w:r>
        <w:rPr>
          <w:rFonts w:ascii="Arial" w:hAnsi="Arial" w:cs="Arial"/>
          <w:sz w:val="22"/>
          <w:szCs w:val="22"/>
        </w:rPr>
        <w:t>Of er zwakke plekken in de afvoer zitten die een groot gevaar voor beschadigingen vormen.</w:t>
      </w:r>
    </w:p>
    <w:p w14:paraId="4DFB58F4" w14:textId="77777777" w:rsidR="00E04930" w:rsidRDefault="00E04930" w:rsidP="00E04930">
      <w:pPr>
        <w:rPr>
          <w:rFonts w:ascii="Arial" w:hAnsi="Arial" w:cs="Arial"/>
          <w:sz w:val="22"/>
          <w:szCs w:val="22"/>
        </w:rPr>
      </w:pPr>
    </w:p>
    <w:p w14:paraId="3E90573E" w14:textId="77777777" w:rsidR="0094794C" w:rsidRPr="0094794C" w:rsidRDefault="0094794C" w:rsidP="00E04930">
      <w:pPr>
        <w:rPr>
          <w:rFonts w:ascii="Arial" w:hAnsi="Arial" w:cs="Arial"/>
          <w:b/>
          <w:sz w:val="22"/>
          <w:szCs w:val="22"/>
        </w:rPr>
      </w:pPr>
      <w:r w:rsidRPr="0094794C">
        <w:rPr>
          <w:rFonts w:ascii="Arial" w:hAnsi="Arial" w:cs="Arial"/>
          <w:b/>
          <w:sz w:val="22"/>
          <w:szCs w:val="22"/>
        </w:rPr>
        <w:t>Uitvoering 3</w:t>
      </w:r>
    </w:p>
    <w:p w14:paraId="426FADC1" w14:textId="77777777" w:rsidR="00E04930" w:rsidRDefault="0047523C" w:rsidP="00E04930">
      <w:pPr>
        <w:rPr>
          <w:rFonts w:ascii="Arial" w:hAnsi="Arial" w:cs="Arial"/>
          <w:sz w:val="22"/>
          <w:szCs w:val="22"/>
        </w:rPr>
      </w:pPr>
      <w:r>
        <w:rPr>
          <w:rFonts w:ascii="Arial" w:hAnsi="Arial" w:cs="Arial"/>
          <w:sz w:val="22"/>
          <w:szCs w:val="22"/>
        </w:rPr>
        <w:t>Als je onderhoud gaat plegen aan erf- of singelbeplanting, staat veilig werken voorop. Wordt er op je praktijkbedrijf weleens onderhoud gepleegd aan de erfbeplanting? Zo ja, met welk gereedschap gebeurt dat dan en welke veiligheidsmaatregelen worden daarbij genomen?</w:t>
      </w:r>
    </w:p>
    <w:p w14:paraId="5169A2D9" w14:textId="77777777" w:rsidR="0047523C" w:rsidRDefault="0047523C" w:rsidP="00E04930">
      <w:pPr>
        <w:rPr>
          <w:rFonts w:ascii="Arial" w:hAnsi="Arial" w:cs="Arial"/>
          <w:sz w:val="22"/>
          <w:szCs w:val="22"/>
        </w:rPr>
      </w:pPr>
      <w:r>
        <w:rPr>
          <w:rFonts w:ascii="Arial" w:hAnsi="Arial" w:cs="Arial"/>
          <w:sz w:val="22"/>
          <w:szCs w:val="22"/>
        </w:rPr>
        <w:t>Noteer voor je praktijkbedrijf:</w:t>
      </w:r>
    </w:p>
    <w:p w14:paraId="5C994196" w14:textId="77777777" w:rsidR="0047523C" w:rsidRDefault="0047523C" w:rsidP="0047523C">
      <w:pPr>
        <w:pStyle w:val="Lijstalinea"/>
        <w:numPr>
          <w:ilvl w:val="0"/>
          <w:numId w:val="15"/>
        </w:numPr>
        <w:rPr>
          <w:rFonts w:ascii="Arial" w:hAnsi="Arial" w:cs="Arial"/>
          <w:sz w:val="22"/>
          <w:szCs w:val="22"/>
        </w:rPr>
      </w:pPr>
      <w:r>
        <w:rPr>
          <w:rFonts w:ascii="Arial" w:hAnsi="Arial" w:cs="Arial"/>
          <w:sz w:val="22"/>
          <w:szCs w:val="22"/>
        </w:rPr>
        <w:t>Welke handelingen er verricht worden;</w:t>
      </w:r>
    </w:p>
    <w:p w14:paraId="7E7600C3" w14:textId="77777777" w:rsidR="0047523C" w:rsidRDefault="0047523C" w:rsidP="0047523C">
      <w:pPr>
        <w:pStyle w:val="Lijstalinea"/>
        <w:numPr>
          <w:ilvl w:val="0"/>
          <w:numId w:val="15"/>
        </w:numPr>
        <w:rPr>
          <w:rFonts w:ascii="Arial" w:hAnsi="Arial" w:cs="Arial"/>
          <w:sz w:val="22"/>
          <w:szCs w:val="22"/>
        </w:rPr>
      </w:pPr>
      <w:r>
        <w:rPr>
          <w:rFonts w:ascii="Arial" w:hAnsi="Arial" w:cs="Arial"/>
          <w:sz w:val="22"/>
          <w:szCs w:val="22"/>
        </w:rPr>
        <w:t>Wie het onderhoudswerk verricht;</w:t>
      </w:r>
    </w:p>
    <w:p w14:paraId="100840EA" w14:textId="77777777" w:rsidR="0047523C" w:rsidRDefault="0047523C" w:rsidP="0047523C">
      <w:pPr>
        <w:pStyle w:val="Lijstalinea"/>
        <w:numPr>
          <w:ilvl w:val="0"/>
          <w:numId w:val="15"/>
        </w:numPr>
        <w:rPr>
          <w:rFonts w:ascii="Arial" w:hAnsi="Arial" w:cs="Arial"/>
          <w:sz w:val="22"/>
          <w:szCs w:val="22"/>
        </w:rPr>
      </w:pPr>
      <w:r>
        <w:rPr>
          <w:rFonts w:ascii="Arial" w:hAnsi="Arial" w:cs="Arial"/>
          <w:sz w:val="22"/>
          <w:szCs w:val="22"/>
        </w:rPr>
        <w:t>Welke veiligheidsmaatregelen worden getroffen;</w:t>
      </w:r>
    </w:p>
    <w:p w14:paraId="27AEFF17" w14:textId="77777777" w:rsidR="0047523C" w:rsidRDefault="0047523C" w:rsidP="0047523C">
      <w:pPr>
        <w:pStyle w:val="Lijstalinea"/>
        <w:numPr>
          <w:ilvl w:val="0"/>
          <w:numId w:val="15"/>
        </w:numPr>
        <w:rPr>
          <w:rFonts w:ascii="Arial" w:hAnsi="Arial" w:cs="Arial"/>
          <w:sz w:val="22"/>
          <w:szCs w:val="22"/>
        </w:rPr>
      </w:pPr>
      <w:r>
        <w:rPr>
          <w:rFonts w:ascii="Arial" w:hAnsi="Arial" w:cs="Arial"/>
          <w:sz w:val="22"/>
          <w:szCs w:val="22"/>
        </w:rPr>
        <w:t>Op welke manier de gebruikte gereedschappen worden onderhouden.</w:t>
      </w:r>
    </w:p>
    <w:p w14:paraId="7F7CE407" w14:textId="77777777" w:rsidR="0047523C" w:rsidRDefault="0047523C" w:rsidP="0047523C">
      <w:pPr>
        <w:rPr>
          <w:rFonts w:ascii="Arial" w:hAnsi="Arial" w:cs="Arial"/>
          <w:sz w:val="22"/>
          <w:szCs w:val="22"/>
        </w:rPr>
      </w:pPr>
    </w:p>
    <w:p w14:paraId="7544D61A" w14:textId="77777777" w:rsidR="0047523C" w:rsidRPr="0047523C" w:rsidRDefault="0047523C" w:rsidP="0047523C">
      <w:pPr>
        <w:rPr>
          <w:rFonts w:ascii="Arial" w:hAnsi="Arial" w:cs="Arial"/>
          <w:b/>
          <w:sz w:val="22"/>
          <w:szCs w:val="22"/>
        </w:rPr>
      </w:pPr>
      <w:r w:rsidRPr="0047523C">
        <w:rPr>
          <w:rFonts w:ascii="Arial" w:hAnsi="Arial" w:cs="Arial"/>
          <w:b/>
          <w:sz w:val="22"/>
          <w:szCs w:val="22"/>
        </w:rPr>
        <w:t>Uitvoering 4</w:t>
      </w:r>
    </w:p>
    <w:p w14:paraId="6CD6A37F" w14:textId="77777777" w:rsidR="00E04930" w:rsidRDefault="00FB09DF" w:rsidP="00E04930">
      <w:pPr>
        <w:rPr>
          <w:rFonts w:ascii="Arial" w:hAnsi="Arial" w:cs="Arial"/>
          <w:sz w:val="22"/>
          <w:szCs w:val="22"/>
        </w:rPr>
      </w:pPr>
      <w:r>
        <w:rPr>
          <w:rFonts w:ascii="Arial" w:hAnsi="Arial" w:cs="Arial"/>
          <w:sz w:val="22"/>
          <w:szCs w:val="22"/>
        </w:rPr>
        <w:t>Ook in je praktijkbedrijf wordt waarschijnlijk gebruik gemaakt van een planningsformulier voor het onderhoud. Het is handig om aan de hand van dit praktijkvoorbeeld de onderhoudswerkzaamheden te bekijken.</w:t>
      </w:r>
    </w:p>
    <w:p w14:paraId="014B2950" w14:textId="77777777" w:rsidR="00FB09DF" w:rsidRDefault="00FB09DF" w:rsidP="00FB09DF">
      <w:pPr>
        <w:pStyle w:val="Lijstalinea"/>
        <w:numPr>
          <w:ilvl w:val="0"/>
          <w:numId w:val="16"/>
        </w:numPr>
        <w:rPr>
          <w:rFonts w:ascii="Arial" w:hAnsi="Arial" w:cs="Arial"/>
          <w:sz w:val="22"/>
          <w:szCs w:val="22"/>
        </w:rPr>
      </w:pPr>
      <w:r>
        <w:rPr>
          <w:rFonts w:ascii="Arial" w:hAnsi="Arial" w:cs="Arial"/>
          <w:sz w:val="22"/>
          <w:szCs w:val="22"/>
        </w:rPr>
        <w:t>Neem onderstaande tabel over (en maak hem zo groot als nodig is) en overleg vervolgens met je praktijkopleider wanneer het onderhoud het beste kan gebeuren aan de installatie. Geef dit aan met een merkteken in het vakje, zoals in het voorbeeld is voorgedaan.</w:t>
      </w:r>
    </w:p>
    <w:tbl>
      <w:tblPr>
        <w:tblStyle w:val="Tabelraster"/>
        <w:tblW w:w="0" w:type="auto"/>
        <w:tblInd w:w="38" w:type="dxa"/>
        <w:tblLook w:val="04A0" w:firstRow="1" w:lastRow="0" w:firstColumn="1" w:lastColumn="0" w:noHBand="0" w:noVBand="1"/>
      </w:tblPr>
      <w:tblGrid>
        <w:gridCol w:w="1839"/>
        <w:gridCol w:w="1800"/>
        <w:gridCol w:w="1804"/>
        <w:gridCol w:w="1793"/>
        <w:gridCol w:w="1788"/>
      </w:tblGrid>
      <w:tr w:rsidR="00213D81" w14:paraId="13036C44" w14:textId="77777777" w:rsidTr="00213D81">
        <w:tc>
          <w:tcPr>
            <w:tcW w:w="1842" w:type="dxa"/>
          </w:tcPr>
          <w:p w14:paraId="3B7CA460" w14:textId="77777777" w:rsidR="00213D81" w:rsidRDefault="00213D81" w:rsidP="00FB09DF">
            <w:pPr>
              <w:rPr>
                <w:rFonts w:ascii="Arial" w:hAnsi="Arial" w:cs="Arial"/>
                <w:sz w:val="22"/>
                <w:szCs w:val="22"/>
              </w:rPr>
            </w:pPr>
          </w:p>
        </w:tc>
        <w:tc>
          <w:tcPr>
            <w:tcW w:w="1842" w:type="dxa"/>
          </w:tcPr>
          <w:p w14:paraId="37BAC733" w14:textId="77777777" w:rsidR="00213D81" w:rsidRDefault="00213D81" w:rsidP="00FB09DF">
            <w:pPr>
              <w:rPr>
                <w:rFonts w:ascii="Arial" w:hAnsi="Arial" w:cs="Arial"/>
                <w:sz w:val="22"/>
                <w:szCs w:val="22"/>
              </w:rPr>
            </w:pPr>
            <w:r>
              <w:rPr>
                <w:rFonts w:ascii="Arial" w:hAnsi="Arial" w:cs="Arial"/>
                <w:sz w:val="22"/>
                <w:szCs w:val="22"/>
              </w:rPr>
              <w:t>Januari</w:t>
            </w:r>
          </w:p>
        </w:tc>
        <w:tc>
          <w:tcPr>
            <w:tcW w:w="1842" w:type="dxa"/>
          </w:tcPr>
          <w:p w14:paraId="1378CA0B" w14:textId="77777777" w:rsidR="00213D81" w:rsidRDefault="00213D81" w:rsidP="00FB09DF">
            <w:pPr>
              <w:rPr>
                <w:rFonts w:ascii="Arial" w:hAnsi="Arial" w:cs="Arial"/>
                <w:sz w:val="22"/>
                <w:szCs w:val="22"/>
              </w:rPr>
            </w:pPr>
            <w:r>
              <w:rPr>
                <w:rFonts w:ascii="Arial" w:hAnsi="Arial" w:cs="Arial"/>
                <w:sz w:val="22"/>
                <w:szCs w:val="22"/>
              </w:rPr>
              <w:t>Februari</w:t>
            </w:r>
          </w:p>
        </w:tc>
        <w:tc>
          <w:tcPr>
            <w:tcW w:w="1843" w:type="dxa"/>
          </w:tcPr>
          <w:p w14:paraId="1BEBCBA9" w14:textId="77777777" w:rsidR="00213D81" w:rsidRDefault="00213D81" w:rsidP="00FB09DF">
            <w:pPr>
              <w:rPr>
                <w:rFonts w:ascii="Arial" w:hAnsi="Arial" w:cs="Arial"/>
                <w:sz w:val="22"/>
                <w:szCs w:val="22"/>
              </w:rPr>
            </w:pPr>
            <w:r>
              <w:rPr>
                <w:rFonts w:ascii="Arial" w:hAnsi="Arial" w:cs="Arial"/>
                <w:sz w:val="22"/>
                <w:szCs w:val="22"/>
              </w:rPr>
              <w:t>Maart</w:t>
            </w:r>
          </w:p>
        </w:tc>
        <w:tc>
          <w:tcPr>
            <w:tcW w:w="1843" w:type="dxa"/>
          </w:tcPr>
          <w:p w14:paraId="3FF0C6B2" w14:textId="77777777" w:rsidR="00213D81" w:rsidRDefault="00213D81" w:rsidP="00FB09DF">
            <w:pPr>
              <w:rPr>
                <w:rFonts w:ascii="Arial" w:hAnsi="Arial" w:cs="Arial"/>
                <w:sz w:val="22"/>
                <w:szCs w:val="22"/>
              </w:rPr>
            </w:pPr>
            <w:r>
              <w:rPr>
                <w:rFonts w:ascii="Arial" w:hAnsi="Arial" w:cs="Arial"/>
                <w:sz w:val="22"/>
                <w:szCs w:val="22"/>
              </w:rPr>
              <w:t xml:space="preserve">April </w:t>
            </w:r>
          </w:p>
        </w:tc>
      </w:tr>
      <w:tr w:rsidR="00213D81" w14:paraId="45ECA7DA" w14:textId="77777777" w:rsidTr="00213D81">
        <w:tc>
          <w:tcPr>
            <w:tcW w:w="1842" w:type="dxa"/>
          </w:tcPr>
          <w:p w14:paraId="055D18C4" w14:textId="77777777" w:rsidR="00213D81" w:rsidRDefault="00213D81" w:rsidP="00FB09DF">
            <w:pPr>
              <w:rPr>
                <w:rFonts w:ascii="Arial" w:hAnsi="Arial" w:cs="Arial"/>
                <w:sz w:val="22"/>
                <w:szCs w:val="22"/>
              </w:rPr>
            </w:pPr>
            <w:r>
              <w:rPr>
                <w:rFonts w:ascii="Arial" w:hAnsi="Arial" w:cs="Arial"/>
                <w:sz w:val="22"/>
                <w:szCs w:val="22"/>
              </w:rPr>
              <w:t>Sorteermachine</w:t>
            </w:r>
          </w:p>
        </w:tc>
        <w:tc>
          <w:tcPr>
            <w:tcW w:w="1842" w:type="dxa"/>
          </w:tcPr>
          <w:p w14:paraId="5F8BC32F" w14:textId="77777777" w:rsidR="00213D81" w:rsidRDefault="00213D81" w:rsidP="00FB09DF">
            <w:pPr>
              <w:rPr>
                <w:rFonts w:ascii="Arial" w:hAnsi="Arial" w:cs="Arial"/>
                <w:sz w:val="22"/>
                <w:szCs w:val="22"/>
              </w:rPr>
            </w:pPr>
          </w:p>
        </w:tc>
        <w:tc>
          <w:tcPr>
            <w:tcW w:w="1842" w:type="dxa"/>
          </w:tcPr>
          <w:p w14:paraId="0FCBD3D2" w14:textId="77777777" w:rsidR="00213D81" w:rsidRDefault="00213D81" w:rsidP="00FB09DF">
            <w:pPr>
              <w:rPr>
                <w:rFonts w:ascii="Arial" w:hAnsi="Arial" w:cs="Arial"/>
                <w:sz w:val="22"/>
                <w:szCs w:val="22"/>
              </w:rPr>
            </w:pPr>
          </w:p>
        </w:tc>
        <w:tc>
          <w:tcPr>
            <w:tcW w:w="1843" w:type="dxa"/>
          </w:tcPr>
          <w:p w14:paraId="1989C86D" w14:textId="77777777" w:rsidR="00213D81" w:rsidRDefault="00213D81" w:rsidP="00FB09DF">
            <w:pPr>
              <w:rPr>
                <w:rFonts w:ascii="Arial" w:hAnsi="Arial" w:cs="Arial"/>
                <w:sz w:val="22"/>
                <w:szCs w:val="22"/>
              </w:rPr>
            </w:pPr>
          </w:p>
        </w:tc>
        <w:tc>
          <w:tcPr>
            <w:tcW w:w="1843" w:type="dxa"/>
          </w:tcPr>
          <w:p w14:paraId="55DACCB9" w14:textId="77777777" w:rsidR="00213D81" w:rsidRDefault="00213D81" w:rsidP="00FB09DF">
            <w:pPr>
              <w:rPr>
                <w:rFonts w:ascii="Arial" w:hAnsi="Arial" w:cs="Arial"/>
                <w:sz w:val="22"/>
                <w:szCs w:val="22"/>
              </w:rPr>
            </w:pPr>
          </w:p>
        </w:tc>
      </w:tr>
      <w:tr w:rsidR="00213D81" w14:paraId="279DD1BE" w14:textId="77777777" w:rsidTr="00213D81">
        <w:tc>
          <w:tcPr>
            <w:tcW w:w="1842" w:type="dxa"/>
          </w:tcPr>
          <w:p w14:paraId="22F03D73" w14:textId="77777777" w:rsidR="00213D81" w:rsidRDefault="00213D81" w:rsidP="00FB09DF">
            <w:pPr>
              <w:rPr>
                <w:rFonts w:ascii="Arial" w:hAnsi="Arial" w:cs="Arial"/>
                <w:sz w:val="22"/>
                <w:szCs w:val="22"/>
              </w:rPr>
            </w:pPr>
            <w:r>
              <w:rPr>
                <w:rFonts w:ascii="Arial" w:hAnsi="Arial" w:cs="Arial"/>
                <w:sz w:val="22"/>
                <w:szCs w:val="22"/>
              </w:rPr>
              <w:t>Topmachine</w:t>
            </w:r>
          </w:p>
        </w:tc>
        <w:tc>
          <w:tcPr>
            <w:tcW w:w="1842" w:type="dxa"/>
          </w:tcPr>
          <w:p w14:paraId="757223CA" w14:textId="77777777" w:rsidR="00213D81" w:rsidRDefault="00213D81" w:rsidP="00FB09DF">
            <w:pPr>
              <w:rPr>
                <w:rFonts w:ascii="Arial" w:hAnsi="Arial" w:cs="Arial"/>
                <w:sz w:val="22"/>
                <w:szCs w:val="22"/>
              </w:rPr>
            </w:pPr>
          </w:p>
        </w:tc>
        <w:tc>
          <w:tcPr>
            <w:tcW w:w="1842" w:type="dxa"/>
          </w:tcPr>
          <w:p w14:paraId="36D3F35F" w14:textId="77777777" w:rsidR="00213D81" w:rsidRDefault="00213D81" w:rsidP="00FB09DF">
            <w:pPr>
              <w:rPr>
                <w:rFonts w:ascii="Arial" w:hAnsi="Arial" w:cs="Arial"/>
                <w:sz w:val="22"/>
                <w:szCs w:val="22"/>
              </w:rPr>
            </w:pPr>
          </w:p>
        </w:tc>
        <w:tc>
          <w:tcPr>
            <w:tcW w:w="1843" w:type="dxa"/>
          </w:tcPr>
          <w:p w14:paraId="7C2C4811" w14:textId="77777777" w:rsidR="00213D81" w:rsidRDefault="00213D81" w:rsidP="00FB09DF">
            <w:pPr>
              <w:rPr>
                <w:rFonts w:ascii="Arial" w:hAnsi="Arial" w:cs="Arial"/>
                <w:sz w:val="22"/>
                <w:szCs w:val="22"/>
              </w:rPr>
            </w:pPr>
          </w:p>
        </w:tc>
        <w:tc>
          <w:tcPr>
            <w:tcW w:w="1843" w:type="dxa"/>
          </w:tcPr>
          <w:p w14:paraId="49D5BC18" w14:textId="77777777" w:rsidR="00213D81" w:rsidRDefault="00213D81" w:rsidP="00FB09DF">
            <w:pPr>
              <w:rPr>
                <w:rFonts w:ascii="Arial" w:hAnsi="Arial" w:cs="Arial"/>
                <w:sz w:val="22"/>
                <w:szCs w:val="22"/>
              </w:rPr>
            </w:pPr>
          </w:p>
        </w:tc>
      </w:tr>
    </w:tbl>
    <w:p w14:paraId="6C842483" w14:textId="77777777" w:rsidR="00FB09DF" w:rsidRPr="00FB09DF" w:rsidRDefault="00FB09DF" w:rsidP="00FB09DF">
      <w:pPr>
        <w:rPr>
          <w:rFonts w:ascii="Arial" w:hAnsi="Arial" w:cs="Arial"/>
          <w:sz w:val="22"/>
          <w:szCs w:val="22"/>
        </w:rPr>
      </w:pPr>
    </w:p>
    <w:p w14:paraId="2479A22A" w14:textId="77777777" w:rsidR="00E04930" w:rsidRPr="00213D81" w:rsidRDefault="00213D81" w:rsidP="00213D81">
      <w:pPr>
        <w:pStyle w:val="Lijstalinea"/>
        <w:numPr>
          <w:ilvl w:val="0"/>
          <w:numId w:val="16"/>
        </w:numPr>
        <w:rPr>
          <w:rFonts w:ascii="Arial" w:hAnsi="Arial" w:cs="Arial"/>
          <w:sz w:val="22"/>
          <w:szCs w:val="22"/>
        </w:rPr>
      </w:pPr>
      <w:r>
        <w:rPr>
          <w:rFonts w:ascii="Arial" w:hAnsi="Arial" w:cs="Arial"/>
          <w:sz w:val="22"/>
          <w:szCs w:val="22"/>
        </w:rPr>
        <w:t>Controleer of je geen machine of installatie vergeten hebt. Schrijf onder de tabel aan welke machine of installatie je in een bepaalde periode onderhoud moet verrichten. De andere machines of installaties moeten daaromheen ingepland worden. Komt er niet te veel op een hoop? Het mag natuurlijk niet zo zijn dat door al dat onderhoud het normale werk in het gedrang komt. Schrijf je bevindingen als afsluiting van deze opdracht onder de tabel</w:t>
      </w:r>
    </w:p>
    <w:p w14:paraId="694EE060" w14:textId="77777777" w:rsidR="00E04930" w:rsidRDefault="00E04930" w:rsidP="00E04930">
      <w:pPr>
        <w:rPr>
          <w:rFonts w:ascii="Arial" w:hAnsi="Arial" w:cs="Arial"/>
          <w:sz w:val="22"/>
          <w:szCs w:val="22"/>
        </w:rPr>
      </w:pPr>
    </w:p>
    <w:p w14:paraId="1202A8C8" w14:textId="77777777" w:rsidR="00E04930" w:rsidRPr="00E20D07" w:rsidRDefault="00E20D07" w:rsidP="00E04930">
      <w:pPr>
        <w:rPr>
          <w:rFonts w:ascii="Arial" w:hAnsi="Arial" w:cs="Arial"/>
          <w:b/>
          <w:sz w:val="22"/>
          <w:szCs w:val="22"/>
        </w:rPr>
      </w:pPr>
      <w:r w:rsidRPr="00E20D07">
        <w:rPr>
          <w:rFonts w:ascii="Arial" w:hAnsi="Arial" w:cs="Arial"/>
          <w:b/>
          <w:sz w:val="22"/>
          <w:szCs w:val="22"/>
        </w:rPr>
        <w:t>Uitvoering 5</w:t>
      </w:r>
    </w:p>
    <w:p w14:paraId="0B11B556" w14:textId="77777777" w:rsidR="00E20D07" w:rsidRDefault="001405E4" w:rsidP="00E04930">
      <w:pPr>
        <w:rPr>
          <w:rFonts w:ascii="Arial" w:hAnsi="Arial" w:cs="Arial"/>
          <w:sz w:val="22"/>
          <w:szCs w:val="22"/>
        </w:rPr>
      </w:pPr>
      <w:r>
        <w:rPr>
          <w:rFonts w:ascii="Arial" w:hAnsi="Arial" w:cs="Arial"/>
          <w:sz w:val="22"/>
          <w:szCs w:val="22"/>
        </w:rPr>
        <w:t xml:space="preserve">Maak een inventarisatie van de onderhoudswerkzaamheden aan installaties op het praktijkbedrijf. </w:t>
      </w:r>
    </w:p>
    <w:p w14:paraId="41664BF4" w14:textId="77777777" w:rsidR="00AF3C56" w:rsidRDefault="00AF3C56" w:rsidP="00E04930">
      <w:pPr>
        <w:rPr>
          <w:rFonts w:ascii="Arial" w:hAnsi="Arial" w:cs="Arial"/>
          <w:sz w:val="22"/>
          <w:szCs w:val="22"/>
        </w:rPr>
      </w:pPr>
    </w:p>
    <w:p w14:paraId="0C7CB3D3" w14:textId="77777777" w:rsidR="00AF3C56" w:rsidRDefault="00AF3C56" w:rsidP="00E04930">
      <w:pPr>
        <w:rPr>
          <w:rFonts w:ascii="Arial" w:hAnsi="Arial" w:cs="Arial"/>
          <w:sz w:val="22"/>
          <w:szCs w:val="22"/>
        </w:rPr>
      </w:pPr>
    </w:p>
    <w:p w14:paraId="270B5383" w14:textId="77777777" w:rsidR="00AF3C56" w:rsidRDefault="00AF3C56" w:rsidP="00E04930">
      <w:pPr>
        <w:rPr>
          <w:rFonts w:ascii="Arial" w:hAnsi="Arial" w:cs="Arial"/>
          <w:sz w:val="22"/>
          <w:szCs w:val="22"/>
        </w:rPr>
      </w:pPr>
    </w:p>
    <w:p w14:paraId="788F825B" w14:textId="77777777" w:rsidR="00AF3C56" w:rsidRDefault="00AF3C56" w:rsidP="00E04930">
      <w:pPr>
        <w:rPr>
          <w:rFonts w:ascii="Arial" w:hAnsi="Arial" w:cs="Arial"/>
          <w:sz w:val="22"/>
          <w:szCs w:val="22"/>
        </w:rPr>
      </w:pPr>
    </w:p>
    <w:p w14:paraId="3488DEFC" w14:textId="77777777" w:rsidR="00AF3C56" w:rsidRDefault="00AF3C56" w:rsidP="00E04930">
      <w:pPr>
        <w:rPr>
          <w:rFonts w:ascii="Arial" w:hAnsi="Arial" w:cs="Arial"/>
          <w:sz w:val="22"/>
          <w:szCs w:val="22"/>
        </w:rPr>
      </w:pPr>
    </w:p>
    <w:p w14:paraId="01DF4231" w14:textId="77777777" w:rsidR="00E04930" w:rsidRPr="00E04930" w:rsidRDefault="00E04930" w:rsidP="00E04930">
      <w:pPr>
        <w:rPr>
          <w:rFonts w:ascii="Arial" w:hAnsi="Arial" w:cs="Arial"/>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142"/>
      </w:tblGrid>
      <w:tr w:rsidR="00AC6779" w14:paraId="7456EE5A" w14:textId="77777777" w:rsidTr="00D60B0F">
        <w:trPr>
          <w:cantSplit/>
        </w:trPr>
        <w:tc>
          <w:tcPr>
            <w:tcW w:w="9142" w:type="dxa"/>
            <w:tcBorders>
              <w:top w:val="single" w:sz="4" w:space="0" w:color="auto"/>
              <w:left w:val="single" w:sz="4" w:space="0" w:color="auto"/>
              <w:bottom w:val="single" w:sz="4" w:space="0" w:color="auto"/>
              <w:right w:val="single" w:sz="4" w:space="0" w:color="auto"/>
            </w:tcBorders>
            <w:shd w:val="pct40" w:color="000000" w:fill="FFFFFF"/>
            <w:hideMark/>
          </w:tcPr>
          <w:p w14:paraId="6CFB00B4" w14:textId="77777777"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lastRenderedPageBreak/>
              <w:t>Afsluiting</w:t>
            </w:r>
          </w:p>
        </w:tc>
      </w:tr>
      <w:tr w:rsidR="00AC6779" w14:paraId="7AFC29FD" w14:textId="77777777" w:rsidTr="00D60B0F">
        <w:trPr>
          <w:cantSplit/>
        </w:trPr>
        <w:tc>
          <w:tcPr>
            <w:tcW w:w="9142" w:type="dxa"/>
            <w:tcBorders>
              <w:top w:val="single" w:sz="4" w:space="0" w:color="auto"/>
              <w:left w:val="single" w:sz="4" w:space="0" w:color="auto"/>
              <w:bottom w:val="single" w:sz="4" w:space="0" w:color="auto"/>
              <w:right w:val="single" w:sz="4" w:space="0" w:color="auto"/>
            </w:tcBorders>
            <w:shd w:val="clear" w:color="auto" w:fill="FFFFFF"/>
          </w:tcPr>
          <w:p w14:paraId="4602F84B" w14:textId="77777777" w:rsidR="00091B3B" w:rsidRDefault="00F61F6C">
            <w:pPr>
              <w:spacing w:line="276" w:lineRule="auto"/>
              <w:rPr>
                <w:rFonts w:ascii="Arial" w:hAnsi="Arial" w:cs="Arial"/>
                <w:sz w:val="22"/>
                <w:szCs w:val="22"/>
                <w:lang w:eastAsia="en-US"/>
              </w:rPr>
            </w:pPr>
            <w:r>
              <w:rPr>
                <w:rFonts w:ascii="Arial" w:hAnsi="Arial" w:cs="Arial"/>
                <w:sz w:val="22"/>
                <w:szCs w:val="22"/>
                <w:lang w:eastAsia="en-US"/>
              </w:rPr>
              <w:t>Maak van deze opdracht een net verslag, deze voeg je in je BPV-map. Je praktijkopleider moet hem ondertekenen voordat de docent hem goed kan keuren.</w:t>
            </w:r>
          </w:p>
        </w:tc>
      </w:tr>
    </w:tbl>
    <w:p w14:paraId="36E3B976" w14:textId="77777777" w:rsidR="00E00DFC" w:rsidRDefault="00E00DFC"/>
    <w:p w14:paraId="594EA2BB" w14:textId="77777777" w:rsidR="00F52FDE" w:rsidRPr="00F52FDE" w:rsidRDefault="00F52FDE">
      <w:pPr>
        <w:rPr>
          <w:rFonts w:ascii="Arial" w:hAnsi="Arial" w:cs="Arial"/>
          <w:sz w:val="22"/>
          <w:szCs w:val="22"/>
        </w:rPr>
      </w:pPr>
      <w:r>
        <w:rPr>
          <w:rFonts w:ascii="Arial" w:hAnsi="Arial" w:cs="Arial"/>
          <w:sz w:val="22"/>
          <w:szCs w:val="22"/>
        </w:rPr>
        <w:t>Handtekening praktijkopleider:</w:t>
      </w:r>
    </w:p>
    <w:tbl>
      <w:tblPr>
        <w:tblStyle w:val="Tabelraster"/>
        <w:tblW w:w="0" w:type="auto"/>
        <w:tblInd w:w="38" w:type="dxa"/>
        <w:tblLook w:val="04A0" w:firstRow="1" w:lastRow="0" w:firstColumn="1" w:lastColumn="0" w:noHBand="0" w:noVBand="1"/>
      </w:tblPr>
      <w:tblGrid>
        <w:gridCol w:w="9024"/>
      </w:tblGrid>
      <w:tr w:rsidR="00F52FDE" w14:paraId="6EE225A0" w14:textId="77777777" w:rsidTr="00F52FDE">
        <w:tc>
          <w:tcPr>
            <w:tcW w:w="9212" w:type="dxa"/>
          </w:tcPr>
          <w:p w14:paraId="38C5C8FC" w14:textId="77777777" w:rsidR="00F52FDE" w:rsidRDefault="00F52FDE">
            <w:pPr>
              <w:rPr>
                <w:rFonts w:ascii="Arial" w:hAnsi="Arial" w:cs="Arial"/>
                <w:sz w:val="22"/>
                <w:szCs w:val="22"/>
              </w:rPr>
            </w:pPr>
          </w:p>
          <w:p w14:paraId="16BC385A" w14:textId="77777777" w:rsidR="00F52FDE" w:rsidRDefault="00F52FDE">
            <w:pPr>
              <w:rPr>
                <w:rFonts w:ascii="Arial" w:hAnsi="Arial" w:cs="Arial"/>
                <w:sz w:val="22"/>
                <w:szCs w:val="22"/>
              </w:rPr>
            </w:pPr>
          </w:p>
          <w:p w14:paraId="4DCA8F24" w14:textId="77777777" w:rsidR="00F52FDE" w:rsidRDefault="00F52FDE">
            <w:pPr>
              <w:rPr>
                <w:rFonts w:ascii="Arial" w:hAnsi="Arial" w:cs="Arial"/>
                <w:sz w:val="22"/>
                <w:szCs w:val="22"/>
              </w:rPr>
            </w:pPr>
          </w:p>
        </w:tc>
      </w:tr>
    </w:tbl>
    <w:p w14:paraId="74CA6B40" w14:textId="77777777" w:rsidR="00F52FDE" w:rsidRDefault="00F52FDE">
      <w:pPr>
        <w:rPr>
          <w:rFonts w:ascii="Arial" w:hAnsi="Arial" w:cs="Arial"/>
          <w:sz w:val="22"/>
          <w:szCs w:val="22"/>
        </w:rPr>
      </w:pPr>
    </w:p>
    <w:p w14:paraId="14816778" w14:textId="77777777" w:rsidR="00F61F6C" w:rsidRDefault="00F61F6C" w:rsidP="00F61F6C"/>
    <w:p w14:paraId="436B2BC1" w14:textId="77777777" w:rsidR="00F61F6C" w:rsidRPr="00F52FDE" w:rsidRDefault="00F61F6C" w:rsidP="00F61F6C">
      <w:pPr>
        <w:rPr>
          <w:rFonts w:ascii="Arial" w:hAnsi="Arial" w:cs="Arial"/>
          <w:sz w:val="22"/>
          <w:szCs w:val="22"/>
        </w:rPr>
      </w:pPr>
      <w:r>
        <w:rPr>
          <w:rFonts w:ascii="Arial" w:hAnsi="Arial" w:cs="Arial"/>
          <w:sz w:val="22"/>
          <w:szCs w:val="22"/>
        </w:rPr>
        <w:t>Handtekening docent:</w:t>
      </w:r>
    </w:p>
    <w:tbl>
      <w:tblPr>
        <w:tblStyle w:val="Tabelraster"/>
        <w:tblW w:w="0" w:type="auto"/>
        <w:tblInd w:w="38" w:type="dxa"/>
        <w:tblLook w:val="04A0" w:firstRow="1" w:lastRow="0" w:firstColumn="1" w:lastColumn="0" w:noHBand="0" w:noVBand="1"/>
      </w:tblPr>
      <w:tblGrid>
        <w:gridCol w:w="9024"/>
      </w:tblGrid>
      <w:tr w:rsidR="00F61F6C" w14:paraId="59C86BF0" w14:textId="77777777" w:rsidTr="00807086">
        <w:tc>
          <w:tcPr>
            <w:tcW w:w="9212" w:type="dxa"/>
          </w:tcPr>
          <w:p w14:paraId="017A57B2" w14:textId="77777777" w:rsidR="00F61F6C" w:rsidRDefault="00F61F6C" w:rsidP="00807086">
            <w:pPr>
              <w:rPr>
                <w:rFonts w:ascii="Arial" w:hAnsi="Arial" w:cs="Arial"/>
                <w:sz w:val="22"/>
                <w:szCs w:val="22"/>
              </w:rPr>
            </w:pPr>
          </w:p>
          <w:p w14:paraId="4D82ED34" w14:textId="77777777" w:rsidR="00F61F6C" w:rsidRDefault="00F61F6C" w:rsidP="00807086">
            <w:pPr>
              <w:rPr>
                <w:rFonts w:ascii="Arial" w:hAnsi="Arial" w:cs="Arial"/>
                <w:sz w:val="22"/>
                <w:szCs w:val="22"/>
              </w:rPr>
            </w:pPr>
          </w:p>
          <w:p w14:paraId="32D2BDCF" w14:textId="77777777" w:rsidR="00F61F6C" w:rsidRDefault="00F61F6C" w:rsidP="00807086">
            <w:pPr>
              <w:rPr>
                <w:rFonts w:ascii="Arial" w:hAnsi="Arial" w:cs="Arial"/>
                <w:sz w:val="22"/>
                <w:szCs w:val="22"/>
              </w:rPr>
            </w:pPr>
          </w:p>
        </w:tc>
      </w:tr>
    </w:tbl>
    <w:p w14:paraId="78E1C9CC" w14:textId="77777777" w:rsidR="00F61F6C" w:rsidRPr="00F52FDE" w:rsidRDefault="00F61F6C" w:rsidP="00F61F6C">
      <w:pPr>
        <w:rPr>
          <w:rFonts w:ascii="Arial" w:hAnsi="Arial" w:cs="Arial"/>
          <w:sz w:val="22"/>
          <w:szCs w:val="22"/>
        </w:rPr>
      </w:pPr>
    </w:p>
    <w:p w14:paraId="0907A1BB" w14:textId="77777777" w:rsidR="00F61F6C" w:rsidRDefault="00F61F6C" w:rsidP="00F61F6C"/>
    <w:p w14:paraId="04D437E9" w14:textId="77777777" w:rsidR="00F61F6C" w:rsidRPr="00F52FDE" w:rsidRDefault="00F61F6C" w:rsidP="00F61F6C">
      <w:pPr>
        <w:rPr>
          <w:rFonts w:ascii="Arial" w:hAnsi="Arial" w:cs="Arial"/>
          <w:sz w:val="22"/>
          <w:szCs w:val="22"/>
        </w:rPr>
      </w:pPr>
      <w:r>
        <w:rPr>
          <w:rFonts w:ascii="Arial" w:hAnsi="Arial" w:cs="Arial"/>
          <w:sz w:val="22"/>
          <w:szCs w:val="22"/>
        </w:rPr>
        <w:t>Beoordeling docent:</w:t>
      </w:r>
    </w:p>
    <w:tbl>
      <w:tblPr>
        <w:tblStyle w:val="Tabelraster"/>
        <w:tblW w:w="0" w:type="auto"/>
        <w:tblInd w:w="38" w:type="dxa"/>
        <w:tblLook w:val="04A0" w:firstRow="1" w:lastRow="0" w:firstColumn="1" w:lastColumn="0" w:noHBand="0" w:noVBand="1"/>
      </w:tblPr>
      <w:tblGrid>
        <w:gridCol w:w="9024"/>
      </w:tblGrid>
      <w:tr w:rsidR="00F61F6C" w14:paraId="51A9CCCD" w14:textId="77777777" w:rsidTr="00807086">
        <w:tc>
          <w:tcPr>
            <w:tcW w:w="9212" w:type="dxa"/>
          </w:tcPr>
          <w:p w14:paraId="5C71A93A" w14:textId="77777777" w:rsidR="00F61F6C" w:rsidRDefault="00F61F6C" w:rsidP="00807086">
            <w:pPr>
              <w:rPr>
                <w:rFonts w:ascii="Arial" w:hAnsi="Arial" w:cs="Arial"/>
                <w:sz w:val="22"/>
                <w:szCs w:val="22"/>
              </w:rPr>
            </w:pPr>
          </w:p>
          <w:p w14:paraId="0F761022" w14:textId="77777777" w:rsidR="00F61F6C" w:rsidRDefault="00F61F6C" w:rsidP="00807086">
            <w:pPr>
              <w:rPr>
                <w:rFonts w:ascii="Arial" w:hAnsi="Arial" w:cs="Arial"/>
                <w:sz w:val="22"/>
                <w:szCs w:val="22"/>
              </w:rPr>
            </w:pPr>
          </w:p>
          <w:p w14:paraId="3F5597B5" w14:textId="77777777" w:rsidR="00F61F6C" w:rsidRDefault="00F61F6C" w:rsidP="00807086">
            <w:pPr>
              <w:rPr>
                <w:rFonts w:ascii="Arial" w:hAnsi="Arial" w:cs="Arial"/>
                <w:sz w:val="22"/>
                <w:szCs w:val="22"/>
              </w:rPr>
            </w:pPr>
          </w:p>
        </w:tc>
      </w:tr>
    </w:tbl>
    <w:p w14:paraId="7A22AA56" w14:textId="77777777" w:rsidR="00F61F6C" w:rsidRPr="00F52FDE" w:rsidRDefault="00F61F6C" w:rsidP="00F61F6C">
      <w:pPr>
        <w:rPr>
          <w:rFonts w:ascii="Arial" w:hAnsi="Arial" w:cs="Arial"/>
          <w:sz w:val="22"/>
          <w:szCs w:val="22"/>
        </w:rPr>
      </w:pPr>
    </w:p>
    <w:p w14:paraId="1EEDAB97" w14:textId="77777777" w:rsidR="00F61F6C" w:rsidRPr="00F52FDE" w:rsidRDefault="00F61F6C">
      <w:pPr>
        <w:rPr>
          <w:rFonts w:ascii="Arial" w:hAnsi="Arial" w:cs="Arial"/>
          <w:sz w:val="22"/>
          <w:szCs w:val="22"/>
        </w:rPr>
      </w:pPr>
    </w:p>
    <w:sectPr w:rsidR="00F61F6C" w:rsidRPr="00F52FDE">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5AB94" w14:textId="77777777" w:rsidR="00DB13F7" w:rsidRDefault="00DB13F7" w:rsidP="00DB13F7">
      <w:r>
        <w:separator/>
      </w:r>
    </w:p>
  </w:endnote>
  <w:endnote w:type="continuationSeparator" w:id="0">
    <w:p w14:paraId="10B82AAF" w14:textId="77777777" w:rsidR="00DB13F7" w:rsidRDefault="00DB13F7" w:rsidP="00DB1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1321754"/>
      <w:docPartObj>
        <w:docPartGallery w:val="Page Numbers (Bottom of Page)"/>
        <w:docPartUnique/>
      </w:docPartObj>
    </w:sdtPr>
    <w:sdtEndPr/>
    <w:sdtContent>
      <w:p w14:paraId="2D18961A" w14:textId="00A49036" w:rsidR="00DB13F7" w:rsidRDefault="00DB13F7">
        <w:pPr>
          <w:pStyle w:val="Voettekst"/>
          <w:jc w:val="center"/>
        </w:pPr>
        <w:r>
          <w:fldChar w:fldCharType="begin"/>
        </w:r>
        <w:r>
          <w:instrText>PAGE   \* MERGEFORMAT</w:instrText>
        </w:r>
        <w:r>
          <w:fldChar w:fldCharType="separate"/>
        </w:r>
        <w:r w:rsidR="00591C4E">
          <w:rPr>
            <w:noProof/>
          </w:rPr>
          <w:t>2</w:t>
        </w:r>
        <w:r>
          <w:fldChar w:fldCharType="end"/>
        </w:r>
      </w:p>
    </w:sdtContent>
  </w:sdt>
  <w:p w14:paraId="234339FD" w14:textId="77777777" w:rsidR="00DB13F7" w:rsidRDefault="00DB13F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BA9FF3" w14:textId="77777777" w:rsidR="00DB13F7" w:rsidRDefault="00DB13F7" w:rsidP="00DB13F7">
      <w:r>
        <w:separator/>
      </w:r>
    </w:p>
  </w:footnote>
  <w:footnote w:type="continuationSeparator" w:id="0">
    <w:p w14:paraId="508B4977" w14:textId="77777777" w:rsidR="00DB13F7" w:rsidRDefault="00DB13F7" w:rsidP="00DB1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72A3F"/>
    <w:multiLevelType w:val="hybridMultilevel"/>
    <w:tmpl w:val="63088760"/>
    <w:lvl w:ilvl="0" w:tplc="251C142C">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7A06CC"/>
    <w:multiLevelType w:val="hybridMultilevel"/>
    <w:tmpl w:val="0284E414"/>
    <w:lvl w:ilvl="0" w:tplc="2C8E9CB2">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3915C03"/>
    <w:multiLevelType w:val="hybridMultilevel"/>
    <w:tmpl w:val="DB224F0C"/>
    <w:lvl w:ilvl="0" w:tplc="40DE0212">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52145E2"/>
    <w:multiLevelType w:val="hybridMultilevel"/>
    <w:tmpl w:val="61185786"/>
    <w:lvl w:ilvl="0" w:tplc="3F74D150">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86D52F5"/>
    <w:multiLevelType w:val="hybridMultilevel"/>
    <w:tmpl w:val="7C22905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6" w15:restartNumberingAfterBreak="0">
    <w:nsid w:val="20EC3590"/>
    <w:multiLevelType w:val="hybridMultilevel"/>
    <w:tmpl w:val="771275AA"/>
    <w:lvl w:ilvl="0" w:tplc="9D30BBB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58A6A3A"/>
    <w:multiLevelType w:val="hybridMultilevel"/>
    <w:tmpl w:val="CB84FA64"/>
    <w:lvl w:ilvl="0" w:tplc="7D8A93C0">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14B3F5B"/>
    <w:multiLevelType w:val="hybridMultilevel"/>
    <w:tmpl w:val="81480B28"/>
    <w:lvl w:ilvl="0" w:tplc="BDB68C9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2BA4007"/>
    <w:multiLevelType w:val="hybridMultilevel"/>
    <w:tmpl w:val="F94464B4"/>
    <w:lvl w:ilvl="0" w:tplc="D9A41F4C">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6AC1BE8"/>
    <w:multiLevelType w:val="hybridMultilevel"/>
    <w:tmpl w:val="703C4272"/>
    <w:lvl w:ilvl="0" w:tplc="80887E8E">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CE06B74"/>
    <w:multiLevelType w:val="hybridMultilevel"/>
    <w:tmpl w:val="215E85F6"/>
    <w:lvl w:ilvl="0" w:tplc="568A42C0">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FB92048"/>
    <w:multiLevelType w:val="hybridMultilevel"/>
    <w:tmpl w:val="9AB24800"/>
    <w:lvl w:ilvl="0" w:tplc="435A5EE2">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6C45D1D"/>
    <w:multiLevelType w:val="hybridMultilevel"/>
    <w:tmpl w:val="41B2AFBA"/>
    <w:lvl w:ilvl="0" w:tplc="057CA13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7CB52A2"/>
    <w:multiLevelType w:val="hybridMultilevel"/>
    <w:tmpl w:val="65528348"/>
    <w:lvl w:ilvl="0" w:tplc="CBF296C4">
      <w:start w:val="1"/>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5" w15:restartNumberingAfterBreak="0">
    <w:nsid w:val="69A22EF9"/>
    <w:multiLevelType w:val="hybridMultilevel"/>
    <w:tmpl w:val="185AA79E"/>
    <w:lvl w:ilvl="0" w:tplc="DD627B48">
      <w:start w:val="1"/>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10"/>
  </w:num>
  <w:num w:numId="4">
    <w:abstractNumId w:val="15"/>
  </w:num>
  <w:num w:numId="5">
    <w:abstractNumId w:val="8"/>
  </w:num>
  <w:num w:numId="6">
    <w:abstractNumId w:val="1"/>
  </w:num>
  <w:num w:numId="7">
    <w:abstractNumId w:val="2"/>
  </w:num>
  <w:num w:numId="8">
    <w:abstractNumId w:val="6"/>
  </w:num>
  <w:num w:numId="9">
    <w:abstractNumId w:val="9"/>
  </w:num>
  <w:num w:numId="10">
    <w:abstractNumId w:val="12"/>
  </w:num>
  <w:num w:numId="11">
    <w:abstractNumId w:val="0"/>
  </w:num>
  <w:num w:numId="12">
    <w:abstractNumId w:val="11"/>
  </w:num>
  <w:num w:numId="13">
    <w:abstractNumId w:val="7"/>
  </w:num>
  <w:num w:numId="14">
    <w:abstractNumId w:val="14"/>
  </w:num>
  <w:num w:numId="15">
    <w:abstractNumId w:val="13"/>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843"/>
    <w:rsid w:val="000554AE"/>
    <w:rsid w:val="00056E84"/>
    <w:rsid w:val="00091B3B"/>
    <w:rsid w:val="000A2EE8"/>
    <w:rsid w:val="000A6C08"/>
    <w:rsid w:val="000B5723"/>
    <w:rsid w:val="000E372B"/>
    <w:rsid w:val="000F6749"/>
    <w:rsid w:val="001405E4"/>
    <w:rsid w:val="00146568"/>
    <w:rsid w:val="0018415B"/>
    <w:rsid w:val="001B4DDE"/>
    <w:rsid w:val="001D0F2F"/>
    <w:rsid w:val="001D1733"/>
    <w:rsid w:val="001E28CE"/>
    <w:rsid w:val="00213D81"/>
    <w:rsid w:val="00356325"/>
    <w:rsid w:val="003576C3"/>
    <w:rsid w:val="003672C0"/>
    <w:rsid w:val="003A2C7C"/>
    <w:rsid w:val="003B7740"/>
    <w:rsid w:val="0047523C"/>
    <w:rsid w:val="004846EA"/>
    <w:rsid w:val="004A2E9A"/>
    <w:rsid w:val="005165EC"/>
    <w:rsid w:val="00541BE7"/>
    <w:rsid w:val="00543C48"/>
    <w:rsid w:val="00554D38"/>
    <w:rsid w:val="00591C4E"/>
    <w:rsid w:val="005D10F3"/>
    <w:rsid w:val="005D4F70"/>
    <w:rsid w:val="00630879"/>
    <w:rsid w:val="006A1FBB"/>
    <w:rsid w:val="006B78E3"/>
    <w:rsid w:val="007D256B"/>
    <w:rsid w:val="00827AB4"/>
    <w:rsid w:val="009362FB"/>
    <w:rsid w:val="0094794C"/>
    <w:rsid w:val="0099192F"/>
    <w:rsid w:val="009B7800"/>
    <w:rsid w:val="009C3F85"/>
    <w:rsid w:val="009F31B0"/>
    <w:rsid w:val="00A0383E"/>
    <w:rsid w:val="00A53F7B"/>
    <w:rsid w:val="00A80A06"/>
    <w:rsid w:val="00A8676E"/>
    <w:rsid w:val="00AC6779"/>
    <w:rsid w:val="00AF3C56"/>
    <w:rsid w:val="00B843C5"/>
    <w:rsid w:val="00C13992"/>
    <w:rsid w:val="00C776E6"/>
    <w:rsid w:val="00CA53F6"/>
    <w:rsid w:val="00CB01C6"/>
    <w:rsid w:val="00D25CBC"/>
    <w:rsid w:val="00D60B0F"/>
    <w:rsid w:val="00D952CD"/>
    <w:rsid w:val="00DB13F7"/>
    <w:rsid w:val="00E00DFC"/>
    <w:rsid w:val="00E04930"/>
    <w:rsid w:val="00E05109"/>
    <w:rsid w:val="00E20D07"/>
    <w:rsid w:val="00E571FD"/>
    <w:rsid w:val="00E65352"/>
    <w:rsid w:val="00E9403A"/>
    <w:rsid w:val="00F226F7"/>
    <w:rsid w:val="00F37843"/>
    <w:rsid w:val="00F52FDE"/>
    <w:rsid w:val="00F61F6C"/>
    <w:rsid w:val="00F72DDC"/>
    <w:rsid w:val="00FB09DF"/>
    <w:rsid w:val="00FC22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CB20E"/>
  <w15:docId w15:val="{90CAC1C8-F243-442A-848B-20B2CE655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C677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C677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C6779"/>
    <w:rPr>
      <w:rFonts w:ascii="Tahoma" w:hAnsi="Tahoma" w:cs="Tahoma"/>
      <w:sz w:val="16"/>
      <w:szCs w:val="16"/>
    </w:rPr>
  </w:style>
  <w:style w:type="character" w:customStyle="1" w:styleId="BallontekstChar">
    <w:name w:val="Ballontekst Char"/>
    <w:basedOn w:val="Standaardalinea-lettertype"/>
    <w:link w:val="Ballontekst"/>
    <w:uiPriority w:val="99"/>
    <w:semiHidden/>
    <w:rsid w:val="00AC6779"/>
    <w:rPr>
      <w:rFonts w:ascii="Tahoma" w:eastAsia="Times New Roman" w:hAnsi="Tahoma" w:cs="Tahoma"/>
      <w:sz w:val="16"/>
      <w:szCs w:val="16"/>
      <w:lang w:eastAsia="nl-NL"/>
    </w:rPr>
  </w:style>
  <w:style w:type="paragraph" w:styleId="Lijstalinea">
    <w:name w:val="List Paragraph"/>
    <w:basedOn w:val="Standaard"/>
    <w:uiPriority w:val="34"/>
    <w:qFormat/>
    <w:rsid w:val="00D25CBC"/>
    <w:pPr>
      <w:ind w:left="720"/>
      <w:contextualSpacing/>
    </w:pPr>
  </w:style>
  <w:style w:type="paragraph" w:styleId="Koptekst">
    <w:name w:val="header"/>
    <w:basedOn w:val="Standaard"/>
    <w:link w:val="KoptekstChar"/>
    <w:uiPriority w:val="99"/>
    <w:unhideWhenUsed/>
    <w:rsid w:val="00DB13F7"/>
    <w:pPr>
      <w:tabs>
        <w:tab w:val="center" w:pos="4536"/>
        <w:tab w:val="right" w:pos="9072"/>
      </w:tabs>
    </w:pPr>
  </w:style>
  <w:style w:type="character" w:customStyle="1" w:styleId="KoptekstChar">
    <w:name w:val="Koptekst Char"/>
    <w:basedOn w:val="Standaardalinea-lettertype"/>
    <w:link w:val="Koptekst"/>
    <w:uiPriority w:val="99"/>
    <w:rsid w:val="00DB13F7"/>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DB13F7"/>
    <w:pPr>
      <w:tabs>
        <w:tab w:val="center" w:pos="4536"/>
        <w:tab w:val="right" w:pos="9072"/>
      </w:tabs>
    </w:pPr>
  </w:style>
  <w:style w:type="character" w:customStyle="1" w:styleId="VoettekstChar">
    <w:name w:val="Voettekst Char"/>
    <w:basedOn w:val="Standaardalinea-lettertype"/>
    <w:link w:val="Voettekst"/>
    <w:uiPriority w:val="99"/>
    <w:rsid w:val="00DB13F7"/>
    <w:rPr>
      <w:rFonts w:ascii="Times New Roman" w:eastAsia="Times New Roman" w:hAnsi="Times New Roman" w:cs="Times New Roman"/>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85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ogle.nl/imgres?imgurl=http://horstenbouw.nl/wp-content/uploads/2014/12/bouw5-300x192.jpg&amp;imgrefurl=http://horstenbouw.nl/renovatie/&amp;h=192&amp;w=300&amp;tbnid=M3_e0VBRHs6iMM:&amp;zoom=1&amp;docid=gmrfmujJrFkYYM&amp;ei=5qd6VZOFLcL2UvLYglg&amp;tbm=isch&amp;ved=0CIYBEDMoXDBcahUKEwiTkOKj7YnGAhVCuxQKHXKsAA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02DF9-9EAE-4D01-BC63-3B7D2D008B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5DC6E63-43E9-4006-9FEF-A60EC6482A19}">
  <ds:schemaRefs>
    <ds:schemaRef ds:uri="http://schemas.microsoft.com/sharepoint/v3/contenttype/forms"/>
  </ds:schemaRefs>
</ds:datastoreItem>
</file>

<file path=customXml/itemProps3.xml><?xml version="1.0" encoding="utf-8"?>
<ds:datastoreItem xmlns:ds="http://schemas.openxmlformats.org/officeDocument/2006/customXml" ds:itemID="{1A91C49C-F9CB-455C-8B32-9CAD16706B52}">
  <ds:schemaRefs>
    <ds:schemaRef ds:uri="http://schemas.microsoft.com/office/infopath/2007/PartnerControls"/>
    <ds:schemaRef ds:uri="http://purl.org/dc/elements/1.1/"/>
    <ds:schemaRef ds:uri="http://www.w3.org/XML/1998/namespace"/>
    <ds:schemaRef ds:uri="http://schemas.microsoft.com/office/2006/metadata/properties"/>
    <ds:schemaRef ds:uri="http://purl.org/dc/dcmitype/"/>
    <ds:schemaRef ds:uri="http://schemas.microsoft.com/office/2006/documentManagement/types"/>
    <ds:schemaRef ds:uri="http://purl.org/dc/terms/"/>
    <ds:schemaRef ds:uri="http://schemas.openxmlformats.org/package/2006/metadata/core-properties"/>
  </ds:schemaRefs>
</ds:datastoreItem>
</file>

<file path=customXml/itemProps4.xml><?xml version="1.0" encoding="utf-8"?>
<ds:datastoreItem xmlns:ds="http://schemas.openxmlformats.org/officeDocument/2006/customXml" ds:itemID="{D5E93FB8-8CA7-48E4-A907-AA74972A1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C1012A7A</Template>
  <TotalTime>1</TotalTime>
  <Pages>3</Pages>
  <Words>608</Words>
  <Characters>3345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4</cp:revision>
  <dcterms:created xsi:type="dcterms:W3CDTF">2017-07-05T12:20:00Z</dcterms:created>
  <dcterms:modified xsi:type="dcterms:W3CDTF">2017-07-05T12:21:00Z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0x01010030C2E150DD3FF547BFFD7598BE20C2A0</vt:lpwstr>
  </property>
</Properties>
</file>