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EB2C7F" w14:textId="50875087" w:rsidR="00884267" w:rsidRPr="00884267" w:rsidRDefault="00FE3255" w:rsidP="00884267">
      <w:pPr>
        <w:rPr>
          <w:rFonts w:ascii="Arial" w:hAnsi="Arial" w:cs="Arial"/>
          <w:b/>
          <w:sz w:val="22"/>
          <w:szCs w:val="22"/>
        </w:rPr>
      </w:pPr>
      <w:r>
        <w:rPr>
          <w:rFonts w:ascii="Arial" w:hAnsi="Arial" w:cs="Arial"/>
          <w:b/>
          <w:sz w:val="22"/>
          <w:szCs w:val="22"/>
        </w:rPr>
        <w:t xml:space="preserve">Lesbrief </w:t>
      </w:r>
      <w:r w:rsidR="00C202CF">
        <w:rPr>
          <w:rFonts w:ascii="Arial" w:hAnsi="Arial" w:cs="Arial"/>
          <w:b/>
          <w:sz w:val="22"/>
          <w:szCs w:val="22"/>
        </w:rPr>
        <w:t>4</w:t>
      </w:r>
      <w:r w:rsidR="00215F22">
        <w:rPr>
          <w:rFonts w:ascii="Arial" w:hAnsi="Arial" w:cs="Arial"/>
          <w:b/>
          <w:sz w:val="22"/>
          <w:szCs w:val="22"/>
        </w:rPr>
        <w:t xml:space="preserve"> </w:t>
      </w:r>
      <w:r>
        <w:rPr>
          <w:rFonts w:ascii="Arial" w:hAnsi="Arial" w:cs="Arial"/>
          <w:b/>
          <w:sz w:val="22"/>
          <w:szCs w:val="22"/>
        </w:rPr>
        <w:t xml:space="preserve">Onderhouden gebouwen en terreinen </w:t>
      </w:r>
      <w:r w:rsidR="008C241A">
        <w:rPr>
          <w:rFonts w:ascii="Arial" w:hAnsi="Arial" w:cs="Arial"/>
          <w:b/>
          <w:sz w:val="22"/>
          <w:szCs w:val="22"/>
        </w:rPr>
        <w:t>2</w:t>
      </w:r>
    </w:p>
    <w:p w14:paraId="26EB2C80" w14:textId="77777777" w:rsidR="00884267" w:rsidRDefault="00884267" w:rsidP="00884267">
      <w:pPr>
        <w:rPr>
          <w:rFonts w:ascii="Arial" w:hAnsi="Arial" w:cs="Arial"/>
          <w:sz w:val="22"/>
          <w:szCs w:val="22"/>
        </w:rPr>
      </w:pPr>
    </w:p>
    <w:p w14:paraId="26EB2C81" w14:textId="77777777" w:rsidR="00884267" w:rsidRDefault="00884267" w:rsidP="00884267">
      <w:pPr>
        <w:rPr>
          <w:rFonts w:ascii="Arial" w:hAnsi="Arial" w:cs="Arial"/>
          <w:sz w:val="22"/>
          <w:szCs w:val="22"/>
        </w:rPr>
      </w:pPr>
    </w:p>
    <w:p w14:paraId="26EB2C82" w14:textId="77777777" w:rsidR="00215F22" w:rsidRDefault="00215F22" w:rsidP="00884267">
      <w:pPr>
        <w:rPr>
          <w:rFonts w:ascii="Arial" w:hAnsi="Arial" w:cs="Arial"/>
          <w:sz w:val="22"/>
          <w:szCs w:val="22"/>
        </w:rPr>
      </w:pPr>
    </w:p>
    <w:p w14:paraId="26EB2C83"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26EB2C85"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26EB2C84"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26EB2C87"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26EB2C86" w14:textId="77777777" w:rsidR="00884267" w:rsidRPr="0097765D" w:rsidRDefault="00C202CF">
            <w:pPr>
              <w:spacing w:line="276" w:lineRule="auto"/>
              <w:rPr>
                <w:rFonts w:ascii="Arial" w:hAnsi="Arial" w:cs="Arial"/>
                <w:sz w:val="22"/>
                <w:szCs w:val="22"/>
                <w:lang w:eastAsia="en-US"/>
              </w:rPr>
            </w:pPr>
            <w:r>
              <w:rPr>
                <w:rFonts w:ascii="Arial" w:hAnsi="Arial" w:cs="Arial"/>
                <w:sz w:val="22"/>
                <w:szCs w:val="22"/>
                <w:lang w:eastAsia="en-US"/>
              </w:rPr>
              <w:t xml:space="preserve">Beslissen en activiteiten initiëren </w:t>
            </w:r>
          </w:p>
        </w:tc>
      </w:tr>
      <w:tr w:rsidR="00884267" w14:paraId="26EB2C89"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26EB2C88"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26EB2C90"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26EB2C8A" w14:textId="77777777" w:rsidR="0097765D" w:rsidRPr="0097765D" w:rsidRDefault="0097765D">
            <w:pPr>
              <w:spacing w:line="276" w:lineRule="auto"/>
              <w:ind w:left="405"/>
              <w:rPr>
                <w:rFonts w:ascii="Arial" w:hAnsi="Arial" w:cs="Arial"/>
                <w:b/>
                <w:sz w:val="22"/>
                <w:szCs w:val="22"/>
                <w:lang w:eastAsia="en-US"/>
              </w:rPr>
            </w:pPr>
          </w:p>
          <w:p w14:paraId="26EB2C8B"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26EB2C8C" w14:textId="77777777" w:rsidR="00C107FF" w:rsidRDefault="00C107FF"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wat de rechten en plichten zijn voor de werkgever m.b.t. de veiligheid</w:t>
            </w:r>
          </w:p>
          <w:p w14:paraId="26EB2C8D" w14:textId="77777777" w:rsidR="00C107FF" w:rsidRDefault="00C107FF"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wat de rechten en plichten zijn voor de werknemer m.b.t. de veiligheid</w:t>
            </w:r>
          </w:p>
          <w:p w14:paraId="26EB2C8E" w14:textId="77777777" w:rsidR="00F8518B" w:rsidRDefault="00B6442C" w:rsidP="00C107FF">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3 machines bekijken op machineveiligheid en aangeven wat gevaarlijke/aandachtspunten zijn</w:t>
            </w:r>
          </w:p>
          <w:p w14:paraId="26EB2C8F" w14:textId="72291D03" w:rsidR="00B6442C" w:rsidRPr="00F91C3E" w:rsidRDefault="00B6442C" w:rsidP="008C241A">
            <w:pPr>
              <w:spacing w:line="276" w:lineRule="auto"/>
              <w:ind w:left="405"/>
              <w:rPr>
                <w:rFonts w:ascii="Arial" w:hAnsi="Arial" w:cs="Arial"/>
                <w:sz w:val="22"/>
                <w:szCs w:val="22"/>
                <w:lang w:eastAsia="en-US"/>
              </w:rPr>
            </w:pPr>
          </w:p>
        </w:tc>
      </w:tr>
      <w:tr w:rsidR="00884267" w14:paraId="26EB2C93"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26EB2C9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26EB2C92"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26EB2C9B" w14:textId="77777777" w:rsidTr="00884267">
        <w:tc>
          <w:tcPr>
            <w:tcW w:w="9001" w:type="dxa"/>
            <w:tcBorders>
              <w:top w:val="single" w:sz="4" w:space="0" w:color="auto"/>
              <w:left w:val="single" w:sz="4" w:space="0" w:color="auto"/>
              <w:bottom w:val="single" w:sz="4" w:space="0" w:color="auto"/>
              <w:right w:val="single" w:sz="4" w:space="0" w:color="auto"/>
            </w:tcBorders>
          </w:tcPr>
          <w:p w14:paraId="26EB2C94" w14:textId="77777777" w:rsidR="0097765D" w:rsidRDefault="0097765D">
            <w:pPr>
              <w:spacing w:line="276" w:lineRule="auto"/>
              <w:rPr>
                <w:rFonts w:ascii="Arial" w:hAnsi="Arial" w:cs="Arial"/>
                <w:sz w:val="22"/>
                <w:szCs w:val="22"/>
                <w:lang w:eastAsia="en-US"/>
              </w:rPr>
            </w:pPr>
          </w:p>
          <w:p w14:paraId="26EB2C95"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26EB2C96" w14:textId="77777777" w:rsidR="00FE3255" w:rsidRPr="00F91C3E" w:rsidRDefault="00FE3255" w:rsidP="0059399D">
            <w:pPr>
              <w:jc w:val="both"/>
              <w:rPr>
                <w:rFonts w:ascii="Arial" w:hAnsi="Arial" w:cs="Arial"/>
                <w:sz w:val="22"/>
                <w:szCs w:val="22"/>
              </w:rPr>
            </w:pPr>
          </w:p>
          <w:p w14:paraId="26EB2C97" w14:textId="77777777" w:rsidR="00FE3255" w:rsidRPr="00FE3255" w:rsidRDefault="00FE3255" w:rsidP="00386EF3">
            <w:pPr>
              <w:jc w:val="both"/>
              <w:rPr>
                <w:rFonts w:ascii="Arial" w:hAnsi="Arial" w:cs="Arial"/>
                <w:sz w:val="24"/>
                <w:szCs w:val="24"/>
              </w:rPr>
            </w:pPr>
            <w:r w:rsidRPr="00F91C3E">
              <w:rPr>
                <w:rFonts w:ascii="Arial" w:hAnsi="Arial" w:cs="Arial"/>
                <w:sz w:val="22"/>
                <w:szCs w:val="22"/>
              </w:rPr>
              <w:t xml:space="preserve">Vandaag hebben we het over: </w:t>
            </w:r>
            <w:r w:rsidR="009107EA">
              <w:rPr>
                <w:rFonts w:ascii="Arial" w:hAnsi="Arial" w:cs="Arial"/>
                <w:sz w:val="22"/>
                <w:szCs w:val="22"/>
              </w:rPr>
              <w:t>Veilig werken in de boomkwekerij</w:t>
            </w:r>
            <w:r w:rsidR="004B6E7D">
              <w:rPr>
                <w:rFonts w:ascii="Arial" w:hAnsi="Arial" w:cs="Arial"/>
                <w:sz w:val="22"/>
                <w:szCs w:val="22"/>
              </w:rPr>
              <w:t>.</w:t>
            </w:r>
          </w:p>
        </w:tc>
        <w:tc>
          <w:tcPr>
            <w:tcW w:w="1134" w:type="dxa"/>
            <w:tcBorders>
              <w:top w:val="single" w:sz="4" w:space="0" w:color="auto"/>
              <w:left w:val="single" w:sz="4" w:space="0" w:color="auto"/>
              <w:bottom w:val="single" w:sz="4" w:space="0" w:color="auto"/>
              <w:right w:val="single" w:sz="4" w:space="0" w:color="auto"/>
            </w:tcBorders>
            <w:hideMark/>
          </w:tcPr>
          <w:p w14:paraId="26EB2C98" w14:textId="77777777" w:rsidR="007C79D0" w:rsidRDefault="007C79D0">
            <w:pPr>
              <w:spacing w:line="276" w:lineRule="auto"/>
              <w:rPr>
                <w:rFonts w:ascii="Arial" w:hAnsi="Arial" w:cs="Arial"/>
                <w:sz w:val="22"/>
                <w:szCs w:val="22"/>
                <w:lang w:eastAsia="en-US"/>
              </w:rPr>
            </w:pPr>
          </w:p>
          <w:p w14:paraId="26EB2C99" w14:textId="77777777" w:rsidR="007C79D0" w:rsidRDefault="007C79D0">
            <w:pPr>
              <w:spacing w:line="276" w:lineRule="auto"/>
              <w:rPr>
                <w:rFonts w:ascii="Arial" w:hAnsi="Arial" w:cs="Arial"/>
                <w:sz w:val="22"/>
                <w:szCs w:val="22"/>
                <w:lang w:eastAsia="en-US"/>
              </w:rPr>
            </w:pPr>
          </w:p>
          <w:p w14:paraId="26EB2C9A"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26EB2C9E"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9C"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9D"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26EB2CA9"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26EB2C9F" w14:textId="77777777" w:rsidR="001036FB" w:rsidRDefault="001036FB" w:rsidP="0059399D">
            <w:pPr>
              <w:spacing w:line="276" w:lineRule="auto"/>
              <w:jc w:val="both"/>
              <w:rPr>
                <w:rFonts w:ascii="Arial" w:hAnsi="Arial" w:cs="Arial"/>
                <w:sz w:val="22"/>
                <w:szCs w:val="22"/>
                <w:lang w:eastAsia="en-US"/>
              </w:rPr>
            </w:pPr>
          </w:p>
          <w:p w14:paraId="26EB2CA0" w14:textId="41F896A9"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386EF3">
              <w:rPr>
                <w:rFonts w:ascii="Arial" w:hAnsi="Arial" w:cs="Arial"/>
                <w:sz w:val="22"/>
                <w:szCs w:val="22"/>
                <w:lang w:eastAsia="en-US"/>
              </w:rPr>
              <w:t>veilig werken</w:t>
            </w:r>
            <w:r w:rsidR="0059399D" w:rsidRPr="009C051C">
              <w:rPr>
                <w:rFonts w:ascii="Arial" w:hAnsi="Arial" w:cs="Arial"/>
                <w:sz w:val="22"/>
                <w:szCs w:val="22"/>
                <w:lang w:eastAsia="en-US"/>
              </w:rPr>
              <w:t xml:space="preserve"> in de boomkwekerij </w:t>
            </w:r>
            <w:r w:rsidRPr="009C051C">
              <w:rPr>
                <w:rFonts w:ascii="Arial" w:hAnsi="Arial" w:cs="Arial"/>
                <w:sz w:val="22"/>
                <w:szCs w:val="22"/>
                <w:lang w:eastAsia="en-US"/>
              </w:rPr>
              <w:t xml:space="preserve">maak je gebruik van de </w:t>
            </w:r>
            <w:r w:rsidR="0097765D" w:rsidRPr="009C051C">
              <w:rPr>
                <w:rFonts w:ascii="Arial" w:hAnsi="Arial" w:cs="Arial"/>
                <w:sz w:val="22"/>
                <w:szCs w:val="22"/>
                <w:lang w:eastAsia="en-US"/>
              </w:rPr>
              <w:t>W</w:t>
            </w:r>
            <w:r w:rsidRPr="009C051C">
              <w:rPr>
                <w:rFonts w:ascii="Arial" w:hAnsi="Arial" w:cs="Arial"/>
                <w:sz w:val="22"/>
                <w:szCs w:val="22"/>
                <w:lang w:eastAsia="en-US"/>
              </w:rPr>
              <w:t>ebquest</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w:t>
            </w:r>
            <w:r w:rsidR="00386EF3">
              <w:rPr>
                <w:rFonts w:ascii="Arial" w:hAnsi="Arial" w:cs="Arial"/>
                <w:sz w:val="22"/>
                <w:szCs w:val="22"/>
                <w:lang w:eastAsia="en-US"/>
              </w:rPr>
              <w:t>Veilig werken</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386EF3">
              <w:rPr>
                <w:rFonts w:ascii="Arial" w:hAnsi="Arial" w:cs="Arial"/>
                <w:sz w:val="22"/>
                <w:szCs w:val="22"/>
                <w:lang w:eastAsia="en-US"/>
              </w:rPr>
              <w:t xml:space="preserve">1,2 en 3 </w:t>
            </w:r>
            <w:r w:rsidR="004140B3" w:rsidRPr="009C051C">
              <w:rPr>
                <w:rFonts w:ascii="Arial" w:hAnsi="Arial" w:cs="Arial"/>
                <w:sz w:val="22"/>
                <w:szCs w:val="22"/>
                <w:lang w:eastAsia="en-US"/>
              </w:rPr>
              <w:t>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26EB2CA1" w14:textId="77777777" w:rsidR="00FE3255" w:rsidRPr="00FE3255" w:rsidRDefault="00FE3255" w:rsidP="0059399D">
            <w:pPr>
              <w:jc w:val="both"/>
              <w:rPr>
                <w:rFonts w:ascii="Arial" w:hAnsi="Arial" w:cs="Arial"/>
                <w:sz w:val="24"/>
                <w:szCs w:val="24"/>
              </w:rPr>
            </w:pPr>
          </w:p>
          <w:p w14:paraId="26EB2CA2" w14:textId="59C77E98" w:rsidR="00884267" w:rsidRPr="0097765D" w:rsidRDefault="00884267" w:rsidP="0059399D">
            <w:pPr>
              <w:spacing w:line="276" w:lineRule="auto"/>
              <w:jc w:val="both"/>
              <w:rPr>
                <w:rFonts w:ascii="Arial" w:hAnsi="Arial" w:cs="Arial"/>
                <w:sz w:val="22"/>
                <w:szCs w:val="22"/>
                <w:lang w:eastAsia="en-US"/>
              </w:rPr>
            </w:pPr>
          </w:p>
          <w:p w14:paraId="26EB2CA3"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26EB2CA4" w14:textId="5011D2E8" w:rsidR="001036FB" w:rsidRPr="0097765D" w:rsidRDefault="00DD0F23"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3-4</w:t>
            </w:r>
            <w:r w:rsidR="001060FE">
              <w:rPr>
                <w:rFonts w:ascii="Arial" w:hAnsi="Arial" w:cs="Arial"/>
                <w:sz w:val="22"/>
                <w:szCs w:val="22"/>
                <w:lang w:eastAsia="en-US"/>
              </w:rPr>
              <w:t xml:space="preserve"> of onder deze link: </w:t>
            </w:r>
            <w:hyperlink r:id="rId11" w:history="1">
              <w:r w:rsidR="000D06FB" w:rsidRPr="009349A1">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26EB2CA5" w14:textId="77777777" w:rsidR="007C79D0" w:rsidRDefault="007C79D0">
            <w:pPr>
              <w:spacing w:line="276" w:lineRule="auto"/>
              <w:rPr>
                <w:rFonts w:ascii="Arial" w:hAnsi="Arial" w:cs="Arial"/>
                <w:sz w:val="22"/>
                <w:szCs w:val="22"/>
                <w:lang w:eastAsia="en-US"/>
              </w:rPr>
            </w:pPr>
          </w:p>
          <w:p w14:paraId="26EB2CA6"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26EB2CA7" w14:textId="77777777" w:rsidR="007C79D0" w:rsidRDefault="007C79D0">
            <w:pPr>
              <w:spacing w:line="276" w:lineRule="auto"/>
              <w:rPr>
                <w:rFonts w:ascii="Arial" w:hAnsi="Arial" w:cs="Arial"/>
                <w:sz w:val="22"/>
                <w:szCs w:val="22"/>
                <w:lang w:eastAsia="en-US"/>
              </w:rPr>
            </w:pPr>
          </w:p>
          <w:p w14:paraId="26EB2CA8" w14:textId="77777777" w:rsidR="007C79D0" w:rsidRPr="0097765D" w:rsidRDefault="007C79D0">
            <w:pPr>
              <w:spacing w:line="276" w:lineRule="auto"/>
              <w:rPr>
                <w:rFonts w:ascii="Arial" w:hAnsi="Arial" w:cs="Arial"/>
                <w:sz w:val="22"/>
                <w:szCs w:val="22"/>
                <w:lang w:eastAsia="en-US"/>
              </w:rPr>
            </w:pPr>
          </w:p>
        </w:tc>
      </w:tr>
      <w:tr w:rsidR="00884267" w14:paraId="26EB2CAC"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26EB2CAA"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AB"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26EB2CB0"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26EB2CAD"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26EB2CAE"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26EB2CAF" w14:textId="77777777" w:rsidR="00884267" w:rsidRDefault="00884267">
            <w:pPr>
              <w:spacing w:line="276" w:lineRule="auto"/>
              <w:rPr>
                <w:rFonts w:ascii="Arial" w:hAnsi="Arial" w:cs="Arial"/>
                <w:sz w:val="22"/>
                <w:szCs w:val="22"/>
                <w:lang w:eastAsia="en-US"/>
              </w:rPr>
            </w:pPr>
          </w:p>
        </w:tc>
      </w:tr>
      <w:tr w:rsidR="00884267" w14:paraId="26EB2CB3"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B1"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B2"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6EB2CC2" w14:textId="77777777" w:rsidTr="00884267">
        <w:tc>
          <w:tcPr>
            <w:tcW w:w="9001" w:type="dxa"/>
            <w:tcBorders>
              <w:top w:val="single" w:sz="4" w:space="0" w:color="auto"/>
              <w:left w:val="single" w:sz="4" w:space="0" w:color="auto"/>
              <w:bottom w:val="single" w:sz="4" w:space="0" w:color="auto"/>
              <w:right w:val="single" w:sz="4" w:space="0" w:color="auto"/>
            </w:tcBorders>
          </w:tcPr>
          <w:p w14:paraId="26EB2CB4"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26EB2CB5"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26EB2CB6"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26EB2CB7"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26EB2CB8"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bookmarkStart w:id="0" w:name="_GoBack"/>
            <w:bookmarkEnd w:id="0"/>
          </w:p>
          <w:p w14:paraId="26EB2CB9"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26EB2CBA" w14:textId="77777777" w:rsidR="001036FB" w:rsidRDefault="001036FB" w:rsidP="001036FB">
            <w:pPr>
              <w:spacing w:line="276" w:lineRule="auto"/>
              <w:ind w:left="405"/>
              <w:rPr>
                <w:rFonts w:ascii="Arial" w:hAnsi="Arial" w:cs="Arial"/>
                <w:sz w:val="22"/>
                <w:szCs w:val="22"/>
                <w:lang w:eastAsia="en-US"/>
              </w:rPr>
            </w:pPr>
          </w:p>
          <w:p w14:paraId="26EB2CBB"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26EB2CBC" w14:textId="77777777" w:rsidR="00884267" w:rsidRPr="007C79D0" w:rsidRDefault="007C79D0" w:rsidP="00CD1323">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CD1323">
              <w:rPr>
                <w:rFonts w:ascii="Arial" w:hAnsi="Arial" w:cs="Arial"/>
                <w:sz w:val="22"/>
                <w:szCs w:val="22"/>
                <w:lang w:eastAsia="en-US"/>
              </w:rPr>
              <w:t xml:space="preserve"> 1,2 en 3</w:t>
            </w:r>
            <w:r w:rsidR="00190002">
              <w:rPr>
                <w:rFonts w:ascii="Arial" w:hAnsi="Arial" w:cs="Arial"/>
                <w:sz w:val="22"/>
                <w:szCs w:val="22"/>
                <w:lang w:eastAsia="en-US"/>
              </w:rPr>
              <w:t xml:space="preserve"> van de</w:t>
            </w:r>
            <w:r w:rsidR="00884267">
              <w:rPr>
                <w:rFonts w:ascii="Arial" w:hAnsi="Arial" w:cs="Arial"/>
                <w:sz w:val="22"/>
                <w:szCs w:val="22"/>
                <w:lang w:eastAsia="en-US"/>
              </w:rPr>
              <w:t xml:space="preserve"> </w:t>
            </w:r>
            <w:r>
              <w:rPr>
                <w:rFonts w:ascii="Arial" w:hAnsi="Arial" w:cs="Arial"/>
                <w:sz w:val="22"/>
                <w:szCs w:val="22"/>
                <w:lang w:eastAsia="en-US"/>
              </w:rPr>
              <w:t>W</w:t>
            </w:r>
            <w:r w:rsidR="00884267">
              <w:rPr>
                <w:rFonts w:ascii="Arial" w:hAnsi="Arial" w:cs="Arial"/>
                <w:sz w:val="22"/>
                <w:szCs w:val="22"/>
                <w:lang w:eastAsia="en-US"/>
              </w:rPr>
              <w:t>ebquest</w:t>
            </w:r>
            <w:r w:rsidR="00423A07">
              <w:rPr>
                <w:rFonts w:ascii="Arial" w:hAnsi="Arial" w:cs="Arial"/>
                <w:sz w:val="22"/>
                <w:szCs w:val="22"/>
                <w:lang w:eastAsia="en-US"/>
              </w:rPr>
              <w:t xml:space="preserve">: </w:t>
            </w:r>
            <w:r w:rsidR="00CD1323">
              <w:rPr>
                <w:rFonts w:ascii="Arial" w:hAnsi="Arial" w:cs="Arial"/>
                <w:sz w:val="22"/>
                <w:szCs w:val="22"/>
                <w:lang w:eastAsia="en-US"/>
              </w:rPr>
              <w:t>Veilig werken</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26EB2CBD" w14:textId="77777777" w:rsidR="00884267" w:rsidRDefault="00884267">
            <w:pPr>
              <w:spacing w:line="276" w:lineRule="auto"/>
              <w:rPr>
                <w:rFonts w:ascii="Arial" w:hAnsi="Arial" w:cs="Arial"/>
                <w:sz w:val="22"/>
                <w:szCs w:val="22"/>
                <w:lang w:eastAsia="en-US"/>
              </w:rPr>
            </w:pPr>
          </w:p>
          <w:p w14:paraId="26EB2CBE" w14:textId="77777777" w:rsidR="00884267" w:rsidRDefault="00884267">
            <w:pPr>
              <w:spacing w:line="276" w:lineRule="auto"/>
              <w:rPr>
                <w:rFonts w:ascii="Arial" w:hAnsi="Arial" w:cs="Arial"/>
                <w:sz w:val="22"/>
                <w:szCs w:val="22"/>
                <w:lang w:eastAsia="en-US"/>
              </w:rPr>
            </w:pPr>
          </w:p>
          <w:p w14:paraId="26EB2CBF"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26EB2CC0" w14:textId="77777777" w:rsidR="00884267" w:rsidRDefault="00884267">
            <w:pPr>
              <w:spacing w:line="276" w:lineRule="auto"/>
              <w:rPr>
                <w:rFonts w:ascii="Arial" w:hAnsi="Arial" w:cs="Arial"/>
                <w:sz w:val="22"/>
                <w:szCs w:val="22"/>
                <w:lang w:eastAsia="en-US"/>
              </w:rPr>
            </w:pPr>
          </w:p>
          <w:p w14:paraId="26EB2CC1" w14:textId="77777777" w:rsidR="00884267" w:rsidRDefault="00884267">
            <w:pPr>
              <w:spacing w:line="276" w:lineRule="auto"/>
              <w:rPr>
                <w:rFonts w:ascii="Arial" w:hAnsi="Arial" w:cs="Arial"/>
                <w:sz w:val="22"/>
                <w:szCs w:val="22"/>
                <w:lang w:eastAsia="en-US"/>
              </w:rPr>
            </w:pPr>
          </w:p>
        </w:tc>
      </w:tr>
      <w:tr w:rsidR="00884267" w14:paraId="26EB2CC5"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26EB2CC3"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26EB2CC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26EB2CCA"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26EB2CC6" w14:textId="77777777" w:rsidR="007C79D0" w:rsidRDefault="007C79D0">
            <w:pPr>
              <w:spacing w:line="276" w:lineRule="auto"/>
              <w:rPr>
                <w:rFonts w:ascii="Arial" w:hAnsi="Arial" w:cs="Arial"/>
                <w:sz w:val="22"/>
                <w:szCs w:val="22"/>
                <w:lang w:eastAsia="en-US"/>
              </w:rPr>
            </w:pPr>
          </w:p>
          <w:p w14:paraId="26EB2CC7"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26EB2CC8" w14:textId="77777777" w:rsidR="004E1536" w:rsidRDefault="004E1536">
            <w:pPr>
              <w:spacing w:line="276" w:lineRule="auto"/>
              <w:rPr>
                <w:rFonts w:ascii="Arial" w:hAnsi="Arial" w:cs="Arial"/>
                <w:sz w:val="22"/>
                <w:szCs w:val="22"/>
                <w:lang w:eastAsia="en-US"/>
              </w:rPr>
            </w:pPr>
          </w:p>
          <w:p w14:paraId="26EB2CC9"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26EB2CCB" w14:textId="77777777" w:rsidR="004140B3" w:rsidRDefault="004140B3" w:rsidP="0011764E">
      <w:pPr>
        <w:rPr>
          <w:rFonts w:ascii="Arial" w:hAnsi="Arial" w:cs="Arial"/>
          <w:b/>
          <w:sz w:val="22"/>
          <w:szCs w:val="22"/>
        </w:rPr>
      </w:pPr>
    </w:p>
    <w:sectPr w:rsidR="004140B3" w:rsidSect="004963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B2CD0" w14:textId="77777777" w:rsidR="00215F22" w:rsidRDefault="00215F22" w:rsidP="00215F22">
      <w:r>
        <w:separator/>
      </w:r>
    </w:p>
  </w:endnote>
  <w:endnote w:type="continuationSeparator" w:id="0">
    <w:p w14:paraId="26EB2CD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B2CCE" w14:textId="77777777" w:rsidR="00215F22" w:rsidRDefault="00215F22" w:rsidP="00215F22">
      <w:r>
        <w:separator/>
      </w:r>
    </w:p>
  </w:footnote>
  <w:footnote w:type="continuationSeparator" w:id="0">
    <w:p w14:paraId="26EB2CCF"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B2CD2" w14:textId="1717A08F" w:rsidR="00215F22" w:rsidRDefault="00215F22">
    <w:pPr>
      <w:pStyle w:val="Koptekst"/>
    </w:pPr>
  </w:p>
  <w:p w14:paraId="26EB2CD3"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80DA2"/>
    <w:rsid w:val="000A484C"/>
    <w:rsid w:val="000D06FB"/>
    <w:rsid w:val="000E0966"/>
    <w:rsid w:val="000E7409"/>
    <w:rsid w:val="00102874"/>
    <w:rsid w:val="001036FB"/>
    <w:rsid w:val="001060FE"/>
    <w:rsid w:val="0011764E"/>
    <w:rsid w:val="001412E9"/>
    <w:rsid w:val="00190002"/>
    <w:rsid w:val="001A3B23"/>
    <w:rsid w:val="001C1BA6"/>
    <w:rsid w:val="002012E7"/>
    <w:rsid w:val="00211448"/>
    <w:rsid w:val="00215F22"/>
    <w:rsid w:val="00263D9B"/>
    <w:rsid w:val="002C1525"/>
    <w:rsid w:val="0032152A"/>
    <w:rsid w:val="00386EF3"/>
    <w:rsid w:val="00393D5C"/>
    <w:rsid w:val="003B2F09"/>
    <w:rsid w:val="004140B3"/>
    <w:rsid w:val="00423A07"/>
    <w:rsid w:val="0043581F"/>
    <w:rsid w:val="004749B2"/>
    <w:rsid w:val="0049636D"/>
    <w:rsid w:val="004B6E7D"/>
    <w:rsid w:val="004C5050"/>
    <w:rsid w:val="004E1536"/>
    <w:rsid w:val="0050432D"/>
    <w:rsid w:val="00511399"/>
    <w:rsid w:val="00530F5F"/>
    <w:rsid w:val="005608D6"/>
    <w:rsid w:val="0059399D"/>
    <w:rsid w:val="00602BC4"/>
    <w:rsid w:val="006B0ACD"/>
    <w:rsid w:val="00734C3F"/>
    <w:rsid w:val="00754B6C"/>
    <w:rsid w:val="007956B8"/>
    <w:rsid w:val="007B3FF8"/>
    <w:rsid w:val="007C7432"/>
    <w:rsid w:val="007C79D0"/>
    <w:rsid w:val="008650A3"/>
    <w:rsid w:val="00867FAD"/>
    <w:rsid w:val="00884267"/>
    <w:rsid w:val="008A5AF8"/>
    <w:rsid w:val="008C241A"/>
    <w:rsid w:val="009107EA"/>
    <w:rsid w:val="00916285"/>
    <w:rsid w:val="009349A1"/>
    <w:rsid w:val="009557C8"/>
    <w:rsid w:val="0097765D"/>
    <w:rsid w:val="00985D77"/>
    <w:rsid w:val="009C051C"/>
    <w:rsid w:val="009D463A"/>
    <w:rsid w:val="009E459F"/>
    <w:rsid w:val="00A5081B"/>
    <w:rsid w:val="00AB1328"/>
    <w:rsid w:val="00AB55FF"/>
    <w:rsid w:val="00B06F7F"/>
    <w:rsid w:val="00B11DA2"/>
    <w:rsid w:val="00B6442C"/>
    <w:rsid w:val="00BB0056"/>
    <w:rsid w:val="00BD31FB"/>
    <w:rsid w:val="00BF77F4"/>
    <w:rsid w:val="00C03399"/>
    <w:rsid w:val="00C107FF"/>
    <w:rsid w:val="00C202CF"/>
    <w:rsid w:val="00C31DA7"/>
    <w:rsid w:val="00C935CD"/>
    <w:rsid w:val="00CB0A28"/>
    <w:rsid w:val="00CB1924"/>
    <w:rsid w:val="00CC4357"/>
    <w:rsid w:val="00CD1323"/>
    <w:rsid w:val="00CF4A5A"/>
    <w:rsid w:val="00CF7172"/>
    <w:rsid w:val="00D92C4D"/>
    <w:rsid w:val="00D95407"/>
    <w:rsid w:val="00DD0F23"/>
    <w:rsid w:val="00E01FBF"/>
    <w:rsid w:val="00E92554"/>
    <w:rsid w:val="00F43447"/>
    <w:rsid w:val="00F8518B"/>
    <w:rsid w:val="00F91C3E"/>
    <w:rsid w:val="00FA4BC8"/>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B2C7F"/>
  <w15:docId w15:val="{F6E756BD-3D63-4BAD-AE19-4BA5E6C3F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quest.agriholland.nl/veiligwerken/home.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EAFCF-9B55-4E3C-806E-FBB24C9DF8C0}">
  <ds:schemaRef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 ds:uri="http://purl.org/dc/elements/1.1/"/>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F1A3B72E-4F1D-4069-9D06-D688A59C3586}">
  <ds:schemaRefs>
    <ds:schemaRef ds:uri="http://schemas.microsoft.com/sharepoint/v3/contenttype/forms"/>
  </ds:schemaRefs>
</ds:datastoreItem>
</file>

<file path=customXml/itemProps3.xml><?xml version="1.0" encoding="utf-8"?>
<ds:datastoreItem xmlns:ds="http://schemas.openxmlformats.org/officeDocument/2006/customXml" ds:itemID="{06BFDE32-CD82-486B-9526-351DBD375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116EBE-4AB6-4F5C-B107-104D84A2D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BB32A6EE</Template>
  <TotalTime>219</TotalTime>
  <Pages>1</Pages>
  <Words>213</Words>
  <Characters>1174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92</cp:revision>
  <cp:lastPrinted>2017-06-12T11:26:00Z</cp:lastPrinted>
  <dcterms:created xsi:type="dcterms:W3CDTF">2014-04-14T13:18:00Z</dcterms:created>
  <dcterms:modified xsi:type="dcterms:W3CDTF">2017-07-05T11:08:00Z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