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84B24" w14:textId="704052D8" w:rsidR="00AC6779" w:rsidRPr="00542835" w:rsidRDefault="00AC6779" w:rsidP="00AC6779">
      <w:pPr>
        <w:rPr>
          <w:rFonts w:ascii="Arial" w:hAnsi="Arial" w:cs="Arial"/>
          <w:b/>
          <w:sz w:val="22"/>
          <w:szCs w:val="22"/>
        </w:rPr>
      </w:pPr>
      <w:r>
        <w:rPr>
          <w:rFonts w:ascii="Arial" w:hAnsi="Arial" w:cs="Arial"/>
          <w:b/>
          <w:sz w:val="22"/>
          <w:szCs w:val="22"/>
        </w:rPr>
        <w:t>BP</w:t>
      </w:r>
      <w:r w:rsidR="0018415B">
        <w:rPr>
          <w:rFonts w:ascii="Arial" w:hAnsi="Arial" w:cs="Arial"/>
          <w:b/>
          <w:sz w:val="22"/>
          <w:szCs w:val="22"/>
        </w:rPr>
        <w:t>V opdracht 2</w:t>
      </w:r>
      <w:r w:rsidR="00630879">
        <w:rPr>
          <w:rFonts w:ascii="Arial" w:hAnsi="Arial" w:cs="Arial"/>
          <w:b/>
          <w:sz w:val="22"/>
          <w:szCs w:val="22"/>
        </w:rPr>
        <w:t xml:space="preserve"> </w:t>
      </w:r>
      <w:r w:rsidR="00E571FD">
        <w:rPr>
          <w:rFonts w:ascii="Arial" w:hAnsi="Arial" w:cs="Arial"/>
          <w:b/>
          <w:sz w:val="22"/>
          <w:szCs w:val="22"/>
        </w:rPr>
        <w:t>Onderhouden gebouwen en terreinen</w:t>
      </w:r>
    </w:p>
    <w:p w14:paraId="38F78A22" w14:textId="77777777" w:rsidR="00AC6779" w:rsidRDefault="00AC6779" w:rsidP="00AC6779">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AC6779" w14:paraId="08475591"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7AFCF7" w14:textId="77777777" w:rsidR="00AC6779" w:rsidRDefault="00F72DDC">
            <w:pPr>
              <w:spacing w:line="276" w:lineRule="auto"/>
              <w:rPr>
                <w:rFonts w:ascii="Arial" w:hAnsi="Arial" w:cs="Arial"/>
                <w:b/>
                <w:sz w:val="22"/>
                <w:szCs w:val="22"/>
                <w:lang w:eastAsia="en-US"/>
              </w:rPr>
            </w:pPr>
            <w:r>
              <w:rPr>
                <w:rFonts w:ascii="Arial" w:hAnsi="Arial" w:cs="Arial"/>
                <w:b/>
                <w:sz w:val="22"/>
                <w:szCs w:val="22"/>
                <w:lang w:eastAsia="en-US"/>
              </w:rPr>
              <w:t>Reinigen en apparatuur</w:t>
            </w:r>
          </w:p>
        </w:tc>
      </w:tr>
      <w:tr w:rsidR="00AC6779" w14:paraId="2954C9B4" w14:textId="77777777" w:rsidTr="00AC6779">
        <w:trPr>
          <w:cantSplit/>
        </w:trPr>
        <w:tc>
          <w:tcPr>
            <w:tcW w:w="10140" w:type="dxa"/>
            <w:tcBorders>
              <w:top w:val="single" w:sz="4" w:space="0" w:color="auto"/>
              <w:left w:val="single" w:sz="4" w:space="0" w:color="auto"/>
              <w:bottom w:val="single" w:sz="4" w:space="0" w:color="auto"/>
              <w:right w:val="single" w:sz="4" w:space="0" w:color="auto"/>
            </w:tcBorders>
            <w:hideMark/>
          </w:tcPr>
          <w:p w14:paraId="33AA5A3E" w14:textId="77777777" w:rsidR="00AC6779" w:rsidRDefault="00AC6779">
            <w:pPr>
              <w:spacing w:line="276" w:lineRule="auto"/>
              <w:rPr>
                <w:rFonts w:asciiTheme="minorHAnsi" w:eastAsiaTheme="minorHAnsi" w:hAnsiTheme="minorHAnsi"/>
                <w:sz w:val="22"/>
                <w:szCs w:val="22"/>
                <w:lang w:eastAsia="en-US"/>
              </w:rPr>
            </w:pPr>
          </w:p>
        </w:tc>
      </w:tr>
      <w:tr w:rsidR="00AC6779" w14:paraId="5F9A9D5F" w14:textId="77777777" w:rsidTr="00AC6779">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34CAB550"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Leerdoelen:</w:t>
            </w:r>
          </w:p>
        </w:tc>
      </w:tr>
      <w:tr w:rsidR="00AC6779" w14:paraId="2032CAF5" w14:textId="77777777" w:rsidTr="00AC6779">
        <w:trPr>
          <w:cantSplit/>
        </w:trPr>
        <w:tc>
          <w:tcPr>
            <w:tcW w:w="10140" w:type="dxa"/>
            <w:tcBorders>
              <w:top w:val="single" w:sz="4" w:space="0" w:color="auto"/>
              <w:left w:val="single" w:sz="4" w:space="0" w:color="auto"/>
              <w:bottom w:val="single" w:sz="4" w:space="0" w:color="auto"/>
              <w:right w:val="single" w:sz="4" w:space="0" w:color="auto"/>
            </w:tcBorders>
          </w:tcPr>
          <w:p w14:paraId="49942126" w14:textId="77777777" w:rsidR="00AC6779" w:rsidRDefault="00AC6779">
            <w:pPr>
              <w:spacing w:line="276" w:lineRule="auto"/>
              <w:ind w:left="405"/>
              <w:rPr>
                <w:rFonts w:ascii="Arial" w:hAnsi="Arial" w:cs="Arial"/>
                <w:b/>
                <w:sz w:val="22"/>
                <w:szCs w:val="22"/>
                <w:lang w:eastAsia="en-US"/>
              </w:rPr>
            </w:pPr>
          </w:p>
          <w:p w14:paraId="52C88E43" w14:textId="77777777" w:rsidR="00AC6779" w:rsidRDefault="00AC6779">
            <w:pPr>
              <w:spacing w:line="276" w:lineRule="auto"/>
              <w:ind w:left="405"/>
              <w:rPr>
                <w:rFonts w:ascii="Arial" w:hAnsi="Arial" w:cs="Arial"/>
                <w:b/>
                <w:sz w:val="22"/>
                <w:szCs w:val="22"/>
                <w:lang w:eastAsia="en-US"/>
              </w:rPr>
            </w:pPr>
            <w:r>
              <w:rPr>
                <w:rFonts w:ascii="Arial" w:hAnsi="Arial" w:cs="Arial"/>
                <w:b/>
                <w:sz w:val="22"/>
                <w:szCs w:val="22"/>
                <w:lang w:eastAsia="en-US"/>
              </w:rPr>
              <w:t>Na</w:t>
            </w:r>
            <w:r w:rsidR="00630879">
              <w:rPr>
                <w:rFonts w:ascii="Arial" w:hAnsi="Arial" w:cs="Arial"/>
                <w:b/>
                <w:sz w:val="22"/>
                <w:szCs w:val="22"/>
                <w:lang w:eastAsia="en-US"/>
              </w:rPr>
              <w:t xml:space="preserve"> </w:t>
            </w:r>
            <w:r w:rsidR="005165EC">
              <w:rPr>
                <w:rFonts w:ascii="Arial" w:hAnsi="Arial" w:cs="Arial"/>
                <w:b/>
                <w:sz w:val="22"/>
                <w:szCs w:val="22"/>
                <w:lang w:eastAsia="en-US"/>
              </w:rPr>
              <w:t>het maken van deze opdracht kun</w:t>
            </w:r>
            <w:r>
              <w:rPr>
                <w:rFonts w:ascii="Arial" w:hAnsi="Arial" w:cs="Arial"/>
                <w:b/>
                <w:sz w:val="22"/>
                <w:szCs w:val="22"/>
                <w:lang w:eastAsia="en-US"/>
              </w:rPr>
              <w:t xml:space="preserve"> je: </w:t>
            </w:r>
          </w:p>
          <w:p w14:paraId="730689E9" w14:textId="77777777" w:rsidR="00E571FD"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Apparatuur voor reinigen en desinfecteren benoemen;</w:t>
            </w:r>
          </w:p>
          <w:p w14:paraId="5CE5AD39"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Werken met apparaten voor reinigen en desinfecteren;</w:t>
            </w:r>
          </w:p>
          <w:p w14:paraId="72334E07"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Eenvoudige storingen aan deze apparaten verhelpen;</w:t>
            </w:r>
          </w:p>
          <w:p w14:paraId="35455915"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keuze maken uit de diverse schoonmaakmiddelen;</w:t>
            </w:r>
          </w:p>
          <w:p w14:paraId="40773BE4" w14:textId="77777777" w:rsidR="00F72DDC" w:rsidRDefault="00F72DDC" w:rsidP="00E571F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Veilig omgaan met de schoonmaakmiddelen</w:t>
            </w:r>
          </w:p>
          <w:p w14:paraId="39417BAF" w14:textId="77777777" w:rsidR="00E571FD" w:rsidRPr="00E571FD" w:rsidRDefault="00E571FD" w:rsidP="00E571FD">
            <w:pPr>
              <w:spacing w:line="276" w:lineRule="auto"/>
              <w:ind w:left="45"/>
              <w:rPr>
                <w:rFonts w:ascii="Arial" w:hAnsi="Arial" w:cs="Arial"/>
                <w:sz w:val="22"/>
                <w:szCs w:val="22"/>
                <w:lang w:eastAsia="en-US"/>
              </w:rPr>
            </w:pPr>
          </w:p>
        </w:tc>
      </w:tr>
      <w:tr w:rsidR="00AC6779" w14:paraId="51A89BA3" w14:textId="77777777" w:rsidTr="00AC6779">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14:paraId="57A0DF6F"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AC6779" w14:paraId="570DB634" w14:textId="77777777" w:rsidTr="00AC6779">
        <w:tc>
          <w:tcPr>
            <w:tcW w:w="10140" w:type="dxa"/>
            <w:tcBorders>
              <w:top w:val="single" w:sz="4" w:space="0" w:color="auto"/>
              <w:left w:val="single" w:sz="4" w:space="0" w:color="auto"/>
              <w:bottom w:val="single" w:sz="4" w:space="0" w:color="auto"/>
              <w:right w:val="single" w:sz="4" w:space="0" w:color="auto"/>
            </w:tcBorders>
          </w:tcPr>
          <w:p w14:paraId="4C678EC9" w14:textId="77777777" w:rsidR="00356325" w:rsidRDefault="00356325" w:rsidP="00541BE7">
            <w:pPr>
              <w:spacing w:line="276" w:lineRule="auto"/>
              <w:rPr>
                <w:rFonts w:ascii="Arial" w:hAnsi="Arial" w:cs="Arial"/>
                <w:sz w:val="22"/>
                <w:szCs w:val="22"/>
                <w:lang w:eastAsia="en-US"/>
              </w:rPr>
            </w:pPr>
          </w:p>
          <w:p w14:paraId="3BDD954E" w14:textId="77777777" w:rsidR="001E28CE" w:rsidRDefault="000F6749" w:rsidP="00541BE7">
            <w:pPr>
              <w:spacing w:line="276" w:lineRule="auto"/>
              <w:rPr>
                <w:rFonts w:ascii="Arial" w:hAnsi="Arial" w:cs="Arial"/>
                <w:sz w:val="22"/>
                <w:szCs w:val="22"/>
                <w:lang w:eastAsia="en-US"/>
              </w:rPr>
            </w:pPr>
            <w:r>
              <w:rPr>
                <w:rFonts w:ascii="Arial" w:hAnsi="Arial" w:cs="Arial"/>
                <w:sz w:val="22"/>
                <w:szCs w:val="22"/>
                <w:lang w:eastAsia="en-US"/>
              </w:rPr>
              <w:t>Het is voor de tuinder belangrijk om op gezette tijden eens goed de bezem door het bedrijf te halen. Op deze manier blijft het netjes op het bedrijf en allerlei broeinesten voor ziektes worden opgeruimd. Als er eventuele klanten komen om de producten te bekijken, krijgen ze de indruk van een net bedrijf met een gezond product.</w:t>
            </w:r>
          </w:p>
          <w:p w14:paraId="3EB59479" w14:textId="77777777" w:rsidR="00356325" w:rsidRPr="001E28CE" w:rsidRDefault="00356325" w:rsidP="00541BE7">
            <w:pPr>
              <w:spacing w:line="276" w:lineRule="auto"/>
              <w:rPr>
                <w:rFonts w:ascii="Arial" w:hAnsi="Arial" w:cs="Arial"/>
                <w:sz w:val="22"/>
                <w:szCs w:val="22"/>
                <w:lang w:eastAsia="en-US"/>
              </w:rPr>
            </w:pPr>
          </w:p>
        </w:tc>
      </w:tr>
      <w:tr w:rsidR="00AC6779" w14:paraId="6A554021" w14:textId="77777777" w:rsidTr="00AC6779">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vAlign w:val="center"/>
          </w:tcPr>
          <w:p w14:paraId="4413D756" w14:textId="77777777" w:rsidR="00AC6779" w:rsidRDefault="00356325">
            <w:pPr>
              <w:spacing w:line="276" w:lineRule="auto"/>
              <w:rPr>
                <w:rFonts w:ascii="Arial" w:hAnsi="Arial" w:cs="Arial"/>
                <w:sz w:val="22"/>
                <w:szCs w:val="22"/>
                <w:lang w:eastAsia="en-US"/>
              </w:rPr>
            </w:pPr>
            <w:r>
              <w:rPr>
                <w:rFonts w:ascii="Arial" w:hAnsi="Arial" w:cs="Arial"/>
                <w:noProof/>
                <w:color w:val="0000FF"/>
                <w:sz w:val="27"/>
                <w:szCs w:val="27"/>
              </w:rPr>
              <w:drawing>
                <wp:anchor distT="0" distB="0" distL="114300" distR="114300" simplePos="0" relativeHeight="251659264" behindDoc="1" locked="0" layoutInCell="1" allowOverlap="1" wp14:anchorId="77FC7AAD" wp14:editId="2BFB3C6E">
                  <wp:simplePos x="0" y="0"/>
                  <wp:positionH relativeFrom="column">
                    <wp:posOffset>1424305</wp:posOffset>
                  </wp:positionH>
                  <wp:positionV relativeFrom="paragraph">
                    <wp:posOffset>92710</wp:posOffset>
                  </wp:positionV>
                  <wp:extent cx="3295650" cy="3295650"/>
                  <wp:effectExtent l="0" t="0" r="0" b="0"/>
                  <wp:wrapTight wrapText="bothSides">
                    <wp:wrapPolygon edited="0">
                      <wp:start x="0" y="0"/>
                      <wp:lineTo x="0" y="21475"/>
                      <wp:lineTo x="21475" y="21475"/>
                      <wp:lineTo x="21475" y="0"/>
                      <wp:lineTo x="0" y="0"/>
                    </wp:wrapPolygon>
                  </wp:wrapTight>
                  <wp:docPr id="2" name="Afbeelding 2" descr="Afbeeldingsresultaat voor werken met de hogedrukspu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erken met de hogedrukspuit">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95650" cy="3295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38CE0A" w14:textId="77777777" w:rsidR="00AC6779" w:rsidRDefault="00AC6779">
            <w:pPr>
              <w:spacing w:line="276" w:lineRule="auto"/>
              <w:rPr>
                <w:rFonts w:ascii="Arial" w:hAnsi="Arial" w:cs="Arial"/>
                <w:sz w:val="22"/>
                <w:szCs w:val="22"/>
                <w:lang w:eastAsia="en-US"/>
              </w:rPr>
            </w:pPr>
          </w:p>
          <w:p w14:paraId="464540A1" w14:textId="77777777" w:rsidR="00630879" w:rsidRDefault="00630879">
            <w:pPr>
              <w:spacing w:line="276" w:lineRule="auto"/>
              <w:rPr>
                <w:rFonts w:ascii="Arial" w:hAnsi="Arial" w:cs="Arial"/>
                <w:sz w:val="22"/>
                <w:szCs w:val="22"/>
                <w:lang w:eastAsia="en-US"/>
              </w:rPr>
            </w:pPr>
          </w:p>
          <w:p w14:paraId="69CD4903" w14:textId="77777777" w:rsidR="00630879" w:rsidRDefault="00630879">
            <w:pPr>
              <w:spacing w:line="276" w:lineRule="auto"/>
              <w:rPr>
                <w:rFonts w:ascii="Arial" w:hAnsi="Arial" w:cs="Arial"/>
                <w:sz w:val="22"/>
                <w:szCs w:val="22"/>
                <w:lang w:eastAsia="en-US"/>
              </w:rPr>
            </w:pPr>
          </w:p>
          <w:p w14:paraId="0376E0D8" w14:textId="77777777" w:rsidR="00630879" w:rsidRDefault="00630879">
            <w:pPr>
              <w:spacing w:line="276" w:lineRule="auto"/>
              <w:rPr>
                <w:rFonts w:ascii="Arial" w:hAnsi="Arial" w:cs="Arial"/>
                <w:sz w:val="22"/>
                <w:szCs w:val="22"/>
                <w:lang w:eastAsia="en-US"/>
              </w:rPr>
            </w:pPr>
          </w:p>
          <w:p w14:paraId="029C6F67" w14:textId="77777777" w:rsidR="00630879" w:rsidRDefault="00630879">
            <w:pPr>
              <w:spacing w:line="276" w:lineRule="auto"/>
              <w:rPr>
                <w:rFonts w:ascii="Arial" w:hAnsi="Arial" w:cs="Arial"/>
                <w:sz w:val="22"/>
                <w:szCs w:val="22"/>
                <w:lang w:eastAsia="en-US"/>
              </w:rPr>
            </w:pPr>
          </w:p>
          <w:p w14:paraId="466A66FC" w14:textId="77777777" w:rsidR="00630879" w:rsidRDefault="00630879">
            <w:pPr>
              <w:spacing w:line="276" w:lineRule="auto"/>
              <w:rPr>
                <w:rFonts w:ascii="Arial" w:hAnsi="Arial" w:cs="Arial"/>
                <w:sz w:val="22"/>
                <w:szCs w:val="22"/>
                <w:lang w:eastAsia="en-US"/>
              </w:rPr>
            </w:pPr>
          </w:p>
          <w:p w14:paraId="7AFD9D99" w14:textId="77777777" w:rsidR="00630879" w:rsidRDefault="00630879">
            <w:pPr>
              <w:spacing w:line="276" w:lineRule="auto"/>
              <w:rPr>
                <w:rFonts w:ascii="Arial" w:hAnsi="Arial" w:cs="Arial"/>
                <w:sz w:val="22"/>
                <w:szCs w:val="22"/>
                <w:lang w:eastAsia="en-US"/>
              </w:rPr>
            </w:pPr>
          </w:p>
          <w:p w14:paraId="6E93F56F" w14:textId="77777777" w:rsidR="00630879" w:rsidRDefault="00630879">
            <w:pPr>
              <w:spacing w:line="276" w:lineRule="auto"/>
              <w:rPr>
                <w:rFonts w:ascii="Arial" w:hAnsi="Arial" w:cs="Arial"/>
                <w:sz w:val="22"/>
                <w:szCs w:val="22"/>
                <w:lang w:eastAsia="en-US"/>
              </w:rPr>
            </w:pPr>
          </w:p>
          <w:p w14:paraId="3D3B9118" w14:textId="77777777" w:rsidR="00630879" w:rsidRDefault="00630879">
            <w:pPr>
              <w:spacing w:line="276" w:lineRule="auto"/>
              <w:rPr>
                <w:rFonts w:ascii="Arial" w:hAnsi="Arial" w:cs="Arial"/>
                <w:sz w:val="22"/>
                <w:szCs w:val="22"/>
                <w:lang w:eastAsia="en-US"/>
              </w:rPr>
            </w:pPr>
          </w:p>
          <w:p w14:paraId="313A239B" w14:textId="77777777" w:rsidR="00630879" w:rsidRDefault="00630879">
            <w:pPr>
              <w:spacing w:line="276" w:lineRule="auto"/>
              <w:rPr>
                <w:rFonts w:ascii="Arial" w:hAnsi="Arial" w:cs="Arial"/>
                <w:sz w:val="22"/>
                <w:szCs w:val="22"/>
                <w:lang w:eastAsia="en-US"/>
              </w:rPr>
            </w:pPr>
          </w:p>
          <w:p w14:paraId="1E74BBA4" w14:textId="77777777" w:rsidR="00AC6779" w:rsidRDefault="00AC6779">
            <w:pPr>
              <w:spacing w:line="276" w:lineRule="auto"/>
              <w:rPr>
                <w:rFonts w:ascii="Arial" w:hAnsi="Arial" w:cs="Arial"/>
                <w:sz w:val="22"/>
                <w:szCs w:val="22"/>
                <w:lang w:eastAsia="en-US"/>
              </w:rPr>
            </w:pPr>
          </w:p>
          <w:p w14:paraId="7F4F3D3E" w14:textId="77777777" w:rsidR="00C776E6" w:rsidRDefault="00C776E6">
            <w:pPr>
              <w:spacing w:line="276" w:lineRule="auto"/>
              <w:rPr>
                <w:rFonts w:ascii="Arial" w:hAnsi="Arial" w:cs="Arial"/>
                <w:sz w:val="22"/>
                <w:szCs w:val="22"/>
                <w:lang w:eastAsia="en-US"/>
              </w:rPr>
            </w:pPr>
          </w:p>
          <w:p w14:paraId="1DED7C58" w14:textId="77777777" w:rsidR="00C776E6" w:rsidRDefault="00C776E6">
            <w:pPr>
              <w:spacing w:line="276" w:lineRule="auto"/>
              <w:rPr>
                <w:rFonts w:ascii="Arial" w:hAnsi="Arial" w:cs="Arial"/>
                <w:sz w:val="22"/>
                <w:szCs w:val="22"/>
                <w:lang w:eastAsia="en-US"/>
              </w:rPr>
            </w:pPr>
          </w:p>
          <w:p w14:paraId="3AC80985" w14:textId="77777777" w:rsidR="00C776E6" w:rsidRDefault="00C776E6">
            <w:pPr>
              <w:spacing w:line="276" w:lineRule="auto"/>
              <w:rPr>
                <w:rFonts w:ascii="Arial" w:hAnsi="Arial" w:cs="Arial"/>
                <w:sz w:val="22"/>
                <w:szCs w:val="22"/>
                <w:lang w:eastAsia="en-US"/>
              </w:rPr>
            </w:pPr>
          </w:p>
          <w:p w14:paraId="27220D15" w14:textId="77777777" w:rsidR="00C776E6" w:rsidRDefault="00C776E6">
            <w:pPr>
              <w:spacing w:line="276" w:lineRule="auto"/>
              <w:rPr>
                <w:rFonts w:ascii="Arial" w:hAnsi="Arial" w:cs="Arial"/>
                <w:sz w:val="22"/>
                <w:szCs w:val="22"/>
                <w:lang w:eastAsia="en-US"/>
              </w:rPr>
            </w:pPr>
          </w:p>
          <w:p w14:paraId="605CA955" w14:textId="77777777" w:rsidR="00C776E6" w:rsidRDefault="00C776E6">
            <w:pPr>
              <w:spacing w:line="276" w:lineRule="auto"/>
              <w:rPr>
                <w:rFonts w:ascii="Arial" w:hAnsi="Arial" w:cs="Arial"/>
                <w:sz w:val="22"/>
                <w:szCs w:val="22"/>
                <w:lang w:eastAsia="en-US"/>
              </w:rPr>
            </w:pPr>
          </w:p>
          <w:p w14:paraId="5DD8FF63" w14:textId="77777777" w:rsidR="00C776E6" w:rsidRDefault="00C776E6">
            <w:pPr>
              <w:spacing w:line="276" w:lineRule="auto"/>
              <w:rPr>
                <w:rFonts w:ascii="Arial" w:hAnsi="Arial" w:cs="Arial"/>
                <w:sz w:val="22"/>
                <w:szCs w:val="22"/>
                <w:lang w:eastAsia="en-US"/>
              </w:rPr>
            </w:pPr>
          </w:p>
          <w:p w14:paraId="68CA6D2D" w14:textId="77777777" w:rsidR="00C776E6" w:rsidRDefault="00C776E6">
            <w:pPr>
              <w:spacing w:line="276" w:lineRule="auto"/>
              <w:rPr>
                <w:rFonts w:ascii="Arial" w:hAnsi="Arial" w:cs="Arial"/>
                <w:sz w:val="22"/>
                <w:szCs w:val="22"/>
                <w:lang w:eastAsia="en-US"/>
              </w:rPr>
            </w:pPr>
          </w:p>
          <w:p w14:paraId="38CB4CFC" w14:textId="77777777" w:rsidR="00C776E6" w:rsidRDefault="00C776E6">
            <w:pPr>
              <w:spacing w:line="276" w:lineRule="auto"/>
              <w:rPr>
                <w:rFonts w:ascii="Arial" w:hAnsi="Arial" w:cs="Arial"/>
                <w:sz w:val="22"/>
                <w:szCs w:val="22"/>
                <w:lang w:eastAsia="en-US"/>
              </w:rPr>
            </w:pPr>
          </w:p>
        </w:tc>
      </w:tr>
      <w:tr w:rsidR="00AC6779" w14:paraId="42BAECC4" w14:textId="77777777" w:rsidTr="00AC6779">
        <w:trPr>
          <w:cantSplit/>
          <w:trHeight w:val="464"/>
        </w:trPr>
        <w:tc>
          <w:tcPr>
            <w:tcW w:w="10140" w:type="dxa"/>
            <w:vMerge/>
            <w:tcBorders>
              <w:top w:val="single" w:sz="4" w:space="0" w:color="auto"/>
              <w:left w:val="single" w:sz="4" w:space="0" w:color="auto"/>
              <w:bottom w:val="single" w:sz="4" w:space="0" w:color="auto"/>
              <w:right w:val="single" w:sz="4" w:space="0" w:color="auto"/>
            </w:tcBorders>
            <w:vAlign w:val="center"/>
            <w:hideMark/>
          </w:tcPr>
          <w:p w14:paraId="638A10FF" w14:textId="77777777" w:rsidR="00AC6779" w:rsidRDefault="00AC6779">
            <w:pPr>
              <w:rPr>
                <w:rFonts w:ascii="Arial" w:hAnsi="Arial" w:cs="Arial"/>
                <w:sz w:val="22"/>
                <w:szCs w:val="22"/>
                <w:lang w:eastAsia="en-US"/>
              </w:rPr>
            </w:pPr>
          </w:p>
        </w:tc>
      </w:tr>
    </w:tbl>
    <w:p w14:paraId="1819E4C9" w14:textId="77777777" w:rsidR="009362FB" w:rsidRDefault="009362FB" w:rsidP="00AC6779">
      <w:pPr>
        <w:rPr>
          <w:rFonts w:ascii="Arial" w:hAnsi="Arial" w:cs="Arial"/>
          <w:b/>
          <w:sz w:val="22"/>
          <w:szCs w:val="22"/>
        </w:rPr>
      </w:pPr>
    </w:p>
    <w:p w14:paraId="346AB4BC" w14:textId="77777777" w:rsidR="00356325" w:rsidRDefault="00356325" w:rsidP="00AC6779">
      <w:pPr>
        <w:rPr>
          <w:rFonts w:ascii="Arial" w:hAnsi="Arial" w:cs="Arial"/>
          <w:b/>
          <w:sz w:val="22"/>
          <w:szCs w:val="22"/>
        </w:rPr>
      </w:pPr>
    </w:p>
    <w:p w14:paraId="7CA44F3C" w14:textId="77777777" w:rsidR="00356325" w:rsidRDefault="00356325" w:rsidP="00AC6779">
      <w:pPr>
        <w:rPr>
          <w:rFonts w:ascii="Arial" w:hAnsi="Arial" w:cs="Arial"/>
          <w:b/>
          <w:sz w:val="22"/>
          <w:szCs w:val="22"/>
        </w:rPr>
      </w:pPr>
    </w:p>
    <w:p w14:paraId="4680A0D1" w14:textId="77777777" w:rsidR="00356325" w:rsidRDefault="00356325" w:rsidP="00AC6779">
      <w:pPr>
        <w:rPr>
          <w:rFonts w:ascii="Arial" w:hAnsi="Arial" w:cs="Arial"/>
          <w:b/>
          <w:sz w:val="22"/>
          <w:szCs w:val="22"/>
        </w:rPr>
      </w:pPr>
    </w:p>
    <w:p w14:paraId="4FA63AAE" w14:textId="77777777" w:rsidR="00356325" w:rsidRDefault="00356325" w:rsidP="00AC6779">
      <w:pPr>
        <w:rPr>
          <w:rFonts w:ascii="Arial" w:hAnsi="Arial" w:cs="Arial"/>
          <w:b/>
          <w:sz w:val="22"/>
          <w:szCs w:val="22"/>
        </w:rPr>
      </w:pPr>
    </w:p>
    <w:p w14:paraId="37260D5D" w14:textId="77777777" w:rsidR="00356325" w:rsidRDefault="00356325" w:rsidP="00AC6779">
      <w:pPr>
        <w:rPr>
          <w:rFonts w:ascii="Arial" w:hAnsi="Arial" w:cs="Arial"/>
          <w:b/>
          <w:sz w:val="22"/>
          <w:szCs w:val="22"/>
        </w:rPr>
      </w:pPr>
    </w:p>
    <w:p w14:paraId="68E67557" w14:textId="77777777" w:rsidR="00542835" w:rsidRDefault="00542835">
      <w:pPr>
        <w:spacing w:after="200" w:line="276" w:lineRule="auto"/>
        <w:rPr>
          <w:rFonts w:ascii="Arial" w:hAnsi="Arial" w:cs="Arial"/>
          <w:b/>
          <w:sz w:val="22"/>
          <w:szCs w:val="22"/>
        </w:rPr>
      </w:pPr>
      <w:r>
        <w:rPr>
          <w:rFonts w:ascii="Arial" w:hAnsi="Arial" w:cs="Arial"/>
          <w:b/>
          <w:sz w:val="22"/>
          <w:szCs w:val="22"/>
        </w:rPr>
        <w:br w:type="page"/>
      </w:r>
    </w:p>
    <w:p w14:paraId="49DB6EB1" w14:textId="0A408978" w:rsidR="00AC6779" w:rsidRDefault="000A6C08" w:rsidP="00AC6779">
      <w:pPr>
        <w:rPr>
          <w:rFonts w:ascii="Arial" w:hAnsi="Arial" w:cs="Arial"/>
          <w:b/>
          <w:sz w:val="22"/>
          <w:szCs w:val="22"/>
        </w:rPr>
      </w:pPr>
      <w:r w:rsidRPr="000A6C08">
        <w:rPr>
          <w:rFonts w:ascii="Arial" w:hAnsi="Arial" w:cs="Arial"/>
          <w:b/>
          <w:sz w:val="22"/>
          <w:szCs w:val="22"/>
        </w:rPr>
        <w:lastRenderedPageBreak/>
        <w:t>Uitvoering 1</w:t>
      </w:r>
      <w:r w:rsidR="00091B3B">
        <w:rPr>
          <w:rFonts w:ascii="Arial" w:hAnsi="Arial" w:cs="Arial"/>
          <w:b/>
          <w:sz w:val="22"/>
          <w:szCs w:val="22"/>
        </w:rPr>
        <w:t xml:space="preserve"> </w:t>
      </w:r>
    </w:p>
    <w:p w14:paraId="02326834" w14:textId="77777777" w:rsidR="000A2EE8" w:rsidRDefault="003576C3" w:rsidP="000A2EE8">
      <w:pPr>
        <w:rPr>
          <w:rFonts w:ascii="Arial" w:hAnsi="Arial" w:cs="Arial"/>
          <w:sz w:val="22"/>
          <w:szCs w:val="22"/>
        </w:rPr>
      </w:pPr>
      <w:r>
        <w:rPr>
          <w:rFonts w:ascii="Arial" w:hAnsi="Arial" w:cs="Arial"/>
          <w:sz w:val="22"/>
          <w:szCs w:val="22"/>
        </w:rPr>
        <w:t>In het verleden was het schoonhouden van bedrijven nog een hele klus.</w:t>
      </w:r>
      <w:r w:rsidR="004846EA">
        <w:rPr>
          <w:rFonts w:ascii="Arial" w:hAnsi="Arial" w:cs="Arial"/>
          <w:sz w:val="22"/>
          <w:szCs w:val="22"/>
        </w:rPr>
        <w:t xml:space="preserve"> Je moest regelmatig het hoofdpad aanvegen of schoonspuiten met de waterslang. Tegenwoordig is op de meeste bedrijven een aantal apparaten aanwezig om reinigingswerkzaamheden mee te verrichten. Bij deze opdracht ga je de verschillende apparaten bekijken.</w:t>
      </w:r>
    </w:p>
    <w:p w14:paraId="62D43595"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Maak een lijst met de diverse reinigingsapparaten.</w:t>
      </w:r>
    </w:p>
    <w:p w14:paraId="021872CC" w14:textId="77777777" w:rsidR="004846EA" w:rsidRDefault="004846EA" w:rsidP="004846EA">
      <w:pPr>
        <w:pStyle w:val="Lijstalinea"/>
        <w:numPr>
          <w:ilvl w:val="0"/>
          <w:numId w:val="7"/>
        </w:numPr>
        <w:rPr>
          <w:rFonts w:ascii="Arial" w:hAnsi="Arial" w:cs="Arial"/>
          <w:sz w:val="22"/>
          <w:szCs w:val="22"/>
        </w:rPr>
      </w:pPr>
      <w:r>
        <w:rPr>
          <w:rFonts w:ascii="Arial" w:hAnsi="Arial" w:cs="Arial"/>
          <w:sz w:val="22"/>
          <w:szCs w:val="22"/>
        </w:rPr>
        <w:t>Geef aan waar op je praktijkbedrijf de apparaten voor worden gebruikt.</w:t>
      </w:r>
    </w:p>
    <w:p w14:paraId="7EF8A22B"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Noteer voor ieder apparaat hoe vaak het op je praktijkbedrijf wordt gebruitk.</w:t>
      </w:r>
    </w:p>
    <w:p w14:paraId="23725651"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Beschrijf de werking van het apparaat dat het meest wordt gebruikt.</w:t>
      </w:r>
    </w:p>
    <w:p w14:paraId="74663438"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Waaraan kun je zien of het apparaat zijn reinigende werking goed doet?</w:t>
      </w:r>
    </w:p>
    <w:p w14:paraId="0FEE3D89" w14:textId="77777777" w:rsidR="00543C48" w:rsidRDefault="00543C48" w:rsidP="004846EA">
      <w:pPr>
        <w:pStyle w:val="Lijstalinea"/>
        <w:numPr>
          <w:ilvl w:val="0"/>
          <w:numId w:val="7"/>
        </w:numPr>
        <w:rPr>
          <w:rFonts w:ascii="Arial" w:hAnsi="Arial" w:cs="Arial"/>
          <w:sz w:val="22"/>
          <w:szCs w:val="22"/>
        </w:rPr>
      </w:pPr>
      <w:r>
        <w:rPr>
          <w:rFonts w:ascii="Arial" w:hAnsi="Arial" w:cs="Arial"/>
          <w:sz w:val="22"/>
          <w:szCs w:val="22"/>
        </w:rPr>
        <w:t>Welke storingen treden vaak op bij het apparaat?</w:t>
      </w:r>
    </w:p>
    <w:p w14:paraId="41BB678B" w14:textId="77777777" w:rsidR="00543C48" w:rsidRDefault="00543C48" w:rsidP="00543C48">
      <w:pPr>
        <w:rPr>
          <w:rFonts w:ascii="Arial" w:hAnsi="Arial" w:cs="Arial"/>
          <w:sz w:val="22"/>
          <w:szCs w:val="22"/>
        </w:rPr>
      </w:pPr>
    </w:p>
    <w:p w14:paraId="4D8010DE" w14:textId="77777777" w:rsidR="00543C48" w:rsidRPr="00543C48" w:rsidRDefault="00543C48" w:rsidP="00543C48">
      <w:pPr>
        <w:rPr>
          <w:rFonts w:ascii="Arial" w:hAnsi="Arial" w:cs="Arial"/>
          <w:b/>
          <w:sz w:val="22"/>
          <w:szCs w:val="22"/>
        </w:rPr>
      </w:pPr>
      <w:r w:rsidRPr="00543C48">
        <w:rPr>
          <w:rFonts w:ascii="Arial" w:hAnsi="Arial" w:cs="Arial"/>
          <w:b/>
          <w:sz w:val="22"/>
          <w:szCs w:val="22"/>
        </w:rPr>
        <w:t>Uitvoering 2</w:t>
      </w:r>
    </w:p>
    <w:p w14:paraId="4513F887" w14:textId="77777777" w:rsidR="000A2EE8" w:rsidRDefault="00543C48" w:rsidP="000A2EE8">
      <w:pPr>
        <w:rPr>
          <w:rFonts w:ascii="Arial" w:hAnsi="Arial" w:cs="Arial"/>
          <w:sz w:val="22"/>
          <w:szCs w:val="22"/>
        </w:rPr>
      </w:pPr>
      <w:r>
        <w:rPr>
          <w:rFonts w:ascii="Arial" w:hAnsi="Arial" w:cs="Arial"/>
          <w:sz w:val="22"/>
          <w:szCs w:val="22"/>
        </w:rPr>
        <w:t>Om alles goed te laten werken moet je tijdens het groeien van de planten regelmatig een aantal apparaten controleren en schoonmaken. Hierbij kun je denken aan meetapparatuur, maar ook aan de hoeveelheid licht in de kas. Maak met behulp van onderstaande vragen een overzicht van reiniging en onderhoud tijdens de teelt.</w:t>
      </w:r>
    </w:p>
    <w:p w14:paraId="2A3231C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apparaten worden tijdens de teelt gereinigd?</w:t>
      </w:r>
    </w:p>
    <w:p w14:paraId="62AB835E"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kunnen de gevolgen zijn van het niet goed of niet tijdig reinigen van het apparaat?</w:t>
      </w:r>
    </w:p>
    <w:p w14:paraId="68DB8736"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Welke hulpmiddelen gebruik je om het apparaat te reinigen?</w:t>
      </w:r>
    </w:p>
    <w:p w14:paraId="48DF0932"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Hoe vaak is reiniging of onderhoud van het apparaat nodig?</w:t>
      </w:r>
    </w:p>
    <w:p w14:paraId="2F709031"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Wat reinigen ze in je praktijkbedrijf nog meer tijdens de teelt?</w:t>
      </w:r>
    </w:p>
    <w:p w14:paraId="0C587727" w14:textId="77777777" w:rsidR="00543C48" w:rsidRDefault="00543C48" w:rsidP="00543C48">
      <w:pPr>
        <w:pStyle w:val="Lijstalinea"/>
        <w:numPr>
          <w:ilvl w:val="0"/>
          <w:numId w:val="8"/>
        </w:numPr>
        <w:rPr>
          <w:rFonts w:ascii="Arial" w:hAnsi="Arial" w:cs="Arial"/>
          <w:sz w:val="22"/>
          <w:szCs w:val="22"/>
        </w:rPr>
      </w:pPr>
      <w:r>
        <w:rPr>
          <w:rFonts w:ascii="Arial" w:hAnsi="Arial" w:cs="Arial"/>
          <w:sz w:val="22"/>
          <w:szCs w:val="22"/>
        </w:rPr>
        <w:t>Waarom is dit reinigen nodig?</w:t>
      </w:r>
    </w:p>
    <w:p w14:paraId="38DFD45B" w14:textId="77777777" w:rsidR="00543C48" w:rsidRDefault="00543C48" w:rsidP="00543C48">
      <w:pPr>
        <w:rPr>
          <w:rFonts w:ascii="Arial" w:hAnsi="Arial" w:cs="Arial"/>
          <w:sz w:val="22"/>
          <w:szCs w:val="22"/>
        </w:rPr>
      </w:pPr>
    </w:p>
    <w:p w14:paraId="7DE281F1" w14:textId="77777777" w:rsidR="00543C48" w:rsidRDefault="00543C48" w:rsidP="00543C48">
      <w:pPr>
        <w:rPr>
          <w:rFonts w:ascii="Arial" w:hAnsi="Arial" w:cs="Arial"/>
          <w:b/>
          <w:sz w:val="22"/>
          <w:szCs w:val="22"/>
        </w:rPr>
      </w:pPr>
      <w:r w:rsidRPr="005D10F3">
        <w:rPr>
          <w:rFonts w:ascii="Arial" w:hAnsi="Arial" w:cs="Arial"/>
          <w:b/>
          <w:sz w:val="22"/>
          <w:szCs w:val="22"/>
        </w:rPr>
        <w:t>Uitvoering 3</w:t>
      </w:r>
    </w:p>
    <w:p w14:paraId="75A0076A" w14:textId="77777777" w:rsidR="005D10F3" w:rsidRDefault="005D10F3" w:rsidP="00543C48">
      <w:pPr>
        <w:rPr>
          <w:rFonts w:ascii="Arial" w:hAnsi="Arial" w:cs="Arial"/>
          <w:sz w:val="22"/>
          <w:szCs w:val="22"/>
        </w:rPr>
      </w:pPr>
      <w:r>
        <w:rPr>
          <w:rFonts w:ascii="Arial" w:hAnsi="Arial" w:cs="Arial"/>
          <w:sz w:val="22"/>
          <w:szCs w:val="22"/>
        </w:rPr>
        <w:t>Op je praktijkbedrijf worden diverse reinigingsmiddelen gebruikt. Dit kan het afwasmiddel in de kantine zijn, maar het kan ook een ontsmettingsmiddel voor de ontsmettingsbak voor het schoeisel zijn. Met deze middelen mag je niet hetzelfde omgaan, anders gebeuren er ongelukken.</w:t>
      </w:r>
    </w:p>
    <w:p w14:paraId="174959E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Welke verschillende reinigings- en schoonmaakmiddelen worden er op het bedrijf gebruikt?</w:t>
      </w:r>
    </w:p>
    <w:p w14:paraId="740BD301"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Op welke manieren worden de diverse middelen op het bedrijf bewaard?</w:t>
      </w:r>
    </w:p>
    <w:p w14:paraId="04AABB83"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Waarvoor worden de middelen op je bedrijf gebruikt?</w:t>
      </w:r>
    </w:p>
    <w:p w14:paraId="24E844AB"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Bij welke middelen staan er gevarentekens op de verpakkingen en wat betekenen deze tekens? Foto maken!</w:t>
      </w:r>
    </w:p>
    <w:p w14:paraId="7D9F10CF" w14:textId="77777777" w:rsidR="005D10F3" w:rsidRDefault="005D10F3" w:rsidP="005D10F3">
      <w:pPr>
        <w:pStyle w:val="Lijstalinea"/>
        <w:numPr>
          <w:ilvl w:val="0"/>
          <w:numId w:val="9"/>
        </w:numPr>
        <w:rPr>
          <w:rFonts w:ascii="Arial" w:hAnsi="Arial" w:cs="Arial"/>
          <w:sz w:val="22"/>
          <w:szCs w:val="22"/>
        </w:rPr>
      </w:pPr>
      <w:r>
        <w:rPr>
          <w:rFonts w:ascii="Arial" w:hAnsi="Arial" w:cs="Arial"/>
          <w:sz w:val="22"/>
          <w:szCs w:val="22"/>
        </w:rPr>
        <w:t>Geef voor de verschillende middelen aan of ze gevaarlijk zijn voor het milieu.</w:t>
      </w:r>
    </w:p>
    <w:p w14:paraId="5A54DA58" w14:textId="77777777" w:rsidR="005D10F3" w:rsidRPr="005D10F3" w:rsidRDefault="005D10F3" w:rsidP="005D10F3">
      <w:pPr>
        <w:pStyle w:val="Lijstalinea"/>
        <w:numPr>
          <w:ilvl w:val="0"/>
          <w:numId w:val="9"/>
        </w:numPr>
        <w:rPr>
          <w:rFonts w:ascii="Arial" w:hAnsi="Arial" w:cs="Arial"/>
          <w:sz w:val="22"/>
          <w:szCs w:val="22"/>
        </w:rPr>
      </w:pPr>
      <w:r>
        <w:rPr>
          <w:rFonts w:ascii="Arial" w:hAnsi="Arial" w:cs="Arial"/>
          <w:sz w:val="22"/>
          <w:szCs w:val="22"/>
        </w:rPr>
        <w:t>Beschrijf voor het middel met de gevaarlijkste aanduiding de gebruiksaanwijzing.</w:t>
      </w:r>
    </w:p>
    <w:p w14:paraId="044959A2" w14:textId="77777777" w:rsidR="00AC6779" w:rsidRDefault="00AC6779" w:rsidP="00AC6779">
      <w:pPr>
        <w:tabs>
          <w:tab w:val="left" w:pos="2100"/>
        </w:tabs>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42"/>
      </w:tblGrid>
      <w:tr w:rsidR="00AC6779" w14:paraId="6065F5E2"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pct40" w:color="000000" w:fill="FFFFFF"/>
            <w:hideMark/>
          </w:tcPr>
          <w:p w14:paraId="0D005267" w14:textId="77777777" w:rsidR="00AC6779" w:rsidRDefault="00AC6779">
            <w:pPr>
              <w:spacing w:line="276" w:lineRule="auto"/>
              <w:rPr>
                <w:rFonts w:ascii="Arial" w:hAnsi="Arial" w:cs="Arial"/>
                <w:b/>
                <w:sz w:val="22"/>
                <w:szCs w:val="22"/>
                <w:lang w:eastAsia="en-US"/>
              </w:rPr>
            </w:pPr>
            <w:r>
              <w:rPr>
                <w:rFonts w:ascii="Arial" w:hAnsi="Arial" w:cs="Arial"/>
                <w:b/>
                <w:sz w:val="22"/>
                <w:szCs w:val="22"/>
                <w:lang w:eastAsia="en-US"/>
              </w:rPr>
              <w:t>Afsluiting</w:t>
            </w:r>
          </w:p>
        </w:tc>
      </w:tr>
      <w:tr w:rsidR="00AC6779" w14:paraId="2E9D408E" w14:textId="77777777" w:rsidTr="00D60B0F">
        <w:trPr>
          <w:cantSplit/>
        </w:trPr>
        <w:tc>
          <w:tcPr>
            <w:tcW w:w="9142" w:type="dxa"/>
            <w:tcBorders>
              <w:top w:val="single" w:sz="4" w:space="0" w:color="auto"/>
              <w:left w:val="single" w:sz="4" w:space="0" w:color="auto"/>
              <w:bottom w:val="single" w:sz="4" w:space="0" w:color="auto"/>
              <w:right w:val="single" w:sz="4" w:space="0" w:color="auto"/>
            </w:tcBorders>
            <w:shd w:val="clear" w:color="auto" w:fill="FFFFFF"/>
          </w:tcPr>
          <w:p w14:paraId="4296CF58" w14:textId="77777777" w:rsidR="00091B3B" w:rsidRDefault="00F61F6C">
            <w:pPr>
              <w:spacing w:line="276" w:lineRule="auto"/>
              <w:rPr>
                <w:rFonts w:ascii="Arial" w:hAnsi="Arial" w:cs="Arial"/>
                <w:sz w:val="22"/>
                <w:szCs w:val="22"/>
                <w:lang w:eastAsia="en-US"/>
              </w:rPr>
            </w:pPr>
            <w:r>
              <w:rPr>
                <w:rFonts w:ascii="Arial" w:hAnsi="Arial" w:cs="Arial"/>
                <w:sz w:val="22"/>
                <w:szCs w:val="22"/>
                <w:lang w:eastAsia="en-US"/>
              </w:rPr>
              <w:t>Maak van deze opdracht een net verslag, deze voeg je in je BPV-map. Je praktijkopleider moet hem ondertekenen voordat de docent hem goed kan keuren.</w:t>
            </w:r>
          </w:p>
        </w:tc>
      </w:tr>
    </w:tbl>
    <w:p w14:paraId="61C25C67" w14:textId="77777777" w:rsidR="00E00DFC" w:rsidRDefault="00E00DFC"/>
    <w:p w14:paraId="785FCCEE" w14:textId="77777777" w:rsidR="00F52FDE" w:rsidRPr="00F52FDE" w:rsidRDefault="00F52FDE">
      <w:pPr>
        <w:rPr>
          <w:rFonts w:ascii="Arial" w:hAnsi="Arial" w:cs="Arial"/>
          <w:sz w:val="22"/>
          <w:szCs w:val="22"/>
        </w:rPr>
      </w:pPr>
      <w:r>
        <w:rPr>
          <w:rFonts w:ascii="Arial" w:hAnsi="Arial" w:cs="Arial"/>
          <w:sz w:val="22"/>
          <w:szCs w:val="22"/>
        </w:rPr>
        <w:t>Handtekening praktijkopleider:</w:t>
      </w:r>
    </w:p>
    <w:tbl>
      <w:tblPr>
        <w:tblStyle w:val="Tabelraster"/>
        <w:tblW w:w="0" w:type="auto"/>
        <w:tblInd w:w="38" w:type="dxa"/>
        <w:tblLook w:val="04A0" w:firstRow="1" w:lastRow="0" w:firstColumn="1" w:lastColumn="0" w:noHBand="0" w:noVBand="1"/>
      </w:tblPr>
      <w:tblGrid>
        <w:gridCol w:w="9024"/>
      </w:tblGrid>
      <w:tr w:rsidR="00F52FDE" w14:paraId="6CBB83F6" w14:textId="77777777" w:rsidTr="00F52FDE">
        <w:tc>
          <w:tcPr>
            <w:tcW w:w="9212" w:type="dxa"/>
          </w:tcPr>
          <w:p w14:paraId="0E45CDC9" w14:textId="77777777" w:rsidR="00F52FDE" w:rsidRDefault="00F52FDE">
            <w:pPr>
              <w:rPr>
                <w:rFonts w:ascii="Arial" w:hAnsi="Arial" w:cs="Arial"/>
                <w:sz w:val="22"/>
                <w:szCs w:val="22"/>
              </w:rPr>
            </w:pPr>
          </w:p>
          <w:p w14:paraId="26F44D4C" w14:textId="77777777" w:rsidR="00F52FDE" w:rsidRDefault="00F52FDE">
            <w:pPr>
              <w:rPr>
                <w:rFonts w:ascii="Arial" w:hAnsi="Arial" w:cs="Arial"/>
                <w:sz w:val="22"/>
                <w:szCs w:val="22"/>
              </w:rPr>
            </w:pPr>
          </w:p>
          <w:p w14:paraId="054615B5" w14:textId="77777777" w:rsidR="00F52FDE" w:rsidRDefault="00F52FDE">
            <w:pPr>
              <w:rPr>
                <w:rFonts w:ascii="Arial" w:hAnsi="Arial" w:cs="Arial"/>
                <w:sz w:val="22"/>
                <w:szCs w:val="22"/>
              </w:rPr>
            </w:pPr>
          </w:p>
        </w:tc>
      </w:tr>
    </w:tbl>
    <w:p w14:paraId="6E9A3B3C" w14:textId="4461B87A" w:rsidR="00F61F6C" w:rsidRDefault="00F61F6C" w:rsidP="00F61F6C"/>
    <w:p w14:paraId="2DDF6369" w14:textId="77777777" w:rsidR="00F61F6C" w:rsidRPr="00F52FDE" w:rsidRDefault="00F61F6C" w:rsidP="00F61F6C">
      <w:pPr>
        <w:rPr>
          <w:rFonts w:ascii="Arial" w:hAnsi="Arial" w:cs="Arial"/>
          <w:sz w:val="22"/>
          <w:szCs w:val="22"/>
        </w:rPr>
      </w:pPr>
      <w:r>
        <w:rPr>
          <w:rFonts w:ascii="Arial" w:hAnsi="Arial" w:cs="Arial"/>
          <w:sz w:val="22"/>
          <w:szCs w:val="22"/>
        </w:rPr>
        <w:t>Handtekening docent:</w:t>
      </w:r>
    </w:p>
    <w:tbl>
      <w:tblPr>
        <w:tblStyle w:val="Tabelraster"/>
        <w:tblW w:w="0" w:type="auto"/>
        <w:tblInd w:w="38" w:type="dxa"/>
        <w:tblLook w:val="04A0" w:firstRow="1" w:lastRow="0" w:firstColumn="1" w:lastColumn="0" w:noHBand="0" w:noVBand="1"/>
      </w:tblPr>
      <w:tblGrid>
        <w:gridCol w:w="9024"/>
      </w:tblGrid>
      <w:tr w:rsidR="00F61F6C" w14:paraId="4B7DAC7C" w14:textId="77777777" w:rsidTr="00807086">
        <w:tc>
          <w:tcPr>
            <w:tcW w:w="9212" w:type="dxa"/>
          </w:tcPr>
          <w:p w14:paraId="6DF57B4C" w14:textId="77777777" w:rsidR="00F61F6C" w:rsidRDefault="00F61F6C" w:rsidP="00807086">
            <w:pPr>
              <w:rPr>
                <w:rFonts w:ascii="Arial" w:hAnsi="Arial" w:cs="Arial"/>
                <w:sz w:val="22"/>
                <w:szCs w:val="22"/>
              </w:rPr>
            </w:pPr>
          </w:p>
          <w:p w14:paraId="7D880FBC" w14:textId="77777777" w:rsidR="00F61F6C" w:rsidRDefault="00F61F6C" w:rsidP="00807086">
            <w:pPr>
              <w:rPr>
                <w:rFonts w:ascii="Arial" w:hAnsi="Arial" w:cs="Arial"/>
                <w:sz w:val="22"/>
                <w:szCs w:val="22"/>
              </w:rPr>
            </w:pPr>
          </w:p>
          <w:p w14:paraId="67D0ACAF" w14:textId="77777777" w:rsidR="00F61F6C" w:rsidRDefault="00F61F6C" w:rsidP="00807086">
            <w:pPr>
              <w:rPr>
                <w:rFonts w:ascii="Arial" w:hAnsi="Arial" w:cs="Arial"/>
                <w:sz w:val="22"/>
                <w:szCs w:val="22"/>
              </w:rPr>
            </w:pPr>
          </w:p>
        </w:tc>
      </w:tr>
    </w:tbl>
    <w:p w14:paraId="03CB7DCA" w14:textId="77777777" w:rsidR="00542835" w:rsidRDefault="00542835" w:rsidP="00F61F6C">
      <w:pPr>
        <w:rPr>
          <w:rFonts w:ascii="Arial" w:hAnsi="Arial" w:cs="Arial"/>
          <w:sz w:val="22"/>
          <w:szCs w:val="22"/>
        </w:rPr>
      </w:pPr>
    </w:p>
    <w:p w14:paraId="36A67A53" w14:textId="77777777" w:rsidR="00F61F6C" w:rsidRPr="00F52FDE" w:rsidRDefault="00F61F6C">
      <w:pPr>
        <w:rPr>
          <w:rFonts w:ascii="Arial" w:hAnsi="Arial" w:cs="Arial"/>
          <w:sz w:val="22"/>
          <w:szCs w:val="22"/>
        </w:rPr>
      </w:pPr>
      <w:bookmarkStart w:id="0" w:name="_GoBack"/>
      <w:bookmarkEnd w:id="0"/>
    </w:p>
    <w:sectPr w:rsidR="00F61F6C" w:rsidRPr="00F52F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17B1B" w14:textId="77777777" w:rsidR="00DB13F7" w:rsidRDefault="00DB13F7" w:rsidP="00DB13F7">
      <w:r>
        <w:separator/>
      </w:r>
    </w:p>
  </w:endnote>
  <w:endnote w:type="continuationSeparator" w:id="0">
    <w:p w14:paraId="3E11F8AD" w14:textId="77777777" w:rsidR="00DB13F7" w:rsidRDefault="00DB13F7" w:rsidP="00DB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321754"/>
      <w:docPartObj>
        <w:docPartGallery w:val="Page Numbers (Bottom of Page)"/>
        <w:docPartUnique/>
      </w:docPartObj>
    </w:sdtPr>
    <w:sdtEndPr/>
    <w:sdtContent>
      <w:p w14:paraId="423C52F4" w14:textId="1C05D1D5" w:rsidR="00DB13F7" w:rsidRDefault="00DB13F7">
        <w:pPr>
          <w:pStyle w:val="Voettekst"/>
          <w:jc w:val="center"/>
        </w:pPr>
        <w:r>
          <w:fldChar w:fldCharType="begin"/>
        </w:r>
        <w:r>
          <w:instrText>PAGE   \* MERGEFORMAT</w:instrText>
        </w:r>
        <w:r>
          <w:fldChar w:fldCharType="separate"/>
        </w:r>
        <w:r w:rsidR="00542835">
          <w:rPr>
            <w:noProof/>
          </w:rPr>
          <w:t>2</w:t>
        </w:r>
        <w:r>
          <w:fldChar w:fldCharType="end"/>
        </w:r>
      </w:p>
    </w:sdtContent>
  </w:sdt>
  <w:p w14:paraId="1F473921" w14:textId="77777777" w:rsidR="00DB13F7" w:rsidRDefault="00DB13F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82CE9" w14:textId="77777777" w:rsidR="00DB13F7" w:rsidRDefault="00DB13F7" w:rsidP="00DB13F7">
      <w:r>
        <w:separator/>
      </w:r>
    </w:p>
  </w:footnote>
  <w:footnote w:type="continuationSeparator" w:id="0">
    <w:p w14:paraId="56F39165" w14:textId="77777777" w:rsidR="00DB13F7" w:rsidRDefault="00DB13F7" w:rsidP="00DB1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A06CC"/>
    <w:multiLevelType w:val="hybridMultilevel"/>
    <w:tmpl w:val="0284E414"/>
    <w:lvl w:ilvl="0" w:tplc="2C8E9CB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915C03"/>
    <w:multiLevelType w:val="hybridMultilevel"/>
    <w:tmpl w:val="DB224F0C"/>
    <w:lvl w:ilvl="0" w:tplc="40DE021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86D52F5"/>
    <w:multiLevelType w:val="hybridMultilevel"/>
    <w:tmpl w:val="7C22905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4" w15:restartNumberingAfterBreak="0">
    <w:nsid w:val="20EC3590"/>
    <w:multiLevelType w:val="hybridMultilevel"/>
    <w:tmpl w:val="771275AA"/>
    <w:lvl w:ilvl="0" w:tplc="9D30BBB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4B3F5B"/>
    <w:multiLevelType w:val="hybridMultilevel"/>
    <w:tmpl w:val="81480B28"/>
    <w:lvl w:ilvl="0" w:tplc="BDB68C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BA4007"/>
    <w:multiLevelType w:val="hybridMultilevel"/>
    <w:tmpl w:val="F94464B4"/>
    <w:lvl w:ilvl="0" w:tplc="D9A41F4C">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AC1BE8"/>
    <w:multiLevelType w:val="hybridMultilevel"/>
    <w:tmpl w:val="703C4272"/>
    <w:lvl w:ilvl="0" w:tplc="80887E8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9A22EF9"/>
    <w:multiLevelType w:val="hybridMultilevel"/>
    <w:tmpl w:val="185AA79E"/>
    <w:lvl w:ilvl="0" w:tplc="DD627B48">
      <w:start w:val="1"/>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7"/>
  </w:num>
  <w:num w:numId="4">
    <w:abstractNumId w:val="8"/>
  </w:num>
  <w:num w:numId="5">
    <w:abstractNumId w:val="5"/>
  </w:num>
  <w:num w:numId="6">
    <w:abstractNumId w:val="0"/>
  </w:num>
  <w:num w:numId="7">
    <w:abstractNumId w:val="1"/>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43"/>
    <w:rsid w:val="00091B3B"/>
    <w:rsid w:val="000A2EE8"/>
    <w:rsid w:val="000A6C08"/>
    <w:rsid w:val="000B5723"/>
    <w:rsid w:val="000F6749"/>
    <w:rsid w:val="00146568"/>
    <w:rsid w:val="0018415B"/>
    <w:rsid w:val="001B4DDE"/>
    <w:rsid w:val="001E28CE"/>
    <w:rsid w:val="00356325"/>
    <w:rsid w:val="003576C3"/>
    <w:rsid w:val="004846EA"/>
    <w:rsid w:val="004A2E9A"/>
    <w:rsid w:val="005165EC"/>
    <w:rsid w:val="00541BE7"/>
    <w:rsid w:val="00542835"/>
    <w:rsid w:val="00543C48"/>
    <w:rsid w:val="005D10F3"/>
    <w:rsid w:val="00630879"/>
    <w:rsid w:val="00694CC4"/>
    <w:rsid w:val="006A1FBB"/>
    <w:rsid w:val="006B78E3"/>
    <w:rsid w:val="00827AB4"/>
    <w:rsid w:val="009362FB"/>
    <w:rsid w:val="00A53F7B"/>
    <w:rsid w:val="00A8676E"/>
    <w:rsid w:val="00AC6779"/>
    <w:rsid w:val="00C13992"/>
    <w:rsid w:val="00C776E6"/>
    <w:rsid w:val="00CA53F6"/>
    <w:rsid w:val="00CB01C6"/>
    <w:rsid w:val="00D25CBC"/>
    <w:rsid w:val="00D60B0F"/>
    <w:rsid w:val="00DB13F7"/>
    <w:rsid w:val="00E00DFC"/>
    <w:rsid w:val="00E571FD"/>
    <w:rsid w:val="00E65352"/>
    <w:rsid w:val="00F37843"/>
    <w:rsid w:val="00F52FDE"/>
    <w:rsid w:val="00F61F6C"/>
    <w:rsid w:val="00F72DDC"/>
    <w:rsid w:val="00FC22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CCFE"/>
  <w15:docId w15:val="{FE6496C9-4331-4AA0-A72E-6EBDAD02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677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C677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6779"/>
    <w:rPr>
      <w:rFonts w:ascii="Tahoma" w:hAnsi="Tahoma" w:cs="Tahoma"/>
      <w:sz w:val="16"/>
      <w:szCs w:val="16"/>
    </w:rPr>
  </w:style>
  <w:style w:type="character" w:customStyle="1" w:styleId="BallontekstChar">
    <w:name w:val="Ballontekst Char"/>
    <w:basedOn w:val="Standaardalinea-lettertype"/>
    <w:link w:val="Ballontekst"/>
    <w:uiPriority w:val="99"/>
    <w:semiHidden/>
    <w:rsid w:val="00AC6779"/>
    <w:rPr>
      <w:rFonts w:ascii="Tahoma" w:eastAsia="Times New Roman" w:hAnsi="Tahoma" w:cs="Tahoma"/>
      <w:sz w:val="16"/>
      <w:szCs w:val="16"/>
      <w:lang w:eastAsia="nl-NL"/>
    </w:rPr>
  </w:style>
  <w:style w:type="paragraph" w:styleId="Lijstalinea">
    <w:name w:val="List Paragraph"/>
    <w:basedOn w:val="Standaard"/>
    <w:uiPriority w:val="34"/>
    <w:qFormat/>
    <w:rsid w:val="00D25CBC"/>
    <w:pPr>
      <w:ind w:left="720"/>
      <w:contextualSpacing/>
    </w:pPr>
  </w:style>
  <w:style w:type="paragraph" w:styleId="Koptekst">
    <w:name w:val="header"/>
    <w:basedOn w:val="Standaard"/>
    <w:link w:val="KoptekstChar"/>
    <w:uiPriority w:val="99"/>
    <w:unhideWhenUsed/>
    <w:rsid w:val="00DB13F7"/>
    <w:pPr>
      <w:tabs>
        <w:tab w:val="center" w:pos="4536"/>
        <w:tab w:val="right" w:pos="9072"/>
      </w:tabs>
    </w:pPr>
  </w:style>
  <w:style w:type="character" w:customStyle="1" w:styleId="KoptekstChar">
    <w:name w:val="Koptekst Char"/>
    <w:basedOn w:val="Standaardalinea-lettertype"/>
    <w:link w:val="Koptekst"/>
    <w:uiPriority w:val="99"/>
    <w:rsid w:val="00DB13F7"/>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DB13F7"/>
    <w:pPr>
      <w:tabs>
        <w:tab w:val="center" w:pos="4536"/>
        <w:tab w:val="right" w:pos="9072"/>
      </w:tabs>
    </w:pPr>
  </w:style>
  <w:style w:type="character" w:customStyle="1" w:styleId="VoettekstChar">
    <w:name w:val="Voettekst Char"/>
    <w:basedOn w:val="Standaardalinea-lettertype"/>
    <w:link w:val="Voettekst"/>
    <w:uiPriority w:val="99"/>
    <w:rsid w:val="00DB13F7"/>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8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0" Type="http://schemas.openxmlformats.org/officeDocument/2006/relationships/hyperlink" Target="http://www.google.nl/imgres?imgurl=http://png.clipart.me/graphics/previews/119/orange-man-with-a-pressure-washer-ready-to-work-yellow-stylish-and-modern-power-washer_119097265.jpg&amp;imgrefurl=http://nl.clipart.me/premium-industrial/orange-man-with-a-pressure-washer-ready-to-work-yellow-stylish-and-modern-power-washer-240549&amp;h=380&amp;w=380&amp;tbnid=VIdaBSyskIKzrM:&amp;zoom=1&amp;docid=OxcQJuLb_3U3nM&amp;itg=1&amp;ei=-Yx5VaT-O8TfU8a-gIAB&amp;tbm=isch&amp;ved=0CDsQMygUMBRqFQoTCOTehbvfh8YCFcTvFAodRh8AE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E41BDD-7AB9-418C-9799-104125CF9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ED8A8F-9ACF-456F-8F79-E2FBA5AA5CA8}">
  <ds:schemaRefs>
    <ds:schemaRef ds:uri="http://schemas.microsoft.com/sharepoint/v3/contenttype/forms"/>
  </ds:schemaRefs>
</ds:datastoreItem>
</file>

<file path=customXml/itemProps3.xml><?xml version="1.0" encoding="utf-8"?>
<ds:datastoreItem xmlns:ds="http://schemas.openxmlformats.org/officeDocument/2006/customXml" ds:itemID="{AD731466-156E-4670-BD02-629DA4A0447F}">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275C9484</Template>
  <TotalTime>1</TotalTime>
  <Pages>2</Pages>
  <Words>485</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3</cp:revision>
  <dcterms:created xsi:type="dcterms:W3CDTF">2017-07-05T12:17:00Z</dcterms:created>
  <dcterms:modified xsi:type="dcterms:W3CDTF">2017-07-05T12:18:00Z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0x01010030C2E150DD3FF547BFFD7598BE20C2A0</vt:lpwstr>
  </property>
</Properties>
</file>