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3402"/>
        <w:gridCol w:w="2409"/>
        <w:gridCol w:w="1843"/>
        <w:gridCol w:w="1843"/>
      </w:tblGrid>
      <w:tr w:rsidR="00F32403" w:rsidRPr="00F32403" w:rsidTr="00591E17"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F32403" w:rsidRDefault="00B7258B" w:rsidP="00591E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C00000"/>
                <w:szCs w:val="24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  <w:br w:type="page"/>
            </w:r>
          </w:p>
          <w:p w:rsidR="00B7258B" w:rsidRPr="00F32403" w:rsidRDefault="00B7258B" w:rsidP="00591E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C00000"/>
                <w:szCs w:val="24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bCs/>
                <w:caps/>
                <w:color w:val="C00000"/>
                <w:szCs w:val="24"/>
                <w:lang w:eastAsia="nl-NL"/>
              </w:rPr>
              <w:t>persoonlijk ACTIVITEITEN</w:t>
            </w:r>
            <w:r w:rsidR="00775B02" w:rsidRPr="00F32403">
              <w:rPr>
                <w:rFonts w:ascii="Calibri" w:eastAsia="Times New Roman" w:hAnsi="Calibri" w:cs="Times New Roman"/>
                <w:b/>
                <w:bCs/>
                <w:caps/>
                <w:color w:val="C00000"/>
                <w:szCs w:val="24"/>
                <w:lang w:eastAsia="nl-NL"/>
              </w:rPr>
              <w:t>- en ontwikkel</w:t>
            </w:r>
            <w:r w:rsidRPr="00F32403">
              <w:rPr>
                <w:rFonts w:ascii="Calibri" w:eastAsia="Times New Roman" w:hAnsi="Calibri" w:cs="Times New Roman"/>
                <w:b/>
                <w:bCs/>
                <w:caps/>
                <w:color w:val="C00000"/>
                <w:szCs w:val="24"/>
                <w:lang w:eastAsia="nl-NL"/>
              </w:rPr>
              <w:t>plan</w:t>
            </w:r>
            <w:r w:rsidR="00775B02" w:rsidRPr="00F32403">
              <w:rPr>
                <w:rFonts w:ascii="Calibri" w:eastAsia="Times New Roman" w:hAnsi="Calibri" w:cs="Times New Roman"/>
                <w:b/>
                <w:bCs/>
                <w:caps/>
                <w:color w:val="C00000"/>
                <w:szCs w:val="24"/>
                <w:lang w:eastAsia="nl-NL"/>
              </w:rPr>
              <w:t xml:space="preserve"> </w:t>
            </w:r>
            <w:r w:rsidR="000F0759">
              <w:rPr>
                <w:rFonts w:ascii="Calibri" w:eastAsia="Times New Roman" w:hAnsi="Calibri" w:cs="Times New Roman"/>
                <w:b/>
                <w:bCs/>
                <w:caps/>
                <w:color w:val="C00000"/>
                <w:szCs w:val="24"/>
                <w:lang w:eastAsia="nl-NL"/>
              </w:rPr>
              <w:t xml:space="preserve">Groep: </w:t>
            </w:r>
          </w:p>
          <w:p w:rsidR="00B7258B" w:rsidRPr="00F32403" w:rsidRDefault="00B7258B" w:rsidP="00591E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C00000"/>
                <w:szCs w:val="24"/>
                <w:lang w:eastAsia="nl-NL"/>
              </w:rPr>
            </w:pPr>
          </w:p>
        </w:tc>
      </w:tr>
      <w:tr w:rsidR="00F32403" w:rsidRPr="00F32403" w:rsidTr="000F0759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Default="000F0759" w:rsidP="000F0759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C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nl-NL"/>
              </w:rPr>
              <w:t>N</w:t>
            </w:r>
            <w:r w:rsidR="00B7258B" w:rsidRPr="00F32403">
              <w:rPr>
                <w:rFonts w:ascii="Calibri" w:eastAsia="Times New Roman" w:hAnsi="Calibri" w:cs="Times New Roman"/>
                <w:b/>
                <w:color w:val="C00000"/>
                <w:lang w:eastAsia="nl-NL"/>
              </w:rPr>
              <w:t xml:space="preserve">aam </w:t>
            </w:r>
            <w:r>
              <w:rPr>
                <w:rFonts w:ascii="Calibri" w:eastAsia="Times New Roman" w:hAnsi="Calibri" w:cs="Times New Roman"/>
                <w:b/>
                <w:color w:val="C00000"/>
                <w:lang w:eastAsia="nl-NL"/>
              </w:rPr>
              <w:t xml:space="preserve">van de opdracht: </w:t>
            </w:r>
          </w:p>
          <w:p w:rsidR="000F0759" w:rsidRPr="00F32403" w:rsidRDefault="000F0759" w:rsidP="000F0759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C00000"/>
                <w:lang w:eastAsia="nl-NL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F32403" w:rsidRDefault="000F0759" w:rsidP="00C23E4A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C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lang w:eastAsia="nl-NL"/>
              </w:rPr>
              <w:t>BB leerperiode 3</w:t>
            </w:r>
          </w:p>
        </w:tc>
      </w:tr>
      <w:tr w:rsidR="00F32403" w:rsidRPr="00F32403" w:rsidTr="000F0759">
        <w:trPr>
          <w:cantSplit/>
          <w:trHeight w:val="91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Default="00B7258B" w:rsidP="00591E17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eastAsia="nl-NL"/>
              </w:rPr>
              <w:t>Persoonlijk leerdoel waaraan ik ga werken tijdens deze beroepsprestatie (POP)</w:t>
            </w:r>
          </w:p>
          <w:p w:rsidR="000F0759" w:rsidRDefault="000F0759" w:rsidP="00591E17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eastAsia="nl-NL"/>
              </w:rPr>
              <w:t>(volgens SMART)</w:t>
            </w:r>
          </w:p>
          <w:p w:rsidR="000F0759" w:rsidRPr="00F32403" w:rsidRDefault="000F0759" w:rsidP="00591E17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eastAsia="nl-NL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Default="000F0759" w:rsidP="00591E17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color w:val="C00000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C00000"/>
                <w:sz w:val="20"/>
                <w:szCs w:val="20"/>
                <w:lang w:eastAsia="nl-NL"/>
              </w:rPr>
              <w:t>Naam::                                Leerdoel:</w:t>
            </w:r>
          </w:p>
          <w:p w:rsidR="000F0759" w:rsidRDefault="000F0759" w:rsidP="00591E17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color w:val="C00000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C00000"/>
                <w:sz w:val="20"/>
                <w:szCs w:val="20"/>
                <w:lang w:eastAsia="nl-NL"/>
              </w:rPr>
              <w:t>Naam:                                 Leerdoel</w:t>
            </w:r>
          </w:p>
          <w:p w:rsidR="000F0759" w:rsidRPr="00F32403" w:rsidRDefault="000F0759" w:rsidP="00591E17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color w:val="C00000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C00000"/>
                <w:sz w:val="20"/>
                <w:szCs w:val="20"/>
                <w:lang w:eastAsia="nl-NL"/>
              </w:rPr>
              <w:t xml:space="preserve">Naam:                                 Leerdoel: </w:t>
            </w:r>
            <w:bookmarkStart w:id="0" w:name="_GoBack"/>
            <w:bookmarkEnd w:id="0"/>
          </w:p>
        </w:tc>
      </w:tr>
      <w:tr w:rsidR="00F32403" w:rsidRPr="000F0759" w:rsidTr="000F0759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Default="00B7258B" w:rsidP="00591E17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eastAsia="nl-NL"/>
              </w:rPr>
              <w:t>Uiterste inleverdatum bewijsstukken</w:t>
            </w:r>
            <w:r w:rsidR="000F0759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eastAsia="nl-NL"/>
              </w:rPr>
              <w:t>:</w:t>
            </w:r>
          </w:p>
          <w:p w:rsidR="000F0759" w:rsidRPr="000F0759" w:rsidRDefault="000F0759" w:rsidP="000F0759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val="en-US" w:eastAsia="nl-NL"/>
              </w:rPr>
            </w:pPr>
            <w:r w:rsidRPr="000F0759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val="en-US" w:eastAsia="nl-NL"/>
              </w:rPr>
              <w:t>BB week 8</w:t>
            </w:r>
            <w:r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val="en-US" w:eastAsia="nl-NL"/>
              </w:rPr>
              <w:t>:</w:t>
            </w:r>
            <w:r w:rsidRPr="000F0759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val="en-US" w:eastAsia="nl-NL"/>
              </w:rPr>
              <w:t xml:space="preserve"> 16 </w:t>
            </w:r>
            <w:proofErr w:type="spellStart"/>
            <w:r w:rsidRPr="000F0759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val="en-US" w:eastAsia="nl-NL"/>
              </w:rPr>
              <w:t>t.m</w:t>
            </w:r>
            <w:proofErr w:type="spellEnd"/>
            <w:r w:rsidRPr="000F0759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val="en-US" w:eastAsia="nl-NL"/>
              </w:rPr>
              <w:t xml:space="preserve">. 20 </w:t>
            </w:r>
            <w:proofErr w:type="spellStart"/>
            <w:r w:rsidRPr="000F0759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val="en-US" w:eastAsia="nl-NL"/>
              </w:rPr>
              <w:t>febr</w:t>
            </w:r>
            <w:proofErr w:type="spellEnd"/>
            <w:r w:rsidRPr="000F0759">
              <w:rPr>
                <w:rFonts w:ascii="Calibri" w:eastAsia="Times New Roman" w:hAnsi="Calibri" w:cs="Times New Roman"/>
                <w:b/>
                <w:color w:val="C00000"/>
                <w:sz w:val="20"/>
                <w:szCs w:val="20"/>
                <w:lang w:val="en-US" w:eastAsia="nl-NL"/>
              </w:rPr>
              <w:t xml:space="preserve">. 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0F0759" w:rsidRDefault="00B7258B" w:rsidP="00591E17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color w:val="C00000"/>
                <w:sz w:val="20"/>
                <w:szCs w:val="20"/>
                <w:lang w:val="en-US" w:eastAsia="nl-NL"/>
              </w:rPr>
            </w:pPr>
          </w:p>
        </w:tc>
      </w:tr>
      <w:tr w:rsidR="00F32403" w:rsidRPr="00F32403" w:rsidTr="000F0759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  <w:t>WAT</w:t>
            </w: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</w:pP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  <w:t>Activiteiten/taken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  <w:t>WELKE WIJZE</w:t>
            </w: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</w:pP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  <w:t>Hoe en waarmee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  <w:t>WIE</w:t>
            </w: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</w:pP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  <w:t>Taakverdeling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4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  <w:t>WANNEER</w:t>
            </w:r>
            <w:r w:rsidRPr="00F32403">
              <w:rPr>
                <w:rFonts w:ascii="Calibri" w:eastAsia="Times New Roman" w:hAnsi="Calibri" w:cs="Times New Roman"/>
                <w:b/>
                <w:color w:val="C00000"/>
                <w:sz w:val="20"/>
                <w:szCs w:val="24"/>
                <w:lang w:eastAsia="nl-NL"/>
              </w:rPr>
              <w:t xml:space="preserve"> </w:t>
            </w: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4"/>
                <w:lang w:eastAsia="nl-NL"/>
              </w:rPr>
            </w:pP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Cs w:val="24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  <w:t>Week/Datum/ Tijdsinvestering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4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 w:val="20"/>
                <w:szCs w:val="24"/>
                <w:lang w:eastAsia="nl-NL"/>
              </w:rPr>
              <w:t>WAAR</w:t>
            </w: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 w:val="20"/>
                <w:szCs w:val="24"/>
                <w:lang w:eastAsia="nl-NL"/>
              </w:rPr>
            </w:pPr>
          </w:p>
          <w:p w:rsidR="00B7258B" w:rsidRPr="00F32403" w:rsidRDefault="00B7258B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</w:pPr>
            <w:r w:rsidRPr="00F32403">
              <w:rPr>
                <w:rFonts w:ascii="Calibri" w:eastAsia="Times New Roman" w:hAnsi="Calibri" w:cs="Times New Roman"/>
                <w:b/>
                <w:color w:val="C00000"/>
                <w:sz w:val="16"/>
                <w:szCs w:val="16"/>
                <w:lang w:eastAsia="nl-NL"/>
              </w:rPr>
              <w:t>Op school, in de BPV of elders</w:t>
            </w:r>
          </w:p>
        </w:tc>
      </w:tr>
      <w:tr w:rsidR="00F32403" w:rsidRPr="00683F57" w:rsidTr="000F0759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03" w:rsidRDefault="00F32403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0F0759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0F0759" w:rsidRPr="00CA62D3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03" w:rsidRPr="00683F57" w:rsidRDefault="00F32403" w:rsidP="0079185F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03" w:rsidRPr="00683F57" w:rsidRDefault="00F32403" w:rsidP="00AF3C0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2403" w:rsidRPr="00683F57" w:rsidRDefault="00F32403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D2C" w:rsidRPr="00683F57" w:rsidRDefault="003B6D2C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F0759" w:rsidRPr="00683F57" w:rsidTr="000F0759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9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0F0759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0F0759" w:rsidRPr="00CA62D3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9" w:rsidRPr="00683F57" w:rsidRDefault="000F0759" w:rsidP="0079185F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AF3C0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F0759" w:rsidRPr="00683F57" w:rsidTr="000F0759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9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0F0759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0F0759" w:rsidRPr="00CA62D3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9" w:rsidRPr="00683F57" w:rsidRDefault="000F0759" w:rsidP="0079185F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AF3C0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F0759" w:rsidRPr="00683F57" w:rsidTr="000F0759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9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0F0759" w:rsidRPr="00CA62D3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9" w:rsidRPr="00683F57" w:rsidRDefault="000F0759" w:rsidP="0079185F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AF3C0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F0759" w:rsidRPr="00683F57" w:rsidTr="000F0759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9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0F0759" w:rsidRPr="00CA62D3" w:rsidRDefault="000F0759" w:rsidP="000F0759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9" w:rsidRPr="00683F57" w:rsidRDefault="000F0759" w:rsidP="0079185F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AF3C0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759" w:rsidRPr="00683F57" w:rsidRDefault="000F0759" w:rsidP="00F714BC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F0759" w:rsidRPr="003B6D2C" w:rsidTr="000F0759">
        <w:trPr>
          <w:trHeight w:val="107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9" w:rsidRPr="003B6D2C" w:rsidRDefault="000F0759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</w:pPr>
          </w:p>
          <w:p w:rsidR="000F0759" w:rsidRPr="003B6D2C" w:rsidRDefault="000F0759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</w:pPr>
            <w:r w:rsidRPr="003B6D2C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  <w:t xml:space="preserve">GO / NO GO </w:t>
            </w:r>
          </w:p>
          <w:p w:rsidR="000F0759" w:rsidRPr="003B6D2C" w:rsidRDefault="000F0759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</w:pPr>
            <w:proofErr w:type="spellStart"/>
            <w:r w:rsidRPr="003B6D2C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  <w:t>voor</w:t>
            </w:r>
            <w:proofErr w:type="spellEnd"/>
            <w:r w:rsidRPr="003B6D2C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  <w:t xml:space="preserve"> </w:t>
            </w:r>
            <w:proofErr w:type="spellStart"/>
            <w:r w:rsidRPr="003B6D2C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  <w:t>uitvoering</w:t>
            </w:r>
            <w:proofErr w:type="spellEnd"/>
            <w:r w:rsidRPr="003B6D2C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  <w:t xml:space="preserve"> PAP/POP</w:t>
            </w:r>
          </w:p>
          <w:p w:rsidR="000F0759" w:rsidRPr="003B6D2C" w:rsidRDefault="000F0759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val="en-US" w:eastAsia="nl-N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9" w:rsidRPr="003B6D2C" w:rsidRDefault="000F0759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</w:pPr>
            <w:r w:rsidRPr="003B6D2C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  <w:t>Naam docent school: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9" w:rsidRPr="003B6D2C" w:rsidRDefault="000F0759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</w:pPr>
            <w:r w:rsidRPr="003B6D2C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  <w:t>Handtekening:</w:t>
            </w:r>
          </w:p>
          <w:p w:rsidR="000F0759" w:rsidRPr="003B6D2C" w:rsidRDefault="000F0759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9" w:rsidRPr="003B6D2C" w:rsidRDefault="000F0759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</w:pPr>
            <w:r w:rsidRPr="003B6D2C"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  <w:t>Datum:</w:t>
            </w:r>
          </w:p>
          <w:p w:rsidR="000F0759" w:rsidRPr="003B6D2C" w:rsidRDefault="000F0759" w:rsidP="00591E1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C00000"/>
                <w:szCs w:val="24"/>
                <w:lang w:eastAsia="nl-NL"/>
              </w:rPr>
            </w:pPr>
          </w:p>
        </w:tc>
      </w:tr>
    </w:tbl>
    <w:p w:rsidR="00B95720" w:rsidRDefault="00B95720"/>
    <w:sectPr w:rsidR="00B95720" w:rsidSect="00B725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A4A49"/>
    <w:multiLevelType w:val="hybridMultilevel"/>
    <w:tmpl w:val="A76A0D0C"/>
    <w:lvl w:ilvl="0" w:tplc="2F202E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8B"/>
    <w:rsid w:val="0000062D"/>
    <w:rsid w:val="0000435B"/>
    <w:rsid w:val="000D0F4F"/>
    <w:rsid w:val="000F0759"/>
    <w:rsid w:val="000F5087"/>
    <w:rsid w:val="001110AB"/>
    <w:rsid w:val="001E2F91"/>
    <w:rsid w:val="001E4AA7"/>
    <w:rsid w:val="003308A2"/>
    <w:rsid w:val="003B6D2C"/>
    <w:rsid w:val="00591E17"/>
    <w:rsid w:val="00601A43"/>
    <w:rsid w:val="00683F57"/>
    <w:rsid w:val="0068788C"/>
    <w:rsid w:val="00733C43"/>
    <w:rsid w:val="00775B02"/>
    <w:rsid w:val="0079185F"/>
    <w:rsid w:val="008503AB"/>
    <w:rsid w:val="008827B6"/>
    <w:rsid w:val="00896ACD"/>
    <w:rsid w:val="008A469D"/>
    <w:rsid w:val="009B0FE9"/>
    <w:rsid w:val="00A76D01"/>
    <w:rsid w:val="00AF3C08"/>
    <w:rsid w:val="00B41D9B"/>
    <w:rsid w:val="00B7258B"/>
    <w:rsid w:val="00B9007E"/>
    <w:rsid w:val="00B95720"/>
    <w:rsid w:val="00C16C81"/>
    <w:rsid w:val="00C23E4A"/>
    <w:rsid w:val="00C7708F"/>
    <w:rsid w:val="00C97862"/>
    <w:rsid w:val="00CA0250"/>
    <w:rsid w:val="00CB605C"/>
    <w:rsid w:val="00D20895"/>
    <w:rsid w:val="00D50455"/>
    <w:rsid w:val="00DA2A6E"/>
    <w:rsid w:val="00E37CFD"/>
    <w:rsid w:val="00EF5828"/>
    <w:rsid w:val="00F32403"/>
    <w:rsid w:val="00F7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34C2A8DE</Template>
  <TotalTime>1</TotalTime>
  <Pages>2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Nijhuis,J.G.M.</cp:lastModifiedBy>
  <cp:revision>2</cp:revision>
  <dcterms:created xsi:type="dcterms:W3CDTF">2015-01-30T11:35:00Z</dcterms:created>
  <dcterms:modified xsi:type="dcterms:W3CDTF">2015-01-30T11:35:00Z</dcterms:modified>
</cp:coreProperties>
</file>