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897"/>
        <w:gridCol w:w="898"/>
        <w:gridCol w:w="898"/>
      </w:tblGrid>
      <w:tr w:rsidR="00B474A0" w:rsidRPr="00B96CF8" w:rsidTr="001E60E3">
        <w:trPr>
          <w:trHeight w:val="1265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B96CF8" w:rsidRDefault="00B474A0" w:rsidP="001E60E3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96CF8">
              <w:rPr>
                <w:rFonts w:eastAsia="Calibri" w:cstheme="minorHAnsi"/>
                <w:sz w:val="20"/>
                <w:szCs w:val="20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6" o:title=""/>
                </v:shape>
                <o:OLEObject Type="Embed" ProgID="MSPhotoEd.3" ShapeID="_x0000_i1025" DrawAspect="Content" ObjectID="_1484126961" r:id="rId7"/>
              </w:object>
            </w:r>
          </w:p>
          <w:p w:rsidR="00B474A0" w:rsidRPr="00B96CF8" w:rsidRDefault="00B474A0" w:rsidP="001E60E3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B96CF8">
              <w:rPr>
                <w:rFonts w:eastAsia="Calibri" w:cstheme="minorHAnsi"/>
                <w:b/>
                <w:sz w:val="24"/>
                <w:szCs w:val="24"/>
              </w:rPr>
              <w:t>Gezondheidszorg en welzijn</w:t>
            </w:r>
          </w:p>
          <w:p w:rsidR="00B474A0" w:rsidRPr="00B96CF8" w:rsidRDefault="00B474A0" w:rsidP="001E60E3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B96CF8">
              <w:rPr>
                <w:rFonts w:eastAsia="Calibri" w:cstheme="minorHAnsi"/>
                <w:b/>
                <w:sz w:val="24"/>
                <w:szCs w:val="24"/>
              </w:rPr>
              <w:t>Verzorgende-IG</w:t>
            </w:r>
          </w:p>
        </w:tc>
      </w:tr>
      <w:tr w:rsidR="00B474A0" w:rsidRPr="004802BD" w:rsidTr="001E60E3">
        <w:trPr>
          <w:trHeight w:val="433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4802BD" w:rsidRDefault="00B474A0" w:rsidP="001E60E3">
            <w:pPr>
              <w:spacing w:after="0"/>
              <w:jc w:val="center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  <w:r w:rsidRPr="004802BD">
              <w:rPr>
                <w:rFonts w:eastAsia="Calibri" w:cstheme="minorHAnsi"/>
                <w:b/>
                <w:color w:val="C00000"/>
                <w:sz w:val="24"/>
                <w:szCs w:val="24"/>
              </w:rPr>
              <w:t>Controlelijst Bewijsstukken</w:t>
            </w:r>
          </w:p>
          <w:p w:rsidR="00B474A0" w:rsidRPr="004802BD" w:rsidRDefault="00B474A0" w:rsidP="00B474A0">
            <w:pPr>
              <w:spacing w:after="0"/>
              <w:jc w:val="center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C00000"/>
                <w:sz w:val="24"/>
                <w:szCs w:val="24"/>
              </w:rPr>
              <w:t>Z</w:t>
            </w:r>
            <w:r w:rsidRPr="00BD3683"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org voor basisbehoeften in andere culturen </w:t>
            </w:r>
          </w:p>
        </w:tc>
      </w:tr>
      <w:tr w:rsidR="00B474A0" w:rsidRPr="00B96CF8" w:rsidTr="001E60E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B96CF8">
              <w:rPr>
                <w:rFonts w:eastAsia="SimSun" w:cstheme="minorHAnsi"/>
                <w:sz w:val="21"/>
                <w:szCs w:val="21"/>
                <w:lang w:eastAsia="nl-NL"/>
              </w:rPr>
              <w:t>Naam student</w:t>
            </w:r>
            <w:r w:rsidR="006B7239">
              <w:rPr>
                <w:rFonts w:eastAsia="SimSun" w:cstheme="minorHAnsi"/>
                <w:sz w:val="21"/>
                <w:szCs w:val="21"/>
                <w:lang w:eastAsia="nl-NL"/>
              </w:rPr>
              <w:t xml:space="preserve">en: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74A0" w:rsidRDefault="006B7239" w:rsidP="006B7239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1.</w:t>
            </w:r>
          </w:p>
          <w:p w:rsidR="006B7239" w:rsidRDefault="006B7239" w:rsidP="006B7239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2.</w:t>
            </w:r>
          </w:p>
          <w:p w:rsidR="006B7239" w:rsidRDefault="006B7239" w:rsidP="006B7239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3.</w:t>
            </w:r>
          </w:p>
          <w:p w:rsidR="006B7239" w:rsidRPr="00B96CF8" w:rsidRDefault="006B7239" w:rsidP="006B7239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B96CF8">
              <w:rPr>
                <w:rFonts w:eastAsia="SimSun" w:cstheme="minorHAnsi"/>
                <w:sz w:val="21"/>
                <w:szCs w:val="21"/>
                <w:lang w:eastAsia="nl-NL"/>
              </w:rPr>
              <w:t>Periode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3</w:t>
            </w:r>
          </w:p>
        </w:tc>
      </w:tr>
      <w:tr w:rsidR="00B474A0" w:rsidRPr="00B96CF8" w:rsidTr="001E60E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B96CF8">
              <w:rPr>
                <w:rFonts w:eastAsia="SimSun" w:cstheme="minorHAnsi"/>
                <w:sz w:val="21"/>
                <w:szCs w:val="21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74A0" w:rsidRPr="00B96CF8" w:rsidRDefault="00B474A0" w:rsidP="001E60E3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B96CF8">
              <w:rPr>
                <w:rFonts w:eastAsia="SimSun" w:cstheme="minorHAnsi"/>
                <w:sz w:val="21"/>
                <w:szCs w:val="21"/>
                <w:lang w:eastAsia="nl-NL"/>
              </w:rPr>
              <w:t>Datum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B474A0" w:rsidRPr="00B96CF8" w:rsidTr="001E60E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B96CF8">
              <w:rPr>
                <w:rFonts w:eastAsia="SimSun" w:cstheme="minorHAnsi"/>
                <w:sz w:val="21"/>
                <w:szCs w:val="21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474A0" w:rsidRPr="004137CC" w:rsidRDefault="00B474A0" w:rsidP="001E60E3">
            <w:pPr>
              <w:spacing w:after="0" w:line="360" w:lineRule="auto"/>
              <w:rPr>
                <w:rFonts w:eastAsia="SimSun" w:cstheme="minorHAnsi"/>
                <w:b/>
                <w:sz w:val="20"/>
                <w:szCs w:val="20"/>
                <w:lang w:eastAsia="nl-NL"/>
              </w:rPr>
            </w:pPr>
            <w:r w:rsidRPr="004802BD">
              <w:rPr>
                <w:rFonts w:eastAsia="SimSun" w:cstheme="minorHAnsi"/>
                <w:b/>
                <w:color w:val="C00000"/>
                <w:sz w:val="20"/>
                <w:szCs w:val="20"/>
                <w:lang w:eastAsia="nl-NL"/>
              </w:rPr>
              <w:t xml:space="preserve">VZ-IG BOL </w:t>
            </w:r>
            <w:r>
              <w:rPr>
                <w:rFonts w:eastAsia="SimSun" w:cstheme="minorHAnsi"/>
                <w:b/>
                <w:color w:val="C00000"/>
                <w:sz w:val="20"/>
                <w:szCs w:val="20"/>
                <w:lang w:eastAsia="nl-NL"/>
              </w:rPr>
              <w:t>3</w:t>
            </w:r>
            <w:r w:rsidRPr="004802BD">
              <w:rPr>
                <w:rFonts w:eastAsia="SimSun" w:cstheme="minorHAnsi"/>
                <w:b/>
                <w:color w:val="C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802BD">
              <w:rPr>
                <w:rFonts w:eastAsia="SimSun" w:cstheme="minorHAnsi"/>
                <w:b/>
                <w:color w:val="C00000"/>
                <w:sz w:val="20"/>
                <w:szCs w:val="20"/>
                <w:lang w:eastAsia="nl-NL"/>
              </w:rPr>
              <w:t>jr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B96CF8">
              <w:rPr>
                <w:rFonts w:eastAsia="SimSun" w:cstheme="minorHAnsi"/>
                <w:sz w:val="21"/>
                <w:szCs w:val="21"/>
                <w:lang w:eastAsia="nl-NL"/>
              </w:rPr>
              <w:t>Beoordelaar school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B474A0" w:rsidRPr="00B96CF8" w:rsidRDefault="00B474A0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6B7239" w:rsidRPr="00B96CF8" w:rsidTr="001E60E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5103" w:type="dxa"/>
        </w:trPr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</w:tcPr>
          <w:p w:rsidR="006B7239" w:rsidRPr="00B96CF8" w:rsidRDefault="006B7239" w:rsidP="001E60E3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B96CF8">
              <w:rPr>
                <w:rFonts w:eastAsia="SimSun" w:cstheme="minorHAnsi"/>
                <w:sz w:val="21"/>
                <w:szCs w:val="21"/>
                <w:lang w:eastAsia="nl-NL"/>
              </w:rPr>
              <w:t xml:space="preserve">Klas 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B7239" w:rsidRPr="00B96CF8" w:rsidRDefault="006B7239" w:rsidP="001E60E3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B474A0" w:rsidRPr="00C870D0" w:rsidTr="001E60E3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C870D0" w:rsidRDefault="00B474A0" w:rsidP="001E60E3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870D0">
              <w:rPr>
                <w:rFonts w:eastAsia="Calibri" w:cstheme="minorHAnsi"/>
                <w:b/>
                <w:sz w:val="24"/>
                <w:szCs w:val="24"/>
              </w:rPr>
              <w:t>Algemene controlepunten</w:t>
            </w:r>
          </w:p>
        </w:tc>
      </w:tr>
      <w:tr w:rsidR="00B474A0" w:rsidRPr="00B96CF8" w:rsidTr="001E60E3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B96CF8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B96CF8">
              <w:rPr>
                <w:rFonts w:eastAsia="Calibri" w:cstheme="minorHAnsi"/>
                <w:sz w:val="20"/>
                <w:szCs w:val="20"/>
              </w:rPr>
              <w:t>De bewijsstukken voldoen aan de richtlijnen Nederlands schrijven</w:t>
            </w:r>
            <w:r>
              <w:rPr>
                <w:rFonts w:eastAsia="Calibri" w:cstheme="minorHAnsi"/>
                <w:sz w:val="20"/>
                <w:szCs w:val="20"/>
              </w:rPr>
              <w:t>/spreken</w:t>
            </w:r>
            <w:r w:rsidRPr="00B96CF8">
              <w:rPr>
                <w:rFonts w:eastAsia="Calibri" w:cstheme="minorHAnsi"/>
                <w:sz w:val="20"/>
                <w:szCs w:val="20"/>
              </w:rPr>
              <w:t xml:space="preserve"> in het 1</w:t>
            </w:r>
            <w:r w:rsidRPr="00B96CF8">
              <w:rPr>
                <w:rFonts w:eastAsia="Calibri" w:cstheme="minorHAnsi"/>
                <w:sz w:val="20"/>
                <w:szCs w:val="20"/>
                <w:vertAlign w:val="superscript"/>
              </w:rPr>
              <w:t>e</w:t>
            </w:r>
            <w:r w:rsidRPr="00B96CF8">
              <w:rPr>
                <w:rFonts w:eastAsia="Calibri" w:cstheme="minorHAnsi"/>
                <w:sz w:val="20"/>
                <w:szCs w:val="20"/>
              </w:rPr>
              <w:t xml:space="preserve"> jaar.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B96CF8" w:rsidRDefault="00B474A0" w:rsidP="001E60E3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B96CF8">
              <w:rPr>
                <w:rFonts w:eastAsia="Calibri" w:cstheme="minorHAnsi"/>
                <w:b/>
                <w:sz w:val="20"/>
                <w:szCs w:val="20"/>
              </w:rPr>
              <w:t xml:space="preserve">Naam en handtekening docent Nederlands of </w:t>
            </w:r>
            <w:r>
              <w:rPr>
                <w:rFonts w:eastAsia="Calibri" w:cstheme="minorHAnsi"/>
                <w:b/>
                <w:sz w:val="20"/>
                <w:szCs w:val="20"/>
              </w:rPr>
              <w:t>beroepsbegeleider</w:t>
            </w:r>
            <w:r w:rsidRPr="00B96CF8">
              <w:rPr>
                <w:rFonts w:eastAsia="Calibri" w:cstheme="minorHAnsi"/>
                <w:b/>
                <w:sz w:val="20"/>
                <w:szCs w:val="20"/>
              </w:rPr>
              <w:t>begeleider:</w:t>
            </w:r>
          </w:p>
          <w:p w:rsidR="00B474A0" w:rsidRPr="00D65200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474A0" w:rsidRPr="00BD3683" w:rsidTr="001E60E3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  <w:r w:rsidRPr="00BD3683"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Bewijsstuk </w:t>
            </w:r>
            <w:r w:rsidR="006B7239">
              <w:rPr>
                <w:rFonts w:eastAsia="Calibri" w:cstheme="minorHAnsi"/>
                <w:b/>
                <w:color w:val="C00000"/>
                <w:sz w:val="24"/>
                <w:szCs w:val="24"/>
              </w:rPr>
              <w:t>opdracht andere culturen</w:t>
            </w:r>
            <w:r w:rsidRPr="00BD3683"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 </w:t>
            </w:r>
          </w:p>
          <w:p w:rsidR="00B474A0" w:rsidRPr="00BD3683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</w:p>
        </w:tc>
      </w:tr>
      <w:tr w:rsidR="00B474A0" w:rsidRPr="003916C5" w:rsidTr="001E60E3">
        <w:trPr>
          <w:cantSplit/>
          <w:trHeight w:val="366"/>
        </w:trPr>
        <w:tc>
          <w:tcPr>
            <w:tcW w:w="70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Controlepunten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proofErr w:type="spellStart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Onv</w:t>
            </w:r>
            <w:proofErr w:type="spellEnd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. 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proofErr w:type="spellStart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Vold</w:t>
            </w:r>
            <w:proofErr w:type="spellEnd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.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Goed</w:t>
            </w:r>
          </w:p>
        </w:tc>
      </w:tr>
      <w:tr w:rsidR="00B474A0" w:rsidRPr="00864BF4" w:rsidTr="001E60E3">
        <w:trPr>
          <w:cantSplit/>
          <w:trHeight w:val="437"/>
        </w:trPr>
        <w:tc>
          <w:tcPr>
            <w:tcW w:w="70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1.a. Je kiest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in overleg met de docent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, n.a.v. ervaring en/of interes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se, twee verschillende culturen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</w:p>
          <w:p w:rsidR="00B474A0" w:rsidRPr="00864BF4" w:rsidRDefault="00B474A0" w:rsidP="001E60E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1.b. Je zoekt informatie over deze culturen over: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Het geloof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Verhouding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man/vrouw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en verhouding met kinderen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Omgangsvormen</w:t>
            </w:r>
          </w:p>
          <w:p w:rsidR="00B474A0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Voedsel en voedingsvoorschriften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Persoonlijke verzorging en hygiënische gewoontes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Kleding</w:t>
            </w:r>
          </w:p>
          <w:p w:rsidR="00B474A0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Feesten en rituelen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Wonen </w:t>
            </w:r>
          </w:p>
          <w:p w:rsidR="00B474A0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Omgaan met z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iekte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handicap en ouder worden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en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met mantelzorgers en professionele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zorg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verleners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Aandachtspunten voor de verzorging en begeleiding door verzorgenden.</w:t>
            </w:r>
          </w:p>
          <w:p w:rsidR="00B474A0" w:rsidRPr="00864BF4" w:rsidRDefault="00B474A0" w:rsidP="001E60E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1.c. Je maakt hierbij gebruik van je leerboeken, evt. geschikte websites en informatie van mensen uit deze culturen (interviews).</w:t>
            </w:r>
          </w:p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1.d. Je onderzoekt hoe je een bronnenlijst moet maken en hoe je aan bronvermelding moet doen.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474A0" w:rsidRPr="00864BF4" w:rsidTr="001E60E3">
        <w:trPr>
          <w:cantSplit/>
          <w:trHeight w:val="437"/>
        </w:trPr>
        <w:tc>
          <w:tcPr>
            <w:tcW w:w="70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 xml:space="preserve">. Je maakt op basis van alle door jullie verzamelde informatie een aantrekkelijk tijdschrift over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twee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culturen. 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Het tijdschrift start met een mooie cover 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Een colofon, waarin jullie gegevens staan en wie meegewerkt hebben aan de totstandkoming en bronvermelding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Inhoudsopgave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Mooi en toepasselijk beeldmateriaal 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Interviews die jullie gehouden hebben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Columns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Reportages/rubrieken aan de hand van de punten genoemd onder 1 (denk ook aan recepten, mode, woninginrichting,…)</w:t>
            </w:r>
          </w:p>
          <w:p w:rsidR="00B474A0" w:rsidRPr="00864BF4" w:rsidRDefault="00B474A0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aginanummering.</w:t>
            </w:r>
          </w:p>
          <w:p w:rsidR="00B474A0" w:rsidRPr="00864BF4" w:rsidRDefault="00B474A0" w:rsidP="001E60E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Calibri" w:hAnsi="Calibri" w:cs="Calibri"/>
                <w:sz w:val="20"/>
                <w:szCs w:val="20"/>
              </w:rPr>
              <w:t>Je kunt gebruik maken van Microsoft Publisher om een mooie lay-out te maken.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B7239" w:rsidRPr="00864BF4" w:rsidTr="001E60E3">
        <w:trPr>
          <w:cantSplit/>
          <w:trHeight w:val="437"/>
        </w:trPr>
        <w:tc>
          <w:tcPr>
            <w:tcW w:w="70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239" w:rsidRDefault="006B7239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3.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geeft een presentatie over één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cultuur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. </w:t>
            </w:r>
          </w:p>
          <w:p w:rsidR="006B7239" w:rsidRDefault="006B7239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presentatie duurt 15 minuten per groep. </w:t>
            </w:r>
          </w:p>
          <w:p w:rsidR="006B7239" w:rsidRDefault="006B7239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Laat in de presentatie hapjes proeven van deze cultuur.</w:t>
            </w:r>
          </w:p>
          <w:p w:rsidR="006B7239" w:rsidRDefault="006B7239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Geef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elkaar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tops en tips over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de inhoud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en vorm van de presentatie.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239" w:rsidRPr="00864BF4" w:rsidRDefault="006B7239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239" w:rsidRPr="00864BF4" w:rsidRDefault="006B7239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239" w:rsidRPr="00864BF4" w:rsidRDefault="006B7239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474A0" w:rsidRPr="00864BF4" w:rsidTr="001E60E3">
        <w:trPr>
          <w:cantSplit/>
          <w:trHeight w:val="437"/>
        </w:trPr>
        <w:tc>
          <w:tcPr>
            <w:tcW w:w="70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Default="00B474A0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  <w:r w:rsidR="006B7239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4. Je levert de opdracht in de groepswerkruimte van VZ14 in. </w:t>
            </w:r>
          </w:p>
          <w:p w:rsidR="006B7239" w:rsidRPr="00D942DD" w:rsidRDefault="006B7239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maakt met de groep een voorblad en een inleiding. Per persoon lever je een reflectie in volgens de STARRT. 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864BF4" w:rsidRDefault="00B474A0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474A0" w:rsidRPr="003916C5" w:rsidTr="001E60E3">
        <w:trPr>
          <w:cantSplit/>
          <w:trHeight w:val="437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Feedback (hier noteren of verwijzen naar feedback in </w:t>
            </w:r>
            <w:proofErr w:type="spellStart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inlevermap</w:t>
            </w:r>
            <w:proofErr w:type="spellEnd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 in NELO)</w:t>
            </w:r>
          </w:p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</w:tc>
      </w:tr>
      <w:tr w:rsidR="00B474A0" w:rsidRPr="003916C5" w:rsidTr="001E60E3">
        <w:trPr>
          <w:cantSplit/>
        </w:trPr>
        <w:tc>
          <w:tcPr>
            <w:tcW w:w="70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Resultaat controle/beoordeling bewijsstuk: </w:t>
            </w:r>
          </w:p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1 x </w:t>
            </w:r>
            <w:proofErr w:type="spellStart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Onv</w:t>
            </w:r>
            <w:proofErr w:type="spellEnd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. op het controlepunt </w:t>
            </w: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2 </w:t>
            </w: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= O</w:t>
            </w:r>
          </w:p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2 x </w:t>
            </w:r>
            <w:proofErr w:type="spellStart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Onv</w:t>
            </w:r>
            <w:proofErr w:type="spellEnd"/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. of meer = O</w:t>
            </w:r>
          </w:p>
          <w:p w:rsidR="00B474A0" w:rsidRPr="003916C5" w:rsidRDefault="006B7239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3 </w:t>
            </w:r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x </w:t>
            </w:r>
            <w:proofErr w:type="spellStart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Vold</w:t>
            </w:r>
            <w:proofErr w:type="spellEnd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., 1 x </w:t>
            </w:r>
            <w:proofErr w:type="spellStart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Onv</w:t>
            </w:r>
            <w:proofErr w:type="spellEnd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.</w:t>
            </w:r>
            <w:r w:rsidR="00B474A0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 op het controlepunt</w:t>
            </w:r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 </w:t>
            </w:r>
            <w:r w:rsidR="00B474A0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1 of 3 </w:t>
            </w:r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= V</w:t>
            </w:r>
          </w:p>
          <w:p w:rsidR="00B474A0" w:rsidRPr="003916C5" w:rsidRDefault="006B7239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>3</w:t>
            </w:r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 x Goed, 1 x </w:t>
            </w:r>
            <w:proofErr w:type="spellStart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Vold</w:t>
            </w:r>
            <w:proofErr w:type="spellEnd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., geen </w:t>
            </w:r>
            <w:proofErr w:type="spellStart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Onv</w:t>
            </w:r>
            <w:proofErr w:type="spellEnd"/>
            <w:r w:rsidR="00B474A0"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. = G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3916C5" w:rsidRDefault="00B474A0" w:rsidP="001E60E3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</w:tc>
      </w:tr>
    </w:tbl>
    <w:p w:rsidR="00B474A0" w:rsidRDefault="00B474A0" w:rsidP="00B474A0">
      <w:pPr>
        <w:rPr>
          <w:rFonts w:eastAsia="Calibri" w:cstheme="minorHAnsi"/>
          <w:color w:val="0070C0"/>
          <w:sz w:val="20"/>
          <w:szCs w:val="20"/>
        </w:rPr>
      </w:pPr>
    </w:p>
    <w:p w:rsidR="00C46F22" w:rsidRDefault="00C46F22"/>
    <w:sectPr w:rsidR="00C46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E0945"/>
    <w:multiLevelType w:val="hybridMultilevel"/>
    <w:tmpl w:val="9A869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9070C"/>
    <w:multiLevelType w:val="hybridMultilevel"/>
    <w:tmpl w:val="73563F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A0"/>
    <w:rsid w:val="005E0726"/>
    <w:rsid w:val="006B7239"/>
    <w:rsid w:val="00B474A0"/>
    <w:rsid w:val="00C314E3"/>
    <w:rsid w:val="00C46F22"/>
    <w:rsid w:val="00CD431D"/>
    <w:rsid w:val="00D71F10"/>
    <w:rsid w:val="00D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4A0"/>
  </w:style>
  <w:style w:type="paragraph" w:styleId="Kop1">
    <w:name w:val="heading 1"/>
    <w:basedOn w:val="Standaard"/>
    <w:next w:val="Standaard"/>
    <w:link w:val="Kop1Char"/>
    <w:uiPriority w:val="9"/>
    <w:qFormat/>
    <w:rsid w:val="00C31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71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Kop3">
    <w:name w:val="heading 3"/>
    <w:basedOn w:val="Standaard"/>
    <w:next w:val="Geenafstand"/>
    <w:link w:val="Kop3Char"/>
    <w:uiPriority w:val="9"/>
    <w:semiHidden/>
    <w:unhideWhenUsed/>
    <w:qFormat/>
    <w:rsid w:val="00C31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D71F10"/>
    <w:pPr>
      <w:spacing w:after="0" w:line="240" w:lineRule="auto"/>
    </w:pPr>
    <w:rPr>
      <w:b/>
    </w:rPr>
  </w:style>
  <w:style w:type="character" w:customStyle="1" w:styleId="Kop1Char">
    <w:name w:val="Kop 1 Char"/>
    <w:basedOn w:val="Standaardalinea-lettertype"/>
    <w:link w:val="Kop1"/>
    <w:uiPriority w:val="9"/>
    <w:rsid w:val="00C31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71F10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C314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314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314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314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1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1F10"/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1F10"/>
    <w:rPr>
      <w:rFonts w:ascii="Tahoma" w:hAnsi="Tahoma" w:cs="Tahoma"/>
      <w:sz w:val="20"/>
      <w:szCs w:val="16"/>
    </w:rPr>
  </w:style>
  <w:style w:type="paragraph" w:styleId="Lijstalinea">
    <w:name w:val="List Paragraph"/>
    <w:basedOn w:val="Standaard"/>
    <w:uiPriority w:val="34"/>
    <w:qFormat/>
    <w:rsid w:val="00D71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4A0"/>
  </w:style>
  <w:style w:type="paragraph" w:styleId="Kop1">
    <w:name w:val="heading 1"/>
    <w:basedOn w:val="Standaard"/>
    <w:next w:val="Standaard"/>
    <w:link w:val="Kop1Char"/>
    <w:uiPriority w:val="9"/>
    <w:qFormat/>
    <w:rsid w:val="00C31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71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Kop3">
    <w:name w:val="heading 3"/>
    <w:basedOn w:val="Standaard"/>
    <w:next w:val="Geenafstand"/>
    <w:link w:val="Kop3Char"/>
    <w:uiPriority w:val="9"/>
    <w:semiHidden/>
    <w:unhideWhenUsed/>
    <w:qFormat/>
    <w:rsid w:val="00C31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D71F10"/>
    <w:pPr>
      <w:spacing w:after="0" w:line="240" w:lineRule="auto"/>
    </w:pPr>
    <w:rPr>
      <w:b/>
    </w:rPr>
  </w:style>
  <w:style w:type="character" w:customStyle="1" w:styleId="Kop1Char">
    <w:name w:val="Kop 1 Char"/>
    <w:basedOn w:val="Standaardalinea-lettertype"/>
    <w:link w:val="Kop1"/>
    <w:uiPriority w:val="9"/>
    <w:rsid w:val="00C31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71F10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C314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314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314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314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1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1F10"/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1F10"/>
    <w:rPr>
      <w:rFonts w:ascii="Tahoma" w:hAnsi="Tahoma" w:cs="Tahoma"/>
      <w:sz w:val="20"/>
      <w:szCs w:val="16"/>
    </w:rPr>
  </w:style>
  <w:style w:type="paragraph" w:styleId="Lijstalinea">
    <w:name w:val="List Paragraph"/>
    <w:basedOn w:val="Standaard"/>
    <w:uiPriority w:val="34"/>
    <w:qFormat/>
    <w:rsid w:val="00D71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34C2A8DE</Template>
  <TotalTime>11</TotalTime>
  <Pages>2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Nijhuis,J.G.M.</dc:creator>
  <cp:lastModifiedBy>Nijhuis,J.G.M.</cp:lastModifiedBy>
  <cp:revision>1</cp:revision>
  <dcterms:created xsi:type="dcterms:W3CDTF">2015-01-30T11:22:00Z</dcterms:created>
  <dcterms:modified xsi:type="dcterms:W3CDTF">2015-01-30T11:43:00Z</dcterms:modified>
</cp:coreProperties>
</file>