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37F" w:rsidRPr="00C24770" w:rsidRDefault="005A637F" w:rsidP="005A637F">
      <w:pPr>
        <w:rPr>
          <w:rFonts w:ascii="Calibri" w:hAnsi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096"/>
        <w:gridCol w:w="3096"/>
      </w:tblGrid>
      <w:tr w:rsidR="005A637F" w:rsidRPr="005A637F" w:rsidTr="005A637F">
        <w:tc>
          <w:tcPr>
            <w:tcW w:w="9288" w:type="dxa"/>
            <w:gridSpan w:val="3"/>
            <w:shd w:val="clear" w:color="auto" w:fill="auto"/>
          </w:tcPr>
          <w:p w:rsidR="005A637F" w:rsidRPr="005A637F" w:rsidRDefault="005A637F" w:rsidP="006B3785">
            <w:pPr>
              <w:jc w:val="center"/>
              <w:rPr>
                <w:rFonts w:ascii="Calibri" w:hAnsi="Calibri" w:cs="Arial"/>
                <w:b/>
                <w:color w:val="C00000"/>
                <w:sz w:val="22"/>
                <w:szCs w:val="22"/>
              </w:rPr>
            </w:pPr>
          </w:p>
          <w:p w:rsidR="005A637F" w:rsidRPr="005A637F" w:rsidRDefault="005A637F" w:rsidP="006B3785">
            <w:pPr>
              <w:jc w:val="center"/>
              <w:rPr>
                <w:rFonts w:ascii="Calibri" w:hAnsi="Calibri" w:cs="Arial"/>
                <w:b/>
                <w:color w:val="C00000"/>
                <w:sz w:val="22"/>
                <w:szCs w:val="22"/>
              </w:rPr>
            </w:pPr>
            <w:r w:rsidRPr="005A637F">
              <w:rPr>
                <w:rFonts w:ascii="Calibri" w:hAnsi="Calibri" w:cs="Arial"/>
                <w:b/>
                <w:color w:val="C00000"/>
                <w:sz w:val="22"/>
                <w:szCs w:val="22"/>
              </w:rPr>
              <w:t>Samenwerkingscontract</w:t>
            </w:r>
          </w:p>
          <w:p w:rsidR="005A637F" w:rsidRPr="005A637F" w:rsidRDefault="005A637F" w:rsidP="006B3785">
            <w:pPr>
              <w:jc w:val="center"/>
              <w:rPr>
                <w:rFonts w:ascii="Calibri" w:hAnsi="Calibri" w:cs="Arial"/>
                <w:b/>
                <w:color w:val="C00000"/>
                <w:sz w:val="22"/>
                <w:szCs w:val="22"/>
              </w:rPr>
            </w:pPr>
          </w:p>
        </w:tc>
      </w:tr>
      <w:tr w:rsidR="005A637F" w:rsidRPr="00C24770" w:rsidTr="006B3785">
        <w:tc>
          <w:tcPr>
            <w:tcW w:w="3096" w:type="dxa"/>
          </w:tcPr>
          <w:p w:rsidR="005A637F" w:rsidRPr="00C24770" w:rsidRDefault="005A637F" w:rsidP="006B3785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 xml:space="preserve">Naam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studenten</w:t>
            </w:r>
          </w:p>
          <w:p w:rsidR="005A637F" w:rsidRPr="00C24770" w:rsidRDefault="005A637F" w:rsidP="006B3785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>1</w:t>
            </w:r>
          </w:p>
          <w:p w:rsidR="005A637F" w:rsidRPr="00C24770" w:rsidRDefault="005A637F" w:rsidP="006B3785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>2</w:t>
            </w:r>
          </w:p>
          <w:p w:rsidR="005A637F" w:rsidRDefault="005A637F" w:rsidP="006B3785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>3</w:t>
            </w:r>
          </w:p>
          <w:p w:rsidR="005A637F" w:rsidRDefault="005A637F" w:rsidP="006B3785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4</w:t>
            </w:r>
          </w:p>
          <w:p w:rsidR="005A637F" w:rsidRPr="00C24770" w:rsidRDefault="005A637F" w:rsidP="006B3785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096" w:type="dxa"/>
          </w:tcPr>
          <w:p w:rsidR="005A637F" w:rsidRPr="00C24770" w:rsidRDefault="005A637F" w:rsidP="006B3785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>E-mail adres:</w:t>
            </w:r>
          </w:p>
          <w:p w:rsidR="005A637F" w:rsidRPr="00C24770" w:rsidRDefault="005A637F" w:rsidP="006B3785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096" w:type="dxa"/>
          </w:tcPr>
          <w:p w:rsidR="005A637F" w:rsidRPr="00C24770" w:rsidRDefault="005A637F" w:rsidP="006B3785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>Telefoonnummer:</w:t>
            </w:r>
          </w:p>
          <w:p w:rsidR="005A637F" w:rsidRPr="00C24770" w:rsidRDefault="005A637F" w:rsidP="006B3785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5A637F" w:rsidRPr="00C24770" w:rsidTr="006B3785">
        <w:tc>
          <w:tcPr>
            <w:tcW w:w="9288" w:type="dxa"/>
            <w:gridSpan w:val="3"/>
          </w:tcPr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>Doel van de samenwerking:</w:t>
            </w: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5A637F" w:rsidRPr="00C24770" w:rsidTr="006B3785">
        <w:tc>
          <w:tcPr>
            <w:tcW w:w="9288" w:type="dxa"/>
            <w:gridSpan w:val="3"/>
          </w:tcPr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>Contractduur:  van ………………… tot ………………………</w:t>
            </w: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5A637F" w:rsidRPr="00C24770" w:rsidTr="006B3785">
        <w:tc>
          <w:tcPr>
            <w:tcW w:w="9288" w:type="dxa"/>
            <w:gridSpan w:val="3"/>
          </w:tcPr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>Afspraken:</w:t>
            </w: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:rsidR="005A637F" w:rsidRPr="00C24770" w:rsidRDefault="005A637F" w:rsidP="005A637F">
            <w:pPr>
              <w:widowControl/>
              <w:numPr>
                <w:ilvl w:val="0"/>
                <w:numId w:val="1"/>
              </w:num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5A637F">
            <w:pPr>
              <w:widowControl/>
              <w:numPr>
                <w:ilvl w:val="0"/>
                <w:numId w:val="1"/>
              </w:num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5A637F">
            <w:pPr>
              <w:widowControl/>
              <w:numPr>
                <w:ilvl w:val="0"/>
                <w:numId w:val="1"/>
              </w:num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widowControl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5A637F" w:rsidRPr="00C24770" w:rsidTr="006B3785">
        <w:tc>
          <w:tcPr>
            <w:tcW w:w="9288" w:type="dxa"/>
            <w:gridSpan w:val="3"/>
          </w:tcPr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>Plaats:                                                            Datum:</w:t>
            </w: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5A637F" w:rsidRPr="00C24770" w:rsidTr="006B3785">
        <w:tc>
          <w:tcPr>
            <w:tcW w:w="9288" w:type="dxa"/>
            <w:gridSpan w:val="3"/>
          </w:tcPr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 xml:space="preserve">Handtekeningen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studenten:</w:t>
            </w: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5A637F" w:rsidRPr="00C24770" w:rsidRDefault="005A637F" w:rsidP="005A637F">
      <w:pPr>
        <w:rPr>
          <w:rFonts w:ascii="Calibri" w:hAnsi="Calibri" w:cs="Arial"/>
          <w:bCs/>
          <w:sz w:val="22"/>
          <w:szCs w:val="22"/>
        </w:rPr>
      </w:pPr>
    </w:p>
    <w:p w:rsidR="008C4398" w:rsidRDefault="008C4398" w:rsidP="005A637F">
      <w:bookmarkStart w:id="0" w:name="_GoBack"/>
      <w:bookmarkEnd w:id="0"/>
    </w:p>
    <w:sectPr w:rsidR="008C43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32525"/>
    <w:multiLevelType w:val="hybridMultilevel"/>
    <w:tmpl w:val="682835EC"/>
    <w:lvl w:ilvl="0" w:tplc="6BA2BCD2">
      <w:start w:val="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37F"/>
    <w:rsid w:val="000F5087"/>
    <w:rsid w:val="003308A2"/>
    <w:rsid w:val="005A637F"/>
    <w:rsid w:val="006E5A4F"/>
    <w:rsid w:val="008C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A637F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A637F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34C2A8DE</Template>
  <TotalTime>0</TotalTime>
  <Pages>1</Pages>
  <Words>45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Nijhuis,J.G.M.</cp:lastModifiedBy>
  <cp:revision>2</cp:revision>
  <dcterms:created xsi:type="dcterms:W3CDTF">2015-01-30T12:19:00Z</dcterms:created>
  <dcterms:modified xsi:type="dcterms:W3CDTF">2015-01-30T12:19:00Z</dcterms:modified>
</cp:coreProperties>
</file>