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B1B" w:rsidRPr="00497C15" w:rsidRDefault="00497C15" w:rsidP="00497C15">
      <w:pPr>
        <w:jc w:val="center"/>
        <w:rPr>
          <w:b/>
          <w:sz w:val="72"/>
          <w:szCs w:val="72"/>
        </w:rPr>
      </w:pPr>
      <w:r w:rsidRPr="00497C15">
        <w:rPr>
          <w:b/>
          <w:sz w:val="72"/>
          <w:szCs w:val="72"/>
        </w:rPr>
        <w:t>Ontwerp je eigen kamer</w:t>
      </w:r>
    </w:p>
    <w:p w:rsidR="00497C15" w:rsidRDefault="00497C15" w:rsidP="00497C15">
      <w:pPr>
        <w:pStyle w:val="Geenafstand"/>
      </w:pPr>
      <w:r>
        <w:t>Opdracht: Je ontwerpt je eigen kamer</w:t>
      </w:r>
    </w:p>
    <w:p w:rsidR="00497C15" w:rsidRDefault="00497C15" w:rsidP="00497C15">
      <w:pPr>
        <w:pStyle w:val="Geenafstand"/>
      </w:pPr>
    </w:p>
    <w:p w:rsidR="00497C15" w:rsidRDefault="00497C15" w:rsidP="00497C15">
      <w:pPr>
        <w:pStyle w:val="Geenafstand"/>
      </w:pPr>
      <w:r>
        <w:t>Doel: Je laat zien dat je verschillende dingen met oppervlakte kunt uitrekenen</w:t>
      </w:r>
    </w:p>
    <w:p w:rsidR="00497C15" w:rsidRDefault="00497C15" w:rsidP="00497C15">
      <w:pPr>
        <w:pStyle w:val="Geenafstand"/>
        <w:numPr>
          <w:ilvl w:val="0"/>
          <w:numId w:val="2"/>
        </w:numPr>
      </w:pPr>
      <w:r>
        <w:t>Je kunt de oppervlakte van (meerdere) rechthoeken uitrekenen</w:t>
      </w:r>
    </w:p>
    <w:p w:rsidR="00497C15" w:rsidRDefault="00497C15" w:rsidP="00497C15">
      <w:pPr>
        <w:pStyle w:val="Geenafstand"/>
        <w:numPr>
          <w:ilvl w:val="0"/>
          <w:numId w:val="2"/>
        </w:numPr>
      </w:pPr>
      <w:r>
        <w:t>Je kunt oppervlaktes van cm</w:t>
      </w:r>
      <w:r>
        <w:rPr>
          <w:vertAlign w:val="superscript"/>
        </w:rPr>
        <w:t>2</w:t>
      </w:r>
      <w:r>
        <w:t>, dm</w:t>
      </w:r>
      <w:r>
        <w:rPr>
          <w:vertAlign w:val="superscript"/>
        </w:rPr>
        <w:t>2</w:t>
      </w:r>
      <w:r>
        <w:t xml:space="preserve"> en m</w:t>
      </w:r>
      <w:r>
        <w:rPr>
          <w:vertAlign w:val="superscript"/>
        </w:rPr>
        <w:t>2</w:t>
      </w:r>
      <w:r>
        <w:t xml:space="preserve"> naar elkaar omrekenen</w:t>
      </w:r>
    </w:p>
    <w:p w:rsidR="00497C15" w:rsidRDefault="00497C15" w:rsidP="00497C15">
      <w:pPr>
        <w:pStyle w:val="Geenafstand"/>
      </w:pPr>
    </w:p>
    <w:p w:rsidR="00497C15" w:rsidRDefault="00497C15" w:rsidP="00497C15">
      <w:pPr>
        <w:pStyle w:val="Geenafstand"/>
      </w:pPr>
      <w:r>
        <w:t>Hulpmiddelen:</w:t>
      </w:r>
    </w:p>
    <w:p w:rsidR="00497C15" w:rsidRDefault="00497C15" w:rsidP="00497C15">
      <w:pPr>
        <w:pStyle w:val="Geenafstand"/>
        <w:numPr>
          <w:ilvl w:val="0"/>
          <w:numId w:val="2"/>
        </w:numPr>
      </w:pPr>
      <w:r>
        <w:t>Hoofdstuk 8 van je wiskunde boek</w:t>
      </w:r>
    </w:p>
    <w:p w:rsidR="00497C15" w:rsidRDefault="00497C15" w:rsidP="00497C15">
      <w:pPr>
        <w:pStyle w:val="Geenafstand"/>
        <w:numPr>
          <w:ilvl w:val="0"/>
          <w:numId w:val="2"/>
        </w:numPr>
      </w:pPr>
      <w:r>
        <w:t>Informatiefilmpjes met uitleg over oppervlakte (via digitale wiskundeboek op de ELO)</w:t>
      </w:r>
    </w:p>
    <w:p w:rsidR="00497C15" w:rsidRDefault="00497C15" w:rsidP="00497C15">
      <w:pPr>
        <w:pStyle w:val="Geenafstand"/>
      </w:pPr>
    </w:p>
    <w:p w:rsidR="00497C15" w:rsidRDefault="00497C15" w:rsidP="00497C15">
      <w:pPr>
        <w:pStyle w:val="Geenafstand"/>
      </w:pPr>
      <w:r>
        <w:t>Waar moet je werkstuk aan voldoen:</w:t>
      </w:r>
    </w:p>
    <w:p w:rsidR="00497C15" w:rsidRDefault="00497C15" w:rsidP="00497C15">
      <w:pPr>
        <w:pStyle w:val="Geenafstand"/>
      </w:pPr>
      <w:r>
        <w:tab/>
        <w:t xml:space="preserve">Stap 1: </w:t>
      </w:r>
      <w:r w:rsidR="00587B83">
        <w:t>Teken jouw</w:t>
      </w:r>
      <w:r>
        <w:t xml:space="preserve"> kamer (van bovenaf). Bij elke lijn staat de lengte.</w:t>
      </w:r>
    </w:p>
    <w:p w:rsidR="00497C15" w:rsidRDefault="00497C15" w:rsidP="00497C15">
      <w:pPr>
        <w:pStyle w:val="Geenafstand"/>
      </w:pPr>
    </w:p>
    <w:p w:rsidR="00497C15" w:rsidRPr="00497C15" w:rsidRDefault="00497C15" w:rsidP="00497C15">
      <w:pPr>
        <w:pStyle w:val="Geenafstand"/>
      </w:pPr>
      <w:r>
        <w:tab/>
        <w:t>Stap 2: Je laat met berekening zien wat de oppervlakte van jouw kamer is. Dit doe je in m</w:t>
      </w:r>
      <w:r>
        <w:rPr>
          <w:vertAlign w:val="superscript"/>
        </w:rPr>
        <w:t>2</w:t>
      </w:r>
      <w:r w:rsidRPr="00497C15">
        <w:t xml:space="preserve"> </w:t>
      </w:r>
      <w:r>
        <w:t xml:space="preserve">en </w:t>
      </w:r>
      <w:r>
        <w:tab/>
        <w:t>dm</w:t>
      </w:r>
      <w:r>
        <w:rPr>
          <w:vertAlign w:val="superscript"/>
        </w:rPr>
        <w:t>2</w:t>
      </w:r>
      <w:r>
        <w:t>.</w:t>
      </w:r>
    </w:p>
    <w:p w:rsidR="00497C15" w:rsidRDefault="00497C15" w:rsidP="00497C15">
      <w:pPr>
        <w:pStyle w:val="Geenafstand"/>
      </w:pPr>
    </w:p>
    <w:p w:rsidR="00C23895" w:rsidRDefault="00497C15" w:rsidP="00C23895">
      <w:pPr>
        <w:pStyle w:val="Geenafstand"/>
        <w:ind w:firstLine="708"/>
      </w:pPr>
      <w:r>
        <w:t>Stap 3: Je plaatst verschillende voorwerpen</w:t>
      </w:r>
      <w:r w:rsidR="00587B83">
        <w:t xml:space="preserve"> (minimaal 5) </w:t>
      </w:r>
      <w:r>
        <w:t>in de kamer.</w:t>
      </w:r>
      <w:r w:rsidR="00C23895">
        <w:t xml:space="preserve"> Bij elke zijkant staat de </w:t>
      </w:r>
      <w:r w:rsidR="00C23895">
        <w:tab/>
        <w:t>lengte.</w:t>
      </w:r>
    </w:p>
    <w:p w:rsidR="00497C15" w:rsidRDefault="00497C15" w:rsidP="00497C15">
      <w:pPr>
        <w:pStyle w:val="Geenafstand"/>
        <w:ind w:firstLine="708"/>
      </w:pPr>
    </w:p>
    <w:p w:rsidR="00497C15" w:rsidRDefault="00497C15" w:rsidP="00497C15">
      <w:pPr>
        <w:pStyle w:val="Geenafstand"/>
        <w:ind w:left="708"/>
      </w:pPr>
      <w:r>
        <w:t xml:space="preserve">Stap </w:t>
      </w:r>
      <w:r w:rsidR="00C23895">
        <w:t>4</w:t>
      </w:r>
      <w:r>
        <w:t>: Onder elk voorwerp laat je met een berekening zien wat de oppervlakte is. Dit doe je in cm</w:t>
      </w:r>
      <w:r>
        <w:rPr>
          <w:vertAlign w:val="superscript"/>
        </w:rPr>
        <w:t xml:space="preserve">2 </w:t>
      </w:r>
      <w:r>
        <w:t>en dm</w:t>
      </w:r>
      <w:r>
        <w:rPr>
          <w:vertAlign w:val="superscript"/>
        </w:rPr>
        <w:t>2</w:t>
      </w:r>
      <w:r>
        <w:t>.</w:t>
      </w:r>
    </w:p>
    <w:p w:rsidR="00497C15" w:rsidRDefault="00497C15" w:rsidP="00497C15">
      <w:pPr>
        <w:pStyle w:val="Geenafstand"/>
        <w:ind w:left="708"/>
      </w:pPr>
    </w:p>
    <w:p w:rsidR="00497C15" w:rsidRDefault="00C23895" w:rsidP="00497C15">
      <w:pPr>
        <w:pStyle w:val="Geenafstand"/>
        <w:ind w:left="708"/>
      </w:pPr>
      <w:r>
        <w:t>Stap 5</w:t>
      </w:r>
      <w:r w:rsidR="00497C15">
        <w:t>: Je gaat vloerbedekking (</w:t>
      </w:r>
      <w:r w:rsidR="00587B83">
        <w:t xml:space="preserve">bijvoorbeeld laminaat) </w:t>
      </w:r>
      <w:r w:rsidR="00497C15">
        <w:t>uitzoeken. Zoek op internet een advertentie van een vloer</w:t>
      </w:r>
      <w:r w:rsidR="000D44CA">
        <w:t>bedekking</w:t>
      </w:r>
      <w:r w:rsidR="00497C15">
        <w:t>. In de advertentie moet te zien zijn wat de prijs per m</w:t>
      </w:r>
      <w:r w:rsidR="00497C15">
        <w:rPr>
          <w:vertAlign w:val="superscript"/>
        </w:rPr>
        <w:t>2</w:t>
      </w:r>
      <w:r w:rsidR="00497C15">
        <w:t xml:space="preserve"> is.</w:t>
      </w:r>
    </w:p>
    <w:p w:rsidR="00497C15" w:rsidRDefault="00497C15" w:rsidP="00497C15">
      <w:pPr>
        <w:pStyle w:val="Geenafstand"/>
        <w:ind w:left="708"/>
      </w:pPr>
    </w:p>
    <w:p w:rsidR="00497C15" w:rsidRPr="00497C15" w:rsidRDefault="00C23895" w:rsidP="00497C15">
      <w:pPr>
        <w:pStyle w:val="Geenafstand"/>
        <w:ind w:left="708"/>
      </w:pPr>
      <w:r>
        <w:t>Stap 6</w:t>
      </w:r>
      <w:r w:rsidR="00497C15">
        <w:t>: Onder de advertentie laat je met een berekening zien wat jouw vloerbedekking gaat kosten.</w:t>
      </w:r>
    </w:p>
    <w:p w:rsidR="00497C15" w:rsidRDefault="00497C15"/>
    <w:p w:rsidR="00587B83" w:rsidRDefault="00587B83">
      <w:r>
        <w:br w:type="page"/>
      </w:r>
    </w:p>
    <w:p w:rsidR="00497C15" w:rsidRPr="003828CA" w:rsidRDefault="00587B83">
      <w:pPr>
        <w:rPr>
          <w:b/>
        </w:rPr>
      </w:pPr>
      <w:r w:rsidRPr="003828CA">
        <w:rPr>
          <w:b/>
        </w:rPr>
        <w:lastRenderedPageBreak/>
        <w:t>Controleblad/scoreblad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87"/>
        <w:gridCol w:w="1855"/>
        <w:gridCol w:w="1728"/>
        <w:gridCol w:w="1728"/>
        <w:gridCol w:w="1045"/>
        <w:gridCol w:w="1045"/>
      </w:tblGrid>
      <w:tr w:rsidR="00587B83" w:rsidTr="00587B83">
        <w:tc>
          <w:tcPr>
            <w:tcW w:w="1887" w:type="dxa"/>
          </w:tcPr>
          <w:p w:rsidR="00587B83" w:rsidRDefault="00587B83">
            <w:r>
              <w:tab/>
            </w:r>
          </w:p>
        </w:tc>
        <w:tc>
          <w:tcPr>
            <w:tcW w:w="1855" w:type="dxa"/>
          </w:tcPr>
          <w:p w:rsidR="00587B83" w:rsidRDefault="00587B83"/>
        </w:tc>
        <w:tc>
          <w:tcPr>
            <w:tcW w:w="1728" w:type="dxa"/>
          </w:tcPr>
          <w:p w:rsidR="00587B83" w:rsidRDefault="00587B83"/>
        </w:tc>
        <w:tc>
          <w:tcPr>
            <w:tcW w:w="1728" w:type="dxa"/>
          </w:tcPr>
          <w:p w:rsidR="00587B83" w:rsidRDefault="00587B83"/>
        </w:tc>
        <w:tc>
          <w:tcPr>
            <w:tcW w:w="1045" w:type="dxa"/>
          </w:tcPr>
          <w:p w:rsidR="00587B83" w:rsidRDefault="00587B83">
            <w:r>
              <w:t>Eigen score</w:t>
            </w:r>
          </w:p>
        </w:tc>
        <w:tc>
          <w:tcPr>
            <w:tcW w:w="1045" w:type="dxa"/>
          </w:tcPr>
          <w:p w:rsidR="00587B83" w:rsidRDefault="00587B83">
            <w:r>
              <w:t>Score docent</w:t>
            </w:r>
          </w:p>
        </w:tc>
      </w:tr>
      <w:tr w:rsidR="00587B83" w:rsidTr="00587B83">
        <w:tc>
          <w:tcPr>
            <w:tcW w:w="1887" w:type="dxa"/>
          </w:tcPr>
          <w:p w:rsidR="00587B83" w:rsidRDefault="00587B83" w:rsidP="00587B83">
            <w:r>
              <w:t>Voorblad</w:t>
            </w:r>
          </w:p>
          <w:p w:rsidR="00587B83" w:rsidRDefault="00587B83" w:rsidP="00587B83"/>
        </w:tc>
        <w:tc>
          <w:tcPr>
            <w:tcW w:w="1855" w:type="dxa"/>
          </w:tcPr>
          <w:p w:rsidR="00587B83" w:rsidRDefault="00587B83" w:rsidP="00587B83">
            <w:r>
              <w:t>Titel, naam, klas en datum</w:t>
            </w:r>
          </w:p>
          <w:p w:rsidR="00587B83" w:rsidRDefault="00587B83" w:rsidP="00587B83"/>
          <w:p w:rsidR="00587B83" w:rsidRPr="003828CA" w:rsidRDefault="00587B83" w:rsidP="00587B83">
            <w:pPr>
              <w:rPr>
                <w:b/>
              </w:rPr>
            </w:pPr>
            <w:r w:rsidRPr="003828CA">
              <w:rPr>
                <w:b/>
              </w:rPr>
              <w:t>1 punt</w:t>
            </w:r>
          </w:p>
        </w:tc>
        <w:tc>
          <w:tcPr>
            <w:tcW w:w="1728" w:type="dxa"/>
          </w:tcPr>
          <w:p w:rsidR="00587B83" w:rsidRDefault="00587B83" w:rsidP="00587B83">
            <w:r>
              <w:t>Passende afbeelding</w:t>
            </w:r>
          </w:p>
          <w:p w:rsidR="00587B83" w:rsidRDefault="00587B83" w:rsidP="00587B83"/>
          <w:p w:rsidR="00587B83" w:rsidRPr="003828CA" w:rsidRDefault="00587B83" w:rsidP="00587B83">
            <w:pPr>
              <w:rPr>
                <w:b/>
              </w:rPr>
            </w:pPr>
            <w:r w:rsidRPr="003828CA">
              <w:rPr>
                <w:b/>
              </w:rPr>
              <w:t>1 punt</w:t>
            </w:r>
          </w:p>
        </w:tc>
        <w:tc>
          <w:tcPr>
            <w:tcW w:w="1728" w:type="dxa"/>
          </w:tcPr>
          <w:p w:rsidR="00587B83" w:rsidRDefault="00587B83"/>
        </w:tc>
        <w:tc>
          <w:tcPr>
            <w:tcW w:w="1045" w:type="dxa"/>
          </w:tcPr>
          <w:p w:rsidR="00587B83" w:rsidRDefault="00587B83"/>
        </w:tc>
        <w:tc>
          <w:tcPr>
            <w:tcW w:w="1045" w:type="dxa"/>
          </w:tcPr>
          <w:p w:rsidR="00587B83" w:rsidRDefault="00587B83"/>
        </w:tc>
      </w:tr>
      <w:tr w:rsidR="00587B83" w:rsidTr="00587B83">
        <w:tc>
          <w:tcPr>
            <w:tcW w:w="1887" w:type="dxa"/>
          </w:tcPr>
          <w:p w:rsidR="00587B83" w:rsidRDefault="00587B83" w:rsidP="00587B83">
            <w:r>
              <w:t>Eigen scoreblad</w:t>
            </w:r>
          </w:p>
        </w:tc>
        <w:tc>
          <w:tcPr>
            <w:tcW w:w="1855" w:type="dxa"/>
          </w:tcPr>
          <w:p w:rsidR="00587B83" w:rsidRPr="003828CA" w:rsidRDefault="00587B83" w:rsidP="00587B83">
            <w:pPr>
              <w:rPr>
                <w:b/>
              </w:rPr>
            </w:pPr>
            <w:r w:rsidRPr="003828CA">
              <w:rPr>
                <w:b/>
              </w:rPr>
              <w:t>1 punt</w:t>
            </w:r>
          </w:p>
        </w:tc>
        <w:tc>
          <w:tcPr>
            <w:tcW w:w="1728" w:type="dxa"/>
          </w:tcPr>
          <w:p w:rsidR="00587B83" w:rsidRDefault="00587B83"/>
        </w:tc>
        <w:tc>
          <w:tcPr>
            <w:tcW w:w="1728" w:type="dxa"/>
          </w:tcPr>
          <w:p w:rsidR="00587B83" w:rsidRDefault="00587B83"/>
        </w:tc>
        <w:tc>
          <w:tcPr>
            <w:tcW w:w="1045" w:type="dxa"/>
          </w:tcPr>
          <w:p w:rsidR="00587B83" w:rsidRDefault="00587B83"/>
        </w:tc>
        <w:tc>
          <w:tcPr>
            <w:tcW w:w="1045" w:type="dxa"/>
          </w:tcPr>
          <w:p w:rsidR="00587B83" w:rsidRDefault="00587B83"/>
        </w:tc>
      </w:tr>
      <w:tr w:rsidR="00587B83" w:rsidTr="00587B83">
        <w:tc>
          <w:tcPr>
            <w:tcW w:w="1887" w:type="dxa"/>
          </w:tcPr>
          <w:p w:rsidR="00587B83" w:rsidRDefault="00587B83" w:rsidP="00587B83">
            <w:r>
              <w:t>Ontwerp kamer /plattegrond</w:t>
            </w:r>
          </w:p>
          <w:p w:rsidR="00587B83" w:rsidRDefault="00587B83" w:rsidP="00587B83">
            <w:r>
              <w:t>met maten</w:t>
            </w:r>
          </w:p>
        </w:tc>
        <w:tc>
          <w:tcPr>
            <w:tcW w:w="1855" w:type="dxa"/>
          </w:tcPr>
          <w:p w:rsidR="00587B83" w:rsidRDefault="00587B83" w:rsidP="00587B83">
            <w:r>
              <w:t xml:space="preserve">Kamer bestaat uit 1 rechthoek </w:t>
            </w:r>
          </w:p>
          <w:p w:rsidR="00587B83" w:rsidRDefault="00587B83" w:rsidP="00587B83"/>
          <w:p w:rsidR="00587B83" w:rsidRDefault="00587B83" w:rsidP="00587B83"/>
          <w:p w:rsidR="00587B83" w:rsidRDefault="00587B83" w:rsidP="00587B83"/>
          <w:p w:rsidR="00587B83" w:rsidRPr="003828CA" w:rsidRDefault="00587B83" w:rsidP="00587B83">
            <w:pPr>
              <w:rPr>
                <w:b/>
              </w:rPr>
            </w:pPr>
            <w:r w:rsidRPr="003828CA">
              <w:rPr>
                <w:b/>
              </w:rPr>
              <w:t>1 punt</w:t>
            </w:r>
          </w:p>
        </w:tc>
        <w:tc>
          <w:tcPr>
            <w:tcW w:w="1728" w:type="dxa"/>
          </w:tcPr>
          <w:p w:rsidR="00587B83" w:rsidRDefault="00587B83" w:rsidP="00587B83">
            <w:r>
              <w:t xml:space="preserve">Kamer bestaat uit meerdere rechthoeken </w:t>
            </w:r>
          </w:p>
          <w:p w:rsidR="00587B83" w:rsidRDefault="00587B83" w:rsidP="00587B83"/>
          <w:p w:rsidR="00587B83" w:rsidRDefault="00587B83" w:rsidP="00587B83"/>
          <w:p w:rsidR="00587B83" w:rsidRPr="003828CA" w:rsidRDefault="000D44CA" w:rsidP="00587B83">
            <w:pPr>
              <w:rPr>
                <w:b/>
              </w:rPr>
            </w:pPr>
            <w:r>
              <w:rPr>
                <w:b/>
              </w:rPr>
              <w:t>3</w:t>
            </w:r>
            <w:r w:rsidR="00587B83" w:rsidRPr="003828CA">
              <w:rPr>
                <w:b/>
              </w:rPr>
              <w:t xml:space="preserve"> punten</w:t>
            </w:r>
          </w:p>
        </w:tc>
        <w:tc>
          <w:tcPr>
            <w:tcW w:w="1728" w:type="dxa"/>
          </w:tcPr>
          <w:p w:rsidR="00587B83" w:rsidRDefault="00587B83" w:rsidP="00587B83">
            <w:r>
              <w:t>Kamer bestaat uit meerdere rechthoeken en schuine kanten</w:t>
            </w:r>
          </w:p>
          <w:p w:rsidR="00587B83" w:rsidRDefault="00587B83" w:rsidP="00587B83"/>
          <w:p w:rsidR="00587B83" w:rsidRPr="003828CA" w:rsidRDefault="000D44CA" w:rsidP="00587B83">
            <w:pPr>
              <w:rPr>
                <w:b/>
              </w:rPr>
            </w:pPr>
            <w:r>
              <w:rPr>
                <w:b/>
              </w:rPr>
              <w:t>4</w:t>
            </w:r>
            <w:r w:rsidR="00587B83" w:rsidRPr="003828CA">
              <w:rPr>
                <w:b/>
              </w:rPr>
              <w:t xml:space="preserve"> punten</w:t>
            </w:r>
          </w:p>
        </w:tc>
        <w:tc>
          <w:tcPr>
            <w:tcW w:w="1045" w:type="dxa"/>
          </w:tcPr>
          <w:p w:rsidR="00587B83" w:rsidRDefault="00587B83">
            <w:bookmarkStart w:id="0" w:name="_GoBack"/>
            <w:bookmarkEnd w:id="0"/>
          </w:p>
        </w:tc>
        <w:tc>
          <w:tcPr>
            <w:tcW w:w="1045" w:type="dxa"/>
          </w:tcPr>
          <w:p w:rsidR="00587B83" w:rsidRDefault="00587B83"/>
        </w:tc>
      </w:tr>
      <w:tr w:rsidR="00587B83" w:rsidTr="00587B83">
        <w:tc>
          <w:tcPr>
            <w:tcW w:w="1887" w:type="dxa"/>
          </w:tcPr>
          <w:p w:rsidR="00587B83" w:rsidRDefault="00587B83" w:rsidP="00587B83">
            <w:r>
              <w:t xml:space="preserve">Oppervlakte kamer berekenen </w:t>
            </w:r>
          </w:p>
        </w:tc>
        <w:tc>
          <w:tcPr>
            <w:tcW w:w="1855" w:type="dxa"/>
          </w:tcPr>
          <w:p w:rsidR="00587B83" w:rsidRDefault="00587B83">
            <w:r>
              <w:t>Oppervlakte klopt (met som en iets achter het antwoord)</w:t>
            </w:r>
          </w:p>
          <w:p w:rsidR="00587B83" w:rsidRDefault="00587B83"/>
          <w:p w:rsidR="00587B83" w:rsidRPr="003828CA" w:rsidRDefault="00587B83" w:rsidP="00587B83">
            <w:pPr>
              <w:rPr>
                <w:b/>
              </w:rPr>
            </w:pPr>
            <w:r w:rsidRPr="003828CA">
              <w:rPr>
                <w:b/>
              </w:rPr>
              <w:t>2 punt</w:t>
            </w:r>
          </w:p>
        </w:tc>
        <w:tc>
          <w:tcPr>
            <w:tcW w:w="1728" w:type="dxa"/>
          </w:tcPr>
          <w:p w:rsidR="00587B83" w:rsidRDefault="00587B83">
            <w:r>
              <w:t>Oppervlakte is berekend in m</w:t>
            </w:r>
            <w:r>
              <w:rPr>
                <w:vertAlign w:val="superscript"/>
              </w:rPr>
              <w:t>2</w:t>
            </w:r>
            <w:r>
              <w:t xml:space="preserve"> en dm</w:t>
            </w:r>
            <w:r>
              <w:rPr>
                <w:vertAlign w:val="superscript"/>
              </w:rPr>
              <w:t>2</w:t>
            </w:r>
            <w:r>
              <w:t>.</w:t>
            </w:r>
          </w:p>
          <w:p w:rsidR="00587B83" w:rsidRDefault="00587B83"/>
          <w:p w:rsidR="00587B83" w:rsidRDefault="00587B83"/>
          <w:p w:rsidR="00587B83" w:rsidRPr="003828CA" w:rsidRDefault="00587B83">
            <w:pPr>
              <w:rPr>
                <w:b/>
              </w:rPr>
            </w:pPr>
            <w:r w:rsidRPr="003828CA">
              <w:rPr>
                <w:b/>
              </w:rPr>
              <w:t>4 punten</w:t>
            </w:r>
          </w:p>
        </w:tc>
        <w:tc>
          <w:tcPr>
            <w:tcW w:w="1728" w:type="dxa"/>
          </w:tcPr>
          <w:p w:rsidR="00587B83" w:rsidRDefault="00587B83"/>
        </w:tc>
        <w:tc>
          <w:tcPr>
            <w:tcW w:w="1045" w:type="dxa"/>
          </w:tcPr>
          <w:p w:rsidR="00587B83" w:rsidRDefault="00587B83"/>
        </w:tc>
        <w:tc>
          <w:tcPr>
            <w:tcW w:w="1045" w:type="dxa"/>
          </w:tcPr>
          <w:p w:rsidR="00587B83" w:rsidRDefault="00587B83"/>
        </w:tc>
      </w:tr>
      <w:tr w:rsidR="00587B83" w:rsidTr="00587B83">
        <w:tc>
          <w:tcPr>
            <w:tcW w:w="1887" w:type="dxa"/>
          </w:tcPr>
          <w:p w:rsidR="00587B83" w:rsidRDefault="00587B83" w:rsidP="00EF334B">
            <w:r>
              <w:t>Voorwerpen in de kamer (minimaal 5, apart getekend, met maten)</w:t>
            </w:r>
          </w:p>
        </w:tc>
        <w:tc>
          <w:tcPr>
            <w:tcW w:w="1855" w:type="dxa"/>
          </w:tcPr>
          <w:p w:rsidR="00587B83" w:rsidRDefault="00587B83" w:rsidP="00587B83">
            <w:r>
              <w:t>Oppervlakte klopt (met som en iets achter het antwoord)</w:t>
            </w:r>
          </w:p>
          <w:p w:rsidR="00587B83" w:rsidRDefault="00587B83" w:rsidP="00587B83"/>
          <w:p w:rsidR="00587B83" w:rsidRDefault="003828CA" w:rsidP="003828CA">
            <w:pPr>
              <w:rPr>
                <w:b/>
              </w:rPr>
            </w:pPr>
            <w:r w:rsidRPr="003828CA">
              <w:rPr>
                <w:b/>
              </w:rPr>
              <w:t xml:space="preserve">½ </w:t>
            </w:r>
            <w:r w:rsidR="00587B83" w:rsidRPr="003828CA">
              <w:rPr>
                <w:b/>
              </w:rPr>
              <w:t xml:space="preserve"> punt</w:t>
            </w:r>
            <w:r w:rsidRPr="003828CA">
              <w:rPr>
                <w:b/>
              </w:rPr>
              <w:t xml:space="preserve"> per voorwerp</w:t>
            </w:r>
            <w:r>
              <w:rPr>
                <w:b/>
              </w:rPr>
              <w:t xml:space="preserve"> </w:t>
            </w:r>
          </w:p>
          <w:p w:rsidR="003828CA" w:rsidRPr="003828CA" w:rsidRDefault="003828CA" w:rsidP="003828CA">
            <w:pPr>
              <w:rPr>
                <w:b/>
              </w:rPr>
            </w:pPr>
            <w:r>
              <w:rPr>
                <w:b/>
              </w:rPr>
              <w:t>(maximaal 2,5)</w:t>
            </w:r>
          </w:p>
        </w:tc>
        <w:tc>
          <w:tcPr>
            <w:tcW w:w="1728" w:type="dxa"/>
          </w:tcPr>
          <w:p w:rsidR="00587B83" w:rsidRDefault="00587B83" w:rsidP="00587B83">
            <w:r>
              <w:t xml:space="preserve">Oppervlakte is berekend in </w:t>
            </w:r>
            <w:r w:rsidR="003828CA">
              <w:t>c</w:t>
            </w: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en dm</w:t>
            </w:r>
            <w:r>
              <w:rPr>
                <w:vertAlign w:val="superscript"/>
              </w:rPr>
              <w:t>2</w:t>
            </w:r>
            <w:r>
              <w:t>.</w:t>
            </w:r>
          </w:p>
          <w:p w:rsidR="00587B83" w:rsidRDefault="00587B83" w:rsidP="00587B83"/>
          <w:p w:rsidR="00587B83" w:rsidRDefault="00587B83" w:rsidP="00587B83"/>
          <w:p w:rsidR="00587B83" w:rsidRDefault="003828CA" w:rsidP="00587B83">
            <w:pPr>
              <w:rPr>
                <w:b/>
              </w:rPr>
            </w:pPr>
            <w:r w:rsidRPr="003828CA">
              <w:rPr>
                <w:b/>
              </w:rPr>
              <w:t xml:space="preserve">1 punt per voorwerp </w:t>
            </w:r>
          </w:p>
          <w:p w:rsidR="003828CA" w:rsidRPr="003828CA" w:rsidRDefault="003828CA" w:rsidP="00587B83">
            <w:pPr>
              <w:rPr>
                <w:b/>
              </w:rPr>
            </w:pPr>
            <w:r>
              <w:rPr>
                <w:b/>
              </w:rPr>
              <w:t>(maximaal 5)</w:t>
            </w:r>
          </w:p>
        </w:tc>
        <w:tc>
          <w:tcPr>
            <w:tcW w:w="1728" w:type="dxa"/>
          </w:tcPr>
          <w:p w:rsidR="00587B83" w:rsidRDefault="00587B83"/>
        </w:tc>
        <w:tc>
          <w:tcPr>
            <w:tcW w:w="1045" w:type="dxa"/>
          </w:tcPr>
          <w:p w:rsidR="00587B83" w:rsidRDefault="00587B83"/>
        </w:tc>
        <w:tc>
          <w:tcPr>
            <w:tcW w:w="1045" w:type="dxa"/>
          </w:tcPr>
          <w:p w:rsidR="00587B83" w:rsidRDefault="00587B83"/>
        </w:tc>
      </w:tr>
      <w:tr w:rsidR="00587B83" w:rsidTr="00587B83">
        <w:tc>
          <w:tcPr>
            <w:tcW w:w="1887" w:type="dxa"/>
          </w:tcPr>
          <w:p w:rsidR="00587B83" w:rsidRDefault="00587B83" w:rsidP="00EF334B">
            <w:r>
              <w:t>Vloerbedekking</w:t>
            </w:r>
          </w:p>
          <w:p w:rsidR="00587B83" w:rsidRDefault="00587B83" w:rsidP="00EF334B">
            <w:r>
              <w:t>Advertentie zoeken</w:t>
            </w:r>
          </w:p>
          <w:p w:rsidR="00587B83" w:rsidRDefault="00587B83" w:rsidP="00EF334B"/>
        </w:tc>
        <w:tc>
          <w:tcPr>
            <w:tcW w:w="1855" w:type="dxa"/>
          </w:tcPr>
          <w:p w:rsidR="00587B83" w:rsidRDefault="00587B83">
            <w:r>
              <w:t>Advertentie met daarbij de prijs per m</w:t>
            </w:r>
            <w:r>
              <w:rPr>
                <w:vertAlign w:val="superscript"/>
              </w:rPr>
              <w:t>2</w:t>
            </w:r>
            <w:r>
              <w:t>.</w:t>
            </w:r>
          </w:p>
          <w:p w:rsidR="00587B83" w:rsidRDefault="00587B83"/>
          <w:p w:rsidR="00587B83" w:rsidRPr="003828CA" w:rsidRDefault="00587B83">
            <w:pPr>
              <w:rPr>
                <w:b/>
              </w:rPr>
            </w:pPr>
            <w:r w:rsidRPr="003828CA">
              <w:rPr>
                <w:b/>
              </w:rPr>
              <w:t>2 punten</w:t>
            </w:r>
          </w:p>
        </w:tc>
        <w:tc>
          <w:tcPr>
            <w:tcW w:w="1728" w:type="dxa"/>
          </w:tcPr>
          <w:p w:rsidR="00587B83" w:rsidRDefault="00587B83"/>
        </w:tc>
        <w:tc>
          <w:tcPr>
            <w:tcW w:w="1728" w:type="dxa"/>
          </w:tcPr>
          <w:p w:rsidR="00587B83" w:rsidRDefault="00587B83"/>
        </w:tc>
        <w:tc>
          <w:tcPr>
            <w:tcW w:w="1045" w:type="dxa"/>
          </w:tcPr>
          <w:p w:rsidR="00587B83" w:rsidRDefault="00587B83"/>
        </w:tc>
        <w:tc>
          <w:tcPr>
            <w:tcW w:w="1045" w:type="dxa"/>
          </w:tcPr>
          <w:p w:rsidR="00587B83" w:rsidRDefault="00587B83"/>
        </w:tc>
      </w:tr>
      <w:tr w:rsidR="00587B83" w:rsidTr="00587B83">
        <w:tc>
          <w:tcPr>
            <w:tcW w:w="1887" w:type="dxa"/>
          </w:tcPr>
          <w:p w:rsidR="00587B83" w:rsidRDefault="00587B83" w:rsidP="00587B83">
            <w:r>
              <w:t>Prijs van de vloer</w:t>
            </w:r>
          </w:p>
        </w:tc>
        <w:tc>
          <w:tcPr>
            <w:tcW w:w="1855" w:type="dxa"/>
          </w:tcPr>
          <w:p w:rsidR="00587B83" w:rsidRDefault="00587B83">
            <w:r>
              <w:t>De prijs klopt met de advertentie</w:t>
            </w:r>
          </w:p>
          <w:p w:rsidR="00587B83" w:rsidRDefault="00587B83"/>
          <w:p w:rsidR="00587B83" w:rsidRPr="003828CA" w:rsidRDefault="00587B83">
            <w:pPr>
              <w:rPr>
                <w:b/>
              </w:rPr>
            </w:pPr>
            <w:r w:rsidRPr="003828CA">
              <w:rPr>
                <w:b/>
              </w:rPr>
              <w:t>2 punten</w:t>
            </w:r>
          </w:p>
        </w:tc>
        <w:tc>
          <w:tcPr>
            <w:tcW w:w="1728" w:type="dxa"/>
          </w:tcPr>
          <w:p w:rsidR="00587B83" w:rsidRDefault="003828CA">
            <w:r>
              <w:t>Met berekening</w:t>
            </w:r>
          </w:p>
          <w:p w:rsidR="003828CA" w:rsidRDefault="003828CA"/>
          <w:p w:rsidR="003828CA" w:rsidRDefault="003828CA"/>
          <w:p w:rsidR="003828CA" w:rsidRPr="003828CA" w:rsidRDefault="003828CA">
            <w:pPr>
              <w:rPr>
                <w:b/>
              </w:rPr>
            </w:pPr>
            <w:r w:rsidRPr="003828CA">
              <w:rPr>
                <w:b/>
              </w:rPr>
              <w:t>3 punten</w:t>
            </w:r>
          </w:p>
        </w:tc>
        <w:tc>
          <w:tcPr>
            <w:tcW w:w="1728" w:type="dxa"/>
          </w:tcPr>
          <w:p w:rsidR="00587B83" w:rsidRDefault="00587B83"/>
        </w:tc>
        <w:tc>
          <w:tcPr>
            <w:tcW w:w="1045" w:type="dxa"/>
          </w:tcPr>
          <w:p w:rsidR="00587B83" w:rsidRDefault="00587B83"/>
        </w:tc>
        <w:tc>
          <w:tcPr>
            <w:tcW w:w="1045" w:type="dxa"/>
          </w:tcPr>
          <w:p w:rsidR="00587B83" w:rsidRDefault="00587B83"/>
        </w:tc>
      </w:tr>
      <w:tr w:rsidR="000D44CA" w:rsidTr="00587B83">
        <w:tc>
          <w:tcPr>
            <w:tcW w:w="1887" w:type="dxa"/>
          </w:tcPr>
          <w:p w:rsidR="000D44CA" w:rsidRDefault="000D44CA" w:rsidP="00587B83">
            <w:r>
              <w:t>Juiste verhoudingen</w:t>
            </w:r>
          </w:p>
        </w:tc>
        <w:tc>
          <w:tcPr>
            <w:tcW w:w="1855" w:type="dxa"/>
          </w:tcPr>
          <w:p w:rsidR="000D44CA" w:rsidRPr="000D44CA" w:rsidRDefault="000D44CA">
            <w:r w:rsidRPr="000D44CA">
              <w:t>Alle maten kloppen met hoe het echt is.</w:t>
            </w:r>
          </w:p>
          <w:p w:rsidR="000D44CA" w:rsidRPr="000D44CA" w:rsidRDefault="000D44CA"/>
          <w:p w:rsidR="000D44CA" w:rsidRPr="000D44CA" w:rsidRDefault="000D44CA">
            <w:pPr>
              <w:rPr>
                <w:b/>
              </w:rPr>
            </w:pPr>
            <w:r w:rsidRPr="000D44CA">
              <w:rPr>
                <w:b/>
              </w:rPr>
              <w:t>2 punten</w:t>
            </w:r>
          </w:p>
        </w:tc>
        <w:tc>
          <w:tcPr>
            <w:tcW w:w="1728" w:type="dxa"/>
          </w:tcPr>
          <w:p w:rsidR="000D44CA" w:rsidRDefault="000D44CA"/>
        </w:tc>
        <w:tc>
          <w:tcPr>
            <w:tcW w:w="1728" w:type="dxa"/>
          </w:tcPr>
          <w:p w:rsidR="000D44CA" w:rsidRDefault="000D44CA"/>
        </w:tc>
        <w:tc>
          <w:tcPr>
            <w:tcW w:w="1045" w:type="dxa"/>
          </w:tcPr>
          <w:p w:rsidR="000D44CA" w:rsidRDefault="000D44CA"/>
        </w:tc>
        <w:tc>
          <w:tcPr>
            <w:tcW w:w="1045" w:type="dxa"/>
          </w:tcPr>
          <w:p w:rsidR="000D44CA" w:rsidRDefault="000D44CA"/>
        </w:tc>
      </w:tr>
      <w:tr w:rsidR="000D44CA" w:rsidTr="000D44CA">
        <w:tc>
          <w:tcPr>
            <w:tcW w:w="1887" w:type="dxa"/>
            <w:tcBorders>
              <w:bottom w:val="single" w:sz="4" w:space="0" w:color="auto"/>
            </w:tcBorders>
          </w:tcPr>
          <w:p w:rsidR="000D44CA" w:rsidRDefault="000D44CA" w:rsidP="00587B83">
            <w:r>
              <w:t>Netheid</w:t>
            </w: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0D44CA" w:rsidRPr="000D44CA" w:rsidRDefault="000D44CA">
            <w:pPr>
              <w:rPr>
                <w:b/>
              </w:rPr>
            </w:pPr>
            <w:r w:rsidRPr="000D44CA">
              <w:rPr>
                <w:b/>
              </w:rPr>
              <w:t>2 punten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:rsidR="000D44CA" w:rsidRDefault="000D44CA"/>
        </w:tc>
        <w:tc>
          <w:tcPr>
            <w:tcW w:w="1728" w:type="dxa"/>
            <w:tcBorders>
              <w:bottom w:val="single" w:sz="4" w:space="0" w:color="auto"/>
            </w:tcBorders>
          </w:tcPr>
          <w:p w:rsidR="000D44CA" w:rsidRDefault="000D44CA"/>
        </w:tc>
        <w:tc>
          <w:tcPr>
            <w:tcW w:w="1045" w:type="dxa"/>
            <w:tcBorders>
              <w:bottom w:val="single" w:sz="4" w:space="0" w:color="auto"/>
            </w:tcBorders>
          </w:tcPr>
          <w:p w:rsidR="000D44CA" w:rsidRDefault="000D44CA"/>
        </w:tc>
        <w:tc>
          <w:tcPr>
            <w:tcW w:w="1045" w:type="dxa"/>
            <w:tcBorders>
              <w:bottom w:val="single" w:sz="4" w:space="0" w:color="auto"/>
            </w:tcBorders>
          </w:tcPr>
          <w:p w:rsidR="000D44CA" w:rsidRDefault="000D44CA"/>
        </w:tc>
      </w:tr>
      <w:tr w:rsidR="000D44CA" w:rsidTr="000D44CA">
        <w:tc>
          <w:tcPr>
            <w:tcW w:w="7198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0D44CA" w:rsidRPr="000D44CA" w:rsidRDefault="000D44CA">
            <w:pPr>
              <w:rPr>
                <w:b/>
              </w:rPr>
            </w:pPr>
            <w:r w:rsidRPr="000D44CA">
              <w:rPr>
                <w:b/>
              </w:rPr>
              <w:t>Totaal aantal punten</w:t>
            </w:r>
          </w:p>
        </w:tc>
        <w:tc>
          <w:tcPr>
            <w:tcW w:w="1045" w:type="dxa"/>
            <w:tcBorders>
              <w:top w:val="single" w:sz="4" w:space="0" w:color="auto"/>
            </w:tcBorders>
          </w:tcPr>
          <w:p w:rsidR="000D44CA" w:rsidRDefault="000D44CA"/>
        </w:tc>
        <w:tc>
          <w:tcPr>
            <w:tcW w:w="1045" w:type="dxa"/>
            <w:tcBorders>
              <w:top w:val="single" w:sz="4" w:space="0" w:color="auto"/>
              <w:right w:val="single" w:sz="4" w:space="0" w:color="auto"/>
            </w:tcBorders>
          </w:tcPr>
          <w:p w:rsidR="000D44CA" w:rsidRDefault="000D44CA"/>
        </w:tc>
      </w:tr>
      <w:tr w:rsidR="000D44CA" w:rsidTr="000D44CA">
        <w:tc>
          <w:tcPr>
            <w:tcW w:w="824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CA" w:rsidRDefault="000D44CA">
            <w:r>
              <w:rPr>
                <w:b/>
              </w:rPr>
              <w:t>Cijfer</w:t>
            </w:r>
          </w:p>
        </w:tc>
        <w:tc>
          <w:tcPr>
            <w:tcW w:w="10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CA" w:rsidRDefault="000D44CA"/>
        </w:tc>
      </w:tr>
    </w:tbl>
    <w:p w:rsidR="00AD7C43" w:rsidRDefault="00AD7C43"/>
    <w:p w:rsidR="00497C15" w:rsidRDefault="00497C15"/>
    <w:sectPr w:rsidR="00497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01E09"/>
    <w:multiLevelType w:val="hybridMultilevel"/>
    <w:tmpl w:val="144E3560"/>
    <w:lvl w:ilvl="0" w:tplc="6BD2CDC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0754F"/>
    <w:multiLevelType w:val="hybridMultilevel"/>
    <w:tmpl w:val="FE0230BC"/>
    <w:lvl w:ilvl="0" w:tplc="D5164372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B1B"/>
    <w:rsid w:val="000D44CA"/>
    <w:rsid w:val="001A5B1B"/>
    <w:rsid w:val="002557D0"/>
    <w:rsid w:val="0037601E"/>
    <w:rsid w:val="003828CA"/>
    <w:rsid w:val="00497C15"/>
    <w:rsid w:val="00587B83"/>
    <w:rsid w:val="007B130A"/>
    <w:rsid w:val="00AD7C43"/>
    <w:rsid w:val="00C23895"/>
    <w:rsid w:val="00D535FB"/>
    <w:rsid w:val="00E62971"/>
    <w:rsid w:val="00EF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A5B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497C15"/>
    <w:pPr>
      <w:ind w:left="720"/>
      <w:contextualSpacing/>
    </w:pPr>
  </w:style>
  <w:style w:type="paragraph" w:styleId="Geenafstand">
    <w:name w:val="No Spacing"/>
    <w:uiPriority w:val="1"/>
    <w:qFormat/>
    <w:rsid w:val="00497C1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A5B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497C15"/>
    <w:pPr>
      <w:ind w:left="720"/>
      <w:contextualSpacing/>
    </w:pPr>
  </w:style>
  <w:style w:type="paragraph" w:styleId="Geenafstand">
    <w:name w:val="No Spacing"/>
    <w:uiPriority w:val="1"/>
    <w:qFormat/>
    <w:rsid w:val="00497C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12D7E0B4.dotm</Template>
  <TotalTime>6</TotalTime>
  <Pages>2</Pages>
  <Words>332</Words>
  <Characters>1831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Meerwaarde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Mulderij A.</dc:creator>
  <cp:lastModifiedBy>Mulderij A.</cp:lastModifiedBy>
  <cp:revision>2</cp:revision>
  <dcterms:created xsi:type="dcterms:W3CDTF">2015-06-08T10:26:00Z</dcterms:created>
  <dcterms:modified xsi:type="dcterms:W3CDTF">2015-06-08T10:26:00Z</dcterms:modified>
</cp:coreProperties>
</file>