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6F" w:rsidRDefault="005D4E76" w:rsidP="00FE2D1F">
      <w:pPr>
        <w:pStyle w:val="Geenafstand"/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Samenwerkingscontract</w:t>
      </w:r>
      <w:r w:rsidR="002E7672" w:rsidRPr="00FE2D1F">
        <w:rPr>
          <w:b/>
          <w:sz w:val="32"/>
          <w:szCs w:val="32"/>
        </w:rPr>
        <w:t xml:space="preserve"> en startdocument</w:t>
      </w:r>
    </w:p>
    <w:p w:rsidR="005D4E76" w:rsidRPr="00C11B82" w:rsidRDefault="00C11B82" w:rsidP="005D4E76">
      <w:pPr>
        <w:rPr>
          <w:rFonts w:asciiTheme="minorHAnsi" w:hAnsiTheme="minorHAnsi" w:cs="Arial"/>
          <w:b/>
          <w:bCs/>
          <w:sz w:val="28"/>
          <w:szCs w:val="28"/>
        </w:rPr>
      </w:pPr>
      <w:r w:rsidRPr="00C11B82">
        <w:rPr>
          <w:rFonts w:asciiTheme="minorHAnsi" w:hAnsiTheme="minorHAnsi" w:cs="Arial"/>
          <w:b/>
          <w:bCs/>
          <w:sz w:val="28"/>
          <w:szCs w:val="28"/>
        </w:rPr>
        <w:t>Branche boek</w:t>
      </w:r>
    </w:p>
    <w:p w:rsidR="00C11B82" w:rsidRPr="00FE2D1F" w:rsidRDefault="00C11B82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:rsidTr="00801816">
        <w:tc>
          <w:tcPr>
            <w:tcW w:w="8439" w:type="dxa"/>
            <w:gridSpan w:val="3"/>
            <w:shd w:val="clear" w:color="auto" w:fill="FF99CC"/>
          </w:tcPr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:rsidTr="00801816">
        <w:tc>
          <w:tcPr>
            <w:tcW w:w="2809" w:type="dxa"/>
          </w:tcPr>
          <w:p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:rsidR="00AC056F" w:rsidRDefault="00AC056F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:rsidR="006C1A5B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  <w:p w:rsidR="006C1A5B" w:rsidRPr="00454758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2727" w:type="dxa"/>
          </w:tcPr>
          <w:p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2E7672" w:rsidRDefault="005D4E76" w:rsidP="002E7672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Projectopdracht: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:rsidR="005D4E76" w:rsidRDefault="005D4E76" w:rsidP="005D4E76">
            <w:pPr>
              <w:rPr>
                <w:rFonts w:cs="Arial"/>
              </w:rPr>
            </w:pPr>
          </w:p>
          <w:p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</w:p>
          <w:p w:rsidR="005D4E76" w:rsidRDefault="005D4E76" w:rsidP="002E7672">
            <w:pPr>
              <w:rPr>
                <w:rFonts w:cs="Arial"/>
              </w:rPr>
            </w:pPr>
            <w:r w:rsidRPr="005A018B">
              <w:rPr>
                <w:rFonts w:cs="Arial"/>
              </w:rPr>
              <w:t xml:space="preserve"> </w:t>
            </w:r>
            <w:r w:rsidR="002E7672"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:rsidR="005D4E76" w:rsidRPr="005A018B" w:rsidRDefault="005D4E76" w:rsidP="005D4E76">
      <w:pPr>
        <w:rPr>
          <w:rFonts w:cs="Arial"/>
          <w:b/>
        </w:rPr>
      </w:pPr>
    </w:p>
    <w:p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7"/>
        <w:gridCol w:w="2097"/>
        <w:gridCol w:w="2097"/>
        <w:gridCol w:w="2097"/>
        <w:gridCol w:w="51"/>
      </w:tblGrid>
      <w:tr w:rsidR="005D4E76" w:rsidRPr="005A018B" w:rsidTr="00801816">
        <w:tc>
          <w:tcPr>
            <w:tcW w:w="8439" w:type="dxa"/>
            <w:gridSpan w:val="5"/>
            <w:shd w:val="clear" w:color="auto" w:fill="FF99CC"/>
          </w:tcPr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Leerdoelen()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Specifiek – meetbaar – aantoonbaar (gedrag)  – realistisch (haalbaar)  - toetsbaar</w:t>
            </w: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:rsidTr="00D529A9">
        <w:tc>
          <w:tcPr>
            <w:tcW w:w="8439" w:type="dxa"/>
            <w:gridSpan w:val="5"/>
          </w:tcPr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4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5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5D4E76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794036">
        <w:trPr>
          <w:trHeight w:val="64"/>
        </w:trPr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E76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6: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Go / no go begeleider</w:t>
            </w:r>
          </w:p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rPr>
          <w:gridAfter w:val="1"/>
          <w:wAfter w:w="51" w:type="dxa"/>
        </w:trPr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Naam begeleider: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Akkoord Leerdoelen: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Akkoord Plan van aanpak: </w:t>
            </w:r>
          </w:p>
        </w:tc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Datum: </w:t>
            </w:r>
          </w:p>
        </w:tc>
      </w:tr>
    </w:tbl>
    <w:p w:rsidR="00A327E5" w:rsidRDefault="00A327E5" w:rsidP="005D4E76"/>
    <w:p w:rsidR="003C5154" w:rsidRDefault="003C5154" w:rsidP="005D4E76"/>
    <w:p w:rsidR="003C5154" w:rsidRDefault="003C5154">
      <w:pPr>
        <w:widowControl/>
        <w:spacing w:after="200" w:line="276" w:lineRule="auto"/>
      </w:pPr>
      <w:r>
        <w:br w:type="page"/>
      </w:r>
    </w:p>
    <w:p w:rsidR="003C5154" w:rsidRPr="003C5154" w:rsidRDefault="003C5154" w:rsidP="003C51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 w:rsidRPr="003C5154">
        <w:rPr>
          <w:rFonts w:eastAsia="Arial Unicode MS" w:cs="Arial"/>
          <w:b/>
          <w:bCs/>
          <w:spacing w:val="24"/>
          <w:kern w:val="36"/>
          <w:sz w:val="22"/>
          <w:szCs w:val="38"/>
        </w:rPr>
        <w:lastRenderedPageBreak/>
        <w:t xml:space="preserve">Startdocument </w:t>
      </w:r>
    </w:p>
    <w:p w:rsidR="003C5154" w:rsidRPr="003C5154" w:rsidRDefault="003C5154" w:rsidP="003C5154">
      <w:pPr>
        <w:widowControl/>
        <w:rPr>
          <w:rFonts w:cs="Arial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2796"/>
        <w:gridCol w:w="2796"/>
      </w:tblGrid>
      <w:tr w:rsidR="003C5154" w:rsidRPr="003C5154" w:rsidTr="00666D1B">
        <w:trPr>
          <w:trHeight w:hRule="exact" w:val="10"/>
        </w:trPr>
        <w:tc>
          <w:tcPr>
            <w:tcW w:w="8388" w:type="dxa"/>
            <w:gridSpan w:val="3"/>
            <w:tcBorders>
              <w:bottom w:val="nil"/>
            </w:tcBorders>
            <w:shd w:val="clear" w:color="auto" w:fill="FF99CC"/>
          </w:tcPr>
          <w:p w:rsidR="003C5154" w:rsidRPr="003C5154" w:rsidRDefault="003C5154" w:rsidP="003C5154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nil"/>
            </w:tcBorders>
          </w:tcPr>
          <w:p w:rsidR="00A62D1D" w:rsidRPr="002E7672" w:rsidRDefault="003C5154" w:rsidP="002E7672">
            <w:pPr>
              <w:widowControl/>
              <w:rPr>
                <w:rFonts w:cs="Arial"/>
                <w:b/>
                <w:color w:val="FF0000"/>
              </w:rPr>
            </w:pPr>
            <w:r w:rsidRPr="003C5154">
              <w:rPr>
                <w:rFonts w:cs="Arial"/>
                <w:b/>
              </w:rPr>
              <w:t>De opdracht:</w:t>
            </w:r>
            <w:r w:rsidR="00A62D1D">
              <w:rPr>
                <w:rFonts w:cs="Arial"/>
                <w:b/>
              </w:rPr>
              <w:t xml:space="preserve"> </w:t>
            </w:r>
          </w:p>
          <w:p w:rsidR="003C5154" w:rsidRPr="003C5154" w:rsidRDefault="00A62D1D" w:rsidP="00A62D1D">
            <w:pPr>
              <w:widowControl/>
              <w:tabs>
                <w:tab w:val="left" w:pos="125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br/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Gevraagde bewijsstukken: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 </w:t>
            </w:r>
          </w:p>
        </w:tc>
      </w:tr>
      <w:tr w:rsidR="003C5154" w:rsidRPr="003C5154" w:rsidTr="00666D1B">
        <w:trPr>
          <w:trHeight w:val="897"/>
        </w:trPr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E06480" w:rsidRDefault="000D1ED5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Tijdsplanning “van start  tot presentatie”</w:t>
            </w:r>
            <w:r w:rsidR="003C5154">
              <w:rPr>
                <w:rFonts w:cs="Arial"/>
                <w:b/>
              </w:rPr>
              <w:t xml:space="preserve">: </w:t>
            </w:r>
          </w:p>
          <w:p w:rsidR="000D1ED5" w:rsidRPr="003C5154" w:rsidRDefault="000D1ED5" w:rsidP="003C5154">
            <w:pPr>
              <w:widowControl/>
              <w:rPr>
                <w:rFonts w:cs="Arial"/>
                <w:b/>
              </w:rPr>
            </w:pPr>
          </w:p>
          <w:p w:rsidR="003C5154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3C5154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Bronnenonderzoek:</w:t>
            </w: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Go / no go begeleider</w:t>
            </w:r>
          </w:p>
          <w:p w:rsidR="00F64986" w:rsidRDefault="00F64986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Naam begeleider:</w:t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>Akkoord Leerdoelen: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Datum: </w:t>
            </w:r>
          </w:p>
        </w:tc>
      </w:tr>
    </w:tbl>
    <w:p w:rsidR="00777006" w:rsidRDefault="00777006" w:rsidP="005D4E76"/>
    <w:p w:rsidR="00777006" w:rsidRDefault="00777006" w:rsidP="00777006"/>
    <w:p w:rsidR="003C5154" w:rsidRDefault="00777006" w:rsidP="00777006">
      <w:pPr>
        <w:tabs>
          <w:tab w:val="left" w:pos="1250"/>
        </w:tabs>
      </w:pPr>
      <w:r>
        <w:tab/>
      </w:r>
      <w:r>
        <w:tab/>
      </w: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53"/>
        <w:gridCol w:w="3935"/>
      </w:tblGrid>
      <w:tr w:rsidR="00777006" w:rsidTr="00777006">
        <w:tc>
          <w:tcPr>
            <w:tcW w:w="9288" w:type="dxa"/>
            <w:gridSpan w:val="2"/>
            <w:shd w:val="clear" w:color="auto" w:fill="FF99CC"/>
          </w:tcPr>
          <w:p w:rsidR="00777006" w:rsidRPr="00BD3ADA" w:rsidRDefault="006B132F" w:rsidP="00455E36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Verslag </w:t>
            </w:r>
            <w:r w:rsidR="00777006" w:rsidRPr="00BD3ADA">
              <w:rPr>
                <w:b/>
                <w:sz w:val="28"/>
                <w:szCs w:val="28"/>
              </w:rPr>
              <w:t>groep</w:t>
            </w:r>
            <w:r>
              <w:rPr>
                <w:b/>
                <w:sz w:val="28"/>
                <w:szCs w:val="28"/>
              </w:rPr>
              <w:t>s</w:t>
            </w:r>
            <w:r w:rsidR="00777006" w:rsidRPr="00BD3ADA">
              <w:rPr>
                <w:b/>
                <w:sz w:val="28"/>
                <w:szCs w:val="28"/>
              </w:rPr>
              <w:t>overleg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Aanwezig: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Datum: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Notulist: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Voorzitter: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BD3ADA" w:rsidRDefault="00777006" w:rsidP="009F3A9D">
            <w:pPr>
              <w:pStyle w:val="Geenafstand"/>
              <w:rPr>
                <w:b/>
              </w:rPr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</w:tbl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D1ED5" w:rsidRPr="00DE502B" w:rsidTr="006E2C8B">
        <w:tc>
          <w:tcPr>
            <w:tcW w:w="9288" w:type="dxa"/>
            <w:gridSpan w:val="3"/>
            <w:shd w:val="clear" w:color="auto" w:fill="FF99CC"/>
          </w:tcPr>
          <w:p w:rsidR="000D1ED5" w:rsidRPr="00DE502B" w:rsidRDefault="000D1ED5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proces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0D1ED5" w:rsidTr="005B69E5">
        <w:tc>
          <w:tcPr>
            <w:tcW w:w="9288" w:type="dxa"/>
            <w:gridSpan w:val="3"/>
          </w:tcPr>
          <w:p w:rsidR="00D4785F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</w:t>
            </w:r>
            <w:r w:rsidR="006B132F">
              <w:rPr>
                <w:b/>
              </w:rPr>
              <w:t>, van iedere deelnemer beschreven, per rol beschreven</w:t>
            </w:r>
            <w:r>
              <w:rPr>
                <w:b/>
              </w:rPr>
              <w:t>:</w:t>
            </w:r>
          </w:p>
          <w:p w:rsidR="006B132F" w:rsidRDefault="006B132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 w:rsidR="00D4785F"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D4785F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 w:rsidR="00D4785F">
              <w:rPr>
                <w:b/>
              </w:rPr>
              <w:t>jouw persoonlijk functioneren in een groep</w:t>
            </w:r>
            <w:r w:rsidR="006B132F">
              <w:rPr>
                <w:b/>
              </w:rPr>
              <w:t>, van iedere deelnemer beschreven</w:t>
            </w:r>
            <w:r w:rsidR="00D4785F">
              <w:rPr>
                <w:b/>
              </w:rPr>
              <w:t>:</w:t>
            </w: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</w:tc>
      </w:tr>
      <w:tr w:rsidR="000D1ED5" w:rsidRPr="00DE502B" w:rsidTr="00CC2CE4"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1.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2.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3.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4.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5.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6.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</w:tbl>
    <w:p w:rsidR="000D1ED5" w:rsidRDefault="000D1ED5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D3ADA" w:rsidRPr="00DE502B" w:rsidTr="009F3A9D">
        <w:tc>
          <w:tcPr>
            <w:tcW w:w="9288" w:type="dxa"/>
            <w:shd w:val="clear" w:color="auto" w:fill="FF99CC"/>
          </w:tcPr>
          <w:p w:rsidR="00BD3ADA" w:rsidRPr="00DE502B" w:rsidRDefault="00BD3ADA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product:</w:t>
            </w:r>
          </w:p>
        </w:tc>
      </w:tr>
      <w:tr w:rsidR="00BD3ADA" w:rsidTr="009F3A9D">
        <w:tc>
          <w:tcPr>
            <w:tcW w:w="9288" w:type="dxa"/>
          </w:tcPr>
          <w:p w:rsidR="00BD3ADA" w:rsidRDefault="00BD3ADA" w:rsidP="009F3A9D">
            <w:pPr>
              <w:pStyle w:val="Geenafstand"/>
            </w:pPr>
          </w:p>
          <w:p w:rsidR="00BD3ADA" w:rsidRPr="00115987" w:rsidRDefault="00C11B82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Evaluatie per groepslid van het brancheboek</w:t>
            </w:r>
            <w:r w:rsidR="00115987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C11B82" w:rsidRDefault="00C11B82" w:rsidP="009F3A9D">
            <w:pPr>
              <w:pStyle w:val="Geenafstand"/>
              <w:rPr>
                <w:b/>
              </w:rPr>
            </w:pPr>
          </w:p>
          <w:p w:rsidR="00C11B82" w:rsidRDefault="00C11B82" w:rsidP="009F3A9D">
            <w:pPr>
              <w:pStyle w:val="Geenafstand"/>
              <w:rPr>
                <w:b/>
              </w:rPr>
            </w:pPr>
          </w:p>
          <w:p w:rsidR="00C11B82" w:rsidRDefault="00C11B82" w:rsidP="009F3A9D">
            <w:pPr>
              <w:pStyle w:val="Geenafstand"/>
              <w:rPr>
                <w:b/>
              </w:rPr>
            </w:pPr>
          </w:p>
          <w:p w:rsidR="00BD3ADA" w:rsidRPr="00DE502B" w:rsidRDefault="00C11B82" w:rsidP="009F3A9D">
            <w:pPr>
              <w:pStyle w:val="Geenafstand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Beschrijf de conclusie van de bovengenoemde evaluaties</w:t>
            </w:r>
            <w:r w:rsidR="00BD3ADA" w:rsidRPr="00DE502B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</w:tc>
      </w:tr>
    </w:tbl>
    <w:p w:rsidR="00BD3ADA" w:rsidRPr="00777006" w:rsidRDefault="00BD3ADA" w:rsidP="00777006">
      <w:pPr>
        <w:tabs>
          <w:tab w:val="left" w:pos="1250"/>
        </w:tabs>
      </w:pPr>
    </w:p>
    <w:sectPr w:rsidR="00BD3ADA" w:rsidRPr="00777006" w:rsidSect="00791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60D7F"/>
    <w:rsid w:val="000D1ED5"/>
    <w:rsid w:val="000D2D8D"/>
    <w:rsid w:val="00115987"/>
    <w:rsid w:val="002E7672"/>
    <w:rsid w:val="003C5154"/>
    <w:rsid w:val="00403D23"/>
    <w:rsid w:val="00454758"/>
    <w:rsid w:val="00455E36"/>
    <w:rsid w:val="004F0556"/>
    <w:rsid w:val="005A481E"/>
    <w:rsid w:val="005D4E76"/>
    <w:rsid w:val="006006AA"/>
    <w:rsid w:val="006A0E27"/>
    <w:rsid w:val="006B132F"/>
    <w:rsid w:val="006C1A5B"/>
    <w:rsid w:val="007555C0"/>
    <w:rsid w:val="00777006"/>
    <w:rsid w:val="00791F2B"/>
    <w:rsid w:val="00794036"/>
    <w:rsid w:val="008474B1"/>
    <w:rsid w:val="008960D0"/>
    <w:rsid w:val="00953E09"/>
    <w:rsid w:val="009C2A27"/>
    <w:rsid w:val="00A25768"/>
    <w:rsid w:val="00A327E5"/>
    <w:rsid w:val="00A62D1D"/>
    <w:rsid w:val="00AC056F"/>
    <w:rsid w:val="00AD1AEF"/>
    <w:rsid w:val="00BA06C0"/>
    <w:rsid w:val="00BD3ADA"/>
    <w:rsid w:val="00C11B82"/>
    <w:rsid w:val="00C53C0D"/>
    <w:rsid w:val="00C55792"/>
    <w:rsid w:val="00C96574"/>
    <w:rsid w:val="00D0255D"/>
    <w:rsid w:val="00D037CD"/>
    <w:rsid w:val="00D4785F"/>
    <w:rsid w:val="00D7379F"/>
    <w:rsid w:val="00DE502B"/>
    <w:rsid w:val="00E06480"/>
    <w:rsid w:val="00ED4789"/>
    <w:rsid w:val="00F64986"/>
    <w:rsid w:val="00FA7834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9118F226</Template>
  <TotalTime>5</TotalTime>
  <Pages>6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J. Kunst-Eerenstein</cp:lastModifiedBy>
  <cp:revision>3</cp:revision>
  <cp:lastPrinted>2014-02-03T12:38:00Z</cp:lastPrinted>
  <dcterms:created xsi:type="dcterms:W3CDTF">2016-02-02T20:36:00Z</dcterms:created>
  <dcterms:modified xsi:type="dcterms:W3CDTF">2016-02-02T20:40:00Z</dcterms:modified>
</cp:coreProperties>
</file>