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93" w:rsidRPr="00E20693" w:rsidRDefault="00E20693" w:rsidP="00E20693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Leg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uit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wat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er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precies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gebeurt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tijdens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 de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bloedstolling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>.</w:t>
      </w:r>
    </w:p>
    <w:p w:rsidR="00E20693" w:rsidRDefault="00E20693" w:rsidP="00E20693">
      <w:pPr>
        <w:pStyle w:val="Norma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  <w:lang w:val="en-US"/>
        </w:rPr>
      </w:pP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Gebruik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 in elk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geval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 de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volgende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 xml:space="preserve"> </w:t>
      </w:r>
      <w:proofErr w:type="spellStart"/>
      <w:r w:rsidRPr="00E20693">
        <w:rPr>
          <w:rFonts w:ascii="Arial" w:eastAsia="+mn-ea" w:hAnsi="Arial" w:cs="Arial"/>
          <w:color w:val="000000"/>
          <w:kern w:val="24"/>
          <w:lang w:val="en-US"/>
        </w:rPr>
        <w:t>termen</w:t>
      </w:r>
      <w:proofErr w:type="spellEnd"/>
      <w:r w:rsidRPr="00E20693">
        <w:rPr>
          <w:rFonts w:ascii="Arial" w:eastAsia="+mn-ea" w:hAnsi="Arial" w:cs="Arial"/>
          <w:color w:val="000000"/>
          <w:kern w:val="24"/>
          <w:lang w:val="en-US"/>
        </w:rPr>
        <w:t>:</w:t>
      </w:r>
    </w:p>
    <w:p w:rsidR="00E20693" w:rsidRPr="00E20693" w:rsidRDefault="00E20693" w:rsidP="00E20693">
      <w:pPr>
        <w:pStyle w:val="Normaalweb"/>
        <w:spacing w:before="0" w:beforeAutospacing="0" w:after="0" w:afterAutospacing="0"/>
        <w:rPr>
          <w:rFonts w:ascii="Arial" w:hAnsi="Arial" w:cs="Arial"/>
        </w:rPr>
      </w:pPr>
    </w:p>
    <w:p w:rsidR="00E20693" w:rsidRPr="00E20693" w:rsidRDefault="00E20693" w:rsidP="00E206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20693">
        <w:rPr>
          <w:rFonts w:ascii="Arial" w:eastAsia="+mn-ea" w:hAnsi="Arial" w:cs="Arial"/>
          <w:color w:val="C00000"/>
          <w:kern w:val="24"/>
          <w:lang w:val="en-US"/>
        </w:rPr>
        <w:t>Fibrine</w:t>
      </w:r>
      <w:proofErr w:type="spellEnd"/>
    </w:p>
    <w:p w:rsidR="00E20693" w:rsidRPr="00E20693" w:rsidRDefault="00E20693" w:rsidP="00E206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20693">
        <w:rPr>
          <w:rFonts w:ascii="Arial" w:eastAsia="+mn-ea" w:hAnsi="Arial" w:cs="Arial"/>
          <w:color w:val="C00000"/>
          <w:kern w:val="24"/>
          <w:lang w:val="en-US"/>
        </w:rPr>
        <w:t>Fibrinogeen</w:t>
      </w:r>
      <w:proofErr w:type="spellEnd"/>
    </w:p>
    <w:p w:rsidR="00E20693" w:rsidRPr="00E20693" w:rsidRDefault="00E20693" w:rsidP="00E206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20693">
        <w:rPr>
          <w:rFonts w:ascii="Arial" w:eastAsia="+mn-ea" w:hAnsi="Arial" w:cs="Arial"/>
          <w:color w:val="C00000"/>
          <w:kern w:val="24"/>
          <w:lang w:val="en-US"/>
        </w:rPr>
        <w:t>Bloedplaatjes</w:t>
      </w:r>
      <w:proofErr w:type="spellEnd"/>
    </w:p>
    <w:p w:rsidR="00E20693" w:rsidRPr="00E20693" w:rsidRDefault="00E20693" w:rsidP="00E2069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bookmarkStart w:id="0" w:name="_GoBack"/>
      <w:bookmarkEnd w:id="0"/>
      <w:proofErr w:type="spellStart"/>
      <w:r w:rsidRPr="00E20693">
        <w:rPr>
          <w:rFonts w:ascii="Arial" w:eastAsia="+mn-ea" w:hAnsi="Arial" w:cs="Arial"/>
          <w:color w:val="C00000"/>
          <w:kern w:val="24"/>
          <w:lang w:val="en-US"/>
        </w:rPr>
        <w:t>Bloedstolsel</w:t>
      </w:r>
      <w:proofErr w:type="spellEnd"/>
    </w:p>
    <w:p w:rsidR="00AB112A" w:rsidRPr="00E20693" w:rsidRDefault="00AB112A">
      <w:pPr>
        <w:rPr>
          <w:rFonts w:ascii="Arial" w:hAnsi="Arial" w:cs="Arial"/>
          <w:sz w:val="24"/>
          <w:szCs w:val="24"/>
        </w:rPr>
      </w:pPr>
    </w:p>
    <w:sectPr w:rsidR="00AB112A" w:rsidRPr="00E20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67C9A"/>
    <w:multiLevelType w:val="hybridMultilevel"/>
    <w:tmpl w:val="FB64E2F8"/>
    <w:lvl w:ilvl="0" w:tplc="D688E0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B6F1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CE59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B23A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F249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60CC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909A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6008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9E5D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3"/>
    <w:rsid w:val="00A8409A"/>
    <w:rsid w:val="00AB112A"/>
    <w:rsid w:val="00E2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06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20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206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E2069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206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06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20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206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E2069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206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8F442B6B</Template>
  <TotalTime>11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2</cp:revision>
  <dcterms:created xsi:type="dcterms:W3CDTF">2015-02-21T13:48:00Z</dcterms:created>
  <dcterms:modified xsi:type="dcterms:W3CDTF">2015-02-21T14:07:00Z</dcterms:modified>
</cp:coreProperties>
</file>