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4"/>
        <w:gridCol w:w="2044"/>
        <w:gridCol w:w="2663"/>
        <w:gridCol w:w="1867"/>
        <w:gridCol w:w="1350"/>
      </w:tblGrid>
      <w:tr w:rsidR="00565A81" w:rsidRPr="00565A81" w:rsidTr="00565A81"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  <w:t>Wanneer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  <w:t>tijdstip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  <w:t>wat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  <w:t>benodigdheden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  <w:t>wie</w:t>
            </w:r>
          </w:p>
        </w:tc>
      </w:tr>
      <w:tr w:rsidR="00565A81" w:rsidRPr="00565A81" w:rsidTr="00565A81"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65A81" w:rsidRPr="00565A81" w:rsidRDefault="00724A40" w:rsidP="00565A81">
            <w:pPr>
              <w:spacing w:after="128" w:line="257" w:lineRule="atLeast"/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  <w:t>woensdag 26-08- ‘15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b/>
                <w:bCs/>
                <w:color w:val="333333"/>
                <w:sz w:val="18"/>
                <w:szCs w:val="18"/>
                <w:u w:val="single"/>
                <w:lang w:eastAsia="nl-NL"/>
              </w:rPr>
              <w:t>10.00 uur – 15.00 uur</w:t>
            </w:r>
            <w:r w:rsidRPr="00565A8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 (zelf pauzes inlassen)</w:t>
            </w:r>
          </w:p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b/>
                <w:noProof/>
                <w:color w:val="FF0000"/>
                <w:sz w:val="18"/>
                <w:szCs w:val="18"/>
                <w:u w:val="single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675EF3D" wp14:editId="0567DC2B">
                      <wp:simplePos x="0" y="0"/>
                      <wp:positionH relativeFrom="column">
                        <wp:posOffset>678815</wp:posOffset>
                      </wp:positionH>
                      <wp:positionV relativeFrom="paragraph">
                        <wp:posOffset>1024255</wp:posOffset>
                      </wp:positionV>
                      <wp:extent cx="45719" cy="1729740"/>
                      <wp:effectExtent l="19050" t="0" r="31115" b="41910"/>
                      <wp:wrapNone/>
                      <wp:docPr id="2" name="PIJL-OMLAAG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172974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PIJL-OMLAAG 2" o:spid="_x0000_s1026" type="#_x0000_t67" style="position:absolute;margin-left:53.45pt;margin-top:80.65pt;width:3.6pt;height:136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" adj="21315" fillcolor="#4f81bd [3204]" strokecolor="#243f60 [1604]" strokeweight="2pt"/>
                  </w:pict>
                </mc:Fallback>
              </mc:AlternateContent>
            </w:r>
            <w:r w:rsidRPr="00565A81"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u w:val="single"/>
                <w:lang w:eastAsia="nl-NL"/>
              </w:rPr>
              <w:t>11.00 – 15.00</w:t>
            </w:r>
            <w:r w:rsidRPr="00565A81"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  <w:t xml:space="preserve"> LIC introductie zie schema!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65A81" w:rsidRPr="00565A81" w:rsidRDefault="00565A81" w:rsidP="00565A81">
            <w:pPr>
              <w:numPr>
                <w:ilvl w:val="0"/>
                <w:numId w:val="1"/>
              </w:numPr>
              <w:spacing w:before="100" w:beforeAutospacing="1" w:after="100" w:afterAutospacing="1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Welkom heten en namenlijst controleren.</w:t>
            </w:r>
          </w:p>
          <w:p w:rsidR="00565A81" w:rsidRPr="00565A81" w:rsidRDefault="00565A81" w:rsidP="00565A81">
            <w:pPr>
              <w:numPr>
                <w:ilvl w:val="0"/>
                <w:numId w:val="1"/>
              </w:numPr>
              <w:spacing w:before="100" w:beforeAutospacing="1" w:after="100" w:afterAutospacing="1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Namenspelletjes (zie bijlage)</w:t>
            </w:r>
          </w:p>
          <w:p w:rsidR="00565A81" w:rsidRPr="00565A81" w:rsidRDefault="00565A81" w:rsidP="00565A81">
            <w:pPr>
              <w:numPr>
                <w:ilvl w:val="0"/>
                <w:numId w:val="1"/>
              </w:numPr>
              <w:spacing w:before="100" w:beforeAutospacing="1" w:after="100" w:afterAutospacing="1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2 aan 2 elkaar interviewen (zie bijlage) en hiervan een collage maken op een A3 papier, waaruit een duidelijk beeld naar voren komt van degene die je hebt geïnterviewd.</w:t>
            </w:r>
          </w:p>
          <w:p w:rsidR="00565A81" w:rsidRPr="00565A81" w:rsidRDefault="00565A81" w:rsidP="00565A81">
            <w:pPr>
              <w:numPr>
                <w:ilvl w:val="0"/>
                <w:numId w:val="1"/>
              </w:numPr>
              <w:spacing w:before="100" w:beforeAutospacing="1" w:after="100" w:afterAutospacing="1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 xml:space="preserve">Presentatie van de </w:t>
            </w:r>
            <w:proofErr w:type="spellStart"/>
            <w:r w:rsidRPr="00565A8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flaps</w:t>
            </w:r>
            <w:proofErr w:type="spellEnd"/>
          </w:p>
          <w:p w:rsidR="00565A81" w:rsidRPr="00565A81" w:rsidRDefault="00565A81" w:rsidP="00565A81">
            <w:pPr>
              <w:numPr>
                <w:ilvl w:val="0"/>
                <w:numId w:val="1"/>
              </w:numPr>
              <w:spacing w:before="100" w:beforeAutospacing="1" w:after="100" w:afterAutospacing="1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Groepsfoto maken met je SLB-er.</w:t>
            </w:r>
          </w:p>
          <w:p w:rsidR="00565A81" w:rsidRPr="00565A81" w:rsidRDefault="00565A81" w:rsidP="00565A81">
            <w:pPr>
              <w:numPr>
                <w:ilvl w:val="0"/>
                <w:numId w:val="1"/>
              </w:numPr>
              <w:spacing w:before="100" w:beforeAutospacing="1" w:after="100" w:afterAutospacing="1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Spel (zie bijlage) à middag. Tijdsduur 1 lesuur.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Klassenlijst</w:t>
            </w:r>
          </w:p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Klein bolletje wol</w:t>
            </w:r>
          </w:p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krant</w:t>
            </w:r>
          </w:p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Zoveel flappen als dat er studenten zijn</w:t>
            </w:r>
          </w:p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Gekleurde stiften</w:t>
            </w:r>
          </w:p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Dikke stiften</w:t>
            </w:r>
          </w:p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proofErr w:type="spellStart"/>
            <w:r w:rsidRPr="00565A8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Pritstiften</w:t>
            </w:r>
            <w:proofErr w:type="spellEnd"/>
            <w:r w:rsidRPr="00565A8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/lijm minimaal 8</w:t>
            </w:r>
          </w:p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Veel tijdschriften/folders</w:t>
            </w:r>
          </w:p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Scharen, minimaal 8</w:t>
            </w:r>
          </w:p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5 fotocamera's reserveren voor groepsfoto</w:t>
            </w:r>
          </w:p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5 flappen per groep voor het middagspel</w:t>
            </w:r>
          </w:p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6 dikke stiften per groep voor het middagspel</w:t>
            </w:r>
          </w:p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</w:p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color w:val="333333"/>
                <w:sz w:val="18"/>
                <w:szCs w:val="18"/>
                <w:u w:val="single"/>
                <w:lang w:eastAsia="nl-NL"/>
              </w:rPr>
              <w:t>10 grote lokalen</w:t>
            </w:r>
          </w:p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</w:p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SLB-er</w:t>
            </w:r>
          </w:p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SLB-groep</w:t>
            </w:r>
          </w:p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Klaas/JP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/Frans</w:t>
            </w:r>
          </w:p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</w:p>
        </w:tc>
        <w:bookmarkStart w:id="0" w:name="_GoBack"/>
        <w:bookmarkEnd w:id="0"/>
      </w:tr>
    </w:tbl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4498"/>
        <w:gridCol w:w="4606"/>
      </w:tblGrid>
      <w:tr w:rsidR="00565A81" w:rsidTr="00565A81">
        <w:tc>
          <w:tcPr>
            <w:tcW w:w="4498" w:type="dxa"/>
          </w:tcPr>
          <w:p w:rsidR="00565A81" w:rsidRPr="00565A81" w:rsidRDefault="00565A81" w:rsidP="00182D57">
            <w:pPr>
              <w:rPr>
                <w:b/>
              </w:rPr>
            </w:pPr>
            <w:r>
              <w:rPr>
                <w:b/>
              </w:rPr>
              <w:t>LIC</w:t>
            </w:r>
            <w:r w:rsidRPr="00565A81">
              <w:rPr>
                <w:b/>
              </w:rPr>
              <w:t xml:space="preserve"> introductie groep</w:t>
            </w:r>
          </w:p>
        </w:tc>
        <w:tc>
          <w:tcPr>
            <w:tcW w:w="4606" w:type="dxa"/>
          </w:tcPr>
          <w:p w:rsidR="00565A81" w:rsidRPr="00565A81" w:rsidRDefault="00565A81" w:rsidP="00182D57">
            <w:pPr>
              <w:rPr>
                <w:b/>
              </w:rPr>
            </w:pPr>
            <w:r w:rsidRPr="00565A81">
              <w:rPr>
                <w:b/>
              </w:rPr>
              <w:t>tijd</w:t>
            </w:r>
          </w:p>
        </w:tc>
      </w:tr>
      <w:tr w:rsidR="00565A81" w:rsidTr="00565A81">
        <w:tc>
          <w:tcPr>
            <w:tcW w:w="4498" w:type="dxa"/>
          </w:tcPr>
          <w:p w:rsidR="00565A81" w:rsidRDefault="00565A81" w:rsidP="00182D57">
            <w:r>
              <w:t>VZ15A en B</w:t>
            </w:r>
          </w:p>
        </w:tc>
        <w:tc>
          <w:tcPr>
            <w:tcW w:w="4606" w:type="dxa"/>
          </w:tcPr>
          <w:p w:rsidR="00565A81" w:rsidRDefault="00565A81" w:rsidP="00182D57">
            <w:r>
              <w:t>11.00-11.40 uur</w:t>
            </w:r>
          </w:p>
        </w:tc>
      </w:tr>
      <w:tr w:rsidR="00565A81" w:rsidTr="00565A81">
        <w:tc>
          <w:tcPr>
            <w:tcW w:w="4498" w:type="dxa"/>
          </w:tcPr>
          <w:p w:rsidR="00565A81" w:rsidRDefault="00565A81" w:rsidP="00182D57">
            <w:r>
              <w:t>VZ15C en D</w:t>
            </w:r>
          </w:p>
        </w:tc>
        <w:tc>
          <w:tcPr>
            <w:tcW w:w="4606" w:type="dxa"/>
          </w:tcPr>
          <w:p w:rsidR="00565A81" w:rsidRDefault="00565A81" w:rsidP="00182D57">
            <w:r>
              <w:t>11.40-12.20 uur</w:t>
            </w:r>
          </w:p>
        </w:tc>
      </w:tr>
      <w:tr w:rsidR="00565A81" w:rsidTr="00565A81">
        <w:tc>
          <w:tcPr>
            <w:tcW w:w="4498" w:type="dxa"/>
          </w:tcPr>
          <w:p w:rsidR="00565A81" w:rsidRDefault="00565A81" w:rsidP="00182D57">
            <w:r>
              <w:t>VZ15E en S</w:t>
            </w:r>
          </w:p>
        </w:tc>
        <w:tc>
          <w:tcPr>
            <w:tcW w:w="4606" w:type="dxa"/>
          </w:tcPr>
          <w:p w:rsidR="00565A81" w:rsidRDefault="00565A81" w:rsidP="00182D57">
            <w:r>
              <w:t>13.00-13.40 uur</w:t>
            </w:r>
          </w:p>
        </w:tc>
      </w:tr>
      <w:tr w:rsidR="00565A81" w:rsidTr="00565A81">
        <w:tc>
          <w:tcPr>
            <w:tcW w:w="4498" w:type="dxa"/>
          </w:tcPr>
          <w:p w:rsidR="00565A81" w:rsidRDefault="00565A81" w:rsidP="00182D57">
            <w:r>
              <w:t>VZ15H en G</w:t>
            </w:r>
          </w:p>
        </w:tc>
        <w:tc>
          <w:tcPr>
            <w:tcW w:w="4606" w:type="dxa"/>
          </w:tcPr>
          <w:p w:rsidR="00565A81" w:rsidRDefault="00565A81" w:rsidP="00182D57">
            <w:r>
              <w:t>13.40-14.10 uur</w:t>
            </w:r>
          </w:p>
        </w:tc>
      </w:tr>
      <w:tr w:rsidR="00565A81" w:rsidTr="00565A81">
        <w:tc>
          <w:tcPr>
            <w:tcW w:w="4498" w:type="dxa"/>
          </w:tcPr>
          <w:p w:rsidR="00565A81" w:rsidRDefault="00565A81" w:rsidP="00182D57">
            <w:r>
              <w:t>VZK15A en B</w:t>
            </w:r>
          </w:p>
        </w:tc>
        <w:tc>
          <w:tcPr>
            <w:tcW w:w="4606" w:type="dxa"/>
          </w:tcPr>
          <w:p w:rsidR="00565A81" w:rsidRDefault="00565A81" w:rsidP="00182D57">
            <w:r>
              <w:t>14.10-14.50 uur</w:t>
            </w:r>
          </w:p>
        </w:tc>
      </w:tr>
    </w:tbl>
    <w:p w:rsidR="00886CE7" w:rsidRDefault="00886CE7"/>
    <w:sectPr w:rsidR="00886C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86BE0"/>
    <w:multiLevelType w:val="multilevel"/>
    <w:tmpl w:val="866A2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1B8"/>
    <w:rsid w:val="002251B8"/>
    <w:rsid w:val="00565A81"/>
    <w:rsid w:val="00724A40"/>
    <w:rsid w:val="0088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251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alweb">
    <w:name w:val="Normal (Web)"/>
    <w:basedOn w:val="Standaard"/>
    <w:uiPriority w:val="99"/>
    <w:semiHidden/>
    <w:unhideWhenUsed/>
    <w:rsid w:val="00565A81"/>
    <w:rPr>
      <w:rFonts w:ascii="Times New Roman" w:hAnsi="Times New Roman" w:cs="Times New Roman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565A81"/>
    <w:rPr>
      <w:b/>
      <w:bCs/>
    </w:rPr>
  </w:style>
  <w:style w:type="character" w:customStyle="1" w:styleId="apple-converted-space">
    <w:name w:val="apple-converted-space"/>
    <w:basedOn w:val="Standaardalinea-lettertype"/>
    <w:rsid w:val="00565A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251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alweb">
    <w:name w:val="Normal (Web)"/>
    <w:basedOn w:val="Standaard"/>
    <w:uiPriority w:val="99"/>
    <w:semiHidden/>
    <w:unhideWhenUsed/>
    <w:rsid w:val="00565A81"/>
    <w:rPr>
      <w:rFonts w:ascii="Times New Roman" w:hAnsi="Times New Roman" w:cs="Times New Roman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565A81"/>
    <w:rPr>
      <w:b/>
      <w:bCs/>
    </w:rPr>
  </w:style>
  <w:style w:type="character" w:customStyle="1" w:styleId="apple-converted-space">
    <w:name w:val="apple-converted-space"/>
    <w:basedOn w:val="Standaardalinea-lettertype"/>
    <w:rsid w:val="00565A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9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289AB6D1</Template>
  <TotalTime>8</TotalTime>
  <Pages>1</Pages>
  <Words>158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Cate,J.H.M. ten</dc:creator>
  <cp:lastModifiedBy>Kreuning,A.J.B.</cp:lastModifiedBy>
  <cp:revision>3</cp:revision>
  <dcterms:created xsi:type="dcterms:W3CDTF">2015-04-19T13:04:00Z</dcterms:created>
  <dcterms:modified xsi:type="dcterms:W3CDTF">2015-04-19T13:05:00Z</dcterms:modified>
</cp:coreProperties>
</file>