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800" w:rsidRDefault="00055800" w:rsidP="00055800">
      <w:pPr>
        <w:pStyle w:val="Kop1"/>
        <w:ind w:left="851"/>
      </w:pPr>
      <w:r>
        <w:t>antwoorden</w:t>
      </w:r>
      <w:r w:rsidR="00E078EA">
        <w:t>vel</w:t>
      </w:r>
      <w:r>
        <w:t xml:space="preserve"> oogsten</w:t>
      </w:r>
      <w:r w:rsidR="00CD30F9">
        <w:t xml:space="preserve"> van gerbera´s</w:t>
      </w:r>
      <w:r>
        <w:t xml:space="preserve">   -   niveau ii</w:t>
      </w:r>
    </w:p>
    <w:p w:rsidR="00055800" w:rsidRDefault="00055800" w:rsidP="00055800">
      <w:pPr>
        <w:pStyle w:val="Geenafstand"/>
      </w:pPr>
    </w:p>
    <w:tbl>
      <w:tblPr>
        <w:tblStyle w:val="GW1"/>
        <w:tblW w:w="0" w:type="auto"/>
        <w:tblLook w:val="04A0" w:firstRow="1" w:lastRow="0" w:firstColumn="1" w:lastColumn="0" w:noHBand="0" w:noVBand="1"/>
      </w:tblPr>
      <w:tblGrid>
        <w:gridCol w:w="1397"/>
        <w:gridCol w:w="6649"/>
        <w:gridCol w:w="1242"/>
      </w:tblGrid>
      <w:tr w:rsidR="00055800" w:rsidTr="00245301">
        <w:tc>
          <w:tcPr>
            <w:tcW w:w="1397" w:type="dxa"/>
          </w:tcPr>
          <w:p w:rsidR="00055800" w:rsidRDefault="00055800" w:rsidP="00245301">
            <w:pPr>
              <w:pStyle w:val="Geenafstand"/>
            </w:pPr>
            <w:r>
              <w:t>Namen van groepsleden</w:t>
            </w:r>
          </w:p>
          <w:p w:rsidR="00CD30F9" w:rsidRDefault="00CD30F9" w:rsidP="00245301">
            <w:pPr>
              <w:pStyle w:val="Geenafstand"/>
            </w:pPr>
          </w:p>
        </w:tc>
        <w:tc>
          <w:tcPr>
            <w:tcW w:w="6649" w:type="dxa"/>
          </w:tcPr>
          <w:p w:rsidR="00055800" w:rsidRDefault="00055800" w:rsidP="00245301">
            <w:pPr>
              <w:pStyle w:val="Geenafstand"/>
            </w:pPr>
          </w:p>
        </w:tc>
        <w:tc>
          <w:tcPr>
            <w:tcW w:w="1242" w:type="dxa"/>
            <w:vMerge w:val="restart"/>
          </w:tcPr>
          <w:p w:rsidR="00055800" w:rsidRDefault="00055800" w:rsidP="00245301">
            <w:pPr>
              <w:pStyle w:val="Geenafstand"/>
            </w:pPr>
            <w:r>
              <w:t>Beoordeling</w:t>
            </w:r>
          </w:p>
        </w:tc>
      </w:tr>
      <w:tr w:rsidR="00055800" w:rsidTr="00245301">
        <w:tc>
          <w:tcPr>
            <w:tcW w:w="1397" w:type="dxa"/>
          </w:tcPr>
          <w:p w:rsidR="00055800" w:rsidRDefault="00055800" w:rsidP="00245301">
            <w:pPr>
              <w:pStyle w:val="Geenafstand"/>
            </w:pPr>
            <w:r>
              <w:t>Datum</w:t>
            </w:r>
          </w:p>
        </w:tc>
        <w:tc>
          <w:tcPr>
            <w:tcW w:w="6649" w:type="dxa"/>
          </w:tcPr>
          <w:p w:rsidR="00055800" w:rsidRDefault="00055800" w:rsidP="00245301">
            <w:pPr>
              <w:pStyle w:val="Geenafstand"/>
            </w:pPr>
          </w:p>
        </w:tc>
        <w:tc>
          <w:tcPr>
            <w:tcW w:w="1242" w:type="dxa"/>
            <w:vMerge/>
          </w:tcPr>
          <w:p w:rsidR="00055800" w:rsidRDefault="00055800" w:rsidP="00245301">
            <w:pPr>
              <w:pStyle w:val="Geenafstand"/>
            </w:pPr>
          </w:p>
        </w:tc>
      </w:tr>
    </w:tbl>
    <w:p w:rsidR="00CD30F9" w:rsidRDefault="00CD30F9" w:rsidP="00CD30F9">
      <w:pPr>
        <w:pStyle w:val="Geenafstand"/>
      </w:pPr>
    </w:p>
    <w:p w:rsidR="00CD30F9" w:rsidRDefault="00CD30F9" w:rsidP="00CD30F9">
      <w:pPr>
        <w:pStyle w:val="Geenafstand"/>
      </w:pPr>
      <w:r>
        <w:t xml:space="preserve">Deze opdracht bestaat uit een totaal van </w:t>
      </w:r>
      <w:r w:rsidR="00C53C59">
        <w:t>9</w:t>
      </w:r>
      <w:r>
        <w:t xml:space="preserve"> vragen.</w:t>
      </w:r>
    </w:p>
    <w:p w:rsidR="00055800" w:rsidRDefault="00055800" w:rsidP="00055800">
      <w:pPr>
        <w:pStyle w:val="Kop2"/>
      </w:pPr>
      <w:r>
        <w:t>Oogsten</w:t>
      </w:r>
    </w:p>
    <w:p w:rsidR="001F0FF6" w:rsidRDefault="001F0FF6" w:rsidP="001F0FF6">
      <w:pPr>
        <w:pStyle w:val="Geenafstand"/>
      </w:pPr>
    </w:p>
    <w:p w:rsidR="001F0FF6" w:rsidRDefault="00E078B5" w:rsidP="00445140">
      <w:pPr>
        <w:pStyle w:val="Geenafstand"/>
        <w:numPr>
          <w:ilvl w:val="0"/>
          <w:numId w:val="6"/>
        </w:numPr>
      </w:pPr>
      <w:r>
        <w:t>Hoe ging het oogsten? Wat ging er goed en wat kon er beter?</w:t>
      </w:r>
    </w:p>
    <w:p w:rsidR="007A39B7" w:rsidRDefault="00445140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9E0164" wp14:editId="2CA81DAA">
                <wp:simplePos x="0" y="0"/>
                <wp:positionH relativeFrom="column">
                  <wp:posOffset>-94615</wp:posOffset>
                </wp:positionH>
                <wp:positionV relativeFrom="paragraph">
                  <wp:posOffset>34290</wp:posOffset>
                </wp:positionV>
                <wp:extent cx="6026150" cy="637540"/>
                <wp:effectExtent l="0" t="0" r="12700" b="10160"/>
                <wp:wrapNone/>
                <wp:docPr id="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2.7pt;width:474.5pt;height:5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" fillcolor="white [3201]" strokecolor="#94c600 [3204]"/>
            </w:pict>
          </mc:Fallback>
        </mc:AlternateContent>
      </w:r>
    </w:p>
    <w:p w:rsidR="001F0FF6" w:rsidRDefault="001F0FF6" w:rsidP="001F0FF6">
      <w:pPr>
        <w:pStyle w:val="Geenafstand"/>
      </w:pPr>
    </w:p>
    <w:p w:rsidR="00445140" w:rsidRDefault="00445140" w:rsidP="001F0FF6">
      <w:pPr>
        <w:pStyle w:val="Geenafstand"/>
      </w:pPr>
    </w:p>
    <w:p w:rsidR="00445140" w:rsidRDefault="00445140" w:rsidP="001F0FF6">
      <w:pPr>
        <w:pStyle w:val="Geenafstand"/>
      </w:pPr>
    </w:p>
    <w:p w:rsidR="00445140" w:rsidRDefault="00445140" w:rsidP="001F0FF6">
      <w:pPr>
        <w:pStyle w:val="Geenafstand"/>
      </w:pPr>
    </w:p>
    <w:p w:rsidR="00445140" w:rsidRDefault="00445140" w:rsidP="00445140">
      <w:pPr>
        <w:pStyle w:val="Geenafstand"/>
        <w:numPr>
          <w:ilvl w:val="0"/>
          <w:numId w:val="6"/>
        </w:numPr>
      </w:pPr>
      <w:r>
        <w:t>Merkte je dat bepaalde handelingen je makkelijker afgingen naarmate je langer bezig was? Zo ja, bij welke handelingen was dit vooral zo?</w:t>
      </w:r>
    </w:p>
    <w:p w:rsidR="00445140" w:rsidRDefault="005F2039" w:rsidP="00445140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765001" wp14:editId="2CE8148D">
                <wp:simplePos x="0" y="0"/>
                <wp:positionH relativeFrom="column">
                  <wp:posOffset>-94615</wp:posOffset>
                </wp:positionH>
                <wp:positionV relativeFrom="paragraph">
                  <wp:posOffset>38100</wp:posOffset>
                </wp:positionV>
                <wp:extent cx="6026150" cy="637540"/>
                <wp:effectExtent l="0" t="0" r="12700" b="10160"/>
                <wp:wrapNone/>
                <wp:docPr id="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3pt;width:474.5pt;height:5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" fillcolor="white [3201]" strokecolor="#94c600 [3204]"/>
            </w:pict>
          </mc:Fallback>
        </mc:AlternateContent>
      </w:r>
    </w:p>
    <w:p w:rsidR="00445140" w:rsidRDefault="00445140" w:rsidP="00445140">
      <w:pPr>
        <w:pStyle w:val="Geenafstand"/>
      </w:pPr>
    </w:p>
    <w:p w:rsidR="00445140" w:rsidRDefault="00445140" w:rsidP="00445140">
      <w:pPr>
        <w:pStyle w:val="Geenafstand"/>
      </w:pPr>
    </w:p>
    <w:p w:rsidR="00445140" w:rsidRDefault="00445140" w:rsidP="00445140">
      <w:pPr>
        <w:pStyle w:val="Geenafstand"/>
      </w:pPr>
    </w:p>
    <w:p w:rsidR="00445140" w:rsidRDefault="00445140" w:rsidP="00445140">
      <w:pPr>
        <w:pStyle w:val="Geenafstand"/>
      </w:pPr>
    </w:p>
    <w:p w:rsidR="001F0FF6" w:rsidRDefault="00552331" w:rsidP="00445140">
      <w:pPr>
        <w:pStyle w:val="Geenafstand"/>
        <w:numPr>
          <w:ilvl w:val="0"/>
          <w:numId w:val="6"/>
        </w:numPr>
      </w:pPr>
      <w:r>
        <w:t xml:space="preserve">Hoeveel gerbera´s </w:t>
      </w:r>
      <w:r w:rsidR="00B304E5">
        <w:t xml:space="preserve">heb je in </w:t>
      </w:r>
      <w:r w:rsidR="00E06112">
        <w:t>totaal geoogst</w:t>
      </w:r>
      <w:r w:rsidR="00CD30F9">
        <w:t>? Maak hierbij onderscheid tussen de verschillende kleuren.</w:t>
      </w:r>
    </w:p>
    <w:p w:rsidR="00DC13E9" w:rsidRDefault="00445140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B4C95E" wp14:editId="7B9DFFA0">
                <wp:simplePos x="0" y="0"/>
                <wp:positionH relativeFrom="column">
                  <wp:posOffset>-90170</wp:posOffset>
                </wp:positionH>
                <wp:positionV relativeFrom="paragraph">
                  <wp:posOffset>78105</wp:posOffset>
                </wp:positionV>
                <wp:extent cx="6026150" cy="1390650"/>
                <wp:effectExtent l="0" t="0" r="12700" b="1905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13906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1pt;margin-top:6.15pt;width:474.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" fillcolor="white [3201]" strokecolor="#94c600 [3204]"/>
            </w:pict>
          </mc:Fallback>
        </mc:AlternateContent>
      </w:r>
      <w:r w:rsidR="00DC13E9">
        <w:tab/>
      </w:r>
    </w:p>
    <w:p w:rsidR="00552331" w:rsidRDefault="00552331" w:rsidP="001F0FF6">
      <w:pPr>
        <w:pStyle w:val="Geenafstand"/>
      </w:pPr>
    </w:p>
    <w:p w:rsidR="00CD30F9" w:rsidRDefault="00CD30F9" w:rsidP="001F0FF6">
      <w:pPr>
        <w:pStyle w:val="Geenafstand"/>
      </w:pPr>
    </w:p>
    <w:p w:rsidR="00CD30F9" w:rsidRDefault="00CD30F9" w:rsidP="001F0FF6">
      <w:pPr>
        <w:pStyle w:val="Geenafstand"/>
      </w:pPr>
    </w:p>
    <w:p w:rsidR="00CD30F9" w:rsidRDefault="00CD30F9" w:rsidP="001F0FF6">
      <w:pPr>
        <w:pStyle w:val="Geenafstand"/>
      </w:pPr>
    </w:p>
    <w:p w:rsidR="009E68C3" w:rsidRDefault="009E68C3" w:rsidP="001F0FF6">
      <w:pPr>
        <w:pStyle w:val="Geenafstand"/>
      </w:pPr>
    </w:p>
    <w:p w:rsidR="005F2039" w:rsidRDefault="005F2039" w:rsidP="001F0FF6">
      <w:pPr>
        <w:pStyle w:val="Geenafstand"/>
      </w:pPr>
    </w:p>
    <w:p w:rsidR="00E06112" w:rsidRDefault="00E06112" w:rsidP="001F0FF6">
      <w:pPr>
        <w:pStyle w:val="Geenafstand"/>
      </w:pPr>
    </w:p>
    <w:p w:rsidR="00E06112" w:rsidRDefault="00E06112" w:rsidP="001F0FF6">
      <w:pPr>
        <w:pStyle w:val="Geenafstand"/>
      </w:pPr>
    </w:p>
    <w:p w:rsidR="00E06112" w:rsidRDefault="00E06112" w:rsidP="001F0FF6">
      <w:pPr>
        <w:pStyle w:val="Geenafstand"/>
      </w:pPr>
    </w:p>
    <w:p w:rsidR="009E68C3" w:rsidRDefault="009E68C3" w:rsidP="009E68C3">
      <w:pPr>
        <w:pStyle w:val="Kop2"/>
      </w:pPr>
      <w:r>
        <w:t>Nazorg</w:t>
      </w:r>
    </w:p>
    <w:p w:rsidR="009E68C3" w:rsidRDefault="009E68C3" w:rsidP="001F0FF6">
      <w:pPr>
        <w:pStyle w:val="Geenafstand"/>
      </w:pPr>
    </w:p>
    <w:p w:rsidR="005F2039" w:rsidRDefault="005F2039" w:rsidP="005F2039">
      <w:pPr>
        <w:pStyle w:val="Geenafstand"/>
        <w:numPr>
          <w:ilvl w:val="0"/>
          <w:numId w:val="6"/>
        </w:numPr>
      </w:pPr>
      <w:r>
        <w:t xml:space="preserve">Heb je nog bloemen weg moeten gooien bij het controleren? </w:t>
      </w:r>
    </w:p>
    <w:p w:rsidR="005F2039" w:rsidRDefault="005F2039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DDC4B3" wp14:editId="31CFBA22">
                <wp:simplePos x="0" y="0"/>
                <wp:positionH relativeFrom="column">
                  <wp:posOffset>-94615</wp:posOffset>
                </wp:positionH>
                <wp:positionV relativeFrom="paragraph">
                  <wp:posOffset>18415</wp:posOffset>
                </wp:positionV>
                <wp:extent cx="6026150" cy="637540"/>
                <wp:effectExtent l="0" t="0" r="12700" b="10160"/>
                <wp:wrapNone/>
                <wp:docPr id="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1.45pt;width:474.5pt;height:5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" fillcolor="white [3201]" strokecolor="#94c600 [3204]"/>
            </w:pict>
          </mc:Fallback>
        </mc:AlternateContent>
      </w: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5F2039" w:rsidRDefault="005F2039" w:rsidP="005F2039">
      <w:pPr>
        <w:pStyle w:val="Geenafstand"/>
        <w:numPr>
          <w:ilvl w:val="0"/>
          <w:numId w:val="6"/>
        </w:numPr>
      </w:pPr>
      <w:r>
        <w:t xml:space="preserve">Ben je nog bloemen tegen gekomen waar iets anders aan mankeerde? Denk hierbij aan verbranding, </w:t>
      </w:r>
      <w:r w:rsidR="00B304E5">
        <w:t xml:space="preserve">water te kort, </w:t>
      </w:r>
      <w:r>
        <w:t>ziekten en plagen.</w:t>
      </w:r>
    </w:p>
    <w:p w:rsidR="005F2039" w:rsidRDefault="005F2039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78E5E8" wp14:editId="0318D86A">
                <wp:simplePos x="0" y="0"/>
                <wp:positionH relativeFrom="column">
                  <wp:posOffset>-94615</wp:posOffset>
                </wp:positionH>
                <wp:positionV relativeFrom="paragraph">
                  <wp:posOffset>28575</wp:posOffset>
                </wp:positionV>
                <wp:extent cx="6026150" cy="637540"/>
                <wp:effectExtent l="0" t="0" r="12700" b="10160"/>
                <wp:wrapNone/>
                <wp:docPr id="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7.45pt;margin-top:2.25pt;width:474.5pt;height:5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" fillcolor="white [3201]" strokecolor="#94c600 [3204]"/>
            </w:pict>
          </mc:Fallback>
        </mc:AlternateContent>
      </w: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5F2039" w:rsidRDefault="005F2039" w:rsidP="001F0FF6">
      <w:pPr>
        <w:pStyle w:val="Geenafstand"/>
      </w:pPr>
    </w:p>
    <w:p w:rsidR="00E078B5" w:rsidRDefault="00E078B5">
      <w:pPr>
        <w:rPr>
          <w:caps/>
          <w:spacing w:val="15"/>
          <w:sz w:val="22"/>
          <w:szCs w:val="22"/>
        </w:rPr>
      </w:pPr>
    </w:p>
    <w:p w:rsidR="003976F8" w:rsidRDefault="003976F8" w:rsidP="003976F8">
      <w:pPr>
        <w:pStyle w:val="Geenafstand"/>
      </w:pPr>
      <w:bookmarkStart w:id="0" w:name="_GoBack"/>
      <w:bookmarkEnd w:id="0"/>
    </w:p>
    <w:p w:rsidR="009E68C3" w:rsidRDefault="00E078B5" w:rsidP="009E68C3">
      <w:pPr>
        <w:pStyle w:val="Kop2"/>
      </w:pPr>
      <w:r>
        <w:t>P</w:t>
      </w:r>
      <w:r w:rsidR="009E68C3">
        <w:t>resentatie</w:t>
      </w:r>
    </w:p>
    <w:p w:rsidR="009E68C3" w:rsidRDefault="009E68C3" w:rsidP="001F0FF6">
      <w:pPr>
        <w:pStyle w:val="Geenafstand"/>
      </w:pPr>
    </w:p>
    <w:p w:rsidR="00E078B5" w:rsidRDefault="001244BF" w:rsidP="00E360AA">
      <w:pPr>
        <w:pStyle w:val="Geenafstand"/>
        <w:numPr>
          <w:ilvl w:val="0"/>
          <w:numId w:val="6"/>
        </w:numPr>
      </w:pPr>
      <w:r>
        <w:t xml:space="preserve">Hoeveel kartonnetjes heb </w:t>
      </w:r>
      <w:r w:rsidR="00E360AA">
        <w:t xml:space="preserve">je vol </w:t>
      </w:r>
      <w:r w:rsidR="00AD7D88">
        <w:t>kunnen steken</w:t>
      </w:r>
      <w:r>
        <w:t xml:space="preserve">? </w:t>
      </w:r>
      <w:r w:rsidR="00E360AA">
        <w:t>He</w:t>
      </w:r>
      <w:r w:rsidR="00AD7D88">
        <w:t>b je ook nog gemengde kartonnetjes gemaakt?</w:t>
      </w:r>
    </w:p>
    <w:p w:rsidR="00E078B5" w:rsidRDefault="00E360AA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6F2E3D" wp14:editId="114DAFA8">
                <wp:simplePos x="0" y="0"/>
                <wp:positionH relativeFrom="column">
                  <wp:posOffset>-104140</wp:posOffset>
                </wp:positionH>
                <wp:positionV relativeFrom="paragraph">
                  <wp:posOffset>65405</wp:posOffset>
                </wp:positionV>
                <wp:extent cx="6026150" cy="637540"/>
                <wp:effectExtent l="0" t="0" r="12700" b="10160"/>
                <wp:wrapNone/>
                <wp:docPr id="13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2pt;margin-top:5.15pt;width:474.5pt;height:5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" fillcolor="white [3201]" strokecolor="#94c600 [3204]"/>
            </w:pict>
          </mc:Fallback>
        </mc:AlternateContent>
      </w:r>
    </w:p>
    <w:p w:rsidR="00E360AA" w:rsidRDefault="00E360AA" w:rsidP="001F0FF6">
      <w:pPr>
        <w:pStyle w:val="Geenafstand"/>
      </w:pPr>
    </w:p>
    <w:p w:rsidR="00E360AA" w:rsidRDefault="00E360AA" w:rsidP="001F0FF6">
      <w:pPr>
        <w:pStyle w:val="Geenafstand"/>
      </w:pPr>
    </w:p>
    <w:p w:rsidR="00E360AA" w:rsidRDefault="00E360AA" w:rsidP="001F0FF6">
      <w:pPr>
        <w:pStyle w:val="Geenafstand"/>
      </w:pPr>
    </w:p>
    <w:p w:rsidR="00E078B5" w:rsidRDefault="00E078B5" w:rsidP="001F0FF6">
      <w:pPr>
        <w:pStyle w:val="Geenafstand"/>
      </w:pPr>
    </w:p>
    <w:p w:rsidR="00BB61E3" w:rsidRDefault="00BB61E3" w:rsidP="0035718E">
      <w:pPr>
        <w:pStyle w:val="Geenafstand"/>
        <w:numPr>
          <w:ilvl w:val="0"/>
          <w:numId w:val="6"/>
        </w:numPr>
      </w:pPr>
      <w:r>
        <w:t>Staan alle geoogste gerbera´s nu met verpakking en al in het water? Zo nee, waarom niet?</w:t>
      </w:r>
    </w:p>
    <w:p w:rsidR="009E68C3" w:rsidRDefault="0035718E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BE33699" wp14:editId="66B25AA1">
                <wp:simplePos x="0" y="0"/>
                <wp:positionH relativeFrom="column">
                  <wp:posOffset>-104140</wp:posOffset>
                </wp:positionH>
                <wp:positionV relativeFrom="paragraph">
                  <wp:posOffset>59055</wp:posOffset>
                </wp:positionV>
                <wp:extent cx="6026150" cy="637540"/>
                <wp:effectExtent l="0" t="0" r="12700" b="10160"/>
                <wp:wrapNone/>
                <wp:docPr id="14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2pt;margin-top:4.65pt;width:474.5pt;height:5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" fillcolor="white [3201]" strokecolor="#94c600 [3204]"/>
            </w:pict>
          </mc:Fallback>
        </mc:AlternateContent>
      </w:r>
    </w:p>
    <w:p w:rsidR="0035718E" w:rsidRDefault="0035718E" w:rsidP="001F0FF6">
      <w:pPr>
        <w:pStyle w:val="Geenafstand"/>
      </w:pPr>
    </w:p>
    <w:p w:rsidR="0035718E" w:rsidRDefault="0035718E" w:rsidP="001F0FF6">
      <w:pPr>
        <w:pStyle w:val="Geenafstand"/>
      </w:pPr>
    </w:p>
    <w:p w:rsidR="0035718E" w:rsidRDefault="0035718E" w:rsidP="001F0FF6">
      <w:pPr>
        <w:pStyle w:val="Geenafstand"/>
      </w:pPr>
    </w:p>
    <w:p w:rsidR="009E68C3" w:rsidRDefault="009E68C3" w:rsidP="001F0FF6">
      <w:pPr>
        <w:pStyle w:val="Geenafstand"/>
      </w:pPr>
    </w:p>
    <w:p w:rsidR="001F0FF6" w:rsidRDefault="009C796A" w:rsidP="009C796A">
      <w:pPr>
        <w:pStyle w:val="Kop2"/>
      </w:pPr>
      <w:r>
        <w:t>Afronding</w:t>
      </w:r>
    </w:p>
    <w:p w:rsidR="009C796A" w:rsidRDefault="009C796A" w:rsidP="001F0FF6">
      <w:pPr>
        <w:pStyle w:val="Geenafstand"/>
      </w:pPr>
    </w:p>
    <w:p w:rsidR="009C796A" w:rsidRDefault="00C53C59" w:rsidP="00C53C59">
      <w:pPr>
        <w:pStyle w:val="Geenafstand"/>
        <w:numPr>
          <w:ilvl w:val="0"/>
          <w:numId w:val="6"/>
        </w:numPr>
      </w:pPr>
      <w:r>
        <w:t>Welke v</w:t>
      </w:r>
      <w:r w:rsidR="00EC2621">
        <w:t>an de verschillende werkzaamheden die je tijden</w:t>
      </w:r>
      <w:r>
        <w:t>s deze opdracht hebt uitgevoerd</w:t>
      </w:r>
      <w:r w:rsidR="00EC2621">
        <w:t xml:space="preserve"> heeft het meeste tijd gekost? </w:t>
      </w:r>
    </w:p>
    <w:p w:rsidR="00C53C59" w:rsidRDefault="00C53C59" w:rsidP="00C53C59">
      <w:pPr>
        <w:pStyle w:val="Geenafstand"/>
        <w:ind w:left="720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1EBB57D" wp14:editId="2A9E77F8">
                <wp:simplePos x="0" y="0"/>
                <wp:positionH relativeFrom="column">
                  <wp:posOffset>-104140</wp:posOffset>
                </wp:positionH>
                <wp:positionV relativeFrom="paragraph">
                  <wp:posOffset>38735</wp:posOffset>
                </wp:positionV>
                <wp:extent cx="6026150" cy="637540"/>
                <wp:effectExtent l="0" t="0" r="12700" b="10160"/>
                <wp:wrapNone/>
                <wp:docPr id="15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2pt;margin-top:3.05pt;width:474.5pt;height:5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" fillcolor="white [3201]" strokecolor="#94c600 [3204]"/>
            </w:pict>
          </mc:Fallback>
        </mc:AlternateContent>
      </w:r>
    </w:p>
    <w:p w:rsidR="00EC2621" w:rsidRDefault="00EC2621" w:rsidP="001F0FF6">
      <w:pPr>
        <w:pStyle w:val="Geenafstand"/>
      </w:pP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p w:rsidR="00EC2621" w:rsidRDefault="00CC219C" w:rsidP="00C53C59">
      <w:pPr>
        <w:pStyle w:val="Geenafstand"/>
        <w:numPr>
          <w:ilvl w:val="0"/>
          <w:numId w:val="6"/>
        </w:numPr>
      </w:pPr>
      <w:r>
        <w:t>Zijn er werkzaamheden waar je liever meer aandacht aan had besteed?</w:t>
      </w:r>
    </w:p>
    <w:p w:rsidR="009C796A" w:rsidRDefault="00C53C59" w:rsidP="001F0FF6">
      <w:pPr>
        <w:pStyle w:val="Geenafstand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AD59256" wp14:editId="0E5BA751">
                <wp:simplePos x="0" y="0"/>
                <wp:positionH relativeFrom="column">
                  <wp:posOffset>-104140</wp:posOffset>
                </wp:positionH>
                <wp:positionV relativeFrom="paragraph">
                  <wp:posOffset>73025</wp:posOffset>
                </wp:positionV>
                <wp:extent cx="6026150" cy="637540"/>
                <wp:effectExtent l="0" t="0" r="12700" b="10160"/>
                <wp:wrapNone/>
                <wp:docPr id="18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150" cy="63754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1" o:spid="_x0000_s1026" style="position:absolute;margin-left:-8.2pt;margin-top:5.75pt;width:474.5pt;height:5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" fillcolor="white [3201]" strokecolor="#94c600 [3204]"/>
            </w:pict>
          </mc:Fallback>
        </mc:AlternateContent>
      </w: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p w:rsidR="00C53C59" w:rsidRDefault="00C53C59" w:rsidP="001F0FF6">
      <w:pPr>
        <w:pStyle w:val="Geenafstand"/>
      </w:pPr>
    </w:p>
    <w:sectPr w:rsidR="00C53C59" w:rsidSect="004E3EF3">
      <w:headerReference w:type="default" r:id="rId9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87D" w:rsidRDefault="0021687D" w:rsidP="0021687D">
      <w:pPr>
        <w:spacing w:before="0" w:after="0" w:line="240" w:lineRule="auto"/>
      </w:pPr>
      <w:r>
        <w:separator/>
      </w:r>
    </w:p>
  </w:endnote>
  <w:endnote w:type="continuationSeparator" w:id="0">
    <w:p w:rsidR="0021687D" w:rsidRDefault="0021687D" w:rsidP="0021687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87D" w:rsidRDefault="0021687D" w:rsidP="0021687D">
      <w:pPr>
        <w:spacing w:before="0" w:after="0" w:line="240" w:lineRule="auto"/>
      </w:pPr>
      <w:r>
        <w:separator/>
      </w:r>
    </w:p>
  </w:footnote>
  <w:footnote w:type="continuationSeparator" w:id="0">
    <w:p w:rsidR="0021687D" w:rsidRDefault="0021687D" w:rsidP="0021687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87D" w:rsidRDefault="0021687D">
    <w:pPr>
      <w:pStyle w:val="Koptekst"/>
    </w:pPr>
    <w:r w:rsidRPr="00A512CE">
      <w:rPr>
        <w:rFonts w:ascii="Arial" w:hAnsi="Arial" w:cs="Arial"/>
        <w:noProof/>
        <w:lang w:eastAsia="nl-NL"/>
      </w:rPr>
      <w:drawing>
        <wp:anchor distT="0" distB="0" distL="114300" distR="114300" simplePos="0" relativeHeight="251659264" behindDoc="1" locked="1" layoutInCell="1" allowOverlap="0" wp14:anchorId="0C67BC86" wp14:editId="02B80759">
          <wp:simplePos x="0" y="0"/>
          <wp:positionH relativeFrom="page">
            <wp:posOffset>-10160</wp:posOffset>
          </wp:positionH>
          <wp:positionV relativeFrom="page">
            <wp:posOffset>-10160</wp:posOffset>
          </wp:positionV>
          <wp:extent cx="7594600" cy="1275715"/>
          <wp:effectExtent l="0" t="0" r="6350" b="635"/>
          <wp:wrapNone/>
          <wp:docPr id="2" name="Afbeelding 2" descr="GW strep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W strep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99"/>
                  <a:stretch>
                    <a:fillRect/>
                  </a:stretch>
                </pic:blipFill>
                <pic:spPr bwMode="auto">
                  <a:xfrm>
                    <a:off x="0" y="0"/>
                    <a:ext cx="7594600" cy="1275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5A70"/>
    <w:multiLevelType w:val="hybridMultilevel"/>
    <w:tmpl w:val="D97C07F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00936"/>
    <w:multiLevelType w:val="hybridMultilevel"/>
    <w:tmpl w:val="110EAC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4A02EA"/>
    <w:multiLevelType w:val="hybridMultilevel"/>
    <w:tmpl w:val="E3C6B9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75111A"/>
    <w:multiLevelType w:val="hybridMultilevel"/>
    <w:tmpl w:val="AB30F1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921451"/>
    <w:multiLevelType w:val="hybridMultilevel"/>
    <w:tmpl w:val="4B3CA9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8D570A"/>
    <w:multiLevelType w:val="hybridMultilevel"/>
    <w:tmpl w:val="F9E09A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61"/>
    <w:rsid w:val="00046722"/>
    <w:rsid w:val="00055800"/>
    <w:rsid w:val="000A57AE"/>
    <w:rsid w:val="000F5840"/>
    <w:rsid w:val="000F64BB"/>
    <w:rsid w:val="00100DFA"/>
    <w:rsid w:val="001244BF"/>
    <w:rsid w:val="0017275D"/>
    <w:rsid w:val="001A4511"/>
    <w:rsid w:val="001B32C3"/>
    <w:rsid w:val="001C40D1"/>
    <w:rsid w:val="001F0FF6"/>
    <w:rsid w:val="0021687D"/>
    <w:rsid w:val="0022781F"/>
    <w:rsid w:val="002350E7"/>
    <w:rsid w:val="00237B95"/>
    <w:rsid w:val="00255394"/>
    <w:rsid w:val="002E3E61"/>
    <w:rsid w:val="002F4F84"/>
    <w:rsid w:val="003252BA"/>
    <w:rsid w:val="003404D3"/>
    <w:rsid w:val="0035718E"/>
    <w:rsid w:val="00361761"/>
    <w:rsid w:val="00374561"/>
    <w:rsid w:val="0038550B"/>
    <w:rsid w:val="00392F26"/>
    <w:rsid w:val="003961AC"/>
    <w:rsid w:val="003976F8"/>
    <w:rsid w:val="00411A84"/>
    <w:rsid w:val="0042666E"/>
    <w:rsid w:val="00445140"/>
    <w:rsid w:val="004A295E"/>
    <w:rsid w:val="004B5849"/>
    <w:rsid w:val="004E3041"/>
    <w:rsid w:val="004E3EF3"/>
    <w:rsid w:val="00517145"/>
    <w:rsid w:val="00526E9D"/>
    <w:rsid w:val="00552331"/>
    <w:rsid w:val="005F2039"/>
    <w:rsid w:val="007407D5"/>
    <w:rsid w:val="0076738A"/>
    <w:rsid w:val="007950A3"/>
    <w:rsid w:val="007A39B7"/>
    <w:rsid w:val="007F0CC2"/>
    <w:rsid w:val="00892C77"/>
    <w:rsid w:val="00896EB2"/>
    <w:rsid w:val="008A6DAE"/>
    <w:rsid w:val="008C3916"/>
    <w:rsid w:val="009C1B98"/>
    <w:rsid w:val="009C796A"/>
    <w:rsid w:val="009E68C3"/>
    <w:rsid w:val="00A05F8D"/>
    <w:rsid w:val="00A56FCE"/>
    <w:rsid w:val="00A7756D"/>
    <w:rsid w:val="00A85ECB"/>
    <w:rsid w:val="00AD7D88"/>
    <w:rsid w:val="00AE4C99"/>
    <w:rsid w:val="00B304E5"/>
    <w:rsid w:val="00B628E5"/>
    <w:rsid w:val="00B72601"/>
    <w:rsid w:val="00B8265E"/>
    <w:rsid w:val="00BB61E3"/>
    <w:rsid w:val="00BF058F"/>
    <w:rsid w:val="00C21261"/>
    <w:rsid w:val="00C305EC"/>
    <w:rsid w:val="00C530CD"/>
    <w:rsid w:val="00C53C59"/>
    <w:rsid w:val="00CA14E1"/>
    <w:rsid w:val="00CC219C"/>
    <w:rsid w:val="00CD30F9"/>
    <w:rsid w:val="00DC13E9"/>
    <w:rsid w:val="00DE572A"/>
    <w:rsid w:val="00E06112"/>
    <w:rsid w:val="00E078B5"/>
    <w:rsid w:val="00E078EA"/>
    <w:rsid w:val="00E2219A"/>
    <w:rsid w:val="00E360AA"/>
    <w:rsid w:val="00E674D8"/>
    <w:rsid w:val="00E87F44"/>
    <w:rsid w:val="00EC2621"/>
    <w:rsid w:val="00EC5708"/>
    <w:rsid w:val="00ED1F61"/>
    <w:rsid w:val="00EF3545"/>
    <w:rsid w:val="00F25ACA"/>
    <w:rsid w:val="00FA6B2A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04D3"/>
    <w:rPr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404D3"/>
    <w:pPr>
      <w:pBdr>
        <w:top w:val="single" w:sz="24" w:space="0" w:color="94C600" w:themeColor="accent1"/>
        <w:left w:val="single" w:sz="24" w:space="0" w:color="94C600" w:themeColor="accent1"/>
        <w:bottom w:val="single" w:sz="24" w:space="0" w:color="94C600" w:themeColor="accent1"/>
        <w:right w:val="single" w:sz="24" w:space="0" w:color="94C600" w:themeColor="accent1"/>
      </w:pBdr>
      <w:shd w:val="clear" w:color="auto" w:fill="94C60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404D3"/>
    <w:pPr>
      <w:pBdr>
        <w:top w:val="single" w:sz="24" w:space="0" w:color="EFFFC0" w:themeColor="accent1" w:themeTint="33"/>
        <w:left w:val="single" w:sz="24" w:space="0" w:color="EFFFC0" w:themeColor="accent1" w:themeTint="33"/>
        <w:bottom w:val="single" w:sz="24" w:space="0" w:color="EFFFC0" w:themeColor="accent1" w:themeTint="33"/>
        <w:right w:val="single" w:sz="24" w:space="0" w:color="EFFFC0" w:themeColor="accent1" w:themeTint="33"/>
      </w:pBdr>
      <w:shd w:val="clear" w:color="auto" w:fill="EFFFC0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404D3"/>
    <w:pPr>
      <w:pBdr>
        <w:top w:val="single" w:sz="6" w:space="2" w:color="94C600" w:themeColor="accent1"/>
        <w:left w:val="single" w:sz="6" w:space="2" w:color="94C600" w:themeColor="accent1"/>
      </w:pBdr>
      <w:spacing w:before="300" w:after="0"/>
      <w:outlineLvl w:val="2"/>
    </w:pPr>
    <w:rPr>
      <w:caps/>
      <w:color w:val="496200" w:themeColor="accent1" w:themeShade="7F"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404D3"/>
    <w:pPr>
      <w:pBdr>
        <w:top w:val="dotted" w:sz="6" w:space="2" w:color="94C600" w:themeColor="accent1"/>
        <w:left w:val="dotted" w:sz="6" w:space="2" w:color="94C600" w:themeColor="accent1"/>
      </w:pBdr>
      <w:spacing w:before="300" w:after="0"/>
      <w:outlineLvl w:val="3"/>
    </w:pPr>
    <w:rPr>
      <w:caps/>
      <w:color w:val="6E9400" w:themeColor="accent1" w:themeShade="BF"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3404D3"/>
    <w:pPr>
      <w:pBdr>
        <w:bottom w:val="single" w:sz="6" w:space="1" w:color="94C600" w:themeColor="accent1"/>
      </w:pBdr>
      <w:spacing w:before="300" w:after="0"/>
      <w:outlineLvl w:val="4"/>
    </w:pPr>
    <w:rPr>
      <w:caps/>
      <w:color w:val="6E9400" w:themeColor="accent1" w:themeShade="BF"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404D3"/>
    <w:pPr>
      <w:pBdr>
        <w:bottom w:val="dotted" w:sz="6" w:space="1" w:color="94C600" w:themeColor="accent1"/>
      </w:pBdr>
      <w:spacing w:before="300" w:after="0"/>
      <w:outlineLvl w:val="5"/>
    </w:pPr>
    <w:rPr>
      <w:caps/>
      <w:color w:val="6E9400" w:themeColor="accent1" w:themeShade="BF"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404D3"/>
    <w:pPr>
      <w:spacing w:before="300" w:after="0"/>
      <w:outlineLvl w:val="6"/>
    </w:pPr>
    <w:rPr>
      <w:caps/>
      <w:color w:val="6E9400" w:themeColor="accent1" w:themeShade="BF"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404D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404D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404D3"/>
    <w:rPr>
      <w:caps/>
      <w:spacing w:val="15"/>
      <w:shd w:val="clear" w:color="auto" w:fill="EFFFC0" w:themeFill="accent1" w:themeFillTint="33"/>
    </w:rPr>
  </w:style>
  <w:style w:type="character" w:customStyle="1" w:styleId="Kop1Char">
    <w:name w:val="Kop 1 Char"/>
    <w:basedOn w:val="Standaardalinea-lettertype"/>
    <w:link w:val="Kop1"/>
    <w:uiPriority w:val="9"/>
    <w:rsid w:val="003404D3"/>
    <w:rPr>
      <w:b/>
      <w:bCs/>
      <w:caps/>
      <w:color w:val="FFFFFF" w:themeColor="background1"/>
      <w:spacing w:val="15"/>
      <w:shd w:val="clear" w:color="auto" w:fill="94C600" w:themeFill="accent1"/>
    </w:rPr>
  </w:style>
  <w:style w:type="character" w:customStyle="1" w:styleId="Kop3Char">
    <w:name w:val="Kop 3 Char"/>
    <w:basedOn w:val="Standaardalinea-lettertype"/>
    <w:link w:val="Kop3"/>
    <w:uiPriority w:val="9"/>
    <w:rsid w:val="003404D3"/>
    <w:rPr>
      <w:caps/>
      <w:color w:val="49620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3404D3"/>
    <w:rPr>
      <w:caps/>
      <w:color w:val="6E9400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3404D3"/>
    <w:rPr>
      <w:caps/>
      <w:color w:val="6E9400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404D3"/>
    <w:rPr>
      <w:caps/>
      <w:color w:val="6E9400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404D3"/>
    <w:rPr>
      <w:caps/>
      <w:color w:val="6E9400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404D3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404D3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404D3"/>
    <w:rPr>
      <w:b/>
      <w:bCs/>
      <w:color w:val="6E9400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3404D3"/>
    <w:pPr>
      <w:spacing w:before="720"/>
    </w:pPr>
    <w:rPr>
      <w:caps/>
      <w:color w:val="94C600" w:themeColor="accent1"/>
      <w:spacing w:val="10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404D3"/>
    <w:rPr>
      <w:caps/>
      <w:color w:val="94C600" w:themeColor="accent1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404D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404D3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3404D3"/>
    <w:rPr>
      <w:b/>
      <w:bCs/>
    </w:rPr>
  </w:style>
  <w:style w:type="character" w:styleId="Nadruk">
    <w:name w:val="Emphasis"/>
    <w:uiPriority w:val="20"/>
    <w:qFormat/>
    <w:rsid w:val="003404D3"/>
    <w:rPr>
      <w:caps/>
      <w:color w:val="496200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3404D3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3404D3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3404D3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404D3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3404D3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404D3"/>
    <w:pPr>
      <w:pBdr>
        <w:top w:val="single" w:sz="4" w:space="10" w:color="94C600" w:themeColor="accent1"/>
        <w:left w:val="single" w:sz="4" w:space="10" w:color="94C600" w:themeColor="accent1"/>
      </w:pBdr>
      <w:spacing w:after="0"/>
      <w:ind w:left="1296" w:right="1152"/>
      <w:jc w:val="both"/>
    </w:pPr>
    <w:rPr>
      <w:i/>
      <w:iCs/>
      <w:color w:val="94C600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404D3"/>
    <w:rPr>
      <w:i/>
      <w:iCs/>
      <w:color w:val="94C600" w:themeColor="accent1"/>
      <w:sz w:val="20"/>
      <w:szCs w:val="20"/>
    </w:rPr>
  </w:style>
  <w:style w:type="character" w:styleId="Subtielebenadrukking">
    <w:name w:val="Subtle Emphasis"/>
    <w:uiPriority w:val="19"/>
    <w:qFormat/>
    <w:rsid w:val="003404D3"/>
    <w:rPr>
      <w:i/>
      <w:iCs/>
      <w:color w:val="496200" w:themeColor="accent1" w:themeShade="7F"/>
    </w:rPr>
  </w:style>
  <w:style w:type="character" w:styleId="Intensievebenadrukking">
    <w:name w:val="Intense Emphasis"/>
    <w:uiPriority w:val="21"/>
    <w:qFormat/>
    <w:rsid w:val="003404D3"/>
    <w:rPr>
      <w:b/>
      <w:bCs/>
      <w:caps/>
      <w:color w:val="496200" w:themeColor="accent1" w:themeShade="7F"/>
      <w:spacing w:val="10"/>
    </w:rPr>
  </w:style>
  <w:style w:type="character" w:styleId="Subtieleverwijzing">
    <w:name w:val="Subtle Reference"/>
    <w:uiPriority w:val="31"/>
    <w:qFormat/>
    <w:rsid w:val="003404D3"/>
    <w:rPr>
      <w:b/>
      <w:bCs/>
      <w:color w:val="94C600" w:themeColor="accent1"/>
    </w:rPr>
  </w:style>
  <w:style w:type="character" w:styleId="Intensieveverwijzing">
    <w:name w:val="Intense Reference"/>
    <w:uiPriority w:val="32"/>
    <w:qFormat/>
    <w:rsid w:val="003404D3"/>
    <w:rPr>
      <w:b/>
      <w:bCs/>
      <w:i/>
      <w:iCs/>
      <w:caps/>
      <w:color w:val="94C600" w:themeColor="accent1"/>
    </w:rPr>
  </w:style>
  <w:style w:type="character" w:styleId="Titelvanboek">
    <w:name w:val="Book Title"/>
    <w:uiPriority w:val="33"/>
    <w:qFormat/>
    <w:rsid w:val="003404D3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404D3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216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1687D"/>
    <w:rPr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216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1687D"/>
    <w:rPr>
      <w:sz w:val="20"/>
      <w:szCs w:val="20"/>
    </w:rPr>
  </w:style>
  <w:style w:type="table" w:styleId="Tabelraster">
    <w:name w:val="Table Grid"/>
    <w:basedOn w:val="Standaardtabel"/>
    <w:uiPriority w:val="59"/>
    <w:rsid w:val="0042666E"/>
    <w:pPr>
      <w:spacing w:before="0" w:after="0" w:line="240" w:lineRule="auto"/>
    </w:pPr>
    <w:tblPr>
      <w:tblInd w:w="0" w:type="dxa"/>
      <w:tblBorders>
        <w:top w:val="single" w:sz="4" w:space="0" w:color="94C600" w:themeColor="accent1"/>
        <w:left w:val="single" w:sz="4" w:space="0" w:color="94C600" w:themeColor="accent1"/>
        <w:bottom w:val="single" w:sz="4" w:space="0" w:color="94C600" w:themeColor="accent1"/>
        <w:right w:val="single" w:sz="4" w:space="0" w:color="94C600" w:themeColor="accent1"/>
        <w:insideH w:val="single" w:sz="4" w:space="0" w:color="94C600" w:themeColor="accent1"/>
        <w:insideV w:val="single" w:sz="4" w:space="0" w:color="94C6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CE3" w:themeFill="background2" w:themeFillTint="33"/>
    </w:tcPr>
  </w:style>
  <w:style w:type="table" w:customStyle="1" w:styleId="GW1">
    <w:name w:val="GW1"/>
    <w:basedOn w:val="Standaardtabel"/>
    <w:uiPriority w:val="99"/>
    <w:rsid w:val="00237B95"/>
    <w:pPr>
      <w:spacing w:before="0" w:after="0" w:line="240" w:lineRule="auto"/>
    </w:pPr>
    <w:tblPr>
      <w:tblInd w:w="0" w:type="dxa"/>
      <w:tblBorders>
        <w:top w:val="single" w:sz="8" w:space="0" w:color="94C600" w:themeColor="accent1"/>
        <w:left w:val="single" w:sz="8" w:space="0" w:color="94C600" w:themeColor="accent1"/>
        <w:bottom w:val="single" w:sz="8" w:space="0" w:color="94C600" w:themeColor="accent1"/>
        <w:right w:val="single" w:sz="8" w:space="0" w:color="94C600" w:themeColor="accent1"/>
        <w:insideH w:val="single" w:sz="8" w:space="0" w:color="94C600" w:themeColor="accent1"/>
        <w:insideV w:val="single" w:sz="8" w:space="0" w:color="94C6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CE3" w:themeFill="background2" w:themeFillTint="33"/>
    </w:tc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04D3"/>
    <w:rPr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404D3"/>
    <w:pPr>
      <w:pBdr>
        <w:top w:val="single" w:sz="24" w:space="0" w:color="94C600" w:themeColor="accent1"/>
        <w:left w:val="single" w:sz="24" w:space="0" w:color="94C600" w:themeColor="accent1"/>
        <w:bottom w:val="single" w:sz="24" w:space="0" w:color="94C600" w:themeColor="accent1"/>
        <w:right w:val="single" w:sz="24" w:space="0" w:color="94C600" w:themeColor="accent1"/>
      </w:pBdr>
      <w:shd w:val="clear" w:color="auto" w:fill="94C600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404D3"/>
    <w:pPr>
      <w:pBdr>
        <w:top w:val="single" w:sz="24" w:space="0" w:color="EFFFC0" w:themeColor="accent1" w:themeTint="33"/>
        <w:left w:val="single" w:sz="24" w:space="0" w:color="EFFFC0" w:themeColor="accent1" w:themeTint="33"/>
        <w:bottom w:val="single" w:sz="24" w:space="0" w:color="EFFFC0" w:themeColor="accent1" w:themeTint="33"/>
        <w:right w:val="single" w:sz="24" w:space="0" w:color="EFFFC0" w:themeColor="accent1" w:themeTint="33"/>
      </w:pBdr>
      <w:shd w:val="clear" w:color="auto" w:fill="EFFFC0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404D3"/>
    <w:pPr>
      <w:pBdr>
        <w:top w:val="single" w:sz="6" w:space="2" w:color="94C600" w:themeColor="accent1"/>
        <w:left w:val="single" w:sz="6" w:space="2" w:color="94C600" w:themeColor="accent1"/>
      </w:pBdr>
      <w:spacing w:before="300" w:after="0"/>
      <w:outlineLvl w:val="2"/>
    </w:pPr>
    <w:rPr>
      <w:caps/>
      <w:color w:val="496200" w:themeColor="accent1" w:themeShade="7F"/>
      <w:spacing w:val="15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3404D3"/>
    <w:pPr>
      <w:pBdr>
        <w:top w:val="dotted" w:sz="6" w:space="2" w:color="94C600" w:themeColor="accent1"/>
        <w:left w:val="dotted" w:sz="6" w:space="2" w:color="94C600" w:themeColor="accent1"/>
      </w:pBdr>
      <w:spacing w:before="300" w:after="0"/>
      <w:outlineLvl w:val="3"/>
    </w:pPr>
    <w:rPr>
      <w:caps/>
      <w:color w:val="6E9400" w:themeColor="accent1" w:themeShade="BF"/>
      <w:spacing w:val="10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3404D3"/>
    <w:pPr>
      <w:pBdr>
        <w:bottom w:val="single" w:sz="6" w:space="1" w:color="94C600" w:themeColor="accent1"/>
      </w:pBdr>
      <w:spacing w:before="300" w:after="0"/>
      <w:outlineLvl w:val="4"/>
    </w:pPr>
    <w:rPr>
      <w:caps/>
      <w:color w:val="6E9400" w:themeColor="accent1" w:themeShade="BF"/>
      <w:spacing w:val="10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404D3"/>
    <w:pPr>
      <w:pBdr>
        <w:bottom w:val="dotted" w:sz="6" w:space="1" w:color="94C600" w:themeColor="accent1"/>
      </w:pBdr>
      <w:spacing w:before="300" w:after="0"/>
      <w:outlineLvl w:val="5"/>
    </w:pPr>
    <w:rPr>
      <w:caps/>
      <w:color w:val="6E9400" w:themeColor="accent1" w:themeShade="BF"/>
      <w:spacing w:val="10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404D3"/>
    <w:pPr>
      <w:spacing w:before="300" w:after="0"/>
      <w:outlineLvl w:val="6"/>
    </w:pPr>
    <w:rPr>
      <w:caps/>
      <w:color w:val="6E9400" w:themeColor="accent1" w:themeShade="BF"/>
      <w:spacing w:val="10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404D3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404D3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404D3"/>
    <w:rPr>
      <w:caps/>
      <w:spacing w:val="15"/>
      <w:shd w:val="clear" w:color="auto" w:fill="EFFFC0" w:themeFill="accent1" w:themeFillTint="33"/>
    </w:rPr>
  </w:style>
  <w:style w:type="character" w:customStyle="1" w:styleId="Kop1Char">
    <w:name w:val="Kop 1 Char"/>
    <w:basedOn w:val="Standaardalinea-lettertype"/>
    <w:link w:val="Kop1"/>
    <w:uiPriority w:val="9"/>
    <w:rsid w:val="003404D3"/>
    <w:rPr>
      <w:b/>
      <w:bCs/>
      <w:caps/>
      <w:color w:val="FFFFFF" w:themeColor="background1"/>
      <w:spacing w:val="15"/>
      <w:shd w:val="clear" w:color="auto" w:fill="94C600" w:themeFill="accent1"/>
    </w:rPr>
  </w:style>
  <w:style w:type="character" w:customStyle="1" w:styleId="Kop3Char">
    <w:name w:val="Kop 3 Char"/>
    <w:basedOn w:val="Standaardalinea-lettertype"/>
    <w:link w:val="Kop3"/>
    <w:uiPriority w:val="9"/>
    <w:rsid w:val="003404D3"/>
    <w:rPr>
      <w:caps/>
      <w:color w:val="49620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rsid w:val="003404D3"/>
    <w:rPr>
      <w:caps/>
      <w:color w:val="6E9400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rsid w:val="003404D3"/>
    <w:rPr>
      <w:caps/>
      <w:color w:val="6E9400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404D3"/>
    <w:rPr>
      <w:caps/>
      <w:color w:val="6E9400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404D3"/>
    <w:rPr>
      <w:caps/>
      <w:color w:val="6E9400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404D3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404D3"/>
    <w:rPr>
      <w:i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3404D3"/>
    <w:rPr>
      <w:b/>
      <w:bCs/>
      <w:color w:val="6E9400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3404D3"/>
    <w:pPr>
      <w:spacing w:before="720"/>
    </w:pPr>
    <w:rPr>
      <w:caps/>
      <w:color w:val="94C600" w:themeColor="accent1"/>
      <w:spacing w:val="10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3404D3"/>
    <w:rPr>
      <w:caps/>
      <w:color w:val="94C600" w:themeColor="accent1"/>
      <w:spacing w:val="10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404D3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404D3"/>
    <w:rPr>
      <w:caps/>
      <w:color w:val="595959" w:themeColor="text1" w:themeTint="A6"/>
      <w:spacing w:val="10"/>
      <w:sz w:val="24"/>
      <w:szCs w:val="24"/>
    </w:rPr>
  </w:style>
  <w:style w:type="character" w:styleId="Zwaar">
    <w:name w:val="Strong"/>
    <w:uiPriority w:val="22"/>
    <w:qFormat/>
    <w:rsid w:val="003404D3"/>
    <w:rPr>
      <w:b/>
      <w:bCs/>
    </w:rPr>
  </w:style>
  <w:style w:type="character" w:styleId="Nadruk">
    <w:name w:val="Emphasis"/>
    <w:uiPriority w:val="20"/>
    <w:qFormat/>
    <w:rsid w:val="003404D3"/>
    <w:rPr>
      <w:caps/>
      <w:color w:val="496200" w:themeColor="accent1" w:themeShade="7F"/>
      <w:spacing w:val="5"/>
    </w:rPr>
  </w:style>
  <w:style w:type="paragraph" w:styleId="Geenafstand">
    <w:name w:val="No Spacing"/>
    <w:basedOn w:val="Standaard"/>
    <w:link w:val="GeenafstandChar"/>
    <w:uiPriority w:val="1"/>
    <w:qFormat/>
    <w:rsid w:val="003404D3"/>
    <w:pPr>
      <w:spacing w:before="0"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3404D3"/>
    <w:rPr>
      <w:sz w:val="20"/>
      <w:szCs w:val="20"/>
    </w:rPr>
  </w:style>
  <w:style w:type="paragraph" w:styleId="Lijstalinea">
    <w:name w:val="List Paragraph"/>
    <w:basedOn w:val="Standaard"/>
    <w:uiPriority w:val="34"/>
    <w:qFormat/>
    <w:rsid w:val="003404D3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3404D3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3404D3"/>
    <w:rPr>
      <w:i/>
      <w:iCs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404D3"/>
    <w:pPr>
      <w:pBdr>
        <w:top w:val="single" w:sz="4" w:space="10" w:color="94C600" w:themeColor="accent1"/>
        <w:left w:val="single" w:sz="4" w:space="10" w:color="94C600" w:themeColor="accent1"/>
      </w:pBdr>
      <w:spacing w:after="0"/>
      <w:ind w:left="1296" w:right="1152"/>
      <w:jc w:val="both"/>
    </w:pPr>
    <w:rPr>
      <w:i/>
      <w:iCs/>
      <w:color w:val="94C600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404D3"/>
    <w:rPr>
      <w:i/>
      <w:iCs/>
      <w:color w:val="94C600" w:themeColor="accent1"/>
      <w:sz w:val="20"/>
      <w:szCs w:val="20"/>
    </w:rPr>
  </w:style>
  <w:style w:type="character" w:styleId="Subtielebenadrukking">
    <w:name w:val="Subtle Emphasis"/>
    <w:uiPriority w:val="19"/>
    <w:qFormat/>
    <w:rsid w:val="003404D3"/>
    <w:rPr>
      <w:i/>
      <w:iCs/>
      <w:color w:val="496200" w:themeColor="accent1" w:themeShade="7F"/>
    </w:rPr>
  </w:style>
  <w:style w:type="character" w:styleId="Intensievebenadrukking">
    <w:name w:val="Intense Emphasis"/>
    <w:uiPriority w:val="21"/>
    <w:qFormat/>
    <w:rsid w:val="003404D3"/>
    <w:rPr>
      <w:b/>
      <w:bCs/>
      <w:caps/>
      <w:color w:val="496200" w:themeColor="accent1" w:themeShade="7F"/>
      <w:spacing w:val="10"/>
    </w:rPr>
  </w:style>
  <w:style w:type="character" w:styleId="Subtieleverwijzing">
    <w:name w:val="Subtle Reference"/>
    <w:uiPriority w:val="31"/>
    <w:qFormat/>
    <w:rsid w:val="003404D3"/>
    <w:rPr>
      <w:b/>
      <w:bCs/>
      <w:color w:val="94C600" w:themeColor="accent1"/>
    </w:rPr>
  </w:style>
  <w:style w:type="character" w:styleId="Intensieveverwijzing">
    <w:name w:val="Intense Reference"/>
    <w:uiPriority w:val="32"/>
    <w:qFormat/>
    <w:rsid w:val="003404D3"/>
    <w:rPr>
      <w:b/>
      <w:bCs/>
      <w:i/>
      <w:iCs/>
      <w:caps/>
      <w:color w:val="94C600" w:themeColor="accent1"/>
    </w:rPr>
  </w:style>
  <w:style w:type="character" w:styleId="Titelvanboek">
    <w:name w:val="Book Title"/>
    <w:uiPriority w:val="33"/>
    <w:qFormat/>
    <w:rsid w:val="003404D3"/>
    <w:rPr>
      <w:b/>
      <w:bCs/>
      <w:i/>
      <w:iCs/>
      <w:spacing w:val="9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3404D3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216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1687D"/>
    <w:rPr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21687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1687D"/>
    <w:rPr>
      <w:sz w:val="20"/>
      <w:szCs w:val="20"/>
    </w:rPr>
  </w:style>
  <w:style w:type="table" w:styleId="Tabelraster">
    <w:name w:val="Table Grid"/>
    <w:basedOn w:val="Standaardtabel"/>
    <w:uiPriority w:val="59"/>
    <w:rsid w:val="0042666E"/>
    <w:pPr>
      <w:spacing w:before="0" w:after="0" w:line="240" w:lineRule="auto"/>
    </w:pPr>
    <w:tblPr>
      <w:tblInd w:w="0" w:type="dxa"/>
      <w:tblBorders>
        <w:top w:val="single" w:sz="4" w:space="0" w:color="94C600" w:themeColor="accent1"/>
        <w:left w:val="single" w:sz="4" w:space="0" w:color="94C600" w:themeColor="accent1"/>
        <w:bottom w:val="single" w:sz="4" w:space="0" w:color="94C600" w:themeColor="accent1"/>
        <w:right w:val="single" w:sz="4" w:space="0" w:color="94C600" w:themeColor="accent1"/>
        <w:insideH w:val="single" w:sz="4" w:space="0" w:color="94C600" w:themeColor="accent1"/>
        <w:insideV w:val="single" w:sz="4" w:space="0" w:color="94C6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CE3" w:themeFill="background2" w:themeFillTint="33"/>
    </w:tcPr>
  </w:style>
  <w:style w:type="table" w:customStyle="1" w:styleId="GW1">
    <w:name w:val="GW1"/>
    <w:basedOn w:val="Standaardtabel"/>
    <w:uiPriority w:val="99"/>
    <w:rsid w:val="00237B95"/>
    <w:pPr>
      <w:spacing w:before="0" w:after="0" w:line="240" w:lineRule="auto"/>
    </w:pPr>
    <w:tblPr>
      <w:tblInd w:w="0" w:type="dxa"/>
      <w:tblBorders>
        <w:top w:val="single" w:sz="8" w:space="0" w:color="94C600" w:themeColor="accent1"/>
        <w:left w:val="single" w:sz="8" w:space="0" w:color="94C600" w:themeColor="accent1"/>
        <w:bottom w:val="single" w:sz="8" w:space="0" w:color="94C600" w:themeColor="accent1"/>
        <w:right w:val="single" w:sz="8" w:space="0" w:color="94C600" w:themeColor="accent1"/>
        <w:insideH w:val="single" w:sz="8" w:space="0" w:color="94C600" w:themeColor="accent1"/>
        <w:insideV w:val="single" w:sz="8" w:space="0" w:color="94C600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4FCE3" w:themeFill="background2" w:themeFillTint="33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8597D-740F-4FC8-93E4-D054C39D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E65532C2</Template>
  <TotalTime>51</TotalTime>
  <Pages>2</Pages>
  <Words>170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Mathijs</dc:creator>
  <cp:lastModifiedBy>Mathijs Ruhe</cp:lastModifiedBy>
  <cp:revision>23</cp:revision>
  <dcterms:created xsi:type="dcterms:W3CDTF">2014-06-17T09:10:00Z</dcterms:created>
  <dcterms:modified xsi:type="dcterms:W3CDTF">2014-06-26T09:06:00Z</dcterms:modified>
</cp:coreProperties>
</file>