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87" w:rsidRPr="00B96E89" w:rsidRDefault="00056E9C">
      <w:r w:rsidRPr="00B96E89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3110230</wp:posOffset>
                </wp:positionH>
                <wp:positionV relativeFrom="paragraph">
                  <wp:posOffset>0</wp:posOffset>
                </wp:positionV>
                <wp:extent cx="2282190" cy="1724025"/>
                <wp:effectExtent l="0" t="0" r="1968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32E" w:rsidRPr="00A2510D" w:rsidRDefault="0052632E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2510D">
                              <w:rPr>
                                <w:b/>
                                <w:sz w:val="24"/>
                                <w:szCs w:val="24"/>
                              </w:rPr>
                              <w:t>Microrooster</w:t>
                            </w:r>
                            <w:r w:rsidR="00840C31" w:rsidRPr="00A2510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 w:rsidR="00C23252">
                              <w:rPr>
                                <w:b/>
                                <w:sz w:val="24"/>
                                <w:szCs w:val="24"/>
                              </w:rPr>
                              <w:t>7 - 2018</w:t>
                            </w:r>
                          </w:p>
                          <w:p w:rsidR="0052632E" w:rsidRPr="00A2510D" w:rsidRDefault="0063337B" w:rsidP="00F02CB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Trainen</w:t>
                            </w:r>
                          </w:p>
                          <w:p w:rsidR="0052632E" w:rsidRDefault="0063337B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Klas </w:t>
                            </w:r>
                            <w:r w:rsidR="001E7CD7">
                              <w:rPr>
                                <w:b/>
                                <w:sz w:val="24"/>
                                <w:szCs w:val="24"/>
                              </w:rPr>
                              <w:t>DV3</w:t>
                            </w:r>
                            <w:r w:rsidR="00C23252">
                              <w:rPr>
                                <w:b/>
                                <w:sz w:val="24"/>
                                <w:szCs w:val="24"/>
                              </w:rPr>
                              <w:t>22d</w:t>
                            </w:r>
                          </w:p>
                          <w:p w:rsidR="00CD5B9E" w:rsidRDefault="00CD5B9E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Aangepast voor</w:t>
                            </w:r>
                            <w:r w:rsidR="00C2325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leerjaar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2017</w:t>
                            </w:r>
                            <w:r w:rsidR="00C23252">
                              <w:rPr>
                                <w:b/>
                                <w:sz w:val="24"/>
                                <w:szCs w:val="24"/>
                              </w:rPr>
                              <w:t>/2019</w:t>
                            </w:r>
                          </w:p>
                          <w:p w:rsidR="00C23252" w:rsidRDefault="00C23252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Periode 7 en 8</w:t>
                            </w:r>
                          </w:p>
                          <w:p w:rsidR="00C23252" w:rsidRDefault="00C23252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23252" w:rsidRPr="00A2510D" w:rsidRDefault="00C23252" w:rsidP="00A251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2632E" w:rsidRPr="007308D1" w:rsidRDefault="005263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44.9pt;margin-top:0;width:179.7pt;height:135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">
                <v:textbox>
                  <w:txbxContent>
                    <w:p w:rsidR="0052632E" w:rsidRPr="00A2510D" w:rsidRDefault="0052632E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2510D">
                        <w:rPr>
                          <w:b/>
                          <w:sz w:val="24"/>
                          <w:szCs w:val="24"/>
                        </w:rPr>
                        <w:t>Microrooster</w:t>
                      </w:r>
                      <w:r w:rsidR="00840C31" w:rsidRPr="00A2510D">
                        <w:rPr>
                          <w:b/>
                          <w:sz w:val="24"/>
                          <w:szCs w:val="24"/>
                        </w:rPr>
                        <w:t xml:space="preserve"> 201</w:t>
                      </w:r>
                      <w:r w:rsidR="00C23252">
                        <w:rPr>
                          <w:b/>
                          <w:sz w:val="24"/>
                          <w:szCs w:val="24"/>
                        </w:rPr>
                        <w:t>7 - 2018</w:t>
                      </w:r>
                    </w:p>
                    <w:p w:rsidR="0052632E" w:rsidRPr="00A2510D" w:rsidRDefault="0063337B" w:rsidP="00F02CB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Trainen</w:t>
                      </w:r>
                    </w:p>
                    <w:p w:rsidR="0052632E" w:rsidRDefault="0063337B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Klas </w:t>
                      </w:r>
                      <w:r w:rsidR="001E7CD7">
                        <w:rPr>
                          <w:b/>
                          <w:sz w:val="24"/>
                          <w:szCs w:val="24"/>
                        </w:rPr>
                        <w:t>DV3</w:t>
                      </w:r>
                      <w:r w:rsidR="00C23252">
                        <w:rPr>
                          <w:b/>
                          <w:sz w:val="24"/>
                          <w:szCs w:val="24"/>
                        </w:rPr>
                        <w:t>22d</w:t>
                      </w:r>
                    </w:p>
                    <w:p w:rsidR="00CD5B9E" w:rsidRDefault="00CD5B9E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Aangepast voor</w:t>
                      </w:r>
                      <w:r w:rsidR="00C23252">
                        <w:rPr>
                          <w:b/>
                          <w:sz w:val="24"/>
                          <w:szCs w:val="24"/>
                        </w:rPr>
                        <w:t xml:space="preserve"> leerjaar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2017</w:t>
                      </w:r>
                      <w:r w:rsidR="00C23252">
                        <w:rPr>
                          <w:b/>
                          <w:sz w:val="24"/>
                          <w:szCs w:val="24"/>
                        </w:rPr>
                        <w:t>/2019</w:t>
                      </w:r>
                    </w:p>
                    <w:p w:rsidR="00C23252" w:rsidRDefault="00C23252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Periode 7 en 8</w:t>
                      </w:r>
                    </w:p>
                    <w:p w:rsidR="00C23252" w:rsidRDefault="00C23252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C23252" w:rsidRPr="00A2510D" w:rsidRDefault="00C23252" w:rsidP="00A2510D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52632E" w:rsidRPr="007308D1" w:rsidRDefault="0052632E"/>
                  </w:txbxContent>
                </v:textbox>
                <w10:wrap type="square" anchorx="margin"/>
              </v:shape>
            </w:pict>
          </mc:Fallback>
        </mc:AlternateContent>
      </w:r>
      <w:r w:rsidR="007308D1" w:rsidRPr="00B96E89">
        <w:rPr>
          <w:noProof/>
          <w:lang w:eastAsia="nl-NL"/>
        </w:rPr>
        <w:drawing>
          <wp:inline distT="0" distB="0" distL="0" distR="0">
            <wp:extent cx="2509078" cy="917088"/>
            <wp:effectExtent l="0" t="0" r="5715" b="0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572" cy="917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8D1" w:rsidRPr="00B96E89" w:rsidRDefault="007308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4"/>
        <w:gridCol w:w="1488"/>
        <w:gridCol w:w="4173"/>
        <w:gridCol w:w="2567"/>
      </w:tblGrid>
      <w:tr w:rsidR="00C23252" w:rsidRPr="00B96E89" w:rsidTr="00396F3A">
        <w:tc>
          <w:tcPr>
            <w:tcW w:w="834" w:type="dxa"/>
            <w:vAlign w:val="center"/>
          </w:tcPr>
          <w:p w:rsidR="00C23252" w:rsidRPr="00B96E89" w:rsidRDefault="00C23252" w:rsidP="00C23252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5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Week</w:t>
            </w:r>
          </w:p>
        </w:tc>
        <w:tc>
          <w:tcPr>
            <w:tcW w:w="1488" w:type="dxa"/>
          </w:tcPr>
          <w:p w:rsidR="00C23252" w:rsidRPr="00B96E89" w:rsidRDefault="00C23252" w:rsidP="00C23252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Schoolweek</w:t>
            </w:r>
          </w:p>
        </w:tc>
        <w:tc>
          <w:tcPr>
            <w:tcW w:w="4173" w:type="dxa"/>
            <w:vAlign w:val="center"/>
          </w:tcPr>
          <w:p w:rsidR="00C23252" w:rsidRPr="00B96E89" w:rsidRDefault="00C23252" w:rsidP="00C23252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Onderwerp</w:t>
            </w:r>
          </w:p>
        </w:tc>
        <w:tc>
          <w:tcPr>
            <w:tcW w:w="2567" w:type="dxa"/>
          </w:tcPr>
          <w:p w:rsidR="00C23252" w:rsidRPr="00B96E89" w:rsidRDefault="00C23252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Huiswerk / onderwerpen</w:t>
            </w:r>
          </w:p>
        </w:tc>
      </w:tr>
      <w:tr w:rsidR="00C23252" w:rsidRPr="00B96E89" w:rsidTr="00396F3A">
        <w:trPr>
          <w:trHeight w:val="487"/>
        </w:trPr>
        <w:tc>
          <w:tcPr>
            <w:tcW w:w="834" w:type="dxa"/>
            <w:vAlign w:val="center"/>
          </w:tcPr>
          <w:p w:rsidR="00C23252" w:rsidRPr="00B96E89" w:rsidRDefault="00C23252" w:rsidP="003D395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5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36</w:t>
            </w:r>
          </w:p>
        </w:tc>
        <w:tc>
          <w:tcPr>
            <w:tcW w:w="1488" w:type="dxa"/>
          </w:tcPr>
          <w:p w:rsidR="00C23252" w:rsidRPr="00B96E89" w:rsidRDefault="00C23252" w:rsidP="00661714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1</w:t>
            </w:r>
          </w:p>
        </w:tc>
        <w:tc>
          <w:tcPr>
            <w:tcW w:w="4173" w:type="dxa"/>
            <w:vAlign w:val="center"/>
          </w:tcPr>
          <w:p w:rsidR="00C23252" w:rsidRPr="00E74A1E" w:rsidRDefault="00C23252" w:rsidP="00661714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b/>
                <w:lang w:eastAsia="nl-NL"/>
              </w:rPr>
            </w:pPr>
            <w:r w:rsidRPr="00E74A1E">
              <w:rPr>
                <w:rFonts w:eastAsia="Times New Roman" w:cs="Arial"/>
                <w:b/>
                <w:lang w:eastAsia="nl-NL"/>
              </w:rPr>
              <w:t>Stage</w:t>
            </w:r>
          </w:p>
        </w:tc>
        <w:tc>
          <w:tcPr>
            <w:tcW w:w="2567" w:type="dxa"/>
          </w:tcPr>
          <w:p w:rsidR="00C23252" w:rsidRPr="00B96E89" w:rsidRDefault="00C23252" w:rsidP="00661714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eastAsia="Times New Roman" w:cs="Arial"/>
                <w:lang w:eastAsia="nl-NL"/>
              </w:rPr>
            </w:pPr>
          </w:p>
        </w:tc>
      </w:tr>
      <w:tr w:rsidR="00C23252" w:rsidRPr="00B96E89" w:rsidTr="00396F3A">
        <w:trPr>
          <w:trHeight w:val="409"/>
        </w:trPr>
        <w:tc>
          <w:tcPr>
            <w:tcW w:w="834" w:type="dxa"/>
            <w:vAlign w:val="center"/>
          </w:tcPr>
          <w:p w:rsidR="00C23252" w:rsidRPr="00B96E89" w:rsidRDefault="00C23252" w:rsidP="003D3951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37</w:t>
            </w:r>
          </w:p>
        </w:tc>
        <w:tc>
          <w:tcPr>
            <w:tcW w:w="1488" w:type="dxa"/>
          </w:tcPr>
          <w:p w:rsidR="00C23252" w:rsidRPr="00B96E89" w:rsidRDefault="00C23252" w:rsidP="003D3951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2</w:t>
            </w:r>
          </w:p>
        </w:tc>
        <w:tc>
          <w:tcPr>
            <w:tcW w:w="4173" w:type="dxa"/>
            <w:vAlign w:val="center"/>
          </w:tcPr>
          <w:p w:rsidR="00C23252" w:rsidRPr="00E74A1E" w:rsidRDefault="00C23252" w:rsidP="003D3951">
            <w:pPr>
              <w:rPr>
                <w:rFonts w:eastAsia="Times New Roman" w:cs="Arial"/>
                <w:b/>
                <w:lang w:eastAsia="nl-NL"/>
              </w:rPr>
            </w:pPr>
            <w:r w:rsidRPr="00E74A1E">
              <w:rPr>
                <w:rFonts w:eastAsia="Times New Roman" w:cs="Arial"/>
                <w:b/>
                <w:lang w:eastAsia="nl-NL"/>
              </w:rPr>
              <w:t>Stage</w:t>
            </w:r>
          </w:p>
        </w:tc>
        <w:tc>
          <w:tcPr>
            <w:tcW w:w="2567" w:type="dxa"/>
          </w:tcPr>
          <w:p w:rsidR="00C23252" w:rsidRPr="00B96E89" w:rsidRDefault="00C23252" w:rsidP="003D3951">
            <w:pPr>
              <w:rPr>
                <w:rFonts w:eastAsia="Times New Roman" w:cs="Arial"/>
                <w:lang w:eastAsia="nl-NL"/>
              </w:rPr>
            </w:pPr>
          </w:p>
        </w:tc>
      </w:tr>
      <w:tr w:rsidR="00C23252" w:rsidRPr="00B96E89" w:rsidTr="00396F3A">
        <w:trPr>
          <w:trHeight w:val="416"/>
        </w:trPr>
        <w:tc>
          <w:tcPr>
            <w:tcW w:w="834" w:type="dxa"/>
            <w:vAlign w:val="center"/>
          </w:tcPr>
          <w:p w:rsidR="00C23252" w:rsidRPr="00B96E89" w:rsidRDefault="00C23252" w:rsidP="003D3951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38</w:t>
            </w:r>
          </w:p>
        </w:tc>
        <w:tc>
          <w:tcPr>
            <w:tcW w:w="1488" w:type="dxa"/>
          </w:tcPr>
          <w:p w:rsidR="00C23252" w:rsidRPr="00B96E89" w:rsidRDefault="00C23252" w:rsidP="00661714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3</w:t>
            </w:r>
          </w:p>
        </w:tc>
        <w:tc>
          <w:tcPr>
            <w:tcW w:w="4173" w:type="dxa"/>
            <w:vAlign w:val="center"/>
          </w:tcPr>
          <w:p w:rsidR="00C23252" w:rsidRPr="00E74A1E" w:rsidRDefault="00C23252" w:rsidP="00661714">
            <w:pPr>
              <w:rPr>
                <w:rFonts w:eastAsia="Times New Roman" w:cs="Arial"/>
                <w:b/>
                <w:lang w:eastAsia="nl-NL"/>
              </w:rPr>
            </w:pPr>
            <w:r w:rsidRPr="00E74A1E">
              <w:rPr>
                <w:rFonts w:eastAsia="Times New Roman" w:cs="Arial"/>
                <w:b/>
                <w:lang w:eastAsia="nl-NL"/>
              </w:rPr>
              <w:t>Stage</w:t>
            </w:r>
          </w:p>
        </w:tc>
        <w:tc>
          <w:tcPr>
            <w:tcW w:w="2567" w:type="dxa"/>
          </w:tcPr>
          <w:p w:rsidR="00C23252" w:rsidRPr="00B96E89" w:rsidRDefault="00C23252" w:rsidP="003D3951">
            <w:pPr>
              <w:rPr>
                <w:rFonts w:eastAsia="Times New Roman" w:cs="Arial"/>
                <w:lang w:eastAsia="nl-NL"/>
              </w:rPr>
            </w:pPr>
          </w:p>
        </w:tc>
      </w:tr>
      <w:tr w:rsidR="00C23252" w:rsidRPr="00B96E89" w:rsidTr="00396F3A">
        <w:tc>
          <w:tcPr>
            <w:tcW w:w="834" w:type="dxa"/>
            <w:vAlign w:val="center"/>
          </w:tcPr>
          <w:p w:rsidR="00C23252" w:rsidRPr="00B96E89" w:rsidRDefault="00C23252" w:rsidP="007308D1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39</w:t>
            </w:r>
          </w:p>
        </w:tc>
        <w:tc>
          <w:tcPr>
            <w:tcW w:w="1488" w:type="dxa"/>
          </w:tcPr>
          <w:p w:rsidR="00C23252" w:rsidRPr="00B96E89" w:rsidRDefault="00C23252" w:rsidP="007308D1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</w:t>
            </w:r>
          </w:p>
        </w:tc>
        <w:tc>
          <w:tcPr>
            <w:tcW w:w="4173" w:type="dxa"/>
            <w:vAlign w:val="center"/>
          </w:tcPr>
          <w:p w:rsidR="00C23252" w:rsidRPr="00E74A1E" w:rsidRDefault="00C23252" w:rsidP="007308D1">
            <w:pPr>
              <w:rPr>
                <w:rFonts w:eastAsia="Times New Roman" w:cs="Arial"/>
                <w:b/>
                <w:lang w:eastAsia="nl-NL"/>
              </w:rPr>
            </w:pPr>
            <w:r w:rsidRPr="00E74A1E">
              <w:rPr>
                <w:rFonts w:eastAsia="Times New Roman" w:cs="Arial"/>
                <w:b/>
                <w:lang w:eastAsia="nl-NL"/>
              </w:rPr>
              <w:t>Stage</w:t>
            </w:r>
          </w:p>
        </w:tc>
        <w:tc>
          <w:tcPr>
            <w:tcW w:w="2567" w:type="dxa"/>
          </w:tcPr>
          <w:p w:rsidR="00C23252" w:rsidRPr="00B96E89" w:rsidRDefault="00C23252" w:rsidP="007308D1">
            <w:pPr>
              <w:rPr>
                <w:rFonts w:eastAsia="Times New Roman" w:cs="Arial"/>
                <w:lang w:eastAsia="nl-NL"/>
              </w:rPr>
            </w:pPr>
          </w:p>
        </w:tc>
      </w:tr>
      <w:tr w:rsidR="00C23252" w:rsidRPr="00B96E89" w:rsidTr="00396F3A">
        <w:tc>
          <w:tcPr>
            <w:tcW w:w="834" w:type="dxa"/>
            <w:vAlign w:val="center"/>
          </w:tcPr>
          <w:p w:rsidR="00C23252" w:rsidRPr="00B96E89" w:rsidRDefault="00C23252" w:rsidP="007308D1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40</w:t>
            </w:r>
          </w:p>
        </w:tc>
        <w:tc>
          <w:tcPr>
            <w:tcW w:w="1488" w:type="dxa"/>
          </w:tcPr>
          <w:p w:rsidR="00C23252" w:rsidRPr="00B96E89" w:rsidRDefault="00C23252" w:rsidP="007308D1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5</w:t>
            </w:r>
          </w:p>
        </w:tc>
        <w:tc>
          <w:tcPr>
            <w:tcW w:w="4173" w:type="dxa"/>
            <w:vAlign w:val="center"/>
          </w:tcPr>
          <w:p w:rsidR="00C23252" w:rsidRPr="00E74A1E" w:rsidRDefault="00E74A1E" w:rsidP="00396F3A">
            <w:pPr>
              <w:rPr>
                <w:rFonts w:eastAsia="Times New Roman" w:cs="Arial"/>
                <w:b/>
                <w:lang w:eastAsia="nl-NL"/>
              </w:rPr>
            </w:pPr>
            <w:r w:rsidRPr="00E74A1E">
              <w:rPr>
                <w:rFonts w:eastAsia="Times New Roman" w:cs="Arial"/>
                <w:b/>
                <w:lang w:eastAsia="nl-NL"/>
              </w:rPr>
              <w:t>Studiedag docenten</w:t>
            </w:r>
          </w:p>
        </w:tc>
        <w:tc>
          <w:tcPr>
            <w:tcW w:w="2567" w:type="dxa"/>
          </w:tcPr>
          <w:p w:rsidR="00396F3A" w:rsidRPr="00E74A1E" w:rsidRDefault="00396F3A" w:rsidP="00E74A1E"/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41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6</w:t>
            </w:r>
          </w:p>
        </w:tc>
        <w:tc>
          <w:tcPr>
            <w:tcW w:w="4173" w:type="dxa"/>
            <w:vAlign w:val="center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Introductie Wikiwijs + brainstrom Introductie Trainen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Opdracht:</w:t>
            </w:r>
            <w:r w:rsidRPr="00B96E89">
              <w:rPr>
                <w:rFonts w:eastAsia="Times New Roman" w:cs="Arial"/>
                <w:lang w:eastAsia="nl-NL"/>
              </w:rPr>
              <w:t xml:space="preserve"> </w:t>
            </w:r>
            <w:r w:rsidR="002D702D" w:rsidRPr="002D702D">
              <w:rPr>
                <w:rFonts w:eastAsia="Times New Roman" w:cs="Arial"/>
                <w:lang w:eastAsia="nl-NL"/>
              </w:rPr>
              <w:t>Opdracht</w:t>
            </w:r>
            <w:r w:rsidR="002D702D">
              <w:rPr>
                <w:rFonts w:eastAsia="Times New Roman" w:cs="Arial"/>
                <w:lang w:eastAsia="nl-NL"/>
              </w:rPr>
              <w:t>blad</w:t>
            </w:r>
            <w:r w:rsidR="002D702D" w:rsidRPr="002D702D">
              <w:rPr>
                <w:rFonts w:eastAsia="Times New Roman" w:cs="Arial"/>
                <w:lang w:eastAsia="nl-NL"/>
              </w:rPr>
              <w:t xml:space="preserve"> Brainstorm Training</w:t>
            </w:r>
          </w:p>
          <w:p w:rsidR="00E74A1E" w:rsidRPr="00B96E89" w:rsidRDefault="00E74A1E" w:rsidP="00E74A1E">
            <w:r w:rsidRPr="00B96E89">
              <w:rPr>
                <w:rFonts w:eastAsia="Times New Roman" w:cs="Arial"/>
                <w:b/>
                <w:lang w:eastAsia="nl-NL"/>
              </w:rPr>
              <w:t>Onderwerp:</w:t>
            </w:r>
            <w:r w:rsidRPr="00B96E89">
              <w:rPr>
                <w:rFonts w:eastAsia="Times New Roman" w:cs="Arial"/>
                <w:lang w:eastAsia="nl-NL"/>
              </w:rPr>
              <w:t xml:space="preserve"> </w:t>
            </w:r>
            <w:r w:rsidRPr="00B96E89">
              <w:t>Theorie trainen: geschiedenis van trainen, wat is trainen, waar moet je rekening mee houden, begrippen</w:t>
            </w:r>
          </w:p>
          <w:p w:rsidR="00E74A1E" w:rsidRPr="00B96E89" w:rsidRDefault="00E74A1E" w:rsidP="00E74A1E">
            <w:r w:rsidRPr="00B96E89">
              <w:rPr>
                <w:b/>
              </w:rPr>
              <w:t xml:space="preserve">Bronnen: </w:t>
            </w:r>
            <w:hyperlink r:id="rId9" w:history="1">
              <w:r w:rsidRPr="00B96E89">
                <w:rPr>
                  <w:rStyle w:val="Hyperlink"/>
                </w:rPr>
                <w:t>Leerarrangement Positive reinforcement training (GW)</w:t>
              </w:r>
            </w:hyperlink>
          </w:p>
          <w:p w:rsidR="00E74A1E" w:rsidRPr="00B96E89" w:rsidRDefault="00E74A1E" w:rsidP="00E74A1E">
            <w:r w:rsidRPr="00B96E89">
              <w:t>Kenniskiemmodulen:</w:t>
            </w:r>
          </w:p>
          <w:p w:rsidR="00E74A1E" w:rsidRDefault="00E74A1E" w:rsidP="00E74A1E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B96E89">
              <w:rPr>
                <w:rFonts w:asciiTheme="minorHAnsi" w:hAnsiTheme="minorHAnsi"/>
                <w:sz w:val="22"/>
              </w:rPr>
              <w:t>Stimuleren van gewenst gedrag</w:t>
            </w:r>
          </w:p>
          <w:p w:rsidR="00E74A1E" w:rsidRDefault="00E74A1E" w:rsidP="00E74A1E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B96E89">
              <w:rPr>
                <w:rFonts w:asciiTheme="minorHAnsi" w:hAnsiTheme="minorHAnsi"/>
                <w:sz w:val="22"/>
              </w:rPr>
              <w:t>Goed getraind</w:t>
            </w:r>
          </w:p>
          <w:p w:rsidR="00957DE9" w:rsidRDefault="00957DE9" w:rsidP="00957DE9"/>
          <w:p w:rsidR="00957DE9" w:rsidRPr="00957DE9" w:rsidRDefault="00957DE9" w:rsidP="00957DE9">
            <w:r>
              <w:t>Ratten beginnen met socialiseren</w:t>
            </w:r>
            <w:bookmarkStart w:id="0" w:name="_GoBack"/>
            <w:bookmarkEnd w:id="0"/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42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7</w:t>
            </w:r>
          </w:p>
        </w:tc>
        <w:tc>
          <w:tcPr>
            <w:tcW w:w="4173" w:type="dxa"/>
            <w:vAlign w:val="center"/>
          </w:tcPr>
          <w:p w:rsidR="00E74A1E" w:rsidRPr="00B96E89" w:rsidRDefault="00E74A1E" w:rsidP="00E74A1E">
            <w:pPr>
              <w:rPr>
                <w:rFonts w:eastAsia="Times New Roman" w:cs="Arial"/>
                <w:b/>
                <w:lang w:eastAsia="nl-NL"/>
              </w:rPr>
            </w:pPr>
            <w:r w:rsidRPr="00B96E89">
              <w:t>Theorie trainen</w:t>
            </w:r>
            <w:r w:rsidR="00E6646A">
              <w:t xml:space="preserve"> (ppt)</w:t>
            </w:r>
            <w:r w:rsidRPr="00B96E89">
              <w:t xml:space="preserve">/ </w:t>
            </w:r>
            <w:r w:rsidR="00E6646A">
              <w:t xml:space="preserve">uitleg </w:t>
            </w:r>
            <w:r w:rsidRPr="00B96E89">
              <w:t>schrijven trainingsplan</w:t>
            </w:r>
            <w:r w:rsidR="00E6646A">
              <w:t xml:space="preserve"> (ppt)</w:t>
            </w:r>
          </w:p>
        </w:tc>
        <w:tc>
          <w:tcPr>
            <w:tcW w:w="2567" w:type="dxa"/>
          </w:tcPr>
          <w:p w:rsidR="00E74A1E" w:rsidRDefault="007618F4" w:rsidP="00E74A1E">
            <w:pPr>
              <w:rPr>
                <w:rFonts w:eastAsia="Times New Roman" w:cs="Arial"/>
                <w:lang w:eastAsia="nl-NL"/>
              </w:rPr>
            </w:pPr>
            <w:r w:rsidRPr="007618F4">
              <w:rPr>
                <w:rFonts w:eastAsia="Times New Roman" w:cs="Arial"/>
                <w:lang w:eastAsia="nl-NL"/>
              </w:rPr>
              <w:t>Begrippenlijst bespreken</w:t>
            </w:r>
          </w:p>
          <w:p w:rsidR="00923EA2" w:rsidRDefault="00923EA2" w:rsidP="00E74A1E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Uitdelen: </w:t>
            </w:r>
          </w:p>
          <w:p w:rsidR="00923EA2" w:rsidRDefault="00923EA2" w:rsidP="00923EA2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Richtlijnen verslag </w:t>
            </w:r>
          </w:p>
          <w:p w:rsidR="00923EA2" w:rsidRPr="00923EA2" w:rsidRDefault="00923EA2" w:rsidP="00E74A1E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Opdracht trainingsplan </w:t>
            </w: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43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4173" w:type="dxa"/>
            <w:vAlign w:val="center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Herfstvakantie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44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8</w:t>
            </w:r>
          </w:p>
        </w:tc>
        <w:tc>
          <w:tcPr>
            <w:tcW w:w="4173" w:type="dxa"/>
            <w:vAlign w:val="center"/>
          </w:tcPr>
          <w:p w:rsidR="00E6646A" w:rsidRDefault="00E6646A" w:rsidP="00E74A1E">
            <w:r>
              <w:t>Uitleg gedragssystemen (ppt)</w:t>
            </w:r>
            <w:r w:rsidR="00957DE9">
              <w:t xml:space="preserve"> (bij tijd over)</w:t>
            </w:r>
          </w:p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t>Schrijven trainingsplan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45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1</w:t>
            </w:r>
          </w:p>
        </w:tc>
        <w:tc>
          <w:tcPr>
            <w:tcW w:w="4173" w:type="dxa"/>
          </w:tcPr>
          <w:p w:rsidR="00E74A1E" w:rsidRPr="00B96E89" w:rsidRDefault="00E74A1E" w:rsidP="00E74A1E">
            <w:r w:rsidRPr="00B96E89">
              <w:t>Trainen (na go docent)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46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2</w:t>
            </w:r>
          </w:p>
        </w:tc>
        <w:tc>
          <w:tcPr>
            <w:tcW w:w="4173" w:type="dxa"/>
          </w:tcPr>
          <w:p w:rsidR="00E74A1E" w:rsidRPr="00B96E89" w:rsidRDefault="00E74A1E" w:rsidP="00E74A1E">
            <w:r w:rsidRPr="00B96E89">
              <w:t>Trainen -  tussenevaluatie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47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3</w:t>
            </w:r>
          </w:p>
        </w:tc>
        <w:tc>
          <w:tcPr>
            <w:tcW w:w="4173" w:type="dxa"/>
          </w:tcPr>
          <w:p w:rsidR="00E74A1E" w:rsidRPr="00B96E89" w:rsidRDefault="00E74A1E" w:rsidP="00E74A1E">
            <w:r w:rsidRPr="00B96E89">
              <w:t>Trainen - probleembespreking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lastRenderedPageBreak/>
              <w:t>48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</w:t>
            </w:r>
          </w:p>
        </w:tc>
        <w:tc>
          <w:tcPr>
            <w:tcW w:w="4173" w:type="dxa"/>
          </w:tcPr>
          <w:p w:rsidR="00E74A1E" w:rsidRPr="00B96E89" w:rsidRDefault="00E74A1E" w:rsidP="00E74A1E">
            <w:r w:rsidRPr="00B96E89">
              <w:t>Trainen - tussenevaluatie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Presentaties, inl. opdracht gedrag</w:t>
            </w:r>
          </w:p>
        </w:tc>
      </w:tr>
      <w:tr w:rsidR="00E74A1E" w:rsidRPr="00B96E89" w:rsidTr="00396F3A">
        <w:tc>
          <w:tcPr>
            <w:tcW w:w="834" w:type="dxa"/>
            <w:vAlign w:val="center"/>
          </w:tcPr>
          <w:p w:rsidR="00E74A1E" w:rsidRPr="00B96E89" w:rsidRDefault="00E74A1E" w:rsidP="00E74A1E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49</w:t>
            </w:r>
          </w:p>
        </w:tc>
        <w:tc>
          <w:tcPr>
            <w:tcW w:w="1488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5</w:t>
            </w:r>
          </w:p>
        </w:tc>
        <w:tc>
          <w:tcPr>
            <w:tcW w:w="4173" w:type="dxa"/>
          </w:tcPr>
          <w:p w:rsidR="00E74A1E" w:rsidRPr="00B96E89" w:rsidRDefault="00E74A1E" w:rsidP="00E74A1E">
            <w:r w:rsidRPr="00B96E89">
              <w:t>Trainen - probleembespreking</w:t>
            </w:r>
          </w:p>
        </w:tc>
        <w:tc>
          <w:tcPr>
            <w:tcW w:w="2567" w:type="dxa"/>
          </w:tcPr>
          <w:p w:rsidR="00E74A1E" w:rsidRPr="00B96E89" w:rsidRDefault="00E74A1E" w:rsidP="00E74A1E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Presentaties, inl. opdracht gedrag</w:t>
            </w: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50</w:t>
            </w:r>
          </w:p>
        </w:tc>
        <w:tc>
          <w:tcPr>
            <w:tcW w:w="1488" w:type="dxa"/>
          </w:tcPr>
          <w:p w:rsidR="00923EA2" w:rsidRPr="00B96E89" w:rsidRDefault="00923EA2" w:rsidP="00923EA2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6</w:t>
            </w:r>
          </w:p>
        </w:tc>
        <w:tc>
          <w:tcPr>
            <w:tcW w:w="4173" w:type="dxa"/>
          </w:tcPr>
          <w:p w:rsidR="00923EA2" w:rsidRPr="00B96E89" w:rsidRDefault="00923EA2" w:rsidP="00923EA2">
            <w:r w:rsidRPr="00923EA2">
              <w:rPr>
                <w:color w:val="FF0000"/>
              </w:rPr>
              <w:t>Trainen – eindevaluatiegesprek met docent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rPr>
                <w:rFonts w:eastAsia="Times New Roman" w:cs="Arial"/>
                <w:lang w:eastAsia="nl-NL"/>
              </w:rPr>
            </w:pP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51</w:t>
            </w:r>
          </w:p>
        </w:tc>
        <w:tc>
          <w:tcPr>
            <w:tcW w:w="1488" w:type="dxa"/>
          </w:tcPr>
          <w:p w:rsidR="00923EA2" w:rsidRPr="00B96E89" w:rsidRDefault="00923EA2" w:rsidP="00923EA2">
            <w:pPr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7</w:t>
            </w:r>
          </w:p>
        </w:tc>
        <w:tc>
          <w:tcPr>
            <w:tcW w:w="4173" w:type="dxa"/>
          </w:tcPr>
          <w:p w:rsidR="00923EA2" w:rsidRPr="00B96E89" w:rsidRDefault="00923EA2" w:rsidP="00923EA2">
            <w:r w:rsidRPr="00B96E89">
              <w:t>Reserve/ herhaling voor toets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rPr>
                <w:rFonts w:eastAsia="Times New Roman" w:cs="Arial"/>
                <w:lang w:eastAsia="nl-NL"/>
              </w:rPr>
            </w:pPr>
            <w:r w:rsidRPr="00923EA2">
              <w:rPr>
                <w:rFonts w:eastAsia="Times New Roman" w:cs="Arial"/>
                <w:color w:val="FF0000"/>
                <w:lang w:eastAsia="nl-NL"/>
              </w:rPr>
              <w:t>Leerlingen beoordelen elkaars poster</w:t>
            </w: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52</w:t>
            </w:r>
          </w:p>
        </w:tc>
        <w:tc>
          <w:tcPr>
            <w:tcW w:w="1488" w:type="dxa"/>
          </w:tcPr>
          <w:p w:rsidR="00923EA2" w:rsidRPr="00B96E89" w:rsidRDefault="00923EA2" w:rsidP="00923EA2">
            <w:pPr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4173" w:type="dxa"/>
            <w:vAlign w:val="center"/>
          </w:tcPr>
          <w:p w:rsidR="00923EA2" w:rsidRPr="00B96E89" w:rsidRDefault="00923EA2" w:rsidP="00923EA2">
            <w:pPr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Kerstvakantie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rPr>
                <w:rFonts w:eastAsia="Times New Roman" w:cs="Arial"/>
                <w:b/>
                <w:lang w:eastAsia="nl-NL"/>
              </w:rPr>
            </w:pPr>
          </w:p>
        </w:tc>
      </w:tr>
      <w:tr w:rsidR="00923EA2" w:rsidRPr="00B96E89" w:rsidTr="00396F3A">
        <w:tc>
          <w:tcPr>
            <w:tcW w:w="834" w:type="dxa"/>
            <w:vAlign w:val="center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1</w:t>
            </w:r>
          </w:p>
        </w:tc>
        <w:tc>
          <w:tcPr>
            <w:tcW w:w="1488" w:type="dxa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b/>
                <w:lang w:eastAsia="nl-NL"/>
              </w:rPr>
            </w:pPr>
          </w:p>
        </w:tc>
        <w:tc>
          <w:tcPr>
            <w:tcW w:w="4173" w:type="dxa"/>
            <w:vAlign w:val="center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b/>
                <w:lang w:eastAsia="nl-NL"/>
              </w:rPr>
            </w:pPr>
            <w:r w:rsidRPr="00B96E89">
              <w:rPr>
                <w:rFonts w:eastAsia="Times New Roman" w:cs="Arial"/>
                <w:b/>
                <w:lang w:eastAsia="nl-NL"/>
              </w:rPr>
              <w:t>Kerstvakantie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b/>
                <w:lang w:eastAsia="nl-NL"/>
              </w:rPr>
            </w:pPr>
          </w:p>
        </w:tc>
      </w:tr>
      <w:tr w:rsidR="00923EA2" w:rsidRPr="00B96E89" w:rsidTr="00396F3A">
        <w:trPr>
          <w:trHeight w:val="70"/>
        </w:trPr>
        <w:tc>
          <w:tcPr>
            <w:tcW w:w="834" w:type="dxa"/>
            <w:vAlign w:val="center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2</w:t>
            </w:r>
          </w:p>
        </w:tc>
        <w:tc>
          <w:tcPr>
            <w:tcW w:w="1488" w:type="dxa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rFonts w:eastAsia="Times New Roman" w:cs="Arial"/>
                <w:lang w:eastAsia="nl-NL"/>
              </w:rPr>
              <w:t>8</w:t>
            </w:r>
          </w:p>
        </w:tc>
        <w:tc>
          <w:tcPr>
            <w:tcW w:w="4173" w:type="dxa"/>
            <w:vAlign w:val="center"/>
          </w:tcPr>
          <w:p w:rsidR="00923EA2" w:rsidRPr="00B96E89" w:rsidRDefault="00923EA2" w:rsidP="00923EA2">
            <w:pPr>
              <w:rPr>
                <w:b/>
              </w:rPr>
            </w:pPr>
            <w:r>
              <w:rPr>
                <w:b/>
              </w:rPr>
              <w:t xml:space="preserve">Toets: </w:t>
            </w:r>
            <w:r w:rsidRPr="00B96E89">
              <w:rPr>
                <w:b/>
              </w:rPr>
              <w:t>trainen van dieren</w:t>
            </w:r>
          </w:p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t>Evaluatie trainen van dieren</w:t>
            </w:r>
          </w:p>
        </w:tc>
        <w:tc>
          <w:tcPr>
            <w:tcW w:w="2567" w:type="dxa"/>
          </w:tcPr>
          <w:p w:rsidR="00923EA2" w:rsidRPr="00B96E89" w:rsidRDefault="00923EA2" w:rsidP="00923EA2">
            <w:pPr>
              <w:tabs>
                <w:tab w:val="left" w:pos="-1440"/>
                <w:tab w:val="left" w:pos="-720"/>
              </w:tabs>
              <w:spacing w:before="90" w:after="54"/>
              <w:rPr>
                <w:rFonts w:eastAsia="Times New Roman" w:cs="Arial"/>
                <w:lang w:eastAsia="nl-NL"/>
              </w:rPr>
            </w:pPr>
            <w:r w:rsidRPr="00B96E89">
              <w:rPr>
                <w:b/>
              </w:rPr>
              <w:t>Inleveren trainingspl</w:t>
            </w:r>
            <w:r>
              <w:rPr>
                <w:b/>
              </w:rPr>
              <w:t>a</w:t>
            </w:r>
            <w:r w:rsidRPr="00B96E89">
              <w:rPr>
                <w:b/>
              </w:rPr>
              <w:t xml:space="preserve">n met </w:t>
            </w:r>
            <w:r w:rsidRPr="00953C41">
              <w:rPr>
                <w:b/>
              </w:rPr>
              <w:t>evaluatie en logboek trainingen</w:t>
            </w:r>
          </w:p>
        </w:tc>
      </w:tr>
    </w:tbl>
    <w:p w:rsidR="008C7C7F" w:rsidRDefault="008C7C7F" w:rsidP="00E74A1E">
      <w:pPr>
        <w:pStyle w:val="Geenafstand"/>
      </w:pPr>
    </w:p>
    <w:p w:rsidR="00E74A1E" w:rsidRPr="00F02CB4" w:rsidRDefault="00E74A1E" w:rsidP="00E74A1E">
      <w:pPr>
        <w:pStyle w:val="Geenafstand"/>
      </w:pPr>
    </w:p>
    <w:sectPr w:rsidR="00E74A1E" w:rsidRPr="00F02CB4" w:rsidSect="007F6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1772E"/>
    <w:multiLevelType w:val="hybridMultilevel"/>
    <w:tmpl w:val="FA80A8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85AFB"/>
    <w:multiLevelType w:val="hybridMultilevel"/>
    <w:tmpl w:val="30D6D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F1AC9"/>
    <w:multiLevelType w:val="hybridMultilevel"/>
    <w:tmpl w:val="9BD855DA"/>
    <w:lvl w:ilvl="0" w:tplc="907689FA">
      <w:start w:val="7"/>
      <w:numFmt w:val="bullet"/>
      <w:lvlText w:val="-"/>
      <w:lvlJc w:val="left"/>
      <w:pPr>
        <w:ind w:left="360" w:hanging="360"/>
      </w:pPr>
      <w:rPr>
        <w:rFonts w:ascii="Calibri,Arial" w:eastAsia="Calibri,Arial" w:hAnsi="Calibri,Arial" w:cs="Calibri,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D1"/>
    <w:rsid w:val="00001D95"/>
    <w:rsid w:val="00023CD1"/>
    <w:rsid w:val="00053A4A"/>
    <w:rsid w:val="00053EAF"/>
    <w:rsid w:val="00056E9C"/>
    <w:rsid w:val="000C567A"/>
    <w:rsid w:val="001662B7"/>
    <w:rsid w:val="00194B76"/>
    <w:rsid w:val="001E7CD7"/>
    <w:rsid w:val="0021683A"/>
    <w:rsid w:val="00225C70"/>
    <w:rsid w:val="002D702D"/>
    <w:rsid w:val="00396F3A"/>
    <w:rsid w:val="003C5CB0"/>
    <w:rsid w:val="003D3951"/>
    <w:rsid w:val="00484A87"/>
    <w:rsid w:val="004F6F7D"/>
    <w:rsid w:val="00510018"/>
    <w:rsid w:val="005113FE"/>
    <w:rsid w:val="00521A17"/>
    <w:rsid w:val="0052632E"/>
    <w:rsid w:val="005A0787"/>
    <w:rsid w:val="005B6908"/>
    <w:rsid w:val="0063337B"/>
    <w:rsid w:val="00661714"/>
    <w:rsid w:val="00691E38"/>
    <w:rsid w:val="006E05AD"/>
    <w:rsid w:val="007308D1"/>
    <w:rsid w:val="007618F4"/>
    <w:rsid w:val="00785566"/>
    <w:rsid w:val="007A42A0"/>
    <w:rsid w:val="007F6D48"/>
    <w:rsid w:val="00840C31"/>
    <w:rsid w:val="008C7C7F"/>
    <w:rsid w:val="00912EB7"/>
    <w:rsid w:val="00923967"/>
    <w:rsid w:val="00923EA2"/>
    <w:rsid w:val="00953C41"/>
    <w:rsid w:val="00957DE9"/>
    <w:rsid w:val="00A2510D"/>
    <w:rsid w:val="00A32230"/>
    <w:rsid w:val="00A94A09"/>
    <w:rsid w:val="00AA4A08"/>
    <w:rsid w:val="00B96E89"/>
    <w:rsid w:val="00BC3A0F"/>
    <w:rsid w:val="00C222EB"/>
    <w:rsid w:val="00C23252"/>
    <w:rsid w:val="00C7331C"/>
    <w:rsid w:val="00CD5B9E"/>
    <w:rsid w:val="00D760D8"/>
    <w:rsid w:val="00DA251D"/>
    <w:rsid w:val="00E6646A"/>
    <w:rsid w:val="00E74A1E"/>
    <w:rsid w:val="00F02CB4"/>
    <w:rsid w:val="00F47FF8"/>
    <w:rsid w:val="00F725F4"/>
    <w:rsid w:val="00FC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C6CA"/>
  <w15:docId w15:val="{86D94699-0E9A-4B4D-8B1E-2EE0E15C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6D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0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08D1"/>
    <w:pPr>
      <w:spacing w:after="200" w:line="276" w:lineRule="auto"/>
      <w:ind w:left="720"/>
      <w:contextualSpacing/>
    </w:pPr>
    <w:rPr>
      <w:rFonts w:ascii="Tahoma" w:hAnsi="Tahoma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6F7D"/>
    <w:rPr>
      <w:rFonts w:ascii="Segoe UI" w:hAnsi="Segoe UI" w:cs="Segoe UI"/>
      <w:sz w:val="18"/>
      <w:szCs w:val="18"/>
      <w:lang w:val="en-GB"/>
    </w:rPr>
  </w:style>
  <w:style w:type="character" w:styleId="Tekstvantijdelijkeaanduiding">
    <w:name w:val="Placeholder Text"/>
    <w:basedOn w:val="Standaardalinea-lettertype"/>
    <w:uiPriority w:val="99"/>
    <w:semiHidden/>
    <w:rsid w:val="00661714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D5B9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D5B9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D5B9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D5B9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D5B9E"/>
    <w:rPr>
      <w:b/>
      <w:bCs/>
      <w:sz w:val="20"/>
      <w:szCs w:val="20"/>
    </w:rPr>
  </w:style>
  <w:style w:type="character" w:styleId="Hyperlink">
    <w:name w:val="Hyperlink"/>
    <w:rsid w:val="00396F3A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74A1E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E74A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ken.wikiwijs.nl/49496/Leerarrangement_Positive_reinforcement_trainin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808D8B-A008-44F6-9AF2-B73F9C2F7622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D9736F-5B6C-4BB8-8882-C84C8B5DB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12CBC-31B0-4016-9DE6-1C3724F65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29E08E5B</Template>
  <TotalTime>89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Marianne de Jonge</dc:creator>
  <cp:lastModifiedBy>Judith van Bodegraven</cp:lastModifiedBy>
  <cp:revision>11</cp:revision>
  <cp:lastPrinted>2016-07-01T10:17:00Z</cp:lastPrinted>
  <dcterms:created xsi:type="dcterms:W3CDTF">2017-09-19T08:16:00Z</dcterms:created>
  <dcterms:modified xsi:type="dcterms:W3CDTF">2017-10-02T13:18:00Z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  <property fmtid="{D5CDD505-2E9C-101B-9397-08002B2CF9AE}" pid="3" name="IsMyDocuments">
    <vt:bool>true</vt:bool>
  </property>
</Properties>
</file>