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726" w:rsidRPr="00B649F7" w:rsidRDefault="00E06726" w:rsidP="00B649F7">
      <w:pPr>
        <w:pStyle w:val="Geenafstand"/>
        <w:jc w:val="center"/>
        <w:rPr>
          <w:sz w:val="52"/>
          <w:szCs w:val="52"/>
        </w:rPr>
      </w:pPr>
      <w:bookmarkStart w:id="0" w:name="_GoBack"/>
      <w:bookmarkEnd w:id="0"/>
      <w:r w:rsidRPr="00B649F7">
        <w:rPr>
          <w:sz w:val="52"/>
          <w:szCs w:val="52"/>
        </w:rPr>
        <w:t>Werkboek Assessorentraining</w:t>
      </w:r>
    </w:p>
    <w:p w:rsidR="00C8084B" w:rsidRDefault="00C8084B" w:rsidP="00B649F7">
      <w:pPr>
        <w:pStyle w:val="Geenafstand"/>
        <w:jc w:val="center"/>
        <w:rPr>
          <w:sz w:val="36"/>
          <w:szCs w:val="36"/>
        </w:rPr>
      </w:pPr>
    </w:p>
    <w:p w:rsidR="00E06726" w:rsidRDefault="00E06726" w:rsidP="00B649F7">
      <w:pPr>
        <w:pStyle w:val="Geenafstand"/>
        <w:jc w:val="center"/>
        <w:rPr>
          <w:sz w:val="36"/>
          <w:szCs w:val="36"/>
        </w:rPr>
      </w:pPr>
      <w:r w:rsidRPr="00B649F7">
        <w:rPr>
          <w:sz w:val="36"/>
          <w:szCs w:val="36"/>
        </w:rPr>
        <w:t>Assessor in het MBO</w:t>
      </w:r>
    </w:p>
    <w:p w:rsidR="00C8084B" w:rsidRPr="00B649F7" w:rsidRDefault="00C8084B" w:rsidP="00B649F7">
      <w:pPr>
        <w:pStyle w:val="Geenafstand"/>
        <w:jc w:val="center"/>
        <w:rPr>
          <w:noProof/>
          <w:sz w:val="36"/>
          <w:szCs w:val="36"/>
        </w:rPr>
      </w:pPr>
    </w:p>
    <w:p w:rsidR="00BC0A66" w:rsidRPr="00B649F7" w:rsidRDefault="00BC0A66" w:rsidP="00B649F7">
      <w:pPr>
        <w:pStyle w:val="Geenafstand"/>
        <w:jc w:val="center"/>
        <w:rPr>
          <w:noProof/>
          <w:sz w:val="24"/>
          <w:szCs w:val="24"/>
        </w:rPr>
      </w:pPr>
      <w:r w:rsidRPr="00B649F7">
        <w:rPr>
          <w:noProof/>
          <w:sz w:val="24"/>
          <w:szCs w:val="24"/>
        </w:rPr>
        <w:t>Beoordelen in praktijksituaties</w:t>
      </w:r>
    </w:p>
    <w:p w:rsidR="00FD3BB0" w:rsidRDefault="00FD3BB0" w:rsidP="00B649F7">
      <w:pPr>
        <w:pStyle w:val="Geenafstand"/>
        <w:rPr>
          <w:noProof/>
        </w:rPr>
      </w:pPr>
    </w:p>
    <w:p w:rsidR="00FD3BB0" w:rsidRDefault="00FD3BB0" w:rsidP="00B649F7">
      <w:pPr>
        <w:pStyle w:val="Geenafstand"/>
        <w:rPr>
          <w:noProof/>
        </w:rPr>
      </w:pPr>
    </w:p>
    <w:p w:rsidR="00BC0A66" w:rsidRDefault="000E0813" w:rsidP="000E0813">
      <w:pPr>
        <w:pStyle w:val="Geenafstand"/>
        <w:tabs>
          <w:tab w:val="left" w:pos="1752"/>
        </w:tabs>
        <w:rPr>
          <w:noProof/>
        </w:rPr>
      </w:pPr>
      <w:r>
        <w:rPr>
          <w:noProof/>
          <w:lang w:eastAsia="nl-NL"/>
        </w:rPr>
        <mc:AlternateContent>
          <mc:Choice Requires="wps">
            <w:drawing>
              <wp:anchor distT="0" distB="0" distL="114300" distR="114300" simplePos="0" relativeHeight="251669504" behindDoc="0" locked="0" layoutInCell="1" allowOverlap="1" wp14:editId="36B11C9B">
                <wp:simplePos x="0" y="0"/>
                <wp:positionH relativeFrom="column">
                  <wp:posOffset>2878455</wp:posOffset>
                </wp:positionH>
                <wp:positionV relativeFrom="paragraph">
                  <wp:posOffset>3345180</wp:posOffset>
                </wp:positionV>
                <wp:extent cx="2374265" cy="1403985"/>
                <wp:effectExtent l="0" t="0" r="1270" b="6985"/>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F24E2D" w:rsidRDefault="00F24E2D">
                            <w:r>
                              <w:rPr>
                                <w:noProof/>
                              </w:rPr>
                              <w:drawing>
                                <wp:inline distT="0" distB="0" distL="0" distR="0">
                                  <wp:extent cx="2072640" cy="1409700"/>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etbal.png"/>
                                          <pic:cNvPicPr/>
                                        </pic:nvPicPr>
                                        <pic:blipFill>
                                          <a:blip r:embed="rId9">
                                            <a:extLst>
                                              <a:ext uri="{28A0092B-C50C-407E-A947-70E740481C1C}">
                                                <a14:useLocalDpi xmlns:a14="http://schemas.microsoft.com/office/drawing/2010/main" val="0"/>
                                              </a:ext>
                                            </a:extLst>
                                          </a:blip>
                                          <a:stretch>
                                            <a:fillRect/>
                                          </a:stretch>
                                        </pic:blipFill>
                                        <pic:spPr>
                                          <a:xfrm>
                                            <a:off x="0" y="0"/>
                                            <a:ext cx="2072640" cy="140970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26.65pt;margin-top:263.4pt;width:186.95pt;height:110.5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" stroked="f">
                <v:textbox style="mso-fit-shape-to-text:t">
                  <w:txbxContent>
                    <w:p w:rsidR="00F24E2D" w:rsidRDefault="00F24E2D">
                      <w:r>
                        <w:rPr>
                          <w:noProof/>
                        </w:rPr>
                        <w:drawing>
                          <wp:inline distT="0" distB="0" distL="0" distR="0">
                            <wp:extent cx="2072640" cy="1409700"/>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etbal.png"/>
                                    <pic:cNvPicPr/>
                                  </pic:nvPicPr>
                                  <pic:blipFill>
                                    <a:blip r:embed="rId10">
                                      <a:extLst>
                                        <a:ext uri="{28A0092B-C50C-407E-A947-70E740481C1C}">
                                          <a14:useLocalDpi xmlns:a14="http://schemas.microsoft.com/office/drawing/2010/main" val="0"/>
                                        </a:ext>
                                      </a:extLst>
                                    </a:blip>
                                    <a:stretch>
                                      <a:fillRect/>
                                    </a:stretch>
                                  </pic:blipFill>
                                  <pic:spPr>
                                    <a:xfrm>
                                      <a:off x="0" y="0"/>
                                      <a:ext cx="2072640" cy="1409700"/>
                                    </a:xfrm>
                                    <a:prstGeom prst="rect">
                                      <a:avLst/>
                                    </a:prstGeom>
                                  </pic:spPr>
                                </pic:pic>
                              </a:graphicData>
                            </a:graphic>
                          </wp:inline>
                        </w:drawing>
                      </w:r>
                    </w:p>
                  </w:txbxContent>
                </v:textbox>
              </v:shape>
            </w:pict>
          </mc:Fallback>
        </mc:AlternateContent>
      </w:r>
      <w:r>
        <w:rPr>
          <w:noProof/>
          <w:lang w:eastAsia="nl-NL"/>
        </w:rPr>
        <mc:AlternateContent>
          <mc:Choice Requires="wps">
            <w:drawing>
              <wp:anchor distT="0" distB="0" distL="114300" distR="114300" simplePos="0" relativeHeight="251667456" behindDoc="0" locked="0" layoutInCell="1" allowOverlap="1" wp14:anchorId="71A08224" wp14:editId="35AD8714">
                <wp:simplePos x="0" y="0"/>
                <wp:positionH relativeFrom="column">
                  <wp:posOffset>3076575</wp:posOffset>
                </wp:positionH>
                <wp:positionV relativeFrom="paragraph">
                  <wp:posOffset>632460</wp:posOffset>
                </wp:positionV>
                <wp:extent cx="2374265" cy="1403985"/>
                <wp:effectExtent l="0" t="0" r="1270" b="889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F24E2D" w:rsidRDefault="00F24E2D">
                            <w:r>
                              <w:rPr>
                                <w:noProof/>
                              </w:rPr>
                              <w:drawing>
                                <wp:inline distT="0" distB="0" distL="0" distR="0" wp14:anchorId="320991EB" wp14:editId="342FB405">
                                  <wp:extent cx="2091690" cy="1568768"/>
                                  <wp:effectExtent l="0" t="0" r="3810" b="0"/>
                                  <wp:docPr id="19" name="Picture 4" descr="Het%20beroe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2" name="Picture 4" descr="Het%20beroep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1690" cy="1568768"/>
                                          </a:xfrm>
                                          <a:prstGeom prst="rect">
                                            <a:avLst/>
                                          </a:prstGeom>
                                          <a:noFill/>
                                          <a:ln>
                                            <a:noFill/>
                                          </a:ln>
                                          <a:extLst/>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42.25pt;margin-top:49.8pt;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" stroked="f">
                <v:textbox style="mso-fit-shape-to-text:t">
                  <w:txbxContent>
                    <w:p w:rsidR="00F24E2D" w:rsidRDefault="00F24E2D">
                      <w:r>
                        <w:rPr>
                          <w:noProof/>
                        </w:rPr>
                        <w:drawing>
                          <wp:inline distT="0" distB="0" distL="0" distR="0" wp14:anchorId="320991EB" wp14:editId="342FB405">
                            <wp:extent cx="2091690" cy="1568768"/>
                            <wp:effectExtent l="0" t="0" r="3810" b="0"/>
                            <wp:docPr id="19" name="Picture 4" descr="Het%20beroe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2" name="Picture 4" descr="Het%20beroep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1690" cy="1568768"/>
                                    </a:xfrm>
                                    <a:prstGeom prst="rect">
                                      <a:avLst/>
                                    </a:prstGeom>
                                    <a:noFill/>
                                    <a:ln>
                                      <a:noFill/>
                                    </a:ln>
                                    <a:extLst/>
                                  </pic:spPr>
                                </pic:pic>
                              </a:graphicData>
                            </a:graphic>
                          </wp:inline>
                        </w:drawing>
                      </w:r>
                    </w:p>
                  </w:txbxContent>
                </v:textbox>
              </v:shape>
            </w:pict>
          </mc:Fallback>
        </mc:AlternateContent>
      </w:r>
      <w:r>
        <w:rPr>
          <w:noProof/>
          <w:lang w:eastAsia="nl-NL"/>
        </w:rPr>
        <w:drawing>
          <wp:inline distT="0" distB="0" distL="0" distR="0" wp14:anchorId="19F8F14D" wp14:editId="7E4DE14C">
            <wp:extent cx="2552700" cy="3616325"/>
            <wp:effectExtent l="0" t="0" r="0" b="3175"/>
            <wp:docPr id="18" name="Picture 5" descr="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3" name="Picture 5" descr="Afbeeldin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0060" cy="3626752"/>
                    </a:xfrm>
                    <a:prstGeom prst="rect">
                      <a:avLst/>
                    </a:prstGeom>
                    <a:noFill/>
                    <a:ln>
                      <a:noFill/>
                    </a:ln>
                    <a:extLst/>
                  </pic:spPr>
                </pic:pic>
              </a:graphicData>
            </a:graphic>
          </wp:inline>
        </w:drawing>
      </w:r>
      <w:r>
        <w:rPr>
          <w:noProof/>
        </w:rPr>
        <w:tab/>
      </w:r>
      <w:r w:rsidR="00BC0A66" w:rsidRPr="00BC0A66">
        <w:rPr>
          <w:noProof/>
          <w:lang w:eastAsia="nl-NL"/>
        </w:rPr>
        <mc:AlternateContent>
          <mc:Choice Requires="wps">
            <w:drawing>
              <wp:anchor distT="0" distB="0" distL="114300" distR="114300" simplePos="0" relativeHeight="251665408" behindDoc="0" locked="0" layoutInCell="1" allowOverlap="1" wp14:anchorId="594D55A4" wp14:editId="06DB6CC4">
                <wp:simplePos x="0" y="0"/>
                <wp:positionH relativeFrom="column">
                  <wp:posOffset>3193415</wp:posOffset>
                </wp:positionH>
                <wp:positionV relativeFrom="paragraph">
                  <wp:posOffset>23495</wp:posOffset>
                </wp:positionV>
                <wp:extent cx="2374265" cy="1403985"/>
                <wp:effectExtent l="0" t="0" r="0" b="0"/>
                <wp:wrapNone/>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F24E2D" w:rsidRPr="00BC0A66" w:rsidRDefault="00F24E2D" w:rsidP="0033155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251.45pt;margin-top:1.85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" stroked="f">
                <v:textbox style="mso-fit-shape-to-text:t">
                  <w:txbxContent>
                    <w:p w:rsidR="00F24E2D" w:rsidRPr="00BC0A66" w:rsidRDefault="00F24E2D" w:rsidP="00331553"/>
                  </w:txbxContent>
                </v:textbox>
              </v:shape>
            </w:pict>
          </mc:Fallback>
        </mc:AlternateContent>
      </w:r>
    </w:p>
    <w:p w:rsidR="00BC0A66" w:rsidRDefault="00BC0A66" w:rsidP="00B649F7">
      <w:pPr>
        <w:pStyle w:val="Geenafstand"/>
        <w:rPr>
          <w:noProof/>
        </w:rPr>
      </w:pPr>
    </w:p>
    <w:p w:rsidR="00BC0A66" w:rsidRDefault="00BC0A66" w:rsidP="00B649F7">
      <w:pPr>
        <w:pStyle w:val="Geenafstand"/>
        <w:rPr>
          <w:noProof/>
        </w:rPr>
      </w:pPr>
    </w:p>
    <w:p w:rsidR="00BC0A66" w:rsidRDefault="00BC0A66" w:rsidP="00B649F7">
      <w:pPr>
        <w:pStyle w:val="Geenafstand"/>
        <w:rPr>
          <w:noProof/>
        </w:rPr>
      </w:pPr>
    </w:p>
    <w:p w:rsidR="00BC0A66" w:rsidRDefault="00BC0A66" w:rsidP="00B649F7">
      <w:pPr>
        <w:pStyle w:val="Geenafstand"/>
        <w:rPr>
          <w:noProof/>
        </w:rPr>
      </w:pPr>
    </w:p>
    <w:p w:rsidR="00BC0A66" w:rsidRDefault="00BC0A66" w:rsidP="00B649F7">
      <w:pPr>
        <w:pStyle w:val="Geenafstand"/>
        <w:rPr>
          <w:noProof/>
        </w:rPr>
      </w:pPr>
    </w:p>
    <w:p w:rsidR="00FD3BB0" w:rsidRPr="00E06726" w:rsidRDefault="00FD3BB0"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0E0813" w:rsidRDefault="000E0813" w:rsidP="000E0813"/>
    <w:p w:rsidR="00B649F7" w:rsidRDefault="00B649F7" w:rsidP="00B649F7">
      <w:pPr>
        <w:pStyle w:val="Geenafstand"/>
      </w:pPr>
    </w:p>
    <w:p w:rsidR="00B649F7" w:rsidRDefault="00B649F7" w:rsidP="00B649F7">
      <w:pPr>
        <w:pStyle w:val="Geenafstand"/>
      </w:pPr>
    </w:p>
    <w:p w:rsidR="00E06726" w:rsidRPr="00E06726" w:rsidRDefault="00075F78" w:rsidP="00B649F7">
      <w:pPr>
        <w:pStyle w:val="Geenafstand"/>
        <w:jc w:val="center"/>
      </w:pPr>
      <w:r>
        <w:rPr>
          <w:noProof/>
          <w:lang w:eastAsia="nl-NL"/>
        </w:rPr>
        <w:drawing>
          <wp:inline distT="0" distB="0" distL="0" distR="0" wp14:anchorId="7120CCBB" wp14:editId="125B1EB1">
            <wp:extent cx="2218944" cy="835152"/>
            <wp:effectExtent l="0" t="0" r="0" b="317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Edudelta_onderwijsgroep.jpg"/>
                    <pic:cNvPicPr/>
                  </pic:nvPicPr>
                  <pic:blipFill>
                    <a:blip r:embed="rId14">
                      <a:extLst>
                        <a:ext uri="{28A0092B-C50C-407E-A947-70E740481C1C}">
                          <a14:useLocalDpi xmlns:a14="http://schemas.microsoft.com/office/drawing/2010/main" val="0"/>
                        </a:ext>
                      </a:extLst>
                    </a:blip>
                    <a:stretch>
                      <a:fillRect/>
                    </a:stretch>
                  </pic:blipFill>
                  <pic:spPr>
                    <a:xfrm>
                      <a:off x="0" y="0"/>
                      <a:ext cx="2218944" cy="835152"/>
                    </a:xfrm>
                    <a:prstGeom prst="rect">
                      <a:avLst/>
                    </a:prstGeom>
                  </pic:spPr>
                </pic:pic>
              </a:graphicData>
            </a:graphic>
          </wp:inline>
        </w:drawing>
      </w:r>
    </w:p>
    <w:p w:rsidR="00E06726" w:rsidRPr="00E06726" w:rsidRDefault="00E06726" w:rsidP="00B649F7">
      <w:pPr>
        <w:pStyle w:val="Geenafstand"/>
      </w:pPr>
    </w:p>
    <w:p w:rsidR="00E06726" w:rsidRPr="00E06726" w:rsidRDefault="00E06726" w:rsidP="00B649F7">
      <w:pPr>
        <w:pStyle w:val="Geenafstand"/>
      </w:pPr>
    </w:p>
    <w:p w:rsidR="00E06726" w:rsidRPr="00E06726" w:rsidRDefault="00B649F7" w:rsidP="00B649F7">
      <w:pPr>
        <w:pStyle w:val="Geenafstand"/>
        <w:jc w:val="center"/>
      </w:pPr>
      <w:r>
        <w:t xml:space="preserve">Oktober </w:t>
      </w:r>
      <w:r w:rsidR="00E06726" w:rsidRPr="00E06726">
        <w:t xml:space="preserve">2013 </w:t>
      </w:r>
      <w:r>
        <w:t>– januari 2014</w:t>
      </w:r>
    </w:p>
    <w:p w:rsidR="00E06726" w:rsidRPr="00E06726" w:rsidRDefault="00E06726" w:rsidP="00B649F7">
      <w:pPr>
        <w:pStyle w:val="Geenafstand"/>
      </w:pPr>
    </w:p>
    <w:p w:rsidR="00E06726" w:rsidRPr="004F712B" w:rsidRDefault="00E06726" w:rsidP="00B649F7">
      <w:pPr>
        <w:pStyle w:val="Geenafstand"/>
        <w:jc w:val="center"/>
        <w:rPr>
          <w:sz w:val="36"/>
          <w:szCs w:val="36"/>
        </w:rPr>
      </w:pPr>
      <w:r w:rsidRPr="004F712B">
        <w:rPr>
          <w:sz w:val="36"/>
          <w:szCs w:val="36"/>
        </w:rPr>
        <w:t>Werkboek Assessorentraining</w:t>
      </w:r>
    </w:p>
    <w:p w:rsidR="00E06726" w:rsidRPr="00E06726" w:rsidRDefault="00E06726" w:rsidP="00B649F7">
      <w:pPr>
        <w:pStyle w:val="Geenafstand"/>
        <w:jc w:val="center"/>
      </w:pPr>
      <w:r w:rsidRPr="00E06726">
        <w:t>Assessor in het MBO</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4F712B" w:rsidRDefault="004F712B" w:rsidP="00B649F7">
      <w:pPr>
        <w:pStyle w:val="Geenafstand"/>
      </w:pPr>
    </w:p>
    <w:p w:rsidR="004F712B" w:rsidRDefault="004F712B" w:rsidP="00B649F7">
      <w:pPr>
        <w:pStyle w:val="Geenafstand"/>
      </w:pPr>
    </w:p>
    <w:p w:rsidR="004F712B" w:rsidRDefault="004F712B" w:rsidP="00B649F7">
      <w:pPr>
        <w:pStyle w:val="Geenafstand"/>
      </w:pPr>
    </w:p>
    <w:p w:rsidR="004F712B" w:rsidRDefault="004F712B" w:rsidP="00B649F7">
      <w:pPr>
        <w:pStyle w:val="Geenafstand"/>
      </w:pPr>
    </w:p>
    <w:p w:rsidR="004F712B" w:rsidRDefault="004F712B"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B649F7" w:rsidRDefault="00B649F7" w:rsidP="00B649F7">
      <w:pPr>
        <w:pStyle w:val="Geenafstand"/>
      </w:pPr>
    </w:p>
    <w:p w:rsidR="00E06726" w:rsidRPr="00E06726" w:rsidRDefault="00E06726" w:rsidP="00B649F7">
      <w:pPr>
        <w:pStyle w:val="Geenafstand"/>
      </w:pPr>
      <w:r w:rsidRPr="00E06726">
        <w:t>Plaats, datum:</w:t>
      </w:r>
      <w:r w:rsidRPr="00E06726">
        <w:tab/>
      </w:r>
      <w:r w:rsidRPr="00E06726">
        <w:tab/>
      </w:r>
      <w:r w:rsidRPr="00E06726">
        <w:tab/>
        <w:t>Leeuwarden, 2013 - 2014</w:t>
      </w:r>
    </w:p>
    <w:p w:rsidR="00E06726" w:rsidRPr="00E06726" w:rsidRDefault="00E06726" w:rsidP="00B649F7">
      <w:pPr>
        <w:pStyle w:val="Geenafstand"/>
      </w:pPr>
      <w:r w:rsidRPr="00E06726">
        <w:t>Opdrachtgever:</w:t>
      </w:r>
      <w:r w:rsidRPr="00E06726">
        <w:tab/>
      </w:r>
      <w:r w:rsidRPr="00E06726">
        <w:tab/>
      </w:r>
      <w:proofErr w:type="spellStart"/>
      <w:r w:rsidRPr="00E06726">
        <w:t>Edudelta</w:t>
      </w:r>
      <w:proofErr w:type="spellEnd"/>
    </w:p>
    <w:p w:rsidR="00E06726" w:rsidRPr="00E06726" w:rsidRDefault="00E06726" w:rsidP="00B649F7">
      <w:pPr>
        <w:pStyle w:val="Geenafstand"/>
      </w:pPr>
      <w:r w:rsidRPr="00E06726">
        <w:t>Opdrachtnemer:</w:t>
      </w:r>
      <w:r w:rsidRPr="00E06726">
        <w:tab/>
      </w:r>
      <w:r w:rsidRPr="00E06726">
        <w:tab/>
        <w:t xml:space="preserve">Cursus en Contract onderdeel van </w:t>
      </w:r>
      <w:proofErr w:type="spellStart"/>
      <w:r w:rsidRPr="00E06726">
        <w:t>Nordwin</w:t>
      </w:r>
      <w:proofErr w:type="spellEnd"/>
      <w:r w:rsidRPr="00E06726">
        <w:t xml:space="preserve"> College</w:t>
      </w:r>
    </w:p>
    <w:p w:rsidR="00E06726" w:rsidRPr="00E06726" w:rsidRDefault="00E06726" w:rsidP="00B649F7">
      <w:pPr>
        <w:pStyle w:val="Geenafstand"/>
        <w:rPr>
          <w:color w:val="0000FF"/>
          <w:sz w:val="20"/>
          <w:szCs w:val="20"/>
          <w:u w:val="single"/>
        </w:rPr>
      </w:pPr>
      <w:r w:rsidRPr="00E06726">
        <w:t>Arrangement:</w:t>
      </w:r>
      <w:r w:rsidRPr="00E06726">
        <w:tab/>
      </w:r>
      <w:r w:rsidRPr="00E06726">
        <w:tab/>
      </w:r>
      <w:r w:rsidRPr="00E06726">
        <w:tab/>
        <w:t>http://maken.wikiwijs.nl/47167/AssessorentrainingEdudelta</w:t>
      </w:r>
    </w:p>
    <w:p w:rsidR="00B649F7" w:rsidRDefault="00B649F7">
      <w:pPr>
        <w:rPr>
          <w:lang w:eastAsia="en-US"/>
        </w:rPr>
      </w:pPr>
      <w:r>
        <w:br w:type="page"/>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C8084B">
      <w:pPr>
        <w:pStyle w:val="Kop1"/>
      </w:pPr>
      <w:bookmarkStart w:id="1" w:name="_Toc281998196"/>
      <w:bookmarkStart w:id="2" w:name="_Toc370975847"/>
      <w:r w:rsidRPr="00E06726">
        <w:t>Inhoudsopgave</w:t>
      </w:r>
      <w:bookmarkEnd w:id="1"/>
      <w:bookmarkEnd w:id="2"/>
    </w:p>
    <w:p w:rsidR="00E06726" w:rsidRPr="00E06726" w:rsidRDefault="00E06726" w:rsidP="00B649F7">
      <w:pPr>
        <w:pStyle w:val="Geenafstand"/>
      </w:pPr>
    </w:p>
    <w:p w:rsidR="00CD74D3" w:rsidRDefault="00E06726">
      <w:pPr>
        <w:pStyle w:val="Inhopg1"/>
        <w:rPr>
          <w:rFonts w:asciiTheme="minorHAnsi" w:eastAsiaTheme="minorEastAsia" w:hAnsiTheme="minorHAnsi" w:cstheme="minorBidi"/>
          <w:noProof/>
          <w:szCs w:val="22"/>
        </w:rPr>
      </w:pPr>
      <w:r w:rsidRPr="00E06726">
        <w:rPr>
          <w:rFonts w:cs="Arial"/>
        </w:rPr>
        <w:fldChar w:fldCharType="begin"/>
      </w:r>
      <w:r w:rsidRPr="00E06726">
        <w:rPr>
          <w:rFonts w:cs="Arial"/>
        </w:rPr>
        <w:instrText xml:space="preserve"> TOC \o "1-3" \h \z \u </w:instrText>
      </w:r>
      <w:r w:rsidRPr="00E06726">
        <w:rPr>
          <w:rFonts w:cs="Arial"/>
        </w:rPr>
        <w:fldChar w:fldCharType="separate"/>
      </w:r>
      <w:hyperlink w:anchor="_Toc370975847" w:history="1">
        <w:r w:rsidR="00CD74D3" w:rsidRPr="00650836">
          <w:rPr>
            <w:rStyle w:val="Hyperlink"/>
            <w:noProof/>
          </w:rPr>
          <w:t>Inhoudsopgave</w:t>
        </w:r>
        <w:r w:rsidR="00CD74D3">
          <w:rPr>
            <w:noProof/>
            <w:webHidden/>
          </w:rPr>
          <w:tab/>
        </w:r>
        <w:r w:rsidR="00CD74D3">
          <w:rPr>
            <w:noProof/>
            <w:webHidden/>
          </w:rPr>
          <w:fldChar w:fldCharType="begin"/>
        </w:r>
        <w:r w:rsidR="00CD74D3">
          <w:rPr>
            <w:noProof/>
            <w:webHidden/>
          </w:rPr>
          <w:instrText xml:space="preserve"> PAGEREF _Toc370975847 \h </w:instrText>
        </w:r>
        <w:r w:rsidR="00CD74D3">
          <w:rPr>
            <w:noProof/>
            <w:webHidden/>
          </w:rPr>
        </w:r>
        <w:r w:rsidR="00CD74D3">
          <w:rPr>
            <w:noProof/>
            <w:webHidden/>
          </w:rPr>
          <w:fldChar w:fldCharType="separate"/>
        </w:r>
        <w:r w:rsidR="00ED2D68">
          <w:rPr>
            <w:noProof/>
            <w:webHidden/>
          </w:rPr>
          <w:t>3</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48" w:history="1">
        <w:r w:rsidR="00CD74D3" w:rsidRPr="00650836">
          <w:rPr>
            <w:rStyle w:val="Hyperlink"/>
            <w:noProof/>
          </w:rPr>
          <w:t>Verwachting deelnemer</w:t>
        </w:r>
        <w:r w:rsidR="00CD74D3">
          <w:rPr>
            <w:noProof/>
            <w:webHidden/>
          </w:rPr>
          <w:tab/>
        </w:r>
        <w:r w:rsidR="00CD74D3">
          <w:rPr>
            <w:noProof/>
            <w:webHidden/>
          </w:rPr>
          <w:fldChar w:fldCharType="begin"/>
        </w:r>
        <w:r w:rsidR="00CD74D3">
          <w:rPr>
            <w:noProof/>
            <w:webHidden/>
          </w:rPr>
          <w:instrText xml:space="preserve"> PAGEREF _Toc370975848 \h </w:instrText>
        </w:r>
        <w:r w:rsidR="00CD74D3">
          <w:rPr>
            <w:noProof/>
            <w:webHidden/>
          </w:rPr>
        </w:r>
        <w:r w:rsidR="00CD74D3">
          <w:rPr>
            <w:noProof/>
            <w:webHidden/>
          </w:rPr>
          <w:fldChar w:fldCharType="separate"/>
        </w:r>
        <w:r>
          <w:rPr>
            <w:noProof/>
            <w:webHidden/>
          </w:rPr>
          <w:t>4</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49" w:history="1">
        <w:r w:rsidR="00CD74D3" w:rsidRPr="00650836">
          <w:rPr>
            <w:rStyle w:val="Hyperlink"/>
            <w:noProof/>
          </w:rPr>
          <w:t>Kennismakingsopdracht</w:t>
        </w:r>
        <w:r w:rsidR="00CD74D3">
          <w:rPr>
            <w:noProof/>
            <w:webHidden/>
          </w:rPr>
          <w:tab/>
        </w:r>
        <w:r w:rsidR="00CD74D3">
          <w:rPr>
            <w:noProof/>
            <w:webHidden/>
          </w:rPr>
          <w:fldChar w:fldCharType="begin"/>
        </w:r>
        <w:r w:rsidR="00CD74D3">
          <w:rPr>
            <w:noProof/>
            <w:webHidden/>
          </w:rPr>
          <w:instrText xml:space="preserve"> PAGEREF _Toc370975849 \h </w:instrText>
        </w:r>
        <w:r w:rsidR="00CD74D3">
          <w:rPr>
            <w:noProof/>
            <w:webHidden/>
          </w:rPr>
        </w:r>
        <w:r w:rsidR="00CD74D3">
          <w:rPr>
            <w:noProof/>
            <w:webHidden/>
          </w:rPr>
          <w:fldChar w:fldCharType="separate"/>
        </w:r>
        <w:r>
          <w:rPr>
            <w:noProof/>
            <w:webHidden/>
          </w:rPr>
          <w:t>5</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0" w:history="1">
        <w:r w:rsidR="00CD74D3" w:rsidRPr="00650836">
          <w:rPr>
            <w:rStyle w:val="Hyperlink"/>
            <w:noProof/>
          </w:rPr>
          <w:t>Doelstellingen en programma dag 1</w:t>
        </w:r>
        <w:r w:rsidR="00CD74D3">
          <w:rPr>
            <w:noProof/>
            <w:webHidden/>
          </w:rPr>
          <w:tab/>
        </w:r>
        <w:r w:rsidR="00CD74D3">
          <w:rPr>
            <w:noProof/>
            <w:webHidden/>
          </w:rPr>
          <w:fldChar w:fldCharType="begin"/>
        </w:r>
        <w:r w:rsidR="00CD74D3">
          <w:rPr>
            <w:noProof/>
            <w:webHidden/>
          </w:rPr>
          <w:instrText xml:space="preserve"> PAGEREF _Toc370975850 \h </w:instrText>
        </w:r>
        <w:r w:rsidR="00CD74D3">
          <w:rPr>
            <w:noProof/>
            <w:webHidden/>
          </w:rPr>
        </w:r>
        <w:r w:rsidR="00CD74D3">
          <w:rPr>
            <w:noProof/>
            <w:webHidden/>
          </w:rPr>
          <w:fldChar w:fldCharType="separate"/>
        </w:r>
        <w:r>
          <w:rPr>
            <w:noProof/>
            <w:webHidden/>
          </w:rPr>
          <w:t>7</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1" w:history="1">
        <w:r w:rsidR="00CD74D3" w:rsidRPr="00650836">
          <w:rPr>
            <w:rStyle w:val="Hyperlink"/>
            <w:noProof/>
          </w:rPr>
          <w:t>Beeld van de assessor</w:t>
        </w:r>
        <w:r w:rsidR="00CD74D3">
          <w:rPr>
            <w:noProof/>
            <w:webHidden/>
          </w:rPr>
          <w:tab/>
        </w:r>
        <w:r w:rsidR="00CD74D3">
          <w:rPr>
            <w:noProof/>
            <w:webHidden/>
          </w:rPr>
          <w:fldChar w:fldCharType="begin"/>
        </w:r>
        <w:r w:rsidR="00CD74D3">
          <w:rPr>
            <w:noProof/>
            <w:webHidden/>
          </w:rPr>
          <w:instrText xml:space="preserve"> PAGEREF _Toc370975851 \h </w:instrText>
        </w:r>
        <w:r w:rsidR="00CD74D3">
          <w:rPr>
            <w:noProof/>
            <w:webHidden/>
          </w:rPr>
        </w:r>
        <w:r w:rsidR="00CD74D3">
          <w:rPr>
            <w:noProof/>
            <w:webHidden/>
          </w:rPr>
          <w:fldChar w:fldCharType="separate"/>
        </w:r>
        <w:r>
          <w:rPr>
            <w:noProof/>
            <w:webHidden/>
          </w:rPr>
          <w:t>8</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2" w:history="1">
        <w:r w:rsidR="00CD74D3" w:rsidRPr="00650836">
          <w:rPr>
            <w:rStyle w:val="Hyperlink"/>
            <w:noProof/>
          </w:rPr>
          <w:t>Beoordelen toen en nu</w:t>
        </w:r>
        <w:r w:rsidR="00CD74D3">
          <w:rPr>
            <w:noProof/>
            <w:webHidden/>
          </w:rPr>
          <w:tab/>
        </w:r>
        <w:r w:rsidR="00CD74D3">
          <w:rPr>
            <w:noProof/>
            <w:webHidden/>
          </w:rPr>
          <w:fldChar w:fldCharType="begin"/>
        </w:r>
        <w:r w:rsidR="00CD74D3">
          <w:rPr>
            <w:noProof/>
            <w:webHidden/>
          </w:rPr>
          <w:instrText xml:space="preserve"> PAGEREF _Toc370975852 \h </w:instrText>
        </w:r>
        <w:r w:rsidR="00CD74D3">
          <w:rPr>
            <w:noProof/>
            <w:webHidden/>
          </w:rPr>
        </w:r>
        <w:r w:rsidR="00CD74D3">
          <w:rPr>
            <w:noProof/>
            <w:webHidden/>
          </w:rPr>
          <w:fldChar w:fldCharType="separate"/>
        </w:r>
        <w:r>
          <w:rPr>
            <w:noProof/>
            <w:webHidden/>
          </w:rPr>
          <w:t>9</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3" w:history="1">
        <w:r w:rsidR="00CD74D3" w:rsidRPr="00650836">
          <w:rPr>
            <w:rStyle w:val="Hyperlink"/>
            <w:noProof/>
          </w:rPr>
          <w:t>Profiel van assessoren</w:t>
        </w:r>
        <w:r w:rsidR="00CD74D3">
          <w:rPr>
            <w:noProof/>
            <w:webHidden/>
          </w:rPr>
          <w:tab/>
        </w:r>
        <w:r w:rsidR="00CD74D3">
          <w:rPr>
            <w:noProof/>
            <w:webHidden/>
          </w:rPr>
          <w:fldChar w:fldCharType="begin"/>
        </w:r>
        <w:r w:rsidR="00CD74D3">
          <w:rPr>
            <w:noProof/>
            <w:webHidden/>
          </w:rPr>
          <w:instrText xml:space="preserve"> PAGEREF _Toc370975853 \h </w:instrText>
        </w:r>
        <w:r w:rsidR="00CD74D3">
          <w:rPr>
            <w:noProof/>
            <w:webHidden/>
          </w:rPr>
        </w:r>
        <w:r w:rsidR="00CD74D3">
          <w:rPr>
            <w:noProof/>
            <w:webHidden/>
          </w:rPr>
          <w:fldChar w:fldCharType="separate"/>
        </w:r>
        <w:r>
          <w:rPr>
            <w:noProof/>
            <w:webHidden/>
          </w:rPr>
          <w:t>11</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4" w:history="1">
        <w:r w:rsidR="00CD74D3" w:rsidRPr="00650836">
          <w:rPr>
            <w:rStyle w:val="Hyperlink"/>
            <w:noProof/>
          </w:rPr>
          <w:t>De 6 competenties van de assessor</w:t>
        </w:r>
        <w:r w:rsidR="00CD74D3">
          <w:rPr>
            <w:noProof/>
            <w:webHidden/>
          </w:rPr>
          <w:tab/>
        </w:r>
        <w:r w:rsidR="00CD74D3">
          <w:rPr>
            <w:noProof/>
            <w:webHidden/>
          </w:rPr>
          <w:fldChar w:fldCharType="begin"/>
        </w:r>
        <w:r w:rsidR="00CD74D3">
          <w:rPr>
            <w:noProof/>
            <w:webHidden/>
          </w:rPr>
          <w:instrText xml:space="preserve"> PAGEREF _Toc370975854 \h </w:instrText>
        </w:r>
        <w:r w:rsidR="00CD74D3">
          <w:rPr>
            <w:noProof/>
            <w:webHidden/>
          </w:rPr>
        </w:r>
        <w:r w:rsidR="00CD74D3">
          <w:rPr>
            <w:noProof/>
            <w:webHidden/>
          </w:rPr>
          <w:fldChar w:fldCharType="separate"/>
        </w:r>
        <w:r>
          <w:rPr>
            <w:noProof/>
            <w:webHidden/>
          </w:rPr>
          <w:t>12</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5" w:history="1">
        <w:r w:rsidR="00CD74D3" w:rsidRPr="00650836">
          <w:rPr>
            <w:rStyle w:val="Hyperlink"/>
            <w:noProof/>
          </w:rPr>
          <w:t>Zelftoets ( competentieroos)</w:t>
        </w:r>
        <w:r w:rsidR="00CD74D3">
          <w:rPr>
            <w:noProof/>
            <w:webHidden/>
          </w:rPr>
          <w:tab/>
        </w:r>
        <w:r w:rsidR="00CD74D3">
          <w:rPr>
            <w:noProof/>
            <w:webHidden/>
          </w:rPr>
          <w:fldChar w:fldCharType="begin"/>
        </w:r>
        <w:r w:rsidR="00CD74D3">
          <w:rPr>
            <w:noProof/>
            <w:webHidden/>
          </w:rPr>
          <w:instrText xml:space="preserve"> PAGEREF _Toc370975855 \h </w:instrText>
        </w:r>
        <w:r w:rsidR="00CD74D3">
          <w:rPr>
            <w:noProof/>
            <w:webHidden/>
          </w:rPr>
        </w:r>
        <w:r w:rsidR="00CD74D3">
          <w:rPr>
            <w:noProof/>
            <w:webHidden/>
          </w:rPr>
          <w:fldChar w:fldCharType="separate"/>
        </w:r>
        <w:r>
          <w:rPr>
            <w:noProof/>
            <w:webHidden/>
          </w:rPr>
          <w:t>20</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6" w:history="1">
        <w:r w:rsidR="00CD74D3" w:rsidRPr="00650836">
          <w:rPr>
            <w:rStyle w:val="Hyperlink"/>
            <w:noProof/>
          </w:rPr>
          <w:t>STARR methodiek als gesprekstechniek bij criterium gerichte interviews</w:t>
        </w:r>
        <w:r w:rsidR="00CD74D3">
          <w:rPr>
            <w:noProof/>
            <w:webHidden/>
          </w:rPr>
          <w:tab/>
        </w:r>
        <w:r w:rsidR="00CD74D3">
          <w:rPr>
            <w:noProof/>
            <w:webHidden/>
          </w:rPr>
          <w:fldChar w:fldCharType="begin"/>
        </w:r>
        <w:r w:rsidR="00CD74D3">
          <w:rPr>
            <w:noProof/>
            <w:webHidden/>
          </w:rPr>
          <w:instrText xml:space="preserve"> PAGEREF _Toc370975856 \h </w:instrText>
        </w:r>
        <w:r w:rsidR="00CD74D3">
          <w:rPr>
            <w:noProof/>
            <w:webHidden/>
          </w:rPr>
        </w:r>
        <w:r w:rsidR="00CD74D3">
          <w:rPr>
            <w:noProof/>
            <w:webHidden/>
          </w:rPr>
          <w:fldChar w:fldCharType="separate"/>
        </w:r>
        <w:r>
          <w:rPr>
            <w:noProof/>
            <w:webHidden/>
          </w:rPr>
          <w:t>27</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7" w:history="1">
        <w:r w:rsidR="00CD74D3" w:rsidRPr="00650836">
          <w:rPr>
            <w:rStyle w:val="Hyperlink"/>
            <w:noProof/>
          </w:rPr>
          <w:t>Voorbeeld vragen om te (leren) reflecteren</w:t>
        </w:r>
        <w:r w:rsidR="00CD74D3">
          <w:rPr>
            <w:noProof/>
            <w:webHidden/>
          </w:rPr>
          <w:tab/>
        </w:r>
        <w:r w:rsidR="00CD74D3">
          <w:rPr>
            <w:noProof/>
            <w:webHidden/>
          </w:rPr>
          <w:fldChar w:fldCharType="begin"/>
        </w:r>
        <w:r w:rsidR="00CD74D3">
          <w:rPr>
            <w:noProof/>
            <w:webHidden/>
          </w:rPr>
          <w:instrText xml:space="preserve"> PAGEREF _Toc370975857 \h </w:instrText>
        </w:r>
        <w:r w:rsidR="00CD74D3">
          <w:rPr>
            <w:noProof/>
            <w:webHidden/>
          </w:rPr>
        </w:r>
        <w:r w:rsidR="00CD74D3">
          <w:rPr>
            <w:noProof/>
            <w:webHidden/>
          </w:rPr>
          <w:fldChar w:fldCharType="separate"/>
        </w:r>
        <w:r>
          <w:rPr>
            <w:noProof/>
            <w:webHidden/>
          </w:rPr>
          <w:t>28</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8" w:history="1">
        <w:r w:rsidR="00CD74D3" w:rsidRPr="00650836">
          <w:rPr>
            <w:rStyle w:val="Hyperlink"/>
            <w:noProof/>
          </w:rPr>
          <w:t>Checklist bij het observeren van het Criterium Gericht Interview</w:t>
        </w:r>
        <w:r w:rsidR="00CD74D3">
          <w:rPr>
            <w:noProof/>
            <w:webHidden/>
          </w:rPr>
          <w:tab/>
        </w:r>
        <w:r w:rsidR="00CD74D3">
          <w:rPr>
            <w:noProof/>
            <w:webHidden/>
          </w:rPr>
          <w:fldChar w:fldCharType="begin"/>
        </w:r>
        <w:r w:rsidR="00CD74D3">
          <w:rPr>
            <w:noProof/>
            <w:webHidden/>
          </w:rPr>
          <w:instrText xml:space="preserve"> PAGEREF _Toc370975858 \h </w:instrText>
        </w:r>
        <w:r w:rsidR="00CD74D3">
          <w:rPr>
            <w:noProof/>
            <w:webHidden/>
          </w:rPr>
        </w:r>
        <w:r w:rsidR="00CD74D3">
          <w:rPr>
            <w:noProof/>
            <w:webHidden/>
          </w:rPr>
          <w:fldChar w:fldCharType="separate"/>
        </w:r>
        <w:r>
          <w:rPr>
            <w:noProof/>
            <w:webHidden/>
          </w:rPr>
          <w:t>29</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59" w:history="1">
        <w:r w:rsidR="00CD74D3" w:rsidRPr="00650836">
          <w:rPr>
            <w:rStyle w:val="Hyperlink"/>
            <w:noProof/>
          </w:rPr>
          <w:t>SMART maken van een leerdoel</w:t>
        </w:r>
        <w:r w:rsidR="00CD74D3">
          <w:rPr>
            <w:noProof/>
            <w:webHidden/>
          </w:rPr>
          <w:tab/>
        </w:r>
        <w:r w:rsidR="00CD74D3">
          <w:rPr>
            <w:noProof/>
            <w:webHidden/>
          </w:rPr>
          <w:fldChar w:fldCharType="begin"/>
        </w:r>
        <w:r w:rsidR="00CD74D3">
          <w:rPr>
            <w:noProof/>
            <w:webHidden/>
          </w:rPr>
          <w:instrText xml:space="preserve"> PAGEREF _Toc370975859 \h </w:instrText>
        </w:r>
        <w:r w:rsidR="00CD74D3">
          <w:rPr>
            <w:noProof/>
            <w:webHidden/>
          </w:rPr>
        </w:r>
        <w:r w:rsidR="00CD74D3">
          <w:rPr>
            <w:noProof/>
            <w:webHidden/>
          </w:rPr>
          <w:fldChar w:fldCharType="separate"/>
        </w:r>
        <w:r>
          <w:rPr>
            <w:noProof/>
            <w:webHidden/>
          </w:rPr>
          <w:t>30</w:t>
        </w:r>
        <w:r w:rsidR="00CD74D3">
          <w:rPr>
            <w:noProof/>
            <w:webHidden/>
          </w:rPr>
          <w:fldChar w:fldCharType="end"/>
        </w:r>
      </w:hyperlink>
    </w:p>
    <w:p w:rsidR="00CD74D3" w:rsidRDefault="00ED2D68">
      <w:pPr>
        <w:pStyle w:val="Inhopg1"/>
        <w:rPr>
          <w:rFonts w:asciiTheme="minorHAnsi" w:eastAsiaTheme="minorEastAsia" w:hAnsiTheme="minorHAnsi" w:cstheme="minorBidi"/>
          <w:noProof/>
          <w:szCs w:val="22"/>
        </w:rPr>
      </w:pPr>
      <w:hyperlink w:anchor="_Toc370975860" w:history="1">
        <w:r w:rsidR="00CD74D3" w:rsidRPr="00650836">
          <w:rPr>
            <w:rStyle w:val="Hyperlink"/>
            <w:noProof/>
          </w:rPr>
          <w:t>Persoonlijk logboek m.b.t. ontwikkelen competenties</w:t>
        </w:r>
        <w:r w:rsidR="00CD74D3">
          <w:rPr>
            <w:noProof/>
            <w:webHidden/>
          </w:rPr>
          <w:tab/>
        </w:r>
        <w:r w:rsidR="00CD74D3">
          <w:rPr>
            <w:noProof/>
            <w:webHidden/>
          </w:rPr>
          <w:fldChar w:fldCharType="begin"/>
        </w:r>
        <w:r w:rsidR="00CD74D3">
          <w:rPr>
            <w:noProof/>
            <w:webHidden/>
          </w:rPr>
          <w:instrText xml:space="preserve"> PAGEREF _Toc370975860 \h </w:instrText>
        </w:r>
        <w:r w:rsidR="00CD74D3">
          <w:rPr>
            <w:noProof/>
            <w:webHidden/>
          </w:rPr>
        </w:r>
        <w:r w:rsidR="00CD74D3">
          <w:rPr>
            <w:noProof/>
            <w:webHidden/>
          </w:rPr>
          <w:fldChar w:fldCharType="separate"/>
        </w:r>
        <w:r>
          <w:rPr>
            <w:noProof/>
            <w:webHidden/>
          </w:rPr>
          <w:t>32</w:t>
        </w:r>
        <w:r w:rsidR="00CD74D3">
          <w:rPr>
            <w:noProof/>
            <w:webHidden/>
          </w:rPr>
          <w:fldChar w:fldCharType="end"/>
        </w:r>
      </w:hyperlink>
    </w:p>
    <w:p w:rsidR="00E06726" w:rsidRPr="00E06726" w:rsidRDefault="00E06726" w:rsidP="00B649F7">
      <w:pPr>
        <w:pStyle w:val="Geenafstand"/>
      </w:pPr>
      <w:r w:rsidRPr="00E06726">
        <w:fldChar w:fldCharType="end"/>
      </w:r>
    </w:p>
    <w:p w:rsidR="00E06726" w:rsidRPr="00E06726" w:rsidRDefault="00E06726" w:rsidP="00B649F7">
      <w:pPr>
        <w:pStyle w:val="Geenafstand"/>
        <w:rPr>
          <w:kern w:val="32"/>
          <w:szCs w:val="32"/>
        </w:rPr>
      </w:pPr>
      <w:r w:rsidRPr="00E06726">
        <w:br w:type="page"/>
      </w:r>
    </w:p>
    <w:p w:rsidR="00E06726" w:rsidRPr="004F712B" w:rsidRDefault="00E06726" w:rsidP="00B649F7">
      <w:pPr>
        <w:pStyle w:val="Kop1"/>
      </w:pPr>
      <w:bookmarkStart w:id="3" w:name="_Toc370975848"/>
      <w:r w:rsidRPr="004F712B">
        <w:lastRenderedPageBreak/>
        <w:t>Verwachting deelnemer</w:t>
      </w:r>
      <w:bookmarkEnd w:id="3"/>
    </w:p>
    <w:p w:rsidR="00E06726" w:rsidRPr="00E06726" w:rsidRDefault="00E06726" w:rsidP="00B649F7">
      <w:pPr>
        <w:pStyle w:val="Geenafstand"/>
      </w:pPr>
    </w:p>
    <w:p w:rsidR="00E06726" w:rsidRPr="00E06726" w:rsidRDefault="00E06726" w:rsidP="00B649F7">
      <w:pPr>
        <w:pStyle w:val="Geenafstand"/>
      </w:pPr>
      <w:r w:rsidRPr="00E06726">
        <w:t>Wanneer ga ik tevreden naar huis?</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Hoe realiseer ik dat?</w:t>
      </w:r>
    </w:p>
    <w:p w:rsidR="00E06726" w:rsidRPr="00E06726" w:rsidRDefault="00E06726" w:rsidP="00B649F7">
      <w:pPr>
        <w:pStyle w:val="Kop1"/>
        <w:rPr>
          <w:rFonts w:eastAsia="Times New Roman"/>
        </w:rPr>
      </w:pPr>
      <w:r w:rsidRPr="00E06726">
        <w:rPr>
          <w:rFonts w:eastAsia="Times New Roman"/>
        </w:rPr>
        <w:br w:type="page"/>
      </w:r>
      <w:bookmarkStart w:id="4" w:name="_Toc370975849"/>
      <w:r w:rsidRPr="00E06726">
        <w:rPr>
          <w:rFonts w:eastAsia="Times New Roman"/>
        </w:rPr>
        <w:lastRenderedPageBreak/>
        <w:t>Kennismakingsopdracht</w:t>
      </w:r>
      <w:bookmarkEnd w:id="4"/>
    </w:p>
    <w:p w:rsidR="00E06726" w:rsidRPr="00E06726" w:rsidRDefault="00E06726" w:rsidP="00B649F7">
      <w:pPr>
        <w:pStyle w:val="Geenafstand"/>
      </w:pPr>
    </w:p>
    <w:p w:rsidR="00E06726" w:rsidRPr="00E06726" w:rsidRDefault="00E06726" w:rsidP="00B649F7">
      <w:pPr>
        <w:pStyle w:val="Geenafstand"/>
      </w:pPr>
      <w:r w:rsidRPr="00E06726">
        <w:t>Introductie : 2 oefeningen in 1!!</w:t>
      </w:r>
      <w:r w:rsidRPr="00E06726">
        <w:tab/>
      </w:r>
      <w:r w:rsidRPr="00E06726">
        <w:tab/>
      </w:r>
      <w:r w:rsidRPr="00E06726">
        <w:tab/>
      </w:r>
      <w:r w:rsidRPr="00E06726">
        <w:tab/>
      </w:r>
      <w:r w:rsidRPr="00E06726">
        <w:tab/>
      </w:r>
    </w:p>
    <w:p w:rsidR="00E06726" w:rsidRPr="00E06726" w:rsidRDefault="00E06726" w:rsidP="00B649F7">
      <w:pPr>
        <w:pStyle w:val="Geenafstand"/>
      </w:pPr>
    </w:p>
    <w:p w:rsidR="00CD02E6" w:rsidRDefault="00CD02E6" w:rsidP="00B649F7">
      <w:pPr>
        <w:pStyle w:val="Geenafstand"/>
      </w:pPr>
      <w:r w:rsidRPr="00E06726">
        <w:t xml:space="preserve">Om met elkaar kennis te maken en meteen een beetje “de sfeer” te proeven van hoe beoordelen op competenties in z’n werk gaat, </w:t>
      </w:r>
      <w:r>
        <w:t xml:space="preserve">begeven we ons in een min of meer “complexe” werksituatie. </w:t>
      </w:r>
    </w:p>
    <w:p w:rsidR="00CD02E6" w:rsidRPr="00E06726" w:rsidRDefault="00CD02E6" w:rsidP="00B649F7">
      <w:pPr>
        <w:pStyle w:val="Geenafstand"/>
      </w:pPr>
      <w:r>
        <w:t>Kies</w:t>
      </w:r>
      <w:r w:rsidRPr="00E06726">
        <w:t xml:space="preserve"> groepsgewijs </w:t>
      </w:r>
      <w:r w:rsidRPr="00CD02E6">
        <w:t xml:space="preserve">uit een voorstelronde </w:t>
      </w:r>
      <w:r>
        <w:t>volgens methode 1) of 2)</w:t>
      </w:r>
    </w:p>
    <w:p w:rsidR="00E06726" w:rsidRPr="00E06726" w:rsidRDefault="00E06726" w:rsidP="00B649F7">
      <w:pPr>
        <w:pStyle w:val="Geenafstand"/>
      </w:pPr>
      <w:r w:rsidRPr="00E06726">
        <w:t xml:space="preserve">Bepaal voor jezelf 1 persoon uit de groep die je vanaf nu, gedurende het komende halfuur extra goed gaat observeren op basis van 1 van de competenties op de volgende bladzijde; wat doet hij of zij, wat laat hij of zij zien, hoe gedraagt diegene zich, etc. Schrijf op wat je </w:t>
      </w:r>
      <w:r w:rsidRPr="00331553">
        <w:rPr>
          <w:u w:val="single"/>
        </w:rPr>
        <w:t>feitelijk</w:t>
      </w:r>
      <w:r w:rsidRPr="00E06726">
        <w:t xml:space="preserve"> waarneemt.   </w:t>
      </w:r>
    </w:p>
    <w:p w:rsidR="00FD3BB0" w:rsidRDefault="00FD3BB0" w:rsidP="00B649F7">
      <w:pPr>
        <w:pStyle w:val="Geenafstand"/>
      </w:pPr>
    </w:p>
    <w:p w:rsidR="00E06726" w:rsidRPr="00E06726" w:rsidRDefault="00FD3BB0" w:rsidP="00B649F7">
      <w:pPr>
        <w:pStyle w:val="Geenafstand"/>
      </w:pPr>
      <w:r>
        <w:t>Methode:</w:t>
      </w:r>
    </w:p>
    <w:p w:rsidR="00E06726" w:rsidRPr="00E06726" w:rsidRDefault="00E06726" w:rsidP="00B649F7">
      <w:pPr>
        <w:pStyle w:val="Geenafstand"/>
      </w:pPr>
      <w:r w:rsidRPr="00E06726">
        <w:t>1) Over een half uur heeft ieder groepslid een ander van de groep voorgesteld.</w:t>
      </w:r>
    </w:p>
    <w:p w:rsidR="00E06726" w:rsidRPr="00E06726" w:rsidRDefault="00E06726" w:rsidP="00B649F7">
      <w:pPr>
        <w:pStyle w:val="Geenafstand"/>
      </w:pPr>
      <w:r w:rsidRPr="00E06726">
        <w:t xml:space="preserve">Bekend zijn dan in ieder geval: de naam van de persoon, werklocatie, </w:t>
      </w:r>
      <w:r>
        <w:t xml:space="preserve">zijn of haar best ontwikkelde competentie op het gebied van </w:t>
      </w:r>
      <w:r w:rsidRPr="00E06726">
        <w:t>“beoordelen”</w:t>
      </w:r>
      <w:r w:rsidR="007F5CC0">
        <w:t xml:space="preserve"> </w:t>
      </w:r>
      <w:r w:rsidR="007D2107">
        <w:t xml:space="preserve">en een </w:t>
      </w:r>
      <w:r w:rsidR="00CD02E6">
        <w:t xml:space="preserve">persoonlijke kwaliteit </w:t>
      </w:r>
      <w:r w:rsidR="007D2107">
        <w:t>die</w:t>
      </w:r>
      <w:r w:rsidR="007F5CC0">
        <w:t xml:space="preserve"> daarbij</w:t>
      </w:r>
      <w:r w:rsidR="007D2107">
        <w:t xml:space="preserve"> </w:t>
      </w:r>
      <w:r w:rsidRPr="00E06726">
        <w:t xml:space="preserve"> </w:t>
      </w:r>
      <w:r w:rsidR="00CD02E6">
        <w:t>in je voordeel werkt. Benoem ook een lastig</w:t>
      </w:r>
      <w:r w:rsidRPr="00E06726">
        <w:t xml:space="preserve">e ervaring </w:t>
      </w:r>
      <w:r w:rsidR="00CD02E6">
        <w:t xml:space="preserve">die je had, </w:t>
      </w:r>
      <w:r w:rsidRPr="00E06726">
        <w:t xml:space="preserve">als assessor. </w:t>
      </w:r>
    </w:p>
    <w:p w:rsidR="00E06726" w:rsidRPr="00E06726" w:rsidRDefault="00E06726" w:rsidP="00B649F7">
      <w:pPr>
        <w:pStyle w:val="Geenafstand"/>
      </w:pPr>
    </w:p>
    <w:p w:rsidR="00E06726" w:rsidRPr="00E06726" w:rsidRDefault="00E06726" w:rsidP="00B649F7">
      <w:pPr>
        <w:pStyle w:val="Geenafstand"/>
      </w:pPr>
      <w:r w:rsidRPr="00E06726">
        <w:t xml:space="preserve">2) Maak groepjes van drie. Aan de hand van in ieder geval twee gesloten vragen, twee open vragen en een suggestieve vraag, interviewt men elkaar waarbij de derde persoon steeds de ‘schets’ maakt van de geïnterviewde en de vragen en antwoorden noteert. Over een half uur hangen de portretten van een ieder aan de wand. </w:t>
      </w:r>
    </w:p>
    <w:p w:rsidR="00E06726" w:rsidRPr="00E06726" w:rsidRDefault="00E06726" w:rsidP="00B649F7">
      <w:pPr>
        <w:pStyle w:val="Geenafstand"/>
      </w:pPr>
    </w:p>
    <w:p w:rsidR="00E06726" w:rsidRPr="00E06726" w:rsidRDefault="00E06726" w:rsidP="00B649F7">
      <w:pPr>
        <w:pStyle w:val="Geenafstand"/>
      </w:pPr>
      <w:r w:rsidRPr="00E06726">
        <w:t>Maak als groep een keuze;</w:t>
      </w:r>
    </w:p>
    <w:p w:rsidR="00E06726" w:rsidRPr="00E06726" w:rsidRDefault="00E06726" w:rsidP="00B649F7">
      <w:pPr>
        <w:pStyle w:val="Geenafstand"/>
      </w:pPr>
      <w:r w:rsidRPr="00E06726">
        <w:t>Stel eventuele vragen aan elkaar of aan de cursusleider;</w:t>
      </w:r>
    </w:p>
    <w:p w:rsidR="00E06726" w:rsidRPr="00E06726" w:rsidRDefault="00E06726" w:rsidP="00B649F7">
      <w:pPr>
        <w:pStyle w:val="Geenafstand"/>
      </w:pPr>
      <w:r w:rsidRPr="00E06726">
        <w:t>Pak de benodigde materialen;</w:t>
      </w:r>
    </w:p>
    <w:p w:rsidR="00E06726" w:rsidRPr="00E06726" w:rsidRDefault="00E06726" w:rsidP="00B649F7">
      <w:pPr>
        <w:pStyle w:val="Geenafstand"/>
      </w:pPr>
      <w:r w:rsidRPr="00E06726">
        <w:t>Ga aan de slag…</w:t>
      </w:r>
    </w:p>
    <w:p w:rsidR="00E06726" w:rsidRPr="00E06726" w:rsidRDefault="00E06726" w:rsidP="00B649F7">
      <w:pPr>
        <w:pStyle w:val="Geenafstand"/>
      </w:pPr>
    </w:p>
    <w:p w:rsidR="00E06726" w:rsidRPr="00E06726" w:rsidRDefault="00E06726" w:rsidP="00B649F7">
      <w:pPr>
        <w:pStyle w:val="Geenafstand"/>
      </w:pPr>
      <w:r w:rsidRPr="00E06726">
        <w:br w:type="page"/>
      </w:r>
    </w:p>
    <w:p w:rsidR="00CD74D3" w:rsidRDefault="00CD74D3" w:rsidP="00B649F7">
      <w:pPr>
        <w:pStyle w:val="Geenafstand"/>
      </w:pPr>
      <w:r>
        <w:lastRenderedPageBreak/>
        <w:t>Competenties</w:t>
      </w:r>
    </w:p>
    <w:p w:rsidR="00CD74D3" w:rsidRDefault="00CD74D3" w:rsidP="00B649F7">
      <w:pPr>
        <w:pStyle w:val="Geenafstand"/>
      </w:pPr>
    </w:p>
    <w:p w:rsidR="00E06726" w:rsidRPr="00E06726" w:rsidRDefault="00E06726" w:rsidP="00B649F7">
      <w:pPr>
        <w:pStyle w:val="Geenafstand"/>
      </w:pPr>
      <w:r w:rsidRPr="00E06726">
        <w:t>Competentie: Beslissen en activiteiten initiëren.</w:t>
      </w:r>
    </w:p>
    <w:p w:rsidR="00E06726" w:rsidRPr="00E06726" w:rsidRDefault="00E06726" w:rsidP="00B649F7">
      <w:pPr>
        <w:pStyle w:val="Geenafstand"/>
      </w:pPr>
      <w:r w:rsidRPr="00E06726">
        <w:t>Gedragscriteria:</w:t>
      </w:r>
    </w:p>
    <w:p w:rsidR="00E06726" w:rsidRPr="00331553" w:rsidRDefault="00E06726" w:rsidP="00B649F7">
      <w:pPr>
        <w:pStyle w:val="Geenafstand"/>
      </w:pPr>
      <w:r w:rsidRPr="00E06726">
        <w:t>Neemt besluiten op tijd. Stelt besluiten niet onnodig uit.</w:t>
      </w:r>
    </w:p>
    <w:p w:rsidR="00E06726" w:rsidRPr="00331553" w:rsidRDefault="00E06726" w:rsidP="00B649F7">
      <w:pPr>
        <w:pStyle w:val="Geenafstand"/>
      </w:pPr>
      <w:r w:rsidRPr="00E06726">
        <w:t>Geeft een eigen mening</w:t>
      </w:r>
    </w:p>
    <w:p w:rsidR="00E06726" w:rsidRPr="00331553" w:rsidRDefault="00E06726" w:rsidP="00B649F7">
      <w:pPr>
        <w:pStyle w:val="Geenafstand"/>
      </w:pPr>
      <w:r w:rsidRPr="00E06726">
        <w:t>Doet iets wat niet gevraagd werd</w:t>
      </w:r>
    </w:p>
    <w:p w:rsidR="00E06726" w:rsidRPr="00331553" w:rsidRDefault="00E06726" w:rsidP="00B649F7">
      <w:pPr>
        <w:pStyle w:val="Geenafstand"/>
      </w:pPr>
      <w:r w:rsidRPr="00E06726">
        <w:t>Grijpt kansen</w:t>
      </w:r>
    </w:p>
    <w:p w:rsidR="00E06726" w:rsidRPr="00331553" w:rsidRDefault="00E06726" w:rsidP="00B649F7">
      <w:pPr>
        <w:pStyle w:val="Geenafstand"/>
      </w:pPr>
      <w:r w:rsidRPr="00E06726">
        <w:t>Onderneemt iets om de voortgang te versnellen</w:t>
      </w:r>
    </w:p>
    <w:p w:rsidR="00E06726" w:rsidRPr="00E06726" w:rsidRDefault="00E06726" w:rsidP="00B649F7">
      <w:pPr>
        <w:pStyle w:val="Geenafstand"/>
      </w:pPr>
    </w:p>
    <w:p w:rsidR="00E06726" w:rsidRPr="00E06726" w:rsidRDefault="00E06726" w:rsidP="00B649F7">
      <w:pPr>
        <w:pStyle w:val="Geenafstand"/>
      </w:pPr>
      <w:r w:rsidRPr="00E06726">
        <w:t>Competentie: Samenwerken en overleggen.</w:t>
      </w:r>
    </w:p>
    <w:p w:rsidR="00E06726" w:rsidRPr="00E06726" w:rsidRDefault="00E06726" w:rsidP="00B649F7">
      <w:pPr>
        <w:pStyle w:val="Geenafstand"/>
      </w:pPr>
      <w:r w:rsidRPr="00E06726">
        <w:t>Gedragscriteria:</w:t>
      </w:r>
    </w:p>
    <w:p w:rsidR="00E06726" w:rsidRPr="00E06726" w:rsidRDefault="00E06726" w:rsidP="00B649F7">
      <w:pPr>
        <w:pStyle w:val="Geenafstand"/>
      </w:pPr>
      <w:r w:rsidRPr="00E06726">
        <w:t>Stelt gezamenlijk belang boven eigen belang</w:t>
      </w:r>
    </w:p>
    <w:p w:rsidR="00E06726" w:rsidRPr="00E06726" w:rsidRDefault="00E06726" w:rsidP="00B649F7">
      <w:pPr>
        <w:pStyle w:val="Geenafstand"/>
      </w:pPr>
      <w:r w:rsidRPr="00E06726">
        <w:t>Steunt de voorstellen van anderen</w:t>
      </w:r>
    </w:p>
    <w:p w:rsidR="00E06726" w:rsidRPr="00E06726" w:rsidRDefault="00E06726" w:rsidP="00B649F7">
      <w:pPr>
        <w:pStyle w:val="Geenafstand"/>
      </w:pPr>
      <w:r w:rsidRPr="00E06726">
        <w:t>Zet zich in voor het bereiken van win-win oplossingen</w:t>
      </w:r>
    </w:p>
    <w:p w:rsidR="00E06726" w:rsidRPr="00E06726" w:rsidRDefault="00E06726" w:rsidP="00B649F7">
      <w:pPr>
        <w:pStyle w:val="Geenafstand"/>
      </w:pPr>
      <w:r w:rsidRPr="00E06726">
        <w:t>Levert een bijdrage aan de groepstaak</w:t>
      </w:r>
    </w:p>
    <w:p w:rsidR="00E06726" w:rsidRPr="00E06726" w:rsidRDefault="00E06726" w:rsidP="00B649F7">
      <w:pPr>
        <w:pStyle w:val="Geenafstand"/>
      </w:pPr>
      <w:r w:rsidRPr="00E06726">
        <w:t>Blijft meedenken en bijdragen leveren</w:t>
      </w:r>
    </w:p>
    <w:p w:rsidR="00E06726" w:rsidRPr="00E06726" w:rsidRDefault="00E06726" w:rsidP="00B649F7">
      <w:pPr>
        <w:pStyle w:val="Geenafstand"/>
      </w:pPr>
    </w:p>
    <w:p w:rsidR="00E06726" w:rsidRPr="00E06726" w:rsidRDefault="00E06726" w:rsidP="00B649F7">
      <w:pPr>
        <w:pStyle w:val="Geenafstand"/>
      </w:pPr>
      <w:r w:rsidRPr="00E06726">
        <w:t>Competentie: Luisteren.</w:t>
      </w:r>
    </w:p>
    <w:p w:rsidR="00E06726" w:rsidRPr="00E06726" w:rsidRDefault="00E06726" w:rsidP="00B649F7">
      <w:pPr>
        <w:pStyle w:val="Geenafstand"/>
      </w:pPr>
      <w:r w:rsidRPr="00E06726">
        <w:t>Gedragscriteria:</w:t>
      </w:r>
    </w:p>
    <w:p w:rsidR="00E06726" w:rsidRPr="00E06726" w:rsidRDefault="00E06726" w:rsidP="00B649F7">
      <w:pPr>
        <w:pStyle w:val="Geenafstand"/>
      </w:pPr>
      <w:r w:rsidRPr="00E06726">
        <w:t>Geeft door gedrag en houding blijk van interesse voor wat de anderen inbrengen</w:t>
      </w:r>
    </w:p>
    <w:p w:rsidR="00E06726" w:rsidRPr="00E06726" w:rsidRDefault="00E06726" w:rsidP="00B649F7">
      <w:pPr>
        <w:pStyle w:val="Geenafstand"/>
      </w:pPr>
      <w:r w:rsidRPr="00E06726">
        <w:t>Laat de ander uitspreken</w:t>
      </w:r>
    </w:p>
    <w:p w:rsidR="00E06726" w:rsidRPr="00E06726" w:rsidRDefault="00E06726" w:rsidP="00B649F7">
      <w:pPr>
        <w:pStyle w:val="Geenafstand"/>
      </w:pPr>
      <w:r w:rsidRPr="00E06726">
        <w:t>Vraagt door op gegeven informatie</w:t>
      </w:r>
    </w:p>
    <w:p w:rsidR="00E06726" w:rsidRPr="00E06726" w:rsidRDefault="00E06726" w:rsidP="00B649F7">
      <w:pPr>
        <w:pStyle w:val="Geenafstand"/>
      </w:pPr>
      <w:r w:rsidRPr="00E06726">
        <w:t>Geeft anderen de ruimte om een mening of idee in te brengen</w:t>
      </w:r>
    </w:p>
    <w:p w:rsidR="00E06726" w:rsidRPr="00E06726" w:rsidRDefault="00E06726" w:rsidP="00B649F7">
      <w:pPr>
        <w:pStyle w:val="Geenafstand"/>
      </w:pPr>
      <w:r w:rsidRPr="00E06726">
        <w:t>Geeft een goede samenvatting van wat is gezegd</w:t>
      </w:r>
    </w:p>
    <w:p w:rsidR="00E06726" w:rsidRPr="00E06726" w:rsidRDefault="00E06726" w:rsidP="00B649F7">
      <w:pPr>
        <w:pStyle w:val="Geenafstand"/>
      </w:pPr>
    </w:p>
    <w:p w:rsidR="00E06726" w:rsidRPr="00E06726" w:rsidRDefault="00E06726" w:rsidP="00B649F7">
      <w:pPr>
        <w:pStyle w:val="Geenafstand"/>
      </w:pPr>
      <w:r w:rsidRPr="00E06726">
        <w:t>Competentie: Overtuigen en beïnvloeden.</w:t>
      </w:r>
    </w:p>
    <w:p w:rsidR="00E06726" w:rsidRPr="00E06726" w:rsidRDefault="00E06726" w:rsidP="00B649F7">
      <w:pPr>
        <w:pStyle w:val="Geenafstand"/>
      </w:pPr>
      <w:r w:rsidRPr="00E06726">
        <w:t>Gedragscriteria:</w:t>
      </w:r>
    </w:p>
    <w:p w:rsidR="00E06726" w:rsidRPr="00E06726" w:rsidRDefault="00E06726" w:rsidP="00B649F7">
      <w:pPr>
        <w:pStyle w:val="Geenafstand"/>
      </w:pPr>
      <w:r w:rsidRPr="00E06726">
        <w:t>Legt helder uit waarom iets is gedaan of gedaan moet worden</w:t>
      </w:r>
    </w:p>
    <w:p w:rsidR="00E06726" w:rsidRPr="00E06726" w:rsidRDefault="00E06726" w:rsidP="00B649F7">
      <w:pPr>
        <w:pStyle w:val="Geenafstand"/>
      </w:pPr>
      <w:r w:rsidRPr="00E06726">
        <w:t>Benoemt duidelijk de voordelen van eigen ideeën</w:t>
      </w:r>
    </w:p>
    <w:p w:rsidR="00E06726" w:rsidRPr="00E06726" w:rsidRDefault="00E06726" w:rsidP="00B649F7">
      <w:pPr>
        <w:pStyle w:val="Geenafstand"/>
      </w:pPr>
      <w:r w:rsidRPr="00E06726">
        <w:t>Toetst of een boodschap is overgekomen</w:t>
      </w:r>
    </w:p>
    <w:p w:rsidR="00E06726" w:rsidRPr="00E06726" w:rsidRDefault="00E06726" w:rsidP="00B649F7">
      <w:pPr>
        <w:pStyle w:val="Geenafstand"/>
      </w:pPr>
      <w:r w:rsidRPr="00E06726">
        <w:t>Benoemt het gezamenlijk belang</w:t>
      </w:r>
    </w:p>
    <w:p w:rsidR="00E06726" w:rsidRPr="00E06726" w:rsidRDefault="00E06726" w:rsidP="00B649F7">
      <w:pPr>
        <w:pStyle w:val="Geenafstand"/>
      </w:pPr>
      <w:r w:rsidRPr="00E06726">
        <w:t>Benoemt wat de nadelen zijn wanneer men niet met zijn ideeën zou instemmen</w:t>
      </w:r>
    </w:p>
    <w:p w:rsidR="00E06726" w:rsidRPr="00E06726" w:rsidRDefault="00E06726" w:rsidP="00B649F7">
      <w:pPr>
        <w:pStyle w:val="Geenafstand"/>
      </w:pPr>
    </w:p>
    <w:p w:rsidR="00E06726" w:rsidRPr="00E06726" w:rsidRDefault="00E06726" w:rsidP="00B649F7">
      <w:pPr>
        <w:pStyle w:val="Kop1"/>
        <w:rPr>
          <w:rFonts w:eastAsia="Times New Roman"/>
        </w:rPr>
      </w:pPr>
      <w:r w:rsidRPr="00E06726">
        <w:rPr>
          <w:rFonts w:eastAsia="Times New Roman"/>
        </w:rPr>
        <w:br w:type="page"/>
      </w:r>
      <w:bookmarkStart w:id="5" w:name="_Toc370975850"/>
      <w:r w:rsidRPr="00E06726">
        <w:rPr>
          <w:rFonts w:eastAsia="Times New Roman"/>
        </w:rPr>
        <w:lastRenderedPageBreak/>
        <w:t>Doelstellingen en programma dag 1</w:t>
      </w:r>
      <w:bookmarkEnd w:id="5"/>
    </w:p>
    <w:p w:rsidR="00E06726" w:rsidRPr="00E06726" w:rsidRDefault="00E06726" w:rsidP="00B649F7">
      <w:pPr>
        <w:pStyle w:val="Geenafstand"/>
      </w:pPr>
    </w:p>
    <w:p w:rsidR="00E06726" w:rsidRPr="00E06726" w:rsidRDefault="00E06726" w:rsidP="00B649F7">
      <w:pPr>
        <w:pStyle w:val="Geenafstand"/>
      </w:pPr>
      <w:r w:rsidRPr="00E06726">
        <w:t xml:space="preserve">Doelstelling dag 1: </w:t>
      </w:r>
    </w:p>
    <w:p w:rsidR="00E06726" w:rsidRPr="00E06726" w:rsidRDefault="00E06726" w:rsidP="00B649F7">
      <w:pPr>
        <w:pStyle w:val="Geenafstand"/>
      </w:pPr>
      <w:r w:rsidRPr="00E06726">
        <w:t>deelnemers bewust maken van “objectief beoordelen”</w:t>
      </w:r>
    </w:p>
    <w:p w:rsidR="00E06726" w:rsidRPr="00E06726" w:rsidRDefault="00E06726" w:rsidP="00B649F7">
      <w:pPr>
        <w:pStyle w:val="Geenafstand"/>
      </w:pPr>
      <w:r w:rsidRPr="00E06726">
        <w:t>deelnemers versterken in de 6 competenties voor assessor</w:t>
      </w:r>
    </w:p>
    <w:p w:rsidR="00E06726" w:rsidRPr="00E06726" w:rsidRDefault="00E06726" w:rsidP="00B649F7">
      <w:pPr>
        <w:pStyle w:val="Geenafstand"/>
      </w:pPr>
    </w:p>
    <w:p w:rsidR="00E06726" w:rsidRPr="00E06726" w:rsidRDefault="00E06726" w:rsidP="00B649F7">
      <w:pPr>
        <w:pStyle w:val="Geenafstand"/>
      </w:pPr>
      <w:r w:rsidRPr="00E06726">
        <w:t>14.45</w:t>
      </w:r>
      <w:r w:rsidRPr="00E06726">
        <w:tab/>
        <w:t xml:space="preserve">Koffie en ontvangst </w:t>
      </w:r>
    </w:p>
    <w:p w:rsidR="00E06726" w:rsidRPr="00E06726" w:rsidRDefault="00E06726" w:rsidP="00B649F7">
      <w:pPr>
        <w:pStyle w:val="Geenafstand"/>
      </w:pPr>
    </w:p>
    <w:p w:rsidR="00E06726" w:rsidRPr="00E06726" w:rsidRDefault="00E06726" w:rsidP="00B649F7">
      <w:pPr>
        <w:pStyle w:val="Geenafstand"/>
      </w:pPr>
      <w:r w:rsidRPr="00E06726">
        <w:t>15.00</w:t>
      </w:r>
      <w:r w:rsidRPr="00E06726">
        <w:tab/>
        <w:t xml:space="preserve">Welkom + 2 vragen </w:t>
      </w:r>
    </w:p>
    <w:p w:rsidR="00E06726" w:rsidRPr="00E06726" w:rsidRDefault="00E06726" w:rsidP="00B649F7">
      <w:pPr>
        <w:pStyle w:val="Geenafstand"/>
      </w:pPr>
    </w:p>
    <w:p w:rsidR="00E06726" w:rsidRPr="00E06726" w:rsidRDefault="00E06726" w:rsidP="00B649F7">
      <w:pPr>
        <w:pStyle w:val="Geenafstand"/>
      </w:pPr>
      <w:r w:rsidRPr="00E06726">
        <w:t>15.15</w:t>
      </w:r>
      <w:r w:rsidRPr="00E06726">
        <w:tab/>
        <w:t>kennismakingsopdracht</w:t>
      </w:r>
    </w:p>
    <w:p w:rsidR="007F5CC0" w:rsidRDefault="00E06726" w:rsidP="00B649F7">
      <w:pPr>
        <w:pStyle w:val="Geenafstand"/>
      </w:pPr>
      <w:r w:rsidRPr="00E06726">
        <w:tab/>
        <w:t>Koppeling aan competenties</w:t>
      </w:r>
      <w:r w:rsidR="007F5CC0">
        <w:t xml:space="preserve">. </w:t>
      </w:r>
    </w:p>
    <w:p w:rsidR="00E06726" w:rsidRPr="00E06726" w:rsidRDefault="007F5CC0" w:rsidP="00B649F7">
      <w:pPr>
        <w:pStyle w:val="Geenafstand"/>
      </w:pPr>
      <w:r>
        <w:t>Feitelijke waarnemingen</w:t>
      </w:r>
    </w:p>
    <w:p w:rsidR="00E06726" w:rsidRPr="00E06726" w:rsidRDefault="00E06726" w:rsidP="00B649F7">
      <w:pPr>
        <w:pStyle w:val="Geenafstand"/>
      </w:pPr>
    </w:p>
    <w:p w:rsidR="00E06726" w:rsidRPr="00E06726" w:rsidRDefault="00E06726" w:rsidP="00B649F7">
      <w:pPr>
        <w:pStyle w:val="Geenafstand"/>
      </w:pPr>
      <w:r w:rsidRPr="00E06726">
        <w:t>16.00</w:t>
      </w:r>
      <w:r w:rsidRPr="00E06726">
        <w:tab/>
        <w:t>Beeld van de assessor:</w:t>
      </w:r>
    </w:p>
    <w:p w:rsidR="00E06726" w:rsidRPr="00E06726" w:rsidRDefault="00E06726" w:rsidP="00B649F7">
      <w:pPr>
        <w:pStyle w:val="Geenafstand"/>
      </w:pPr>
      <w:r w:rsidRPr="00E06726">
        <w:tab/>
        <w:t xml:space="preserve">- Waaraan moet een goede beoordeling voldoen? </w:t>
      </w:r>
    </w:p>
    <w:p w:rsidR="00E06726" w:rsidRPr="00E06726" w:rsidRDefault="00E06726" w:rsidP="00B649F7">
      <w:pPr>
        <w:pStyle w:val="Geenafstand"/>
      </w:pPr>
      <w:r w:rsidRPr="00E06726">
        <w:tab/>
      </w:r>
      <w:r w:rsidRPr="00E06726">
        <w:tab/>
      </w:r>
    </w:p>
    <w:p w:rsidR="00E06726" w:rsidRPr="00E06726" w:rsidRDefault="00E06726" w:rsidP="00B649F7">
      <w:pPr>
        <w:pStyle w:val="Geenafstand"/>
      </w:pPr>
      <w:r w:rsidRPr="00E06726">
        <w:t>16.30</w:t>
      </w:r>
      <w:r w:rsidRPr="00E06726">
        <w:tab/>
        <w:t>Pauze</w:t>
      </w:r>
    </w:p>
    <w:p w:rsidR="00E06726" w:rsidRPr="00E06726" w:rsidRDefault="00E06726" w:rsidP="00B649F7">
      <w:pPr>
        <w:pStyle w:val="Geenafstand"/>
      </w:pPr>
    </w:p>
    <w:p w:rsidR="00E06726" w:rsidRPr="00E06726" w:rsidRDefault="00E06726" w:rsidP="00B649F7">
      <w:pPr>
        <w:pStyle w:val="Geenafstand"/>
      </w:pPr>
      <w:r w:rsidRPr="00E06726">
        <w:t>16.45</w:t>
      </w:r>
      <w:r w:rsidRPr="00E06726">
        <w:tab/>
        <w:t>Beoordelen vroeger en nu</w:t>
      </w:r>
    </w:p>
    <w:p w:rsidR="00E06726" w:rsidRPr="00E06726" w:rsidRDefault="00E06726" w:rsidP="00B649F7">
      <w:pPr>
        <w:pStyle w:val="Geenafstand"/>
      </w:pPr>
    </w:p>
    <w:p w:rsidR="00E06726" w:rsidRPr="00E06726" w:rsidRDefault="00E06726" w:rsidP="00B649F7">
      <w:pPr>
        <w:pStyle w:val="Geenafstand"/>
      </w:pPr>
      <w:r w:rsidRPr="00E06726">
        <w:t>17.15</w:t>
      </w:r>
      <w:r w:rsidRPr="00E06726">
        <w:tab/>
        <w:t>Zelftoets</w:t>
      </w:r>
    </w:p>
    <w:p w:rsidR="00E06726" w:rsidRPr="00E06726" w:rsidRDefault="00E06726" w:rsidP="00B649F7">
      <w:pPr>
        <w:pStyle w:val="Geenafstand"/>
        <w:rPr>
          <w:lang w:val="en-US"/>
        </w:rPr>
      </w:pPr>
      <w:r w:rsidRPr="00E06726">
        <w:tab/>
      </w:r>
      <w:r w:rsidRPr="00E06726">
        <w:rPr>
          <w:lang w:val="en-US"/>
        </w:rPr>
        <w:t xml:space="preserve">- </w:t>
      </w:r>
      <w:proofErr w:type="spellStart"/>
      <w:r w:rsidRPr="00E06726">
        <w:rPr>
          <w:lang w:val="en-US"/>
        </w:rPr>
        <w:t>Reflecteren</w:t>
      </w:r>
      <w:proofErr w:type="spellEnd"/>
      <w:r w:rsidRPr="00E06726">
        <w:rPr>
          <w:lang w:val="en-US"/>
        </w:rPr>
        <w:t xml:space="preserve"> </w:t>
      </w:r>
      <w:proofErr w:type="spellStart"/>
      <w:r w:rsidRPr="00E06726">
        <w:rPr>
          <w:lang w:val="en-US"/>
        </w:rPr>
        <w:t>d.m.v</w:t>
      </w:r>
      <w:proofErr w:type="spellEnd"/>
      <w:r w:rsidRPr="00E06726">
        <w:rPr>
          <w:lang w:val="en-US"/>
        </w:rPr>
        <w:t xml:space="preserve">. STARR </w:t>
      </w:r>
    </w:p>
    <w:p w:rsidR="00E06726" w:rsidRPr="00E06726" w:rsidRDefault="00E06726" w:rsidP="00B649F7">
      <w:pPr>
        <w:pStyle w:val="Geenafstand"/>
        <w:rPr>
          <w:lang w:val="en-US"/>
        </w:rPr>
      </w:pPr>
    </w:p>
    <w:p w:rsidR="00E06726" w:rsidRPr="00E06726" w:rsidRDefault="00E06726" w:rsidP="00B649F7">
      <w:pPr>
        <w:pStyle w:val="Geenafstand"/>
        <w:rPr>
          <w:lang w:val="en-US"/>
        </w:rPr>
      </w:pPr>
      <w:r w:rsidRPr="00E06726">
        <w:rPr>
          <w:lang w:val="en-US"/>
        </w:rPr>
        <w:t>18.00</w:t>
      </w:r>
      <w:r w:rsidRPr="00E06726">
        <w:rPr>
          <w:lang w:val="en-US"/>
        </w:rPr>
        <w:tab/>
        <w:t xml:space="preserve">Lunch </w:t>
      </w:r>
    </w:p>
    <w:p w:rsidR="00E06726" w:rsidRPr="00E06726" w:rsidRDefault="00E06726" w:rsidP="00B649F7">
      <w:pPr>
        <w:pStyle w:val="Geenafstand"/>
        <w:rPr>
          <w:lang w:val="en-US"/>
        </w:rPr>
      </w:pPr>
    </w:p>
    <w:p w:rsidR="00E06726" w:rsidRPr="00E06726" w:rsidRDefault="00E06726" w:rsidP="00B649F7">
      <w:pPr>
        <w:pStyle w:val="Geenafstand"/>
      </w:pPr>
      <w:r w:rsidRPr="00E06726">
        <w:t>18.45</w:t>
      </w:r>
      <w:r w:rsidRPr="00E06726">
        <w:tab/>
        <w:t>Welke plek neem je in?</w:t>
      </w:r>
    </w:p>
    <w:p w:rsidR="00E06726" w:rsidRPr="00E06726" w:rsidRDefault="00E06726" w:rsidP="00B649F7">
      <w:pPr>
        <w:pStyle w:val="Geenafstand"/>
      </w:pPr>
    </w:p>
    <w:p w:rsidR="00E06726" w:rsidRPr="00E06726" w:rsidRDefault="00E06726" w:rsidP="00B649F7">
      <w:pPr>
        <w:pStyle w:val="Geenafstand"/>
      </w:pPr>
      <w:r w:rsidRPr="00E06726">
        <w:t>19.15</w:t>
      </w:r>
      <w:r w:rsidRPr="00E06726">
        <w:tab/>
        <w:t>Terugkoppeling zelftoets</w:t>
      </w:r>
    </w:p>
    <w:p w:rsidR="00E06726" w:rsidRPr="00E06726" w:rsidRDefault="00E06726" w:rsidP="00B649F7">
      <w:pPr>
        <w:pStyle w:val="Geenafstand"/>
      </w:pPr>
      <w:r w:rsidRPr="00E06726">
        <w:tab/>
        <w:t>- Sterke gedragsvoorbeelden</w:t>
      </w:r>
    </w:p>
    <w:p w:rsidR="00E06726" w:rsidRPr="00E06726" w:rsidRDefault="00E06726" w:rsidP="00B649F7">
      <w:pPr>
        <w:pStyle w:val="Geenafstand"/>
      </w:pPr>
      <w:r w:rsidRPr="00E06726">
        <w:tab/>
        <w:t>- Te versterken gedragsvoorbeelden</w:t>
      </w:r>
    </w:p>
    <w:p w:rsidR="00E06726" w:rsidRPr="00E06726" w:rsidRDefault="00E06726" w:rsidP="00B649F7">
      <w:pPr>
        <w:pStyle w:val="Geenafstand"/>
      </w:pPr>
    </w:p>
    <w:p w:rsidR="00E06726" w:rsidRPr="00E06726" w:rsidRDefault="00E06726" w:rsidP="00B649F7">
      <w:pPr>
        <w:pStyle w:val="Geenafstand"/>
      </w:pPr>
      <w:r w:rsidRPr="00E06726">
        <w:t>19.45</w:t>
      </w:r>
      <w:r w:rsidRPr="00E06726">
        <w:tab/>
        <w:t>Doorlezen blz. 8 en 9 + reflectie</w:t>
      </w:r>
    </w:p>
    <w:p w:rsidR="00E06726" w:rsidRPr="00E06726" w:rsidRDefault="00E06726" w:rsidP="00B649F7">
      <w:pPr>
        <w:pStyle w:val="Geenafstand"/>
      </w:pPr>
    </w:p>
    <w:p w:rsidR="00E06726" w:rsidRPr="00E06726" w:rsidRDefault="00E06726" w:rsidP="00B649F7">
      <w:pPr>
        <w:pStyle w:val="Geenafstand"/>
      </w:pPr>
      <w:r w:rsidRPr="00E06726">
        <w:t>20.30</w:t>
      </w:r>
      <w:r w:rsidRPr="00E06726">
        <w:tab/>
        <w:t>Leerdoelen &amp; Logboek</w:t>
      </w:r>
    </w:p>
    <w:p w:rsidR="00E06726" w:rsidRPr="00E06726" w:rsidRDefault="00E06726" w:rsidP="00B649F7">
      <w:pPr>
        <w:pStyle w:val="Geenafstand"/>
      </w:pPr>
    </w:p>
    <w:p w:rsidR="00E06726" w:rsidRPr="00E06726" w:rsidRDefault="00E06726" w:rsidP="00B649F7">
      <w:pPr>
        <w:pStyle w:val="Geenafstand"/>
      </w:pPr>
      <w:r w:rsidRPr="00E06726">
        <w:t>20.45</w:t>
      </w:r>
      <w:r w:rsidRPr="00E06726">
        <w:tab/>
        <w:t xml:space="preserve">Reflectie / evaluatie van de dag  </w:t>
      </w:r>
    </w:p>
    <w:p w:rsidR="00E06726" w:rsidRPr="00E06726" w:rsidRDefault="00E06726" w:rsidP="00B649F7">
      <w:pPr>
        <w:pStyle w:val="Geenafstand"/>
      </w:pPr>
    </w:p>
    <w:p w:rsidR="00E06726" w:rsidRPr="00E06726" w:rsidRDefault="00E06726" w:rsidP="00B649F7">
      <w:pPr>
        <w:pStyle w:val="Geenafstand"/>
      </w:pPr>
      <w:r w:rsidRPr="00E06726">
        <w:t>21.00  Einde 1</w:t>
      </w:r>
      <w:r w:rsidRPr="00E06726">
        <w:rPr>
          <w:vertAlign w:val="superscript"/>
        </w:rPr>
        <w:t>e</w:t>
      </w:r>
      <w:r w:rsidRPr="00E06726">
        <w:t xml:space="preserve"> training dag</w:t>
      </w:r>
    </w:p>
    <w:p w:rsidR="00E06726" w:rsidRPr="00E06726" w:rsidRDefault="00E06726" w:rsidP="00B649F7">
      <w:pPr>
        <w:pStyle w:val="Geenafstand"/>
        <w:rPr>
          <w:kern w:val="32"/>
          <w:szCs w:val="32"/>
        </w:rPr>
      </w:pPr>
      <w:r w:rsidRPr="00E06726">
        <w:br w:type="page"/>
      </w:r>
    </w:p>
    <w:p w:rsidR="00227FBB" w:rsidRDefault="00227FBB" w:rsidP="00B649F7">
      <w:pPr>
        <w:pStyle w:val="Kop1"/>
        <w:rPr>
          <w:rFonts w:eastAsia="Times New Roman"/>
        </w:rPr>
      </w:pPr>
      <w:bookmarkStart w:id="6" w:name="_Toc370975851"/>
      <w:r>
        <w:rPr>
          <w:rFonts w:eastAsia="Times New Roman"/>
        </w:rPr>
        <w:lastRenderedPageBreak/>
        <w:t>Beeld van de assessor</w:t>
      </w:r>
      <w:bookmarkEnd w:id="6"/>
    </w:p>
    <w:p w:rsidR="00B97016" w:rsidRDefault="00B97016" w:rsidP="00B649F7">
      <w:pPr>
        <w:pStyle w:val="Geenafstand"/>
      </w:pPr>
    </w:p>
    <w:p w:rsidR="00227FBB" w:rsidRDefault="00227FBB" w:rsidP="00B649F7">
      <w:pPr>
        <w:pStyle w:val="Geenafstand"/>
      </w:pPr>
      <w:r>
        <w:t>“Sterk verhaal”</w:t>
      </w:r>
    </w:p>
    <w:p w:rsidR="00227FBB" w:rsidRDefault="00227FBB" w:rsidP="00B649F7">
      <w:pPr>
        <w:pStyle w:val="Geenafstand"/>
      </w:pPr>
      <w:r>
        <w:t>Bedenk een sterk verhaal over een situatie waarbij je op een slechte manier beoordeeld bent. Deel dit met 2 colle</w:t>
      </w:r>
      <w:r w:rsidR="00FD3BB0">
        <w:t>ga’s en selecteer het “sterkste”</w:t>
      </w:r>
      <w:r>
        <w:t xml:space="preserve"> meest ongeloofwaardige verhaal om te delen met de rest van de groep. Noteer de steekwoorden die aangeven wat het “slecht”</w:t>
      </w:r>
      <w:r w:rsidR="00B97016">
        <w:t xml:space="preserve"> </w:t>
      </w:r>
      <w:r>
        <w:t>maakte</w:t>
      </w:r>
      <w:r w:rsidR="00B97016">
        <w:t>. Zet daarna slecht om in gewenst</w:t>
      </w:r>
      <w:r>
        <w:t>:</w:t>
      </w:r>
    </w:p>
    <w:tbl>
      <w:tblPr>
        <w:tblStyle w:val="Tabelraster"/>
        <w:tblW w:w="0" w:type="auto"/>
        <w:tblLook w:val="04A0" w:firstRow="1" w:lastRow="0" w:firstColumn="1" w:lastColumn="0" w:noHBand="0" w:noVBand="1"/>
      </w:tblPr>
      <w:tblGrid>
        <w:gridCol w:w="4606"/>
        <w:gridCol w:w="4606"/>
      </w:tblGrid>
      <w:tr w:rsidR="00227FBB" w:rsidTr="00227FBB">
        <w:tc>
          <w:tcPr>
            <w:tcW w:w="4606" w:type="dxa"/>
          </w:tcPr>
          <w:p w:rsidR="00227FBB" w:rsidRDefault="00227FBB" w:rsidP="00B649F7">
            <w:pPr>
              <w:pStyle w:val="Geenafstand"/>
            </w:pPr>
            <w:r>
              <w:t>Slecht</w:t>
            </w:r>
          </w:p>
        </w:tc>
        <w:tc>
          <w:tcPr>
            <w:tcW w:w="4606" w:type="dxa"/>
          </w:tcPr>
          <w:p w:rsidR="00227FBB" w:rsidRDefault="00227FBB" w:rsidP="00B649F7">
            <w:pPr>
              <w:pStyle w:val="Geenafstand"/>
            </w:pPr>
            <w:r>
              <w:t>Tegenovergestelde is gewenst</w:t>
            </w: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r w:rsidR="00227FBB" w:rsidTr="00227FBB">
        <w:tc>
          <w:tcPr>
            <w:tcW w:w="4606" w:type="dxa"/>
          </w:tcPr>
          <w:p w:rsidR="00227FBB" w:rsidRDefault="00227FBB" w:rsidP="00B649F7">
            <w:pPr>
              <w:pStyle w:val="Geenafstand"/>
            </w:pPr>
          </w:p>
          <w:p w:rsidR="00B97016" w:rsidRDefault="00B97016" w:rsidP="00B649F7">
            <w:pPr>
              <w:pStyle w:val="Geenafstand"/>
            </w:pPr>
          </w:p>
        </w:tc>
        <w:tc>
          <w:tcPr>
            <w:tcW w:w="4606" w:type="dxa"/>
          </w:tcPr>
          <w:p w:rsidR="00227FBB" w:rsidRDefault="00227FBB" w:rsidP="00B649F7">
            <w:pPr>
              <w:pStyle w:val="Geenafstand"/>
            </w:pPr>
          </w:p>
        </w:tc>
      </w:tr>
    </w:tbl>
    <w:p w:rsidR="00227FBB" w:rsidRDefault="00227FBB" w:rsidP="00B649F7">
      <w:pPr>
        <w:pStyle w:val="Geenafstand"/>
      </w:pPr>
    </w:p>
    <w:p w:rsidR="00227FBB" w:rsidRDefault="00227FBB" w:rsidP="00B649F7">
      <w:pPr>
        <w:pStyle w:val="Geenafstand"/>
        <w:jc w:val="center"/>
      </w:pPr>
      <w:bookmarkStart w:id="7" w:name="_Toc370903354"/>
      <w:r>
        <w:rPr>
          <w:noProof/>
          <w:lang w:eastAsia="nl-NL"/>
        </w:rPr>
        <w:drawing>
          <wp:inline distT="0" distB="0" distL="0" distR="0" wp14:anchorId="4CB53069" wp14:editId="5E0F0A41">
            <wp:extent cx="1973580" cy="1478280"/>
            <wp:effectExtent l="0" t="0" r="7620" b="762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k spul.jpg"/>
                    <pic:cNvPicPr/>
                  </pic:nvPicPr>
                  <pic:blipFill>
                    <a:blip r:embed="rId15">
                      <a:extLst>
                        <a:ext uri="{28A0092B-C50C-407E-A947-70E740481C1C}">
                          <a14:useLocalDpi xmlns:a14="http://schemas.microsoft.com/office/drawing/2010/main" val="0"/>
                        </a:ext>
                      </a:extLst>
                    </a:blip>
                    <a:stretch>
                      <a:fillRect/>
                    </a:stretch>
                  </pic:blipFill>
                  <pic:spPr>
                    <a:xfrm>
                      <a:off x="0" y="0"/>
                      <a:ext cx="1973580" cy="1478280"/>
                    </a:xfrm>
                    <a:prstGeom prst="rect">
                      <a:avLst/>
                    </a:prstGeom>
                  </pic:spPr>
                </pic:pic>
              </a:graphicData>
            </a:graphic>
          </wp:inline>
        </w:drawing>
      </w:r>
      <w:bookmarkEnd w:id="7"/>
      <w:r>
        <w:br w:type="page"/>
      </w:r>
    </w:p>
    <w:p w:rsidR="00E06726" w:rsidRPr="00E06726" w:rsidRDefault="00E06726" w:rsidP="00B649F7">
      <w:pPr>
        <w:pStyle w:val="Kop1"/>
        <w:rPr>
          <w:rFonts w:eastAsia="Times New Roman"/>
        </w:rPr>
      </w:pPr>
      <w:bookmarkStart w:id="8" w:name="_Toc370975852"/>
      <w:r w:rsidRPr="00E06726">
        <w:rPr>
          <w:rFonts w:eastAsia="Times New Roman"/>
        </w:rPr>
        <w:lastRenderedPageBreak/>
        <w:t>Beoordelen toen en nu</w:t>
      </w:r>
      <w:bookmarkEnd w:id="8"/>
    </w:p>
    <w:p w:rsidR="00E06726" w:rsidRPr="00E06726" w:rsidRDefault="00E06726" w:rsidP="00B649F7">
      <w:pPr>
        <w:pStyle w:val="Geenafstand"/>
      </w:pPr>
    </w:p>
    <w:p w:rsidR="00E06726" w:rsidRDefault="00E06726" w:rsidP="00B649F7">
      <w:pPr>
        <w:pStyle w:val="Geenafstand"/>
      </w:pPr>
      <w:r w:rsidRPr="00E06726">
        <w:t>Introductie beoordelen; het verschil met “vroeger”</w:t>
      </w:r>
    </w:p>
    <w:p w:rsidR="00B649F7" w:rsidRPr="00E06726" w:rsidRDefault="00B649F7" w:rsidP="00B649F7">
      <w:pPr>
        <w:pStyle w:val="Geenafstand"/>
      </w:pPr>
    </w:p>
    <w:p w:rsidR="00E06726" w:rsidRPr="00E06726" w:rsidRDefault="00E06726" w:rsidP="00B649F7">
      <w:pPr>
        <w:pStyle w:val="Geenafstand"/>
      </w:pPr>
      <w:r w:rsidRPr="00E06726">
        <w:t>Op het eerste gezicht kunnen we stellen dat er geen verschil zit in de manier waarop studenten voorheen werden beoordeeld en hoe dat nu gebeurt in het competentiegericht onderwijssysteem. Beoordelen is immers niets anders dan iets of iemand met een bepaalde meetlat of standaard te vergelijken. Vooral in het laatste zit een groot verschil met “vroeger”. De meetlat bij het beoordelen op competenties is anders dan die bij de traditionele manieren van toetsen. Naast kennis, inzicht en vaardigheden worden nu in toenemende mate ook houdingsaspecten en vooral ook de integratie van die 4, in de beoordeling meegenomen. Het toetsen in het klaslokaal is uitgebreid met beoordelen in de beroepssituatie. Dit alles maakt het lastiger.</w:t>
      </w:r>
    </w:p>
    <w:p w:rsidR="00E06726" w:rsidRPr="00E06726" w:rsidRDefault="00E06726" w:rsidP="00B649F7">
      <w:pPr>
        <w:pStyle w:val="Geenafstand"/>
      </w:pPr>
    </w:p>
    <w:p w:rsidR="00E06726" w:rsidRPr="00E06726" w:rsidRDefault="00E06726" w:rsidP="00B649F7">
      <w:pPr>
        <w:pStyle w:val="Geenafstand"/>
      </w:pPr>
      <w:r w:rsidRPr="00E06726">
        <w:t xml:space="preserve">Voorheen stond vooral de kenniscomponent centraal in het onderwijs en dus ook bij toetsing. Een berekening, het opnoemen van 5 kenmerken voor klantvriendelijkheid, het maken van een bemestingsplan zijn daar voorbeelden van. Beoordelen van vaardigheden is al lastiger. Wat willen we precies zien? Is de volgorde waarin belangrijk, hoe schoon is “hygiënisch”? In welk tempo? Wat voor de een acceptabel is, is dat voor de ander niet. </w:t>
      </w:r>
    </w:p>
    <w:p w:rsidR="00E06726" w:rsidRPr="00E06726" w:rsidRDefault="00E06726" w:rsidP="00B649F7">
      <w:pPr>
        <w:pStyle w:val="Geenafstand"/>
      </w:pPr>
    </w:p>
    <w:p w:rsidR="00E06726" w:rsidRPr="00E06726" w:rsidRDefault="00E06726" w:rsidP="00B649F7">
      <w:pPr>
        <w:pStyle w:val="Geenafstand"/>
      </w:pPr>
      <w:r w:rsidRPr="00E06726">
        <w:t xml:space="preserve">Met het beoordelen van houdingsaspecten doet zich een andere uitdaging voor. Hoe concreet zijn de beoordelingscriteria? Zijn die überhaupt wel concreet te maken? Bij welke competentie is welk criterium van doorslaggevende betekenis? Wanneer is “samenwerken” voldoende en indien onvoldoende, hoe luidt dan precies de onderbouwing? Stond voorheen de kennisoverdracht van docent op student centraal, tegenwoordig bepaalt de student het eigen leerproces. Maar hoe beoordeel je dat vervolgens? En hoe geef je feedback in zodanige vorm dat de student zich verder kan ontwikkelen op de competenties? </w:t>
      </w:r>
    </w:p>
    <w:p w:rsidR="00E06726" w:rsidRPr="00E06726" w:rsidRDefault="00E06726" w:rsidP="00B649F7">
      <w:pPr>
        <w:pStyle w:val="Geenafstand"/>
      </w:pPr>
    </w:p>
    <w:p w:rsidR="00E06726" w:rsidRPr="00E06726" w:rsidRDefault="00E06726" w:rsidP="00B649F7">
      <w:pPr>
        <w:pStyle w:val="Geenafstand"/>
      </w:pPr>
      <w:r w:rsidRPr="00E06726">
        <w:t xml:space="preserve">Was toetsen voorheen vooral een controle middel om te beoordelen of het geleerde beheerst wordt, nu wordt het ook ingezet om erachter te komen wat nog geleerd moet worden. Toetsen en leren wisselen elkaar af. Werden de beoordelingscriteria voorheen uitsluitend door de docent opgesteld, nu is het ook een taak van de student zelf om aan te geven waarop hij beoordeeld wil worden.  </w:t>
      </w:r>
    </w:p>
    <w:p w:rsidR="00E06726" w:rsidRPr="00E06726" w:rsidRDefault="00E06726" w:rsidP="00B649F7">
      <w:pPr>
        <w:pStyle w:val="Geenafstand"/>
      </w:pPr>
    </w:p>
    <w:p w:rsidR="00E06726" w:rsidRPr="00E06726" w:rsidRDefault="00E06726" w:rsidP="00B649F7">
      <w:pPr>
        <w:pStyle w:val="Geenafstand"/>
      </w:pPr>
      <w:r w:rsidRPr="00E06726">
        <w:rPr>
          <w:noProof/>
          <w:lang w:eastAsia="nl-NL"/>
        </w:rPr>
        <w:drawing>
          <wp:anchor distT="0" distB="0" distL="114300" distR="114300" simplePos="0" relativeHeight="251654144" behindDoc="1" locked="0" layoutInCell="1" allowOverlap="1" wp14:anchorId="02093EDA" wp14:editId="37BCDF80">
            <wp:simplePos x="0" y="0"/>
            <wp:positionH relativeFrom="column">
              <wp:posOffset>1770380</wp:posOffset>
            </wp:positionH>
            <wp:positionV relativeFrom="paragraph">
              <wp:posOffset>137160</wp:posOffset>
            </wp:positionV>
            <wp:extent cx="2957830" cy="2945130"/>
            <wp:effectExtent l="19050" t="0" r="0" b="0"/>
            <wp:wrapSquare wrapText="bothSides"/>
            <wp:docPr id="3" name="Afbeelding 0" descr="itunes_classroom_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unes_classroom_cartoon.jpg"/>
                    <pic:cNvPicPr/>
                  </pic:nvPicPr>
                  <pic:blipFill>
                    <a:blip r:embed="rId16" cstate="print"/>
                    <a:stretch>
                      <a:fillRect/>
                    </a:stretch>
                  </pic:blipFill>
                  <pic:spPr>
                    <a:xfrm>
                      <a:off x="0" y="0"/>
                      <a:ext cx="2957830" cy="2945130"/>
                    </a:xfrm>
                    <a:prstGeom prst="rect">
                      <a:avLst/>
                    </a:prstGeom>
                  </pic:spPr>
                </pic:pic>
              </a:graphicData>
            </a:graphic>
          </wp:anchor>
        </w:drawing>
      </w:r>
      <w:r w:rsidRPr="00E06726">
        <w:br w:type="page"/>
      </w:r>
    </w:p>
    <w:p w:rsidR="00E06726" w:rsidRPr="00E06726" w:rsidRDefault="00E06726" w:rsidP="00B649F7">
      <w:pPr>
        <w:pStyle w:val="Geenafstand"/>
        <w:rPr>
          <w:noProof/>
        </w:rPr>
      </w:pPr>
      <w:r w:rsidRPr="00E06726">
        <w:rPr>
          <w:noProof/>
          <w:lang w:eastAsia="nl-NL"/>
        </w:rPr>
        <w:lastRenderedPageBreak/>
        <w:drawing>
          <wp:anchor distT="0" distB="0" distL="114300" distR="114300" simplePos="0" relativeHeight="251656192" behindDoc="1" locked="0" layoutInCell="1" allowOverlap="1" wp14:anchorId="63D71515" wp14:editId="4D50A078">
            <wp:simplePos x="0" y="0"/>
            <wp:positionH relativeFrom="column">
              <wp:posOffset>4646295</wp:posOffset>
            </wp:positionH>
            <wp:positionV relativeFrom="paragraph">
              <wp:posOffset>73660</wp:posOffset>
            </wp:positionV>
            <wp:extent cx="1703070" cy="2551430"/>
            <wp:effectExtent l="19050" t="0" r="0" b="0"/>
            <wp:wrapSquare wrapText="bothSides"/>
            <wp:docPr id="4" name="Afbeelding 1" descr="2_2_2%20demonstr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2_2%20demonstratie.jpg"/>
                    <pic:cNvPicPr/>
                  </pic:nvPicPr>
                  <pic:blipFill>
                    <a:blip r:embed="rId17" cstate="print"/>
                    <a:stretch>
                      <a:fillRect/>
                    </a:stretch>
                  </pic:blipFill>
                  <pic:spPr>
                    <a:xfrm>
                      <a:off x="0" y="0"/>
                      <a:ext cx="1703070" cy="2551430"/>
                    </a:xfrm>
                    <a:prstGeom prst="rect">
                      <a:avLst/>
                    </a:prstGeom>
                  </pic:spPr>
                </pic:pic>
              </a:graphicData>
            </a:graphic>
          </wp:anchor>
        </w:drawing>
      </w:r>
      <w:r w:rsidRPr="00E06726">
        <w:t xml:space="preserve">Toenemende eisen van de onderwijsinspectie leiden er misschien zelfs toe dat “beoordelen” een vak apart wordt. Om authentiek en valide te beoordelen is het kunnen hanteren van verschillende beoordelingsinstrumenten vereist. Soms een mix ervan. De beoordeling is tegenwoordig veel meer een samenspel tussen student, docent, coach, medestudenten, praktijkbeoordelaars en assessor. Mondige studenten vragen een gedegen onderbouwing van hun prestaties; de rapportage vormt een belangrijk onderdeel van hun portfolio. Digitale hulpmiddelen en </w:t>
      </w:r>
      <w:proofErr w:type="spellStart"/>
      <w:r w:rsidRPr="00E06726">
        <w:t>social</w:t>
      </w:r>
      <w:proofErr w:type="spellEnd"/>
      <w:r w:rsidRPr="00E06726">
        <w:t xml:space="preserve"> media zijn hierbij belangrijke hulpmiddelen.</w:t>
      </w:r>
      <w:r w:rsidRPr="00E06726">
        <w:rPr>
          <w:noProof/>
        </w:rPr>
        <w:t xml:space="preserve"> </w:t>
      </w:r>
    </w:p>
    <w:p w:rsidR="00E06726" w:rsidRPr="00E06726" w:rsidRDefault="00E06726" w:rsidP="00B649F7">
      <w:pPr>
        <w:pStyle w:val="Geenafstand"/>
        <w:rPr>
          <w:noProof/>
        </w:rPr>
      </w:pPr>
    </w:p>
    <w:p w:rsidR="00E06726" w:rsidRPr="00E06726" w:rsidRDefault="00E06726" w:rsidP="00B649F7">
      <w:pPr>
        <w:pStyle w:val="Geenafstand"/>
      </w:pPr>
      <w:r w:rsidRPr="00E06726">
        <w:t xml:space="preserve">Voorop moet staan dat een eerlijke en objectieve beoordeling tot stand wordt gebracht. Met deze cursus wordt ingegaan op verschillende aspecten rond beoordelen. Daarbij worden instrumenten en momenten ingebouwd die sturen op het leerproces van de assessor. De beroepspraktijk van de assessor wordt als uitgangspunt genomen voor het formuleren van leervragen en de reflectie op het eigen handelen is cruciaal.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bl>
      <w:tblPr>
        <w:tblStyle w:val="Tabelraster"/>
        <w:tblW w:w="0" w:type="auto"/>
        <w:tblLook w:val="04A0" w:firstRow="1" w:lastRow="0" w:firstColumn="1" w:lastColumn="0" w:noHBand="0" w:noVBand="1"/>
      </w:tblPr>
      <w:tblGrid>
        <w:gridCol w:w="9212"/>
      </w:tblGrid>
      <w:tr w:rsidR="00E06726" w:rsidRPr="00E06726" w:rsidTr="007D2107">
        <w:tc>
          <w:tcPr>
            <w:tcW w:w="9212" w:type="dxa"/>
          </w:tcPr>
          <w:p w:rsidR="00E06726" w:rsidRPr="00E06726" w:rsidRDefault="00E06726" w:rsidP="00B649F7">
            <w:pPr>
              <w:pStyle w:val="Geenafstand"/>
            </w:pPr>
            <w:r w:rsidRPr="00E06726">
              <w:t>Reflectie</w:t>
            </w:r>
          </w:p>
          <w:p w:rsidR="00E06726" w:rsidRPr="00E06726" w:rsidRDefault="00E06726" w:rsidP="00B649F7">
            <w:pPr>
              <w:pStyle w:val="Geenafstand"/>
            </w:pPr>
            <w:r w:rsidRPr="00E06726">
              <w:t>Herkent u zich in bovenstaande?</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Waar kan de cursus aan bijdragen?</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rPr>
          <w:noProof/>
          <w:lang w:eastAsia="nl-NL"/>
        </w:rPr>
        <w:drawing>
          <wp:anchor distT="0" distB="0" distL="114300" distR="114300" simplePos="0" relativeHeight="251661312" behindDoc="1" locked="0" layoutInCell="1" allowOverlap="1" wp14:anchorId="2928ED44" wp14:editId="22232318">
            <wp:simplePos x="0" y="0"/>
            <wp:positionH relativeFrom="column">
              <wp:posOffset>2079167</wp:posOffset>
            </wp:positionH>
            <wp:positionV relativeFrom="paragraph">
              <wp:posOffset>22712</wp:posOffset>
            </wp:positionV>
            <wp:extent cx="2139360" cy="1818167"/>
            <wp:effectExtent l="19050" t="0" r="0" b="0"/>
            <wp:wrapNone/>
            <wp:docPr id="5" name="Afbeelding 5" descr="C:\Users\12vifora\AppData\Local\Microsoft\Windows\Temporary Internet Files\Content.IE5\V7VG3TYQ\MC90005611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vifora\AppData\Local\Microsoft\Windows\Temporary Internet Files\Content.IE5\V7VG3TYQ\MC900056119[1].wmf"/>
                    <pic:cNvPicPr>
                      <a:picLocks noChangeAspect="1" noChangeArrowheads="1"/>
                    </pic:cNvPicPr>
                  </pic:nvPicPr>
                  <pic:blipFill>
                    <a:blip r:embed="rId18" cstate="print"/>
                    <a:srcRect/>
                    <a:stretch>
                      <a:fillRect/>
                    </a:stretch>
                  </pic:blipFill>
                  <pic:spPr bwMode="auto">
                    <a:xfrm>
                      <a:off x="0" y="0"/>
                      <a:ext cx="2139360" cy="1818167"/>
                    </a:xfrm>
                    <a:prstGeom prst="rect">
                      <a:avLst/>
                    </a:prstGeom>
                    <a:noFill/>
                    <a:ln w="9525">
                      <a:noFill/>
                      <a:miter lim="800000"/>
                      <a:headEnd/>
                      <a:tailEnd/>
                    </a:ln>
                  </pic:spPr>
                </pic:pic>
              </a:graphicData>
            </a:graphic>
          </wp:anchor>
        </w:drawing>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Kop1"/>
        <w:rPr>
          <w:rFonts w:eastAsia="Times New Roman"/>
        </w:rPr>
      </w:pPr>
      <w:r w:rsidRPr="00E06726">
        <w:rPr>
          <w:rFonts w:eastAsia="Times New Roman"/>
        </w:rPr>
        <w:br w:type="page"/>
      </w:r>
      <w:bookmarkStart w:id="9" w:name="_Toc370975853"/>
      <w:r w:rsidRPr="00E06726">
        <w:rPr>
          <w:rFonts w:eastAsia="Times New Roman"/>
        </w:rPr>
        <w:lastRenderedPageBreak/>
        <w:t>Profiel van assessoren</w:t>
      </w:r>
      <w:bookmarkEnd w:id="9"/>
    </w:p>
    <w:p w:rsidR="00E06726" w:rsidRPr="00E06726" w:rsidRDefault="00E06726" w:rsidP="00B649F7">
      <w:pPr>
        <w:pStyle w:val="Geenafstand"/>
      </w:pPr>
    </w:p>
    <w:p w:rsidR="00E06726" w:rsidRPr="00B97016" w:rsidRDefault="00E06726" w:rsidP="00B649F7">
      <w:pPr>
        <w:pStyle w:val="Geenafstand"/>
      </w:pPr>
      <w:r w:rsidRPr="00B97016">
        <w:t>Doel van de functie / rol van assessor</w:t>
      </w:r>
    </w:p>
    <w:p w:rsidR="00E06726" w:rsidRPr="00B97016" w:rsidRDefault="00E06726" w:rsidP="00B649F7">
      <w:pPr>
        <w:pStyle w:val="Geenafstand"/>
      </w:pPr>
      <w:r w:rsidRPr="00B97016">
        <w:t>Wat moet in de functie / rol worden bereikt?</w:t>
      </w:r>
    </w:p>
    <w:p w:rsidR="00E06726" w:rsidRPr="00B97016" w:rsidRDefault="00E06726" w:rsidP="00B649F7">
      <w:pPr>
        <w:pStyle w:val="Geenafstand"/>
      </w:pPr>
    </w:p>
    <w:p w:rsidR="00E06726" w:rsidRPr="00B649F7" w:rsidRDefault="00E06726" w:rsidP="00B649F7">
      <w:pPr>
        <w:pStyle w:val="Geenafstand"/>
        <w:rPr>
          <w:sz w:val="20"/>
          <w:szCs w:val="20"/>
        </w:rPr>
      </w:pPr>
      <w:r w:rsidRPr="00B649F7">
        <w:rPr>
          <w:sz w:val="20"/>
          <w:szCs w:val="20"/>
        </w:rPr>
        <w:t>Op feitelijke en objectieve wijze vaststellen of de examenkandidaat het van te voren vastgestelde gewenste niveau (in termen van vakkennis, beroepshouding en beroepscompetenties) bereikt heeft. Daartoe wordt een heldere en veilige examensituatie gecreëerd waarin de examenkandidaat in kritische beroepssituaties kan tonen wat hij/zij in huis heeft.</w:t>
      </w:r>
    </w:p>
    <w:p w:rsidR="00E06726" w:rsidRPr="00B649F7" w:rsidRDefault="00E06726" w:rsidP="00B649F7">
      <w:pPr>
        <w:pStyle w:val="Geenafstand"/>
        <w:rPr>
          <w:sz w:val="20"/>
          <w:szCs w:val="20"/>
        </w:rPr>
      </w:pPr>
    </w:p>
    <w:p w:rsidR="00E06726" w:rsidRPr="00B649F7" w:rsidRDefault="00E06726" w:rsidP="00B649F7">
      <w:pPr>
        <w:pStyle w:val="Geenafstand"/>
        <w:rPr>
          <w:sz w:val="20"/>
          <w:szCs w:val="20"/>
        </w:rPr>
      </w:pPr>
      <w:r w:rsidRPr="00B649F7">
        <w:rPr>
          <w:sz w:val="20"/>
          <w:szCs w:val="20"/>
        </w:rPr>
        <w:t xml:space="preserve">De assessor draagt bij aan het vertrouwen dat het </w:t>
      </w:r>
      <w:proofErr w:type="spellStart"/>
      <w:r w:rsidRPr="00B649F7">
        <w:rPr>
          <w:sz w:val="20"/>
          <w:szCs w:val="20"/>
        </w:rPr>
        <w:t>beroepsveld</w:t>
      </w:r>
      <w:proofErr w:type="spellEnd"/>
      <w:r w:rsidRPr="00B649F7">
        <w:rPr>
          <w:sz w:val="20"/>
          <w:szCs w:val="20"/>
        </w:rPr>
        <w:t xml:space="preserve"> specifiek en de maatschappij in het algemeen heeft, in de kwaliteiten van de beroepsbeoefenaren die </w:t>
      </w:r>
      <w:proofErr w:type="spellStart"/>
      <w:r w:rsidRPr="00B649F7">
        <w:rPr>
          <w:sz w:val="20"/>
          <w:szCs w:val="20"/>
        </w:rPr>
        <w:t>Edudelta</w:t>
      </w:r>
      <w:proofErr w:type="spellEnd"/>
      <w:r w:rsidRPr="00B649F7">
        <w:rPr>
          <w:sz w:val="20"/>
          <w:szCs w:val="20"/>
        </w:rPr>
        <w:t xml:space="preserve"> laat uitstromen. </w:t>
      </w:r>
    </w:p>
    <w:p w:rsidR="00E06726" w:rsidRPr="00B649F7" w:rsidRDefault="00E06726" w:rsidP="00B649F7">
      <w:pPr>
        <w:pStyle w:val="Geenafstand"/>
        <w:rPr>
          <w:sz w:val="20"/>
          <w:szCs w:val="20"/>
        </w:rPr>
      </w:pPr>
    </w:p>
    <w:p w:rsidR="00E06726" w:rsidRPr="00B649F7" w:rsidRDefault="00E06726" w:rsidP="00B649F7">
      <w:pPr>
        <w:pStyle w:val="Geenafstand"/>
        <w:rPr>
          <w:sz w:val="20"/>
          <w:szCs w:val="20"/>
        </w:rPr>
      </w:pPr>
      <w:r w:rsidRPr="00B649F7">
        <w:rPr>
          <w:sz w:val="20"/>
          <w:szCs w:val="20"/>
        </w:rPr>
        <w:t xml:space="preserve">Resultaatgebieden </w:t>
      </w:r>
    </w:p>
    <w:p w:rsidR="00E06726" w:rsidRPr="00B649F7" w:rsidRDefault="00E06726" w:rsidP="00B649F7">
      <w:pPr>
        <w:pStyle w:val="Geenafstand"/>
        <w:rPr>
          <w:rFonts w:eastAsia="MS Mincho"/>
          <w:i/>
          <w:sz w:val="20"/>
          <w:szCs w:val="20"/>
        </w:rPr>
      </w:pPr>
      <w:r w:rsidRPr="00B649F7">
        <w:rPr>
          <w:sz w:val="20"/>
          <w:szCs w:val="20"/>
        </w:rPr>
        <w:t xml:space="preserve">Welke resultaten moet de assessor behalen om zijn / haar doel te bereiken? </w:t>
      </w:r>
    </w:p>
    <w:p w:rsidR="00E06726" w:rsidRPr="00B649F7" w:rsidRDefault="00E06726" w:rsidP="00B649F7">
      <w:pPr>
        <w:pStyle w:val="Geenafstand"/>
        <w:rPr>
          <w:sz w:val="20"/>
          <w:szCs w:val="20"/>
        </w:rPr>
      </w:pPr>
      <w:r w:rsidRPr="00B649F7">
        <w:rPr>
          <w:sz w:val="20"/>
          <w:szCs w:val="20"/>
        </w:rPr>
        <w:t>Het examenproces verloopt volgens van te voren vastgestelde procedures.</w:t>
      </w:r>
    </w:p>
    <w:p w:rsidR="00E06726" w:rsidRPr="00B649F7" w:rsidRDefault="00E06726" w:rsidP="00B649F7">
      <w:pPr>
        <w:pStyle w:val="Geenafstand"/>
        <w:rPr>
          <w:sz w:val="20"/>
          <w:szCs w:val="20"/>
        </w:rPr>
      </w:pPr>
      <w:r w:rsidRPr="00B649F7">
        <w:rPr>
          <w:sz w:val="20"/>
          <w:szCs w:val="20"/>
        </w:rPr>
        <w:t>De examenkandidaat is beoordeeld op relevante kenmerken, die in de examenprocedure en examenopdracht vermeld staan.</w:t>
      </w:r>
    </w:p>
    <w:p w:rsidR="00E06726" w:rsidRPr="00B649F7" w:rsidRDefault="00E06726" w:rsidP="00B649F7">
      <w:pPr>
        <w:pStyle w:val="Geenafstand"/>
        <w:rPr>
          <w:sz w:val="20"/>
          <w:szCs w:val="20"/>
        </w:rPr>
      </w:pPr>
      <w:r w:rsidRPr="00B649F7">
        <w:rPr>
          <w:sz w:val="20"/>
          <w:szCs w:val="20"/>
        </w:rPr>
        <w:t>Het oordeel c.q. de rapportage van de assessor  is onderbouwd en beargumenteerd.</w:t>
      </w:r>
    </w:p>
    <w:p w:rsidR="00E06726" w:rsidRPr="00B649F7" w:rsidRDefault="00E06726" w:rsidP="00B649F7">
      <w:pPr>
        <w:pStyle w:val="Geenafstand"/>
        <w:rPr>
          <w:sz w:val="20"/>
          <w:szCs w:val="20"/>
        </w:rPr>
      </w:pPr>
      <w:r w:rsidRPr="00B649F7">
        <w:rPr>
          <w:sz w:val="20"/>
          <w:szCs w:val="20"/>
        </w:rPr>
        <w:t>Een omgeving is geschapen waarin de examenkandidaat kan laten zien hoe hij / zij als beroepsoefenaar functioneert.</w:t>
      </w:r>
    </w:p>
    <w:p w:rsidR="00E06726" w:rsidRPr="00B649F7" w:rsidRDefault="00E06726" w:rsidP="00B649F7">
      <w:pPr>
        <w:pStyle w:val="Geenafstand"/>
        <w:rPr>
          <w:sz w:val="20"/>
          <w:szCs w:val="20"/>
        </w:rPr>
      </w:pPr>
      <w:r w:rsidRPr="00B649F7">
        <w:rPr>
          <w:sz w:val="20"/>
          <w:szCs w:val="20"/>
        </w:rPr>
        <w:t>De examenkandidaat is op de hoogte van het doel en de werkwijze van het examenproces en, na afloop, van het oordeel van de assessor.</w:t>
      </w:r>
    </w:p>
    <w:p w:rsidR="00E06726" w:rsidRPr="00B649F7" w:rsidRDefault="00E06726" w:rsidP="00B649F7">
      <w:pPr>
        <w:pStyle w:val="Geenafstand"/>
        <w:rPr>
          <w:sz w:val="20"/>
          <w:szCs w:val="20"/>
        </w:rPr>
      </w:pPr>
    </w:p>
    <w:p w:rsidR="00E06726" w:rsidRPr="00B649F7" w:rsidRDefault="00E06726" w:rsidP="00B649F7">
      <w:pPr>
        <w:pStyle w:val="Geenafstand"/>
        <w:rPr>
          <w:sz w:val="20"/>
          <w:szCs w:val="20"/>
        </w:rPr>
      </w:pPr>
      <w:r w:rsidRPr="00B649F7">
        <w:rPr>
          <w:sz w:val="20"/>
          <w:szCs w:val="20"/>
        </w:rPr>
        <w:t xml:space="preserve">Essentiële situaties </w:t>
      </w:r>
    </w:p>
    <w:p w:rsidR="00E06726" w:rsidRPr="00B649F7" w:rsidRDefault="00E06726" w:rsidP="00B649F7">
      <w:pPr>
        <w:pStyle w:val="Geenafstand"/>
        <w:rPr>
          <w:sz w:val="20"/>
          <w:szCs w:val="20"/>
        </w:rPr>
      </w:pPr>
      <w:r w:rsidRPr="00B649F7">
        <w:rPr>
          <w:sz w:val="20"/>
          <w:szCs w:val="20"/>
        </w:rPr>
        <w:t xml:space="preserve">Hier worden essentiële situaties beschreven waar de assessor mee te maken krijgt bij het realiseren van het functiedoel. Het zijn situaties waarin de kwaliteiten van de assessor bepalend zijn voor een goede invulling. De functiecompetenties worden vervolgens afgeleid uit deze situaties. </w:t>
      </w:r>
    </w:p>
    <w:p w:rsidR="00E06726" w:rsidRPr="00B649F7" w:rsidRDefault="00E06726" w:rsidP="00B649F7">
      <w:pPr>
        <w:pStyle w:val="Geenafstand"/>
        <w:rPr>
          <w:sz w:val="20"/>
          <w:szCs w:val="20"/>
        </w:rPr>
      </w:pPr>
    </w:p>
    <w:p w:rsidR="00E06726" w:rsidRPr="00B649F7" w:rsidRDefault="00B649F7" w:rsidP="00B649F7">
      <w:pPr>
        <w:pStyle w:val="Geenafstand"/>
        <w:rPr>
          <w:sz w:val="20"/>
          <w:szCs w:val="20"/>
        </w:rPr>
      </w:pPr>
      <w:r>
        <w:rPr>
          <w:sz w:val="20"/>
          <w:szCs w:val="20"/>
        </w:rPr>
        <w:t>O</w:t>
      </w:r>
      <w:r w:rsidR="00E06726" w:rsidRPr="00B649F7">
        <w:rPr>
          <w:sz w:val="20"/>
          <w:szCs w:val="20"/>
        </w:rPr>
        <w:t>bjectiviteit versus subjectiviteit/betrokkenheid</w:t>
      </w:r>
    </w:p>
    <w:p w:rsidR="00E06726" w:rsidRPr="00B649F7" w:rsidRDefault="00E06726" w:rsidP="00B649F7">
      <w:pPr>
        <w:pStyle w:val="Geenafstand"/>
        <w:rPr>
          <w:sz w:val="20"/>
          <w:szCs w:val="20"/>
        </w:rPr>
      </w:pPr>
      <w:r w:rsidRPr="00B649F7">
        <w:rPr>
          <w:sz w:val="20"/>
          <w:szCs w:val="20"/>
        </w:rPr>
        <w:t>proces versus resultaat (ontwikkeling versus eindtermen)</w:t>
      </w:r>
    </w:p>
    <w:p w:rsidR="00E06726" w:rsidRPr="00B649F7" w:rsidRDefault="00E06726" w:rsidP="00B649F7">
      <w:pPr>
        <w:pStyle w:val="Geenafstand"/>
        <w:rPr>
          <w:sz w:val="20"/>
          <w:szCs w:val="20"/>
        </w:rPr>
      </w:pPr>
      <w:r w:rsidRPr="00B649F7">
        <w:rPr>
          <w:sz w:val="20"/>
          <w:szCs w:val="20"/>
        </w:rPr>
        <w:t xml:space="preserve">De assessor dient op objectieve, consistente en eenduidige wijze het functioneren van de examenkandidaat op het moment van het examen te beoordelen. Daarvoor heeft hij/zij richtlijnen en criteria die hij/zij dient te volgen. Vaak komt het voor dat de assessor de (leer)geschiedenis van de examenkandidaat kent of er zelfs bij betrokken is geweest. Dit voortraject moet losgelaten worden. Anders kunnen betrokkenheid, </w:t>
      </w:r>
      <w:proofErr w:type="spellStart"/>
      <w:r w:rsidRPr="00B649F7">
        <w:rPr>
          <w:sz w:val="20"/>
          <w:szCs w:val="20"/>
        </w:rPr>
        <w:t>intuïtie</w:t>
      </w:r>
      <w:proofErr w:type="spellEnd"/>
      <w:r w:rsidRPr="00B649F7">
        <w:rPr>
          <w:sz w:val="20"/>
          <w:szCs w:val="20"/>
        </w:rPr>
        <w:t xml:space="preserve"> en subjectiviteit zijn/haar objectiviteit onder druk zetten.</w:t>
      </w:r>
    </w:p>
    <w:p w:rsidR="00E06726" w:rsidRPr="00B649F7" w:rsidRDefault="00E06726" w:rsidP="00B649F7">
      <w:pPr>
        <w:pStyle w:val="Geenafstand"/>
        <w:rPr>
          <w:sz w:val="20"/>
          <w:szCs w:val="20"/>
        </w:rPr>
      </w:pPr>
    </w:p>
    <w:p w:rsidR="00E06726" w:rsidRPr="00B649F7" w:rsidRDefault="00B649F7" w:rsidP="00B649F7">
      <w:pPr>
        <w:pStyle w:val="Geenafstand"/>
        <w:rPr>
          <w:sz w:val="20"/>
          <w:szCs w:val="20"/>
        </w:rPr>
      </w:pPr>
      <w:r>
        <w:rPr>
          <w:sz w:val="20"/>
          <w:szCs w:val="20"/>
        </w:rPr>
        <w:t>P</w:t>
      </w:r>
      <w:r w:rsidR="00E06726" w:rsidRPr="00B649F7">
        <w:rPr>
          <w:sz w:val="20"/>
          <w:szCs w:val="20"/>
        </w:rPr>
        <w:t>rocedures versus creativiteit/</w:t>
      </w:r>
      <w:proofErr w:type="spellStart"/>
      <w:r w:rsidR="00E06726" w:rsidRPr="00B649F7">
        <w:rPr>
          <w:sz w:val="20"/>
          <w:szCs w:val="20"/>
        </w:rPr>
        <w:t>intuïtie</w:t>
      </w:r>
      <w:proofErr w:type="spellEnd"/>
    </w:p>
    <w:p w:rsidR="00E06726" w:rsidRPr="00B649F7" w:rsidRDefault="00E06726" w:rsidP="00B649F7">
      <w:pPr>
        <w:pStyle w:val="Geenafstand"/>
        <w:rPr>
          <w:sz w:val="20"/>
          <w:szCs w:val="20"/>
        </w:rPr>
      </w:pPr>
      <w:r w:rsidRPr="00B649F7">
        <w:rPr>
          <w:sz w:val="20"/>
          <w:szCs w:val="20"/>
        </w:rPr>
        <w:t>taakgericht versus mensgericht</w:t>
      </w:r>
    </w:p>
    <w:p w:rsidR="00E06726" w:rsidRPr="00B649F7" w:rsidRDefault="00E06726" w:rsidP="00B649F7">
      <w:pPr>
        <w:pStyle w:val="Geenafstand"/>
        <w:rPr>
          <w:sz w:val="20"/>
          <w:szCs w:val="20"/>
        </w:rPr>
      </w:pPr>
      <w:r w:rsidRPr="00B649F7">
        <w:rPr>
          <w:sz w:val="20"/>
          <w:szCs w:val="20"/>
        </w:rPr>
        <w:t>Zoals eerder vermeld heeft de assessor richtlijnen en criteria die hij dient te volgen. Soms vraagt de examensituatie er echter om enigszins af te wijken van de procedures, om zodoende de examenkandidaat (beter) tot zijn/haar recht te laten komen. Van belang daarbij is dat de assessor goede afwegingen maakt wanneer de procedures te volgen en wanneer enige ruimte te creëren.</w:t>
      </w:r>
    </w:p>
    <w:p w:rsidR="00E06726" w:rsidRPr="00B649F7" w:rsidRDefault="00E06726" w:rsidP="00B649F7">
      <w:pPr>
        <w:pStyle w:val="Geenafstand"/>
        <w:rPr>
          <w:sz w:val="20"/>
          <w:szCs w:val="20"/>
        </w:rPr>
      </w:pPr>
    </w:p>
    <w:p w:rsidR="00E06726" w:rsidRPr="00B649F7" w:rsidRDefault="00B649F7" w:rsidP="00B649F7">
      <w:pPr>
        <w:pStyle w:val="Geenafstand"/>
        <w:rPr>
          <w:sz w:val="20"/>
          <w:szCs w:val="20"/>
        </w:rPr>
      </w:pPr>
      <w:r>
        <w:rPr>
          <w:sz w:val="20"/>
          <w:szCs w:val="20"/>
        </w:rPr>
        <w:t>T</w:t>
      </w:r>
      <w:r w:rsidR="00E06726" w:rsidRPr="00B649F7">
        <w:rPr>
          <w:sz w:val="20"/>
          <w:szCs w:val="20"/>
        </w:rPr>
        <w:t>ijd versus kwaliteit</w:t>
      </w:r>
    </w:p>
    <w:p w:rsidR="00E06726" w:rsidRPr="00B649F7" w:rsidRDefault="00E06726" w:rsidP="00B649F7">
      <w:pPr>
        <w:pStyle w:val="Geenafstand"/>
        <w:rPr>
          <w:sz w:val="20"/>
          <w:szCs w:val="20"/>
        </w:rPr>
      </w:pPr>
      <w:r w:rsidRPr="00B649F7">
        <w:rPr>
          <w:sz w:val="20"/>
          <w:szCs w:val="20"/>
        </w:rPr>
        <w:t xml:space="preserve">Examenafname kent redelijke strakke tijdschema’s van examenvoorbereiding, -uitvoering, </w:t>
      </w:r>
    </w:p>
    <w:p w:rsidR="00E06726" w:rsidRPr="00B649F7" w:rsidRDefault="00E06726" w:rsidP="00B649F7">
      <w:pPr>
        <w:pStyle w:val="Geenafstand"/>
        <w:rPr>
          <w:sz w:val="20"/>
          <w:szCs w:val="20"/>
        </w:rPr>
      </w:pPr>
      <w:r w:rsidRPr="00B649F7">
        <w:rPr>
          <w:sz w:val="20"/>
          <w:szCs w:val="20"/>
        </w:rPr>
        <w:t>-beoordeling en verwerking van examenresultaten. Binnen die tijdschema’s is een hoog kwaliteitsniveau van op te leveren data van belang.</w:t>
      </w:r>
    </w:p>
    <w:p w:rsidR="00E06726" w:rsidRPr="00B649F7" w:rsidRDefault="00E06726" w:rsidP="00B649F7">
      <w:pPr>
        <w:pStyle w:val="Geenafstand"/>
        <w:rPr>
          <w:sz w:val="20"/>
          <w:szCs w:val="20"/>
        </w:rPr>
      </w:pPr>
    </w:p>
    <w:p w:rsidR="00E06726" w:rsidRPr="00B649F7" w:rsidRDefault="00B649F7" w:rsidP="00B649F7">
      <w:pPr>
        <w:pStyle w:val="Geenafstand"/>
        <w:rPr>
          <w:sz w:val="20"/>
          <w:szCs w:val="20"/>
        </w:rPr>
      </w:pPr>
      <w:r>
        <w:rPr>
          <w:sz w:val="20"/>
          <w:szCs w:val="20"/>
        </w:rPr>
        <w:t>B</w:t>
      </w:r>
      <w:r w:rsidR="00E06726" w:rsidRPr="00B649F7">
        <w:rPr>
          <w:sz w:val="20"/>
          <w:szCs w:val="20"/>
        </w:rPr>
        <w:t>edrijfsdoel versus opleidingsdoel (vooral bij BBL en BPV)</w:t>
      </w:r>
    </w:p>
    <w:p w:rsidR="00E06726" w:rsidRPr="00B649F7" w:rsidRDefault="00E06726" w:rsidP="00B649F7">
      <w:pPr>
        <w:pStyle w:val="Geenafstand"/>
        <w:rPr>
          <w:sz w:val="20"/>
          <w:szCs w:val="20"/>
        </w:rPr>
      </w:pPr>
      <w:r w:rsidRPr="00B649F7">
        <w:rPr>
          <w:sz w:val="20"/>
          <w:szCs w:val="20"/>
        </w:rPr>
        <w:t>Bedrijven leggen de lat soms hoger of lager dan voor de opleiding vereist. Dit brengt spanning met zich mee. Uiteindelijk moet de assessor wel meten of het opleidingsdoel behaald is.</w:t>
      </w:r>
    </w:p>
    <w:p w:rsidR="00E06726" w:rsidRPr="00E06726" w:rsidRDefault="00E06726" w:rsidP="00B649F7">
      <w:pPr>
        <w:pStyle w:val="Kop1"/>
        <w:rPr>
          <w:rFonts w:eastAsia="Times New Roman"/>
        </w:rPr>
      </w:pPr>
      <w:r w:rsidRPr="00E06726">
        <w:rPr>
          <w:rFonts w:eastAsia="Times New Roman"/>
        </w:rPr>
        <w:br w:type="page"/>
      </w:r>
      <w:bookmarkStart w:id="10" w:name="_Toc370975854"/>
      <w:r w:rsidRPr="00E06726">
        <w:rPr>
          <w:rFonts w:eastAsia="Times New Roman"/>
        </w:rPr>
        <w:lastRenderedPageBreak/>
        <w:t>De 6 competenties van de assessor</w:t>
      </w:r>
      <w:bookmarkEnd w:id="10"/>
    </w:p>
    <w:p w:rsidR="00E06726" w:rsidRPr="00E06726" w:rsidRDefault="00E06726" w:rsidP="00B649F7">
      <w:pPr>
        <w:pStyle w:val="Geenafstand"/>
      </w:pPr>
      <w:r w:rsidRPr="00E06726">
        <w:t xml:space="preserve">De functiecompetenties beschrijven het gedrag dat bij de beschreven resultaten en essentiële situaties leidt tot een succesvol functionerende assessor. Daarbij wordt telkens een definitie gegeven. Vervolgens wordt in enkele gedragsindicatoren aangegeven hoe dat gedrag in de dagelijkse praktijk kan worden herkend. </w:t>
      </w:r>
    </w:p>
    <w:p w:rsidR="00E06726" w:rsidRPr="00E06726" w:rsidRDefault="00E06726" w:rsidP="00B649F7">
      <w:pPr>
        <w:pStyle w:val="Geenafstand"/>
      </w:pPr>
    </w:p>
    <w:p w:rsidR="00E06726" w:rsidRPr="00B649F7" w:rsidRDefault="00E06726" w:rsidP="00B649F7">
      <w:pPr>
        <w:pStyle w:val="Geenafstand"/>
        <w:rPr>
          <w:sz w:val="20"/>
          <w:szCs w:val="20"/>
        </w:rPr>
      </w:pPr>
      <w:r w:rsidRPr="00B649F7">
        <w:rPr>
          <w:sz w:val="20"/>
          <w:szCs w:val="20"/>
        </w:rPr>
        <w:t>1. Inlevingsvermogen/sociaal sensitief</w:t>
      </w:r>
    </w:p>
    <w:p w:rsidR="00B649F7" w:rsidRPr="00B649F7" w:rsidRDefault="00E06726" w:rsidP="00B649F7">
      <w:pPr>
        <w:pStyle w:val="Geenafstand"/>
        <w:numPr>
          <w:ilvl w:val="0"/>
          <w:numId w:val="37"/>
        </w:numPr>
        <w:rPr>
          <w:sz w:val="20"/>
          <w:szCs w:val="20"/>
        </w:rPr>
      </w:pPr>
      <w:r w:rsidRPr="00B649F7">
        <w:rPr>
          <w:sz w:val="20"/>
          <w:szCs w:val="20"/>
        </w:rPr>
        <w:t xml:space="preserve">Kan inschatten welke houding de situatie vraagt. </w:t>
      </w:r>
    </w:p>
    <w:p w:rsidR="00B649F7" w:rsidRPr="00B649F7" w:rsidRDefault="00E06726" w:rsidP="00B649F7">
      <w:pPr>
        <w:pStyle w:val="Geenafstand"/>
        <w:numPr>
          <w:ilvl w:val="0"/>
          <w:numId w:val="37"/>
        </w:numPr>
        <w:rPr>
          <w:sz w:val="20"/>
          <w:szCs w:val="20"/>
        </w:rPr>
      </w:pPr>
      <w:r w:rsidRPr="00B649F7">
        <w:rPr>
          <w:sz w:val="20"/>
          <w:szCs w:val="20"/>
        </w:rPr>
        <w:t>Toont begrip voor gevoelens en situaties waarin anderen zich bevinden.</w:t>
      </w:r>
    </w:p>
    <w:p w:rsidR="00B649F7" w:rsidRPr="00B649F7" w:rsidRDefault="00E06726" w:rsidP="00B649F7">
      <w:pPr>
        <w:pStyle w:val="Geenafstand"/>
        <w:numPr>
          <w:ilvl w:val="0"/>
          <w:numId w:val="37"/>
        </w:numPr>
        <w:rPr>
          <w:sz w:val="20"/>
          <w:szCs w:val="20"/>
        </w:rPr>
      </w:pPr>
      <w:r w:rsidRPr="00B649F7">
        <w:rPr>
          <w:sz w:val="20"/>
          <w:szCs w:val="20"/>
        </w:rPr>
        <w:t>Toont zich bewust van andere mensen en de omgeving, alsmede de eigen invloed hierop.</w:t>
      </w:r>
    </w:p>
    <w:p w:rsidR="00E06726" w:rsidRPr="00B649F7" w:rsidRDefault="00E06726" w:rsidP="00B649F7">
      <w:pPr>
        <w:pStyle w:val="Geenafstand"/>
        <w:numPr>
          <w:ilvl w:val="0"/>
          <w:numId w:val="37"/>
        </w:numPr>
        <w:rPr>
          <w:sz w:val="20"/>
          <w:szCs w:val="20"/>
        </w:rPr>
      </w:pPr>
      <w:r w:rsidRPr="00B649F7">
        <w:rPr>
          <w:sz w:val="20"/>
          <w:szCs w:val="20"/>
        </w:rPr>
        <w:t xml:space="preserve">Is op de hoogte van en verdiept zich in de belevingswereld van de examenkandidaat. </w:t>
      </w:r>
    </w:p>
    <w:p w:rsidR="00E06726" w:rsidRPr="00B649F7" w:rsidRDefault="00E06726" w:rsidP="00B649F7">
      <w:pPr>
        <w:pStyle w:val="Geenafstand"/>
        <w:numPr>
          <w:ilvl w:val="0"/>
          <w:numId w:val="37"/>
        </w:numPr>
        <w:rPr>
          <w:sz w:val="20"/>
          <w:szCs w:val="20"/>
        </w:rPr>
      </w:pPr>
      <w:r w:rsidRPr="00B649F7">
        <w:rPr>
          <w:sz w:val="20"/>
          <w:szCs w:val="20"/>
        </w:rPr>
        <w:t>Checkt tijdens het examen hoe de examenkandidaat er in staat, pikt signalen op en speelt hier op in.</w:t>
      </w:r>
    </w:p>
    <w:p w:rsidR="00E06726" w:rsidRPr="00B649F7" w:rsidRDefault="00E06726" w:rsidP="00B649F7">
      <w:pPr>
        <w:pStyle w:val="Geenafstand"/>
        <w:numPr>
          <w:ilvl w:val="0"/>
          <w:numId w:val="37"/>
        </w:numPr>
        <w:rPr>
          <w:sz w:val="20"/>
          <w:szCs w:val="20"/>
        </w:rPr>
      </w:pPr>
      <w:r w:rsidRPr="00B649F7">
        <w:rPr>
          <w:sz w:val="20"/>
          <w:szCs w:val="20"/>
        </w:rPr>
        <w:t>Weet een veilige omgeving te creëren voor de examenkandidaat. Stelt de examenkandidaat gerust, geeft de examenkandidaat vertrouwen en stimuleert hem / haar.</w:t>
      </w:r>
    </w:p>
    <w:p w:rsidR="00E06726" w:rsidRPr="00B649F7" w:rsidRDefault="00E06726" w:rsidP="00B649F7">
      <w:pPr>
        <w:pStyle w:val="Geenafstand"/>
        <w:numPr>
          <w:ilvl w:val="0"/>
          <w:numId w:val="37"/>
        </w:numPr>
        <w:rPr>
          <w:sz w:val="20"/>
          <w:szCs w:val="20"/>
        </w:rPr>
      </w:pPr>
      <w:r w:rsidRPr="00B649F7">
        <w:rPr>
          <w:sz w:val="20"/>
          <w:szCs w:val="20"/>
        </w:rPr>
        <w:t>Toont begrip voor de houding en gevoelens van de examenkandidaat tijdens het examenproces.</w:t>
      </w:r>
    </w:p>
    <w:p w:rsidR="00E06726" w:rsidRPr="00B649F7" w:rsidRDefault="00E06726" w:rsidP="00B649F7">
      <w:pPr>
        <w:pStyle w:val="Geenafstand"/>
        <w:numPr>
          <w:ilvl w:val="0"/>
          <w:numId w:val="37"/>
        </w:numPr>
        <w:rPr>
          <w:sz w:val="20"/>
          <w:szCs w:val="20"/>
        </w:rPr>
      </w:pPr>
      <w:r w:rsidRPr="00B649F7">
        <w:rPr>
          <w:sz w:val="20"/>
          <w:szCs w:val="20"/>
        </w:rPr>
        <w:t>Is zich bewust van de eigen rol/houding/gedragingen op de examenkandidaat.</w:t>
      </w:r>
    </w:p>
    <w:p w:rsidR="00E06726" w:rsidRPr="00B649F7" w:rsidRDefault="00E06726" w:rsidP="00B649F7">
      <w:pPr>
        <w:pStyle w:val="Geenafstand"/>
        <w:rPr>
          <w:sz w:val="20"/>
          <w:szCs w:val="20"/>
        </w:rPr>
      </w:pPr>
    </w:p>
    <w:p w:rsidR="00E06726" w:rsidRPr="00B649F7" w:rsidRDefault="00E06726" w:rsidP="00B649F7">
      <w:pPr>
        <w:pStyle w:val="Geenafstand"/>
        <w:rPr>
          <w:sz w:val="20"/>
          <w:szCs w:val="20"/>
        </w:rPr>
      </w:pPr>
      <w:r w:rsidRPr="00B649F7">
        <w:rPr>
          <w:sz w:val="20"/>
          <w:szCs w:val="20"/>
        </w:rPr>
        <w:t>2. Communicatief</w:t>
      </w:r>
    </w:p>
    <w:p w:rsidR="00B649F7" w:rsidRPr="00B649F7" w:rsidRDefault="00E06726" w:rsidP="00B649F7">
      <w:pPr>
        <w:pStyle w:val="Geenafstand"/>
        <w:numPr>
          <w:ilvl w:val="0"/>
          <w:numId w:val="38"/>
        </w:numPr>
        <w:rPr>
          <w:sz w:val="20"/>
          <w:szCs w:val="20"/>
        </w:rPr>
      </w:pPr>
      <w:r w:rsidRPr="00B649F7">
        <w:rPr>
          <w:sz w:val="20"/>
          <w:szCs w:val="20"/>
        </w:rPr>
        <w:t>Weet op schrift en mondeling ideeën en meningen goed uit te drukken.</w:t>
      </w:r>
    </w:p>
    <w:p w:rsidR="00B649F7" w:rsidRPr="00B649F7" w:rsidRDefault="00E06726" w:rsidP="00B649F7">
      <w:pPr>
        <w:pStyle w:val="Geenafstand"/>
        <w:numPr>
          <w:ilvl w:val="0"/>
          <w:numId w:val="38"/>
        </w:numPr>
        <w:rPr>
          <w:sz w:val="20"/>
          <w:szCs w:val="20"/>
        </w:rPr>
      </w:pPr>
      <w:r w:rsidRPr="00B649F7">
        <w:rPr>
          <w:sz w:val="20"/>
          <w:szCs w:val="20"/>
        </w:rPr>
        <w:t>Geeft aandacht aan en begrijpt verbale communicatie van anderen.</w:t>
      </w:r>
    </w:p>
    <w:p w:rsidR="00B649F7" w:rsidRPr="00B649F7" w:rsidRDefault="00E06726" w:rsidP="00B649F7">
      <w:pPr>
        <w:pStyle w:val="Geenafstand"/>
        <w:numPr>
          <w:ilvl w:val="0"/>
          <w:numId w:val="38"/>
        </w:numPr>
        <w:rPr>
          <w:sz w:val="20"/>
          <w:szCs w:val="20"/>
        </w:rPr>
      </w:pPr>
      <w:r w:rsidRPr="00B649F7">
        <w:rPr>
          <w:sz w:val="20"/>
          <w:szCs w:val="20"/>
        </w:rPr>
        <w:t xml:space="preserve">Legt duidelijk en beknopt het examenproces (doel, werkwijze) aan de examenkandidaat uit. </w:t>
      </w:r>
    </w:p>
    <w:p w:rsidR="00E06726" w:rsidRPr="00B649F7" w:rsidRDefault="00E06726" w:rsidP="00B649F7">
      <w:pPr>
        <w:pStyle w:val="Geenafstand"/>
        <w:numPr>
          <w:ilvl w:val="0"/>
          <w:numId w:val="38"/>
        </w:numPr>
        <w:rPr>
          <w:sz w:val="20"/>
          <w:szCs w:val="20"/>
        </w:rPr>
      </w:pPr>
      <w:r w:rsidRPr="00B649F7">
        <w:rPr>
          <w:sz w:val="20"/>
          <w:szCs w:val="20"/>
        </w:rPr>
        <w:t>Checkt daarbij of de examenkandidaat hem/haar begrepen heeft.</w:t>
      </w:r>
    </w:p>
    <w:p w:rsidR="00E06726" w:rsidRPr="00B649F7" w:rsidRDefault="00E06726" w:rsidP="00B649F7">
      <w:pPr>
        <w:pStyle w:val="Geenafstand"/>
        <w:numPr>
          <w:ilvl w:val="0"/>
          <w:numId w:val="38"/>
        </w:numPr>
        <w:rPr>
          <w:iCs/>
          <w:sz w:val="20"/>
          <w:szCs w:val="20"/>
        </w:rPr>
      </w:pPr>
      <w:r w:rsidRPr="00B649F7">
        <w:rPr>
          <w:sz w:val="20"/>
          <w:szCs w:val="20"/>
        </w:rPr>
        <w:t>Kan een (ingewikkeld) examenproces in begrijpelijke spreektaal toelichten en uitleggen.</w:t>
      </w:r>
    </w:p>
    <w:p w:rsidR="00E06726" w:rsidRPr="00B649F7" w:rsidRDefault="00E06726" w:rsidP="00B649F7">
      <w:pPr>
        <w:pStyle w:val="Geenafstand"/>
        <w:numPr>
          <w:ilvl w:val="0"/>
          <w:numId w:val="38"/>
        </w:numPr>
        <w:rPr>
          <w:iCs/>
          <w:sz w:val="20"/>
          <w:szCs w:val="20"/>
        </w:rPr>
      </w:pPr>
      <w:r w:rsidRPr="00B649F7">
        <w:rPr>
          <w:sz w:val="20"/>
          <w:szCs w:val="20"/>
        </w:rPr>
        <w:t>Weet het schriftelijke oordeel in een beknopte, heldere en directe stijl neer te zetten.</w:t>
      </w:r>
    </w:p>
    <w:p w:rsidR="00E06726" w:rsidRPr="00B649F7" w:rsidRDefault="00E06726" w:rsidP="00B649F7">
      <w:pPr>
        <w:pStyle w:val="Geenafstand"/>
        <w:numPr>
          <w:ilvl w:val="0"/>
          <w:numId w:val="38"/>
        </w:numPr>
        <w:rPr>
          <w:iCs/>
          <w:sz w:val="20"/>
          <w:szCs w:val="20"/>
        </w:rPr>
      </w:pPr>
      <w:r w:rsidRPr="00B649F7">
        <w:rPr>
          <w:sz w:val="20"/>
          <w:szCs w:val="20"/>
        </w:rPr>
        <w:t>Hanteert een duidelijke structuur in de schriftelijke rapportage.</w:t>
      </w:r>
    </w:p>
    <w:p w:rsidR="00E06726" w:rsidRPr="00B649F7" w:rsidRDefault="00E06726" w:rsidP="00B649F7">
      <w:pPr>
        <w:pStyle w:val="Geenafstand"/>
        <w:numPr>
          <w:ilvl w:val="0"/>
          <w:numId w:val="38"/>
        </w:numPr>
        <w:rPr>
          <w:sz w:val="20"/>
          <w:szCs w:val="20"/>
        </w:rPr>
      </w:pPr>
      <w:r w:rsidRPr="00B649F7">
        <w:rPr>
          <w:sz w:val="20"/>
          <w:szCs w:val="20"/>
        </w:rPr>
        <w:t>Brengt zijn/haar boodschap duidelijk voor het voetlicht.</w:t>
      </w:r>
    </w:p>
    <w:p w:rsidR="00E06726" w:rsidRPr="00B649F7" w:rsidRDefault="00E06726" w:rsidP="00B649F7">
      <w:pPr>
        <w:pStyle w:val="Geenafstand"/>
        <w:numPr>
          <w:ilvl w:val="0"/>
          <w:numId w:val="38"/>
        </w:numPr>
        <w:rPr>
          <w:sz w:val="20"/>
          <w:szCs w:val="20"/>
        </w:rPr>
      </w:pPr>
      <w:r w:rsidRPr="00B649F7">
        <w:rPr>
          <w:sz w:val="20"/>
          <w:szCs w:val="20"/>
        </w:rPr>
        <w:t>Vraagt examenkandidaten door op aanpak, luistert en vat samen.</w:t>
      </w:r>
    </w:p>
    <w:p w:rsidR="00E06726" w:rsidRPr="00B649F7" w:rsidRDefault="00E06726" w:rsidP="00B649F7">
      <w:pPr>
        <w:pStyle w:val="Geenafstand"/>
        <w:numPr>
          <w:ilvl w:val="0"/>
          <w:numId w:val="38"/>
        </w:numPr>
        <w:rPr>
          <w:sz w:val="20"/>
          <w:szCs w:val="20"/>
        </w:rPr>
      </w:pPr>
      <w:r w:rsidRPr="00B649F7">
        <w:rPr>
          <w:sz w:val="20"/>
          <w:szCs w:val="20"/>
        </w:rPr>
        <w:t>Laat de examenkandidaat reflecteren op getoond handelen.</w:t>
      </w:r>
    </w:p>
    <w:p w:rsidR="00E06726" w:rsidRPr="00B649F7" w:rsidRDefault="00E06726" w:rsidP="00B649F7">
      <w:pPr>
        <w:pStyle w:val="Geenafstand"/>
        <w:rPr>
          <w:sz w:val="20"/>
          <w:szCs w:val="20"/>
        </w:rPr>
      </w:pPr>
    </w:p>
    <w:p w:rsidR="00E06726" w:rsidRPr="00B649F7" w:rsidRDefault="00E06726" w:rsidP="00B649F7">
      <w:pPr>
        <w:pStyle w:val="Geenafstand"/>
        <w:rPr>
          <w:sz w:val="20"/>
          <w:szCs w:val="20"/>
        </w:rPr>
      </w:pPr>
      <w:r w:rsidRPr="00B649F7">
        <w:rPr>
          <w:sz w:val="20"/>
          <w:szCs w:val="20"/>
        </w:rPr>
        <w:t>3. Oordeelsvorming</w:t>
      </w:r>
    </w:p>
    <w:p w:rsidR="00B649F7" w:rsidRPr="00B649F7" w:rsidRDefault="00E06726" w:rsidP="00B649F7">
      <w:pPr>
        <w:pStyle w:val="Geenafstand"/>
        <w:numPr>
          <w:ilvl w:val="0"/>
          <w:numId w:val="40"/>
        </w:numPr>
        <w:rPr>
          <w:sz w:val="20"/>
          <w:szCs w:val="20"/>
        </w:rPr>
      </w:pPr>
      <w:r w:rsidRPr="00B649F7">
        <w:rPr>
          <w:sz w:val="20"/>
          <w:szCs w:val="20"/>
        </w:rPr>
        <w:t>Weegt gegevens en mogelijke handelswijzen in het licht van relevante criteria tegen elkaar af en komt tot realistische beoordelingen</w:t>
      </w:r>
      <w:r w:rsidR="00B649F7" w:rsidRPr="00B649F7">
        <w:rPr>
          <w:sz w:val="20"/>
          <w:szCs w:val="20"/>
        </w:rPr>
        <w:t>.</w:t>
      </w:r>
    </w:p>
    <w:p w:rsidR="00E06726" w:rsidRPr="00B649F7" w:rsidRDefault="00E06726" w:rsidP="00B649F7">
      <w:pPr>
        <w:pStyle w:val="Geenafstand"/>
        <w:numPr>
          <w:ilvl w:val="0"/>
          <w:numId w:val="40"/>
        </w:numPr>
        <w:rPr>
          <w:sz w:val="20"/>
          <w:szCs w:val="20"/>
        </w:rPr>
      </w:pPr>
      <w:r w:rsidRPr="00B649F7">
        <w:rPr>
          <w:sz w:val="20"/>
          <w:szCs w:val="20"/>
        </w:rPr>
        <w:t xml:space="preserve">Kan gewenste competenties en beroepshouding vertalen naar waarneembaar gedrag en observaties. </w:t>
      </w:r>
    </w:p>
    <w:p w:rsidR="00B649F7" w:rsidRPr="00B649F7" w:rsidRDefault="00E06726" w:rsidP="00B649F7">
      <w:pPr>
        <w:pStyle w:val="Geenafstand"/>
        <w:numPr>
          <w:ilvl w:val="0"/>
          <w:numId w:val="40"/>
        </w:numPr>
        <w:rPr>
          <w:sz w:val="20"/>
          <w:szCs w:val="20"/>
        </w:rPr>
      </w:pPr>
      <w:r w:rsidRPr="00B649F7">
        <w:rPr>
          <w:sz w:val="20"/>
          <w:szCs w:val="20"/>
        </w:rPr>
        <w:t>Kan de gestelde criteria vertalen naar het juiste niveau.</w:t>
      </w:r>
    </w:p>
    <w:p w:rsidR="00E06726" w:rsidRPr="00B649F7" w:rsidRDefault="00E06726" w:rsidP="00B649F7">
      <w:pPr>
        <w:pStyle w:val="Geenafstand"/>
        <w:numPr>
          <w:ilvl w:val="0"/>
          <w:numId w:val="40"/>
        </w:numPr>
        <w:rPr>
          <w:sz w:val="20"/>
          <w:szCs w:val="20"/>
        </w:rPr>
      </w:pPr>
      <w:r w:rsidRPr="00B649F7">
        <w:rPr>
          <w:sz w:val="20"/>
          <w:szCs w:val="20"/>
        </w:rPr>
        <w:t>Weet goed grenzen aan te geven tussen wat voldoende en wat onvoldoende is en wat behoort bij de beroepsbeoefening.</w:t>
      </w:r>
    </w:p>
    <w:p w:rsidR="00E06726" w:rsidRPr="00B649F7" w:rsidRDefault="00E06726" w:rsidP="00B649F7">
      <w:pPr>
        <w:pStyle w:val="Geenafstand"/>
        <w:numPr>
          <w:ilvl w:val="0"/>
          <w:numId w:val="40"/>
        </w:numPr>
        <w:rPr>
          <w:sz w:val="20"/>
          <w:szCs w:val="20"/>
        </w:rPr>
      </w:pPr>
      <w:r w:rsidRPr="00B649F7">
        <w:rPr>
          <w:sz w:val="20"/>
          <w:szCs w:val="20"/>
        </w:rPr>
        <w:t>Beoordeelt integraal vakkennis, beroepscompetenties en beroepshouding.</w:t>
      </w:r>
    </w:p>
    <w:p w:rsidR="00E06726" w:rsidRPr="00B649F7" w:rsidRDefault="00E06726" w:rsidP="00B649F7">
      <w:pPr>
        <w:pStyle w:val="Geenafstand"/>
        <w:numPr>
          <w:ilvl w:val="0"/>
          <w:numId w:val="40"/>
        </w:numPr>
        <w:rPr>
          <w:sz w:val="20"/>
          <w:szCs w:val="20"/>
        </w:rPr>
      </w:pPr>
      <w:r w:rsidRPr="00B649F7">
        <w:rPr>
          <w:sz w:val="20"/>
          <w:szCs w:val="20"/>
        </w:rPr>
        <w:t>Beoordeelt het totale proces; niet alleen de (gefragmenteerde) onderdelen.</w:t>
      </w:r>
    </w:p>
    <w:p w:rsidR="00E06726" w:rsidRPr="00B649F7" w:rsidRDefault="00E06726" w:rsidP="00B649F7">
      <w:pPr>
        <w:pStyle w:val="Geenafstand"/>
        <w:numPr>
          <w:ilvl w:val="0"/>
          <w:numId w:val="40"/>
        </w:numPr>
        <w:rPr>
          <w:sz w:val="20"/>
          <w:szCs w:val="20"/>
        </w:rPr>
      </w:pPr>
      <w:r w:rsidRPr="00B649F7">
        <w:rPr>
          <w:sz w:val="20"/>
          <w:szCs w:val="20"/>
        </w:rPr>
        <w:t>Als er geen duidelijk werkprocedures zijn, weet de volgorde van werkwijze juist in te schatten.</w:t>
      </w:r>
    </w:p>
    <w:p w:rsidR="00E06726" w:rsidRPr="00B649F7" w:rsidRDefault="00E06726" w:rsidP="00B649F7">
      <w:pPr>
        <w:pStyle w:val="Geenafstand"/>
        <w:numPr>
          <w:ilvl w:val="0"/>
          <w:numId w:val="40"/>
        </w:numPr>
        <w:rPr>
          <w:sz w:val="20"/>
          <w:szCs w:val="20"/>
        </w:rPr>
      </w:pPr>
      <w:r w:rsidRPr="00B649F7">
        <w:rPr>
          <w:sz w:val="20"/>
          <w:szCs w:val="20"/>
        </w:rPr>
        <w:t>Beoordeelt of de examenkandidaat de juiste beslissingen/afwegingen heeft gemaakt om ook te kunnen beoordelen in hoeverre de examenkandidaat de getoonde competentie ook in een andere situatie kan realiseren (transfer).</w:t>
      </w:r>
    </w:p>
    <w:p w:rsidR="00E06726" w:rsidRPr="00B649F7" w:rsidRDefault="00E06726" w:rsidP="00B649F7">
      <w:pPr>
        <w:pStyle w:val="Geenafstand"/>
        <w:numPr>
          <w:ilvl w:val="0"/>
          <w:numId w:val="40"/>
        </w:numPr>
        <w:rPr>
          <w:sz w:val="20"/>
          <w:szCs w:val="20"/>
        </w:rPr>
      </w:pPr>
      <w:r w:rsidRPr="00B649F7">
        <w:rPr>
          <w:sz w:val="20"/>
          <w:szCs w:val="20"/>
        </w:rPr>
        <w:t>Checkt in welke mate het resultaat overeenkomt met de gewenste kwaliteit.</w:t>
      </w:r>
    </w:p>
    <w:p w:rsidR="00E06726" w:rsidRPr="00B649F7" w:rsidRDefault="00E06726" w:rsidP="00B649F7">
      <w:pPr>
        <w:pStyle w:val="Geenafstand"/>
        <w:numPr>
          <w:ilvl w:val="0"/>
          <w:numId w:val="40"/>
        </w:numPr>
        <w:rPr>
          <w:sz w:val="20"/>
          <w:szCs w:val="20"/>
        </w:rPr>
      </w:pPr>
      <w:r w:rsidRPr="00B649F7">
        <w:rPr>
          <w:sz w:val="20"/>
          <w:szCs w:val="20"/>
        </w:rPr>
        <w:t xml:space="preserve">Checkt of het aantal bewijzen voldoende is om een uitspraak te doen over de competentie.  </w:t>
      </w:r>
    </w:p>
    <w:p w:rsidR="00E06726" w:rsidRPr="00B649F7" w:rsidRDefault="00E06726" w:rsidP="00B649F7">
      <w:pPr>
        <w:pStyle w:val="Geenafstand"/>
        <w:rPr>
          <w:sz w:val="20"/>
          <w:szCs w:val="20"/>
        </w:rPr>
      </w:pPr>
    </w:p>
    <w:p w:rsidR="00B649F7" w:rsidRDefault="00B649F7">
      <w:pPr>
        <w:rPr>
          <w:lang w:eastAsia="en-US"/>
        </w:rPr>
      </w:pPr>
      <w:r>
        <w:br w:type="page"/>
      </w:r>
    </w:p>
    <w:p w:rsidR="00E06726" w:rsidRPr="00BB6259" w:rsidRDefault="00E06726" w:rsidP="00B649F7">
      <w:pPr>
        <w:pStyle w:val="Geenafstand"/>
        <w:rPr>
          <w:sz w:val="20"/>
          <w:szCs w:val="20"/>
        </w:rPr>
      </w:pPr>
      <w:r w:rsidRPr="00BB6259">
        <w:rPr>
          <w:sz w:val="20"/>
          <w:szCs w:val="20"/>
        </w:rPr>
        <w:lastRenderedPageBreak/>
        <w:t>4. Observeren</w:t>
      </w:r>
    </w:p>
    <w:p w:rsidR="00E06726" w:rsidRPr="00BB6259" w:rsidRDefault="00E06726" w:rsidP="00B649F7">
      <w:pPr>
        <w:pStyle w:val="Geenafstand"/>
        <w:numPr>
          <w:ilvl w:val="0"/>
          <w:numId w:val="41"/>
        </w:numPr>
        <w:rPr>
          <w:sz w:val="20"/>
          <w:szCs w:val="20"/>
        </w:rPr>
      </w:pPr>
      <w:r w:rsidRPr="00BB6259">
        <w:rPr>
          <w:sz w:val="20"/>
          <w:szCs w:val="20"/>
        </w:rPr>
        <w:t>Kan objectief herkennen wat zich afspeelt in of tussen verschillende situaties.</w:t>
      </w:r>
    </w:p>
    <w:p w:rsidR="00E06726" w:rsidRPr="00BB6259" w:rsidRDefault="00E06726" w:rsidP="00B649F7">
      <w:pPr>
        <w:pStyle w:val="Geenafstand"/>
        <w:numPr>
          <w:ilvl w:val="0"/>
          <w:numId w:val="41"/>
        </w:numPr>
        <w:rPr>
          <w:spacing w:val="-3"/>
          <w:sz w:val="20"/>
          <w:szCs w:val="20"/>
        </w:rPr>
      </w:pPr>
      <w:r w:rsidRPr="00BB6259">
        <w:rPr>
          <w:sz w:val="20"/>
          <w:szCs w:val="20"/>
        </w:rPr>
        <w:t xml:space="preserve">Kan het voortraject met de examenkandidaat loslaten. Beoordeelt alleen het 'hier' en 'nu'. </w:t>
      </w:r>
    </w:p>
    <w:p w:rsidR="00E06726" w:rsidRPr="00BB6259" w:rsidRDefault="00E06726" w:rsidP="00B649F7">
      <w:pPr>
        <w:pStyle w:val="Geenafstand"/>
        <w:numPr>
          <w:ilvl w:val="0"/>
          <w:numId w:val="41"/>
        </w:numPr>
        <w:rPr>
          <w:spacing w:val="-3"/>
          <w:sz w:val="20"/>
          <w:szCs w:val="20"/>
        </w:rPr>
      </w:pPr>
      <w:r w:rsidRPr="00BB6259">
        <w:rPr>
          <w:sz w:val="20"/>
          <w:szCs w:val="20"/>
        </w:rPr>
        <w:t>Kan geobserveerd gedrag in kaart brengen, benoemen en naar competenties vertalen.</w:t>
      </w:r>
    </w:p>
    <w:p w:rsidR="00E06726" w:rsidRPr="00BB6259" w:rsidRDefault="00E06726" w:rsidP="00B649F7">
      <w:pPr>
        <w:pStyle w:val="Geenafstand"/>
        <w:numPr>
          <w:ilvl w:val="0"/>
          <w:numId w:val="41"/>
        </w:numPr>
        <w:rPr>
          <w:spacing w:val="-3"/>
          <w:sz w:val="20"/>
          <w:szCs w:val="20"/>
        </w:rPr>
      </w:pPr>
      <w:r w:rsidRPr="00BB6259">
        <w:rPr>
          <w:sz w:val="20"/>
          <w:szCs w:val="20"/>
        </w:rPr>
        <w:t>Weet onderscheid te maken tussen relevante en niet-relevante gedragingen van de examenkandidaat tijdens het examen en bij de beoordeling.</w:t>
      </w:r>
    </w:p>
    <w:p w:rsidR="00E06726" w:rsidRPr="00BB6259" w:rsidRDefault="00E06726" w:rsidP="00B649F7">
      <w:pPr>
        <w:pStyle w:val="Geenafstand"/>
        <w:rPr>
          <w:sz w:val="20"/>
          <w:szCs w:val="20"/>
        </w:rPr>
      </w:pPr>
    </w:p>
    <w:p w:rsidR="00E06726" w:rsidRPr="00BB6259" w:rsidRDefault="00E06726" w:rsidP="00B649F7">
      <w:pPr>
        <w:pStyle w:val="Geenafstand"/>
        <w:rPr>
          <w:sz w:val="20"/>
          <w:szCs w:val="20"/>
        </w:rPr>
      </w:pPr>
      <w:r w:rsidRPr="00BB6259">
        <w:rPr>
          <w:sz w:val="20"/>
          <w:szCs w:val="20"/>
        </w:rPr>
        <w:t>5. Kritische houding/onafhankelijkheid</w:t>
      </w:r>
    </w:p>
    <w:p w:rsidR="00B649F7" w:rsidRPr="00BB6259" w:rsidRDefault="00E06726" w:rsidP="00B649F7">
      <w:pPr>
        <w:pStyle w:val="Geenafstand"/>
        <w:numPr>
          <w:ilvl w:val="0"/>
          <w:numId w:val="42"/>
        </w:numPr>
        <w:rPr>
          <w:sz w:val="20"/>
          <w:szCs w:val="20"/>
        </w:rPr>
      </w:pPr>
      <w:r w:rsidRPr="00BB6259">
        <w:rPr>
          <w:sz w:val="20"/>
          <w:szCs w:val="20"/>
        </w:rPr>
        <w:t>Stelt relevante onderwerpen ter discussie. Neemt zaken niet zomaar voor zoete koek aan.</w:t>
      </w:r>
    </w:p>
    <w:p w:rsidR="00E06726" w:rsidRPr="00BB6259" w:rsidRDefault="00E06726" w:rsidP="00B649F7">
      <w:pPr>
        <w:pStyle w:val="Geenafstand"/>
        <w:numPr>
          <w:ilvl w:val="0"/>
          <w:numId w:val="42"/>
        </w:numPr>
        <w:rPr>
          <w:sz w:val="20"/>
          <w:szCs w:val="20"/>
        </w:rPr>
      </w:pPr>
      <w:r w:rsidRPr="00BB6259">
        <w:rPr>
          <w:sz w:val="20"/>
          <w:szCs w:val="20"/>
        </w:rPr>
        <w:t>Is kritisch op proces en resultaat.</w:t>
      </w:r>
    </w:p>
    <w:p w:rsidR="00E06726" w:rsidRPr="00BB6259" w:rsidRDefault="00E06726" w:rsidP="00B649F7">
      <w:pPr>
        <w:pStyle w:val="Geenafstand"/>
        <w:numPr>
          <w:ilvl w:val="0"/>
          <w:numId w:val="42"/>
        </w:numPr>
        <w:rPr>
          <w:sz w:val="20"/>
          <w:szCs w:val="20"/>
        </w:rPr>
      </w:pPr>
      <w:r w:rsidRPr="00BB6259">
        <w:rPr>
          <w:sz w:val="20"/>
          <w:szCs w:val="20"/>
        </w:rPr>
        <w:t>Is kritisch op de van te voren gestelde procedures; bepaalt aan de hand van de gegeven situatie wanneer en waarom af te wijken van de procedures.</w:t>
      </w:r>
    </w:p>
    <w:p w:rsidR="00E06726" w:rsidRPr="00BB6259" w:rsidRDefault="00E06726" w:rsidP="00B649F7">
      <w:pPr>
        <w:pStyle w:val="Geenafstand"/>
        <w:numPr>
          <w:ilvl w:val="0"/>
          <w:numId w:val="42"/>
        </w:numPr>
        <w:rPr>
          <w:sz w:val="20"/>
          <w:szCs w:val="20"/>
        </w:rPr>
      </w:pPr>
      <w:r w:rsidRPr="00BB6259">
        <w:rPr>
          <w:sz w:val="20"/>
          <w:szCs w:val="20"/>
        </w:rPr>
        <w:t>Bewaakt het doel van het examen en weegt dit mee bij het bepalen om hier van af te wijken.</w:t>
      </w:r>
    </w:p>
    <w:p w:rsidR="00E06726" w:rsidRPr="00BB6259" w:rsidRDefault="00E06726" w:rsidP="00B649F7">
      <w:pPr>
        <w:pStyle w:val="Geenafstand"/>
        <w:numPr>
          <w:ilvl w:val="0"/>
          <w:numId w:val="42"/>
        </w:numPr>
        <w:rPr>
          <w:sz w:val="20"/>
          <w:szCs w:val="20"/>
        </w:rPr>
      </w:pPr>
      <w:r w:rsidRPr="00BB6259">
        <w:rPr>
          <w:sz w:val="20"/>
          <w:szCs w:val="20"/>
        </w:rPr>
        <w:t xml:space="preserve">Creëert binnen de kaders van het examen ruimte. </w:t>
      </w:r>
    </w:p>
    <w:p w:rsidR="00E06726" w:rsidRPr="00BB6259" w:rsidRDefault="00E06726" w:rsidP="00B649F7">
      <w:pPr>
        <w:pStyle w:val="Geenafstand"/>
        <w:numPr>
          <w:ilvl w:val="0"/>
          <w:numId w:val="42"/>
        </w:numPr>
        <w:rPr>
          <w:sz w:val="20"/>
          <w:szCs w:val="20"/>
        </w:rPr>
      </w:pPr>
      <w:r w:rsidRPr="00BB6259">
        <w:rPr>
          <w:sz w:val="20"/>
          <w:szCs w:val="20"/>
        </w:rPr>
        <w:t>Vraagt examenkandidaten door op aanpak en resultaat, vraagt -  waar nodig - om een toelichting.</w:t>
      </w:r>
    </w:p>
    <w:p w:rsidR="00E06726" w:rsidRPr="00BB6259" w:rsidRDefault="00E06726" w:rsidP="00B649F7">
      <w:pPr>
        <w:pStyle w:val="Geenafstand"/>
        <w:numPr>
          <w:ilvl w:val="0"/>
          <w:numId w:val="42"/>
        </w:numPr>
        <w:rPr>
          <w:sz w:val="20"/>
          <w:szCs w:val="20"/>
        </w:rPr>
      </w:pPr>
      <w:r w:rsidRPr="00BB6259">
        <w:rPr>
          <w:sz w:val="20"/>
          <w:szCs w:val="20"/>
        </w:rPr>
        <w:t>Heeft oog voor creativiteit bij de examenkandidaat bij het behalen van het resultaat. Schat op juiste wijze belang van een bepaalde werkwijze in.</w:t>
      </w:r>
    </w:p>
    <w:p w:rsidR="00E06726" w:rsidRPr="00BB6259" w:rsidRDefault="00E06726" w:rsidP="00B649F7">
      <w:pPr>
        <w:pStyle w:val="Geenafstand"/>
        <w:numPr>
          <w:ilvl w:val="0"/>
          <w:numId w:val="42"/>
        </w:numPr>
        <w:rPr>
          <w:sz w:val="20"/>
          <w:szCs w:val="20"/>
        </w:rPr>
      </w:pPr>
      <w:r w:rsidRPr="00BB6259">
        <w:rPr>
          <w:sz w:val="20"/>
          <w:szCs w:val="20"/>
        </w:rPr>
        <w:t>Weet zich zakelijk op te stellen en toont lef om te zeggen wat hij/zij van het resultaat vindt.</w:t>
      </w:r>
    </w:p>
    <w:p w:rsidR="00E06726" w:rsidRPr="00BB6259" w:rsidRDefault="00E06726" w:rsidP="00B649F7">
      <w:pPr>
        <w:pStyle w:val="Geenafstand"/>
        <w:numPr>
          <w:ilvl w:val="0"/>
          <w:numId w:val="42"/>
        </w:numPr>
        <w:rPr>
          <w:sz w:val="20"/>
          <w:szCs w:val="20"/>
        </w:rPr>
      </w:pPr>
      <w:r w:rsidRPr="00BB6259">
        <w:rPr>
          <w:sz w:val="20"/>
          <w:szCs w:val="20"/>
        </w:rPr>
        <w:t>Geeft aan leerling grenzen aan.</w:t>
      </w:r>
    </w:p>
    <w:p w:rsidR="00E06726" w:rsidRPr="00BB6259" w:rsidRDefault="00E06726" w:rsidP="00B649F7">
      <w:pPr>
        <w:pStyle w:val="Geenafstand"/>
        <w:numPr>
          <w:ilvl w:val="0"/>
          <w:numId w:val="42"/>
        </w:numPr>
        <w:rPr>
          <w:sz w:val="20"/>
          <w:szCs w:val="20"/>
        </w:rPr>
      </w:pPr>
      <w:r w:rsidRPr="00BB6259">
        <w:rPr>
          <w:sz w:val="20"/>
          <w:szCs w:val="20"/>
        </w:rPr>
        <w:t xml:space="preserve">Signaleert onvolkomenheden in het examenproces en koppelt dit tijdig terug aan de examenconstructeurs. </w:t>
      </w:r>
    </w:p>
    <w:p w:rsidR="00E06726" w:rsidRPr="00BB6259" w:rsidRDefault="00E06726" w:rsidP="00B649F7">
      <w:pPr>
        <w:pStyle w:val="Geenafstand"/>
        <w:numPr>
          <w:ilvl w:val="0"/>
          <w:numId w:val="42"/>
        </w:numPr>
        <w:rPr>
          <w:sz w:val="20"/>
          <w:szCs w:val="20"/>
        </w:rPr>
      </w:pPr>
      <w:r w:rsidRPr="00BB6259">
        <w:rPr>
          <w:sz w:val="20"/>
          <w:szCs w:val="20"/>
        </w:rPr>
        <w:t xml:space="preserve">Is zich bewust van de eigen subjectiviteit. Signaleert tijdig eigen subjectiviteit. Haalt indien nodig anderen erbij. </w:t>
      </w:r>
    </w:p>
    <w:p w:rsidR="00E06726" w:rsidRPr="00BB6259" w:rsidRDefault="00E06726" w:rsidP="00B649F7">
      <w:pPr>
        <w:pStyle w:val="Geenafstand"/>
        <w:rPr>
          <w:sz w:val="20"/>
          <w:szCs w:val="20"/>
        </w:rPr>
      </w:pPr>
    </w:p>
    <w:p w:rsidR="00E06726" w:rsidRPr="00BB6259" w:rsidRDefault="00E06726" w:rsidP="00B649F7">
      <w:pPr>
        <w:pStyle w:val="Geenafstand"/>
        <w:rPr>
          <w:sz w:val="20"/>
          <w:szCs w:val="20"/>
        </w:rPr>
      </w:pPr>
      <w:r w:rsidRPr="00BB6259">
        <w:rPr>
          <w:sz w:val="20"/>
          <w:szCs w:val="20"/>
        </w:rPr>
        <w:t>6. Systematisch/proceduregericht werken</w:t>
      </w:r>
    </w:p>
    <w:p w:rsidR="00BB6259" w:rsidRPr="00BB6259" w:rsidRDefault="00E06726" w:rsidP="00B649F7">
      <w:pPr>
        <w:pStyle w:val="Geenafstand"/>
        <w:numPr>
          <w:ilvl w:val="0"/>
          <w:numId w:val="43"/>
        </w:numPr>
        <w:rPr>
          <w:sz w:val="20"/>
          <w:szCs w:val="20"/>
        </w:rPr>
      </w:pPr>
      <w:r w:rsidRPr="00BB6259">
        <w:rPr>
          <w:sz w:val="20"/>
          <w:szCs w:val="20"/>
        </w:rPr>
        <w:t>Heeft een ordelijke gestandaardiseerde manier van werken en bedenkt methoden ten behoeve van een soepel verloop van de werkzaamheden.</w:t>
      </w:r>
    </w:p>
    <w:p w:rsidR="00E06726" w:rsidRPr="00BB6259" w:rsidRDefault="00E06726" w:rsidP="00B649F7">
      <w:pPr>
        <w:pStyle w:val="Geenafstand"/>
        <w:numPr>
          <w:ilvl w:val="0"/>
          <w:numId w:val="43"/>
        </w:numPr>
        <w:rPr>
          <w:sz w:val="20"/>
          <w:szCs w:val="20"/>
        </w:rPr>
      </w:pPr>
      <w:r w:rsidRPr="00BB6259">
        <w:rPr>
          <w:sz w:val="20"/>
          <w:szCs w:val="20"/>
        </w:rPr>
        <w:t xml:space="preserve">Weet hoe een opeenvolgend proces van gerelateerde taken te creëren. </w:t>
      </w:r>
    </w:p>
    <w:p w:rsidR="00E06726" w:rsidRPr="00BB6259" w:rsidRDefault="00E06726" w:rsidP="00BB6259">
      <w:pPr>
        <w:pStyle w:val="Geenafstand"/>
        <w:numPr>
          <w:ilvl w:val="0"/>
          <w:numId w:val="43"/>
        </w:numPr>
        <w:rPr>
          <w:sz w:val="20"/>
          <w:szCs w:val="20"/>
        </w:rPr>
      </w:pPr>
      <w:r w:rsidRPr="00BB6259">
        <w:rPr>
          <w:sz w:val="20"/>
          <w:szCs w:val="20"/>
        </w:rPr>
        <w:t>Houdt zich aan de criteria opgesteld in het examenformulier.</w:t>
      </w:r>
    </w:p>
    <w:p w:rsidR="00E06726" w:rsidRPr="00BB6259" w:rsidRDefault="00E06726" w:rsidP="00BB6259">
      <w:pPr>
        <w:pStyle w:val="Geenafstand"/>
        <w:numPr>
          <w:ilvl w:val="0"/>
          <w:numId w:val="43"/>
        </w:numPr>
        <w:rPr>
          <w:sz w:val="20"/>
          <w:szCs w:val="20"/>
        </w:rPr>
      </w:pPr>
      <w:r w:rsidRPr="00BB6259">
        <w:rPr>
          <w:sz w:val="20"/>
          <w:szCs w:val="20"/>
        </w:rPr>
        <w:t>Werkt volgens vaste procedures.</w:t>
      </w:r>
    </w:p>
    <w:p w:rsidR="00E06726" w:rsidRPr="00BB6259" w:rsidRDefault="00E06726" w:rsidP="00BB6259">
      <w:pPr>
        <w:pStyle w:val="Geenafstand"/>
        <w:numPr>
          <w:ilvl w:val="0"/>
          <w:numId w:val="43"/>
        </w:numPr>
        <w:rPr>
          <w:sz w:val="20"/>
          <w:szCs w:val="20"/>
        </w:rPr>
      </w:pPr>
      <w:r w:rsidRPr="00BB6259">
        <w:rPr>
          <w:sz w:val="20"/>
          <w:szCs w:val="20"/>
        </w:rPr>
        <w:t>Analyseert scherp en snel op basis van feiten en aantoonbare gedragingen van examenkandidaten en betrokken bij het examenproces.</w:t>
      </w:r>
    </w:p>
    <w:p w:rsidR="00E06726" w:rsidRPr="00BB6259" w:rsidRDefault="00E06726" w:rsidP="00BB6259">
      <w:pPr>
        <w:pStyle w:val="Geenafstand"/>
        <w:numPr>
          <w:ilvl w:val="0"/>
          <w:numId w:val="43"/>
        </w:numPr>
        <w:rPr>
          <w:sz w:val="20"/>
          <w:szCs w:val="20"/>
        </w:rPr>
      </w:pPr>
      <w:r w:rsidRPr="00BB6259">
        <w:rPr>
          <w:sz w:val="20"/>
          <w:szCs w:val="20"/>
        </w:rPr>
        <w:t xml:space="preserve">Weet zich zakelijk op te stellen en toont lef om ter plekke te zeggen wat hij / zij van het examenverloop vindt, onafhankelijk van de functie van degenen die de boodschap ontvangen.  </w:t>
      </w:r>
    </w:p>
    <w:p w:rsidR="00E06726" w:rsidRPr="00BB6259" w:rsidRDefault="00E06726" w:rsidP="00BB6259">
      <w:pPr>
        <w:pStyle w:val="Geenafstand"/>
        <w:numPr>
          <w:ilvl w:val="0"/>
          <w:numId w:val="43"/>
        </w:numPr>
        <w:rPr>
          <w:sz w:val="20"/>
          <w:szCs w:val="20"/>
        </w:rPr>
      </w:pPr>
      <w:r w:rsidRPr="00BB6259">
        <w:rPr>
          <w:sz w:val="20"/>
          <w:szCs w:val="20"/>
        </w:rPr>
        <w:t>Gebruikt feiten als onderbouwing van besluitvorming rondom examenverloop.</w:t>
      </w:r>
    </w:p>
    <w:p w:rsidR="00E06726" w:rsidRPr="00BB6259" w:rsidRDefault="00E06726" w:rsidP="00BB6259">
      <w:pPr>
        <w:pStyle w:val="Geenafstand"/>
        <w:numPr>
          <w:ilvl w:val="0"/>
          <w:numId w:val="43"/>
        </w:numPr>
        <w:rPr>
          <w:sz w:val="20"/>
          <w:szCs w:val="20"/>
        </w:rPr>
      </w:pPr>
      <w:r w:rsidRPr="00BB6259">
        <w:rPr>
          <w:sz w:val="20"/>
          <w:szCs w:val="20"/>
        </w:rPr>
        <w:t>Communiceert de feiten mondeling en schriftelijk zuiver naar betrokken examenkandidaat en verantwoordelijken.</w:t>
      </w:r>
    </w:p>
    <w:p w:rsidR="00E06726" w:rsidRPr="00BB6259" w:rsidRDefault="00E06726" w:rsidP="00BB6259">
      <w:pPr>
        <w:pStyle w:val="Geenafstand"/>
        <w:numPr>
          <w:ilvl w:val="0"/>
          <w:numId w:val="43"/>
        </w:numPr>
        <w:rPr>
          <w:sz w:val="20"/>
          <w:szCs w:val="20"/>
        </w:rPr>
      </w:pPr>
      <w:r w:rsidRPr="00BB6259">
        <w:rPr>
          <w:sz w:val="20"/>
          <w:szCs w:val="20"/>
        </w:rPr>
        <w:t>Werkt de communicatie rondom examenverloop direct af zonder zich af te laten leiden door bijzaken.</w:t>
      </w:r>
    </w:p>
    <w:p w:rsidR="00E06726" w:rsidRPr="00BB6259" w:rsidRDefault="00E06726" w:rsidP="00B649F7">
      <w:pPr>
        <w:pStyle w:val="Geenafstand"/>
        <w:rPr>
          <w:sz w:val="20"/>
          <w:szCs w:val="20"/>
        </w:rPr>
      </w:pPr>
    </w:p>
    <w:p w:rsidR="00E06726" w:rsidRPr="00E06726" w:rsidRDefault="00E06726" w:rsidP="00B649F7">
      <w:pPr>
        <w:pStyle w:val="Geenafstand"/>
      </w:pPr>
    </w:p>
    <w:p w:rsidR="00BB6259" w:rsidRDefault="00BB6259">
      <w:pPr>
        <w:rPr>
          <w:lang w:eastAsia="en-US"/>
        </w:rPr>
      </w:pPr>
      <w:r>
        <w:br w:type="page"/>
      </w:r>
    </w:p>
    <w:p w:rsidR="00E06726" w:rsidRPr="00E06726" w:rsidRDefault="00E06726" w:rsidP="00B649F7">
      <w:pPr>
        <w:pStyle w:val="Geenafstand"/>
      </w:pPr>
      <w:r w:rsidRPr="00E06726">
        <w:lastRenderedPageBreak/>
        <w:t>Standaardformulier voor het examendossier 1</w:t>
      </w:r>
    </w:p>
    <w:p w:rsidR="00E06726" w:rsidRPr="00E06726" w:rsidRDefault="00E06726" w:rsidP="00B649F7">
      <w:pPr>
        <w:pStyle w:val="Geenafstand"/>
      </w:pPr>
    </w:p>
    <w:p w:rsidR="00E06726" w:rsidRPr="00E06726" w:rsidRDefault="00E06726" w:rsidP="00B649F7">
      <w:pPr>
        <w:pStyle w:val="Geenafstand"/>
      </w:pPr>
      <w:r w:rsidRPr="00E06726">
        <w:t>Tijdens en/of na afloop van het examen in te vullen door co-examinator / co-assessor.</w:t>
      </w:r>
    </w:p>
    <w:p w:rsidR="00E06726" w:rsidRPr="00E06726" w:rsidRDefault="00E06726" w:rsidP="00B649F7">
      <w:pPr>
        <w:pStyle w:val="Geenafstand"/>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71"/>
        <w:gridCol w:w="2227"/>
        <w:gridCol w:w="2763"/>
        <w:gridCol w:w="2949"/>
      </w:tblGrid>
      <w:tr w:rsidR="00E06726" w:rsidRPr="00E06726" w:rsidTr="007D2107">
        <w:tc>
          <w:tcPr>
            <w:tcW w:w="1671" w:type="dxa"/>
            <w:shd w:val="clear" w:color="auto" w:fill="E6E6E6"/>
            <w:vAlign w:val="center"/>
          </w:tcPr>
          <w:p w:rsidR="00E06726" w:rsidRPr="00E06726" w:rsidRDefault="00E06726" w:rsidP="00B649F7">
            <w:pPr>
              <w:pStyle w:val="Geenafstand"/>
            </w:pPr>
            <w:r w:rsidRPr="00E06726">
              <w:t xml:space="preserve">Naam van de </w:t>
            </w:r>
          </w:p>
          <w:p w:rsidR="00E06726" w:rsidRPr="00E06726" w:rsidRDefault="00E06726" w:rsidP="00B649F7">
            <w:pPr>
              <w:pStyle w:val="Geenafstand"/>
            </w:pPr>
            <w:r w:rsidRPr="00E06726">
              <w:t>co-assessor</w:t>
            </w:r>
          </w:p>
        </w:tc>
        <w:tc>
          <w:tcPr>
            <w:tcW w:w="2227" w:type="dxa"/>
          </w:tcPr>
          <w:p w:rsidR="00E06726" w:rsidRPr="00E06726" w:rsidRDefault="00E06726" w:rsidP="00B649F7">
            <w:pPr>
              <w:pStyle w:val="Geenafstand"/>
            </w:pPr>
          </w:p>
        </w:tc>
        <w:tc>
          <w:tcPr>
            <w:tcW w:w="2763" w:type="dxa"/>
            <w:shd w:val="clear" w:color="auto" w:fill="E6E6E6"/>
            <w:vAlign w:val="center"/>
          </w:tcPr>
          <w:p w:rsidR="00E06726" w:rsidRPr="00E06726" w:rsidRDefault="00E06726" w:rsidP="00B649F7">
            <w:pPr>
              <w:pStyle w:val="Geenafstand"/>
            </w:pPr>
            <w:r w:rsidRPr="00E06726">
              <w:t>naam kandidaat Examinator/Assessor</w:t>
            </w:r>
          </w:p>
        </w:tc>
        <w:tc>
          <w:tcPr>
            <w:tcW w:w="2949" w:type="dxa"/>
          </w:tcPr>
          <w:p w:rsidR="00E06726" w:rsidRPr="00E06726" w:rsidRDefault="00E06726" w:rsidP="00B649F7">
            <w:pPr>
              <w:pStyle w:val="Geenafstand"/>
            </w:pPr>
          </w:p>
        </w:tc>
      </w:tr>
      <w:tr w:rsidR="00E06726" w:rsidRPr="00E06726" w:rsidTr="007D2107">
        <w:trPr>
          <w:cantSplit/>
        </w:trPr>
        <w:tc>
          <w:tcPr>
            <w:tcW w:w="1671" w:type="dxa"/>
            <w:vMerge w:val="restart"/>
            <w:shd w:val="clear" w:color="auto" w:fill="E6E6E6"/>
            <w:vAlign w:val="center"/>
          </w:tcPr>
          <w:p w:rsidR="00E06726" w:rsidRPr="00E06726" w:rsidRDefault="00E06726" w:rsidP="00B649F7">
            <w:pPr>
              <w:pStyle w:val="Geenafstand"/>
            </w:pPr>
            <w:r w:rsidRPr="00E06726">
              <w:t>handtekening</w:t>
            </w:r>
          </w:p>
        </w:tc>
        <w:tc>
          <w:tcPr>
            <w:tcW w:w="2227" w:type="dxa"/>
            <w:vMerge w:val="restart"/>
          </w:tcPr>
          <w:p w:rsidR="00E06726" w:rsidRPr="00E06726" w:rsidRDefault="00E06726" w:rsidP="00B649F7">
            <w:pPr>
              <w:pStyle w:val="Geenafstand"/>
            </w:pPr>
          </w:p>
        </w:tc>
        <w:tc>
          <w:tcPr>
            <w:tcW w:w="2763" w:type="dxa"/>
            <w:shd w:val="clear" w:color="auto" w:fill="E6E6E6"/>
            <w:vAlign w:val="center"/>
          </w:tcPr>
          <w:p w:rsidR="00E06726" w:rsidRPr="00E06726" w:rsidRDefault="00E06726" w:rsidP="00B649F7">
            <w:pPr>
              <w:pStyle w:val="Geenafstand"/>
            </w:pPr>
            <w:r w:rsidRPr="00E06726">
              <w:t>beoordeelde Proeve</w:t>
            </w:r>
          </w:p>
        </w:tc>
        <w:tc>
          <w:tcPr>
            <w:tcW w:w="2949" w:type="dxa"/>
          </w:tcPr>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cantSplit/>
        </w:trPr>
        <w:tc>
          <w:tcPr>
            <w:tcW w:w="1671" w:type="dxa"/>
            <w:vMerge/>
            <w:shd w:val="clear" w:color="auto" w:fill="E6E6E6"/>
          </w:tcPr>
          <w:p w:rsidR="00E06726" w:rsidRPr="00E06726" w:rsidRDefault="00E06726" w:rsidP="00B649F7">
            <w:pPr>
              <w:pStyle w:val="Geenafstand"/>
            </w:pPr>
          </w:p>
        </w:tc>
        <w:tc>
          <w:tcPr>
            <w:tcW w:w="2227" w:type="dxa"/>
            <w:vMerge/>
          </w:tcPr>
          <w:p w:rsidR="00E06726" w:rsidRPr="00E06726" w:rsidRDefault="00E06726" w:rsidP="00B649F7">
            <w:pPr>
              <w:pStyle w:val="Geenafstand"/>
            </w:pPr>
          </w:p>
        </w:tc>
        <w:tc>
          <w:tcPr>
            <w:tcW w:w="2763" w:type="dxa"/>
            <w:shd w:val="clear" w:color="auto" w:fill="E6E6E6"/>
            <w:vAlign w:val="center"/>
          </w:tcPr>
          <w:p w:rsidR="00E06726" w:rsidRPr="00E06726" w:rsidRDefault="00E06726" w:rsidP="00B649F7">
            <w:pPr>
              <w:pStyle w:val="Geenafstand"/>
            </w:pPr>
            <w:r w:rsidRPr="00E06726">
              <w:t>datum bijgewoonde Proeve</w:t>
            </w:r>
          </w:p>
        </w:tc>
        <w:tc>
          <w:tcPr>
            <w:tcW w:w="2949" w:type="dxa"/>
          </w:tcPr>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5"/>
        <w:gridCol w:w="352"/>
        <w:gridCol w:w="352"/>
        <w:gridCol w:w="352"/>
        <w:gridCol w:w="352"/>
        <w:gridCol w:w="352"/>
      </w:tblGrid>
      <w:tr w:rsidR="00E06726" w:rsidRPr="00E06726" w:rsidTr="007D2107">
        <w:trPr>
          <w:trHeight w:val="1285"/>
        </w:trPr>
        <w:tc>
          <w:tcPr>
            <w:tcW w:w="7895" w:type="dxa"/>
            <w:shd w:val="clear" w:color="auto" w:fill="F3F3F3"/>
            <w:vAlign w:val="center"/>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Indicator</w:t>
            </w:r>
          </w:p>
          <w:p w:rsidR="00E06726" w:rsidRPr="00E06726" w:rsidRDefault="00E06726" w:rsidP="00B649F7">
            <w:pPr>
              <w:pStyle w:val="Geenafstand"/>
            </w:pPr>
          </w:p>
        </w:tc>
        <w:tc>
          <w:tcPr>
            <w:tcW w:w="352" w:type="dxa"/>
            <w:shd w:val="clear" w:color="auto" w:fill="F3F3F3"/>
            <w:textDirection w:val="btLr"/>
            <w:vAlign w:val="bottom"/>
          </w:tcPr>
          <w:p w:rsidR="00E06726" w:rsidRPr="00E06726" w:rsidRDefault="00E06726" w:rsidP="00B649F7">
            <w:pPr>
              <w:pStyle w:val="Geenafstand"/>
            </w:pPr>
            <w:r w:rsidRPr="00E06726">
              <w:t>onvoldoende</w:t>
            </w:r>
          </w:p>
        </w:tc>
        <w:tc>
          <w:tcPr>
            <w:tcW w:w="352" w:type="dxa"/>
            <w:shd w:val="clear" w:color="auto" w:fill="F3F3F3"/>
            <w:textDirection w:val="btLr"/>
            <w:vAlign w:val="bottom"/>
          </w:tcPr>
          <w:p w:rsidR="00E06726" w:rsidRPr="00E06726" w:rsidRDefault="00E06726" w:rsidP="00B649F7">
            <w:pPr>
              <w:pStyle w:val="Geenafstand"/>
            </w:pPr>
            <w:r w:rsidRPr="00E06726">
              <w:t>twijfelachtig</w:t>
            </w:r>
          </w:p>
        </w:tc>
        <w:tc>
          <w:tcPr>
            <w:tcW w:w="352" w:type="dxa"/>
            <w:shd w:val="clear" w:color="auto" w:fill="F3F3F3"/>
            <w:textDirection w:val="btLr"/>
            <w:vAlign w:val="bottom"/>
          </w:tcPr>
          <w:p w:rsidR="00E06726" w:rsidRPr="00E06726" w:rsidRDefault="00E06726" w:rsidP="00B649F7">
            <w:pPr>
              <w:pStyle w:val="Geenafstand"/>
            </w:pPr>
            <w:r w:rsidRPr="00E06726">
              <w:t>voldoende</w:t>
            </w:r>
          </w:p>
        </w:tc>
        <w:tc>
          <w:tcPr>
            <w:tcW w:w="352" w:type="dxa"/>
            <w:shd w:val="clear" w:color="auto" w:fill="F3F3F3"/>
            <w:textDirection w:val="btLr"/>
            <w:vAlign w:val="bottom"/>
          </w:tcPr>
          <w:p w:rsidR="00E06726" w:rsidRPr="00E06726" w:rsidRDefault="00E06726" w:rsidP="00B649F7">
            <w:pPr>
              <w:pStyle w:val="Geenafstand"/>
            </w:pPr>
            <w:r w:rsidRPr="00E06726">
              <w:t>goed</w:t>
            </w:r>
          </w:p>
        </w:tc>
        <w:tc>
          <w:tcPr>
            <w:tcW w:w="352" w:type="dxa"/>
            <w:shd w:val="clear" w:color="auto" w:fill="F3F3F3"/>
            <w:textDirection w:val="btLr"/>
            <w:vAlign w:val="bottom"/>
          </w:tcPr>
          <w:p w:rsidR="00E06726" w:rsidRPr="00E06726" w:rsidRDefault="00E06726" w:rsidP="00B649F7">
            <w:pPr>
              <w:pStyle w:val="Geenafstand"/>
            </w:pPr>
            <w:r w:rsidRPr="00E06726">
              <w:t>uitstekend</w:t>
            </w:r>
          </w:p>
        </w:tc>
      </w:tr>
      <w:tr w:rsidR="00E06726" w:rsidRPr="00E06726" w:rsidTr="007D2107">
        <w:tc>
          <w:tcPr>
            <w:tcW w:w="7895" w:type="dxa"/>
          </w:tcPr>
          <w:p w:rsidR="00E06726" w:rsidRPr="00E06726" w:rsidRDefault="00E06726" w:rsidP="00B649F7">
            <w:pPr>
              <w:pStyle w:val="Geenafstand"/>
            </w:pPr>
            <w:r w:rsidRPr="00E06726">
              <w:t>1. voorbereiding Proeve</w:t>
            </w:r>
          </w:p>
          <w:p w:rsidR="00E06726" w:rsidRPr="00E06726" w:rsidRDefault="00E06726" w:rsidP="00B649F7">
            <w:pPr>
              <w:pStyle w:val="Geenafstand"/>
            </w:pPr>
            <w:r w:rsidRPr="00E06726">
              <w:t>Alle materialen zijn aanwezig en de accommodatie is in orde.</w:t>
            </w:r>
          </w:p>
          <w:p w:rsidR="00E06726" w:rsidRPr="00E06726" w:rsidRDefault="00E06726" w:rsidP="00B649F7">
            <w:pPr>
              <w:pStyle w:val="Geenafstand"/>
            </w:pPr>
            <w:r w:rsidRPr="00E06726">
              <w:t>Alle onderdelen van de Proeve zijn voorbereid.</w:t>
            </w:r>
          </w:p>
          <w:p w:rsidR="00E06726" w:rsidRPr="00E06726" w:rsidRDefault="00E06726" w:rsidP="00B649F7">
            <w:pPr>
              <w:pStyle w:val="Geenafstand"/>
            </w:pPr>
            <w:r w:rsidRPr="00E06726">
              <w:t>De examinator/assessor heeft kennis over en informatie van de kandidaat paraat.</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895" w:type="dxa"/>
          </w:tcPr>
          <w:p w:rsidR="00E06726" w:rsidRPr="00E06726" w:rsidRDefault="00E06726" w:rsidP="00B649F7">
            <w:pPr>
              <w:pStyle w:val="Geenafstand"/>
            </w:pPr>
            <w:r w:rsidRPr="00E06726">
              <w:t>2. introductie</w:t>
            </w:r>
          </w:p>
          <w:p w:rsidR="00E06726" w:rsidRPr="00E06726" w:rsidRDefault="00E06726" w:rsidP="00B649F7">
            <w:pPr>
              <w:pStyle w:val="Geenafstand"/>
            </w:pPr>
            <w:r w:rsidRPr="00E06726">
              <w:t>De proeve is toegelicht.</w:t>
            </w:r>
          </w:p>
          <w:p w:rsidR="00E06726" w:rsidRPr="00E06726" w:rsidRDefault="00E06726" w:rsidP="00B649F7">
            <w:pPr>
              <w:pStyle w:val="Geenafstand"/>
            </w:pPr>
            <w:r w:rsidRPr="00E06726">
              <w:t>De kandidaat krijgt de ruimte verduidelijkende vragen stellen.</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895" w:type="dxa"/>
          </w:tcPr>
          <w:p w:rsidR="00E06726" w:rsidRPr="00E06726" w:rsidRDefault="00E06726" w:rsidP="00B649F7">
            <w:pPr>
              <w:pStyle w:val="Geenafstand"/>
            </w:pPr>
            <w:r w:rsidRPr="00E06726">
              <w:t>3. invoelingsvermogen</w:t>
            </w:r>
          </w:p>
          <w:p w:rsidR="00E06726" w:rsidRPr="00E06726" w:rsidRDefault="00E06726" w:rsidP="00B649F7">
            <w:pPr>
              <w:pStyle w:val="Geenafstand"/>
            </w:pPr>
            <w:r w:rsidRPr="00E06726">
              <w:t>De examinator/assessor doet moeite om de kandidaat te begrijpen.</w:t>
            </w:r>
          </w:p>
          <w:p w:rsidR="00E06726" w:rsidRPr="00E06726" w:rsidRDefault="00E06726" w:rsidP="00B649F7">
            <w:pPr>
              <w:pStyle w:val="Geenafstand"/>
            </w:pPr>
            <w:r w:rsidRPr="00E06726">
              <w:t>De examinator/assessor past de vraagstelling voor de kandidaat aan waar nodig.</w:t>
            </w:r>
          </w:p>
          <w:p w:rsidR="00E06726" w:rsidRPr="00E06726" w:rsidRDefault="00E06726" w:rsidP="00B649F7">
            <w:pPr>
              <w:pStyle w:val="Geenafstand"/>
            </w:pPr>
            <w:r w:rsidRPr="00E06726">
              <w:t>De kandidaat toont vertrouwen in de examinator/assessor.</w:t>
            </w:r>
          </w:p>
          <w:p w:rsidR="00E06726" w:rsidRPr="00E06726" w:rsidRDefault="00E06726" w:rsidP="00B649F7">
            <w:pPr>
              <w:pStyle w:val="Geenafstand"/>
            </w:pPr>
            <w:r w:rsidRPr="00E06726">
              <w:t>De examinator/assessor heeft een rustige sfeer gecreëerd.</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895" w:type="dxa"/>
          </w:tcPr>
          <w:p w:rsidR="00E06726" w:rsidRPr="00E06726" w:rsidRDefault="00E06726" w:rsidP="00B649F7">
            <w:pPr>
              <w:pStyle w:val="Geenafstand"/>
            </w:pPr>
            <w:r w:rsidRPr="00E06726">
              <w:t>4. communicatie</w:t>
            </w:r>
          </w:p>
          <w:p w:rsidR="00E06726" w:rsidRPr="00E06726" w:rsidRDefault="00E06726" w:rsidP="00B649F7">
            <w:pPr>
              <w:pStyle w:val="Geenafstand"/>
            </w:pPr>
            <w:r w:rsidRPr="00E06726">
              <w:t>De examinator/assessor is in staat duidelijke opdrachten te verstrekken en/of duidelijke vragen te stellen.</w:t>
            </w:r>
          </w:p>
          <w:p w:rsidR="00E06726" w:rsidRPr="00E06726" w:rsidRDefault="00E06726" w:rsidP="00B649F7">
            <w:pPr>
              <w:pStyle w:val="Geenafstand"/>
            </w:pPr>
            <w:r w:rsidRPr="00E06726">
              <w:t>De examinator/assessor reageert direct op reacties van de kandidaat.</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r>
      <w:tr w:rsidR="00E06726" w:rsidRPr="00E06726" w:rsidTr="007D2107">
        <w:tc>
          <w:tcPr>
            <w:tcW w:w="7895" w:type="dxa"/>
          </w:tcPr>
          <w:p w:rsidR="00E06726" w:rsidRPr="00E06726" w:rsidRDefault="00E06726" w:rsidP="00B649F7">
            <w:pPr>
              <w:pStyle w:val="Geenafstand"/>
            </w:pPr>
            <w:r w:rsidRPr="00E06726">
              <w:t>5. observatie</w:t>
            </w:r>
          </w:p>
          <w:p w:rsidR="00E06726" w:rsidRPr="00E06726" w:rsidRDefault="00E06726" w:rsidP="00B649F7">
            <w:pPr>
              <w:pStyle w:val="Geenafstand"/>
            </w:pPr>
            <w:r w:rsidRPr="00E06726">
              <w:t>De examinator/assessor geeft blijk van inzicht in het werk van de kandidaat.</w:t>
            </w:r>
          </w:p>
          <w:p w:rsidR="00E06726" w:rsidRPr="00E06726" w:rsidRDefault="00E06726" w:rsidP="00B649F7">
            <w:pPr>
              <w:pStyle w:val="Geenafstand"/>
            </w:pPr>
            <w:r w:rsidRPr="00E06726">
              <w:t>De examinator/assessor houdt rekening met de omstandigheden waarin de Proeve plaatsvindt en grijpt in waar nodig.</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895" w:type="dxa"/>
          </w:tcPr>
          <w:p w:rsidR="00E06726" w:rsidRPr="00E06726" w:rsidRDefault="00E06726" w:rsidP="00B649F7">
            <w:pPr>
              <w:pStyle w:val="Geenafstand"/>
            </w:pPr>
            <w:r w:rsidRPr="00E06726">
              <w:t>6. oordeelsvorming</w:t>
            </w:r>
          </w:p>
          <w:p w:rsidR="00E06726" w:rsidRPr="00E06726" w:rsidRDefault="00E06726" w:rsidP="00B649F7">
            <w:pPr>
              <w:pStyle w:val="Geenafstand"/>
            </w:pPr>
            <w:r w:rsidRPr="00E06726">
              <w:t>De examinator/assessor heeft alleen feitelijke omstandigheden gebruikt om het oordeel te formuleren.</w:t>
            </w:r>
          </w:p>
          <w:p w:rsidR="00E06726" w:rsidRPr="00E06726" w:rsidRDefault="00E06726" w:rsidP="00B649F7">
            <w:pPr>
              <w:pStyle w:val="Geenafstand"/>
            </w:pPr>
            <w:r w:rsidRPr="00E06726">
              <w:t>De examinator/assessor heeft het oordeel toegelicht na afloop van de Proeve op basis van de waargenomen gedragingen en houding.</w:t>
            </w:r>
          </w:p>
          <w:p w:rsidR="00E06726" w:rsidRPr="00E06726" w:rsidRDefault="00E06726" w:rsidP="00B649F7">
            <w:pPr>
              <w:pStyle w:val="Geenafstand"/>
            </w:pPr>
            <w:r w:rsidRPr="00E06726">
              <w:t>De examinator/assessor heeft in het oordeel goed gelet op het welbevinden van de kandidaat.</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r>
      <w:tr w:rsidR="00E06726" w:rsidRPr="00E06726" w:rsidTr="007D2107">
        <w:tc>
          <w:tcPr>
            <w:tcW w:w="7895" w:type="dxa"/>
          </w:tcPr>
          <w:p w:rsidR="00E06726" w:rsidRPr="00E06726" w:rsidRDefault="00E06726" w:rsidP="00B649F7">
            <w:pPr>
              <w:pStyle w:val="Geenafstand"/>
            </w:pPr>
            <w:r w:rsidRPr="00E06726">
              <w:t>7. houding</w:t>
            </w:r>
          </w:p>
          <w:p w:rsidR="00E06726" w:rsidRPr="00E06726" w:rsidRDefault="00E06726" w:rsidP="00B649F7">
            <w:pPr>
              <w:pStyle w:val="Geenafstand"/>
            </w:pPr>
            <w:r w:rsidRPr="00E06726">
              <w:t>De examinator/assessor is tijdens de Proeve besluitvaardig en doortastend .</w:t>
            </w:r>
          </w:p>
          <w:p w:rsidR="00E06726" w:rsidRPr="00E06726" w:rsidRDefault="00E06726" w:rsidP="00B649F7">
            <w:pPr>
              <w:pStyle w:val="Geenafstand"/>
            </w:pPr>
            <w:r w:rsidRPr="00E06726">
              <w:t>De examinator/assessor is tijdens de Proeve voldoende zakelijk en tegelijkertijd respectvol.</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895" w:type="dxa"/>
          </w:tcPr>
          <w:p w:rsidR="00E06726" w:rsidRPr="00E06726" w:rsidRDefault="00E06726" w:rsidP="00B649F7">
            <w:pPr>
              <w:pStyle w:val="Geenafstand"/>
            </w:pPr>
            <w:r w:rsidRPr="00E06726">
              <w:t>8. rapportage naar de verantwoordelijken</w:t>
            </w:r>
          </w:p>
          <w:p w:rsidR="00E06726" w:rsidRPr="00E06726" w:rsidRDefault="00E06726" w:rsidP="00B649F7">
            <w:pPr>
              <w:pStyle w:val="Geenafstand"/>
            </w:pPr>
            <w:r w:rsidRPr="00E06726">
              <w:t>De examinator/assessor past de formulieren toe volgens procedure van de organisatie.</w:t>
            </w:r>
          </w:p>
          <w:p w:rsidR="00E06726" w:rsidRPr="00E06726" w:rsidRDefault="00E06726" w:rsidP="00B649F7">
            <w:pPr>
              <w:pStyle w:val="Geenafstand"/>
            </w:pPr>
            <w:r w:rsidRPr="00E06726">
              <w:t>De examinator/assessor rapporteert het verloop van de Proeve op een constructieve wijze ten behoeve van evaluatie.</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52"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r>
      <w:tr w:rsidR="00E06726" w:rsidRPr="00E06726" w:rsidTr="007D2107">
        <w:trPr>
          <w:trHeight w:val="284"/>
        </w:trPr>
        <w:tc>
          <w:tcPr>
            <w:tcW w:w="9655" w:type="dxa"/>
            <w:gridSpan w:val="6"/>
          </w:tcPr>
          <w:p w:rsidR="00E06726" w:rsidRPr="00E06726" w:rsidRDefault="00E06726" w:rsidP="00B649F7">
            <w:pPr>
              <w:pStyle w:val="Geenafstand"/>
            </w:pPr>
          </w:p>
          <w:p w:rsidR="00E06726" w:rsidRPr="00E06726" w:rsidRDefault="00E06726" w:rsidP="00B649F7">
            <w:pPr>
              <w:pStyle w:val="Geenafstand"/>
            </w:pPr>
            <w:r w:rsidRPr="00E06726">
              <w:t>Zie ommezijde</w:t>
            </w:r>
          </w:p>
          <w:p w:rsidR="00E06726" w:rsidRPr="00E06726" w:rsidRDefault="00E06726" w:rsidP="00B649F7">
            <w:pPr>
              <w:pStyle w:val="Geenafstand"/>
            </w:pPr>
          </w:p>
        </w:tc>
      </w:tr>
      <w:tr w:rsidR="00E06726" w:rsidRPr="00E06726" w:rsidTr="007D2107">
        <w:trPr>
          <w:trHeight w:val="1449"/>
        </w:trPr>
        <w:tc>
          <w:tcPr>
            <w:tcW w:w="9655" w:type="dxa"/>
            <w:gridSpan w:val="6"/>
          </w:tcPr>
          <w:p w:rsidR="00E06726" w:rsidRPr="00E06726" w:rsidRDefault="00E06726" w:rsidP="00B649F7">
            <w:pPr>
              <w:pStyle w:val="Geenafstand"/>
            </w:pPr>
            <w:r w:rsidRPr="00E06726">
              <w:t>Welke adviezen geeft u de kandidaat assessor / examinator mee:</w:t>
            </w: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trHeight w:val="1449"/>
        </w:trPr>
        <w:tc>
          <w:tcPr>
            <w:tcW w:w="9655" w:type="dxa"/>
            <w:gridSpan w:val="6"/>
          </w:tcPr>
          <w:p w:rsidR="00E06726" w:rsidRPr="00E06726" w:rsidRDefault="00E06726" w:rsidP="00B649F7">
            <w:pPr>
              <w:pStyle w:val="Geenafstand"/>
            </w:pPr>
            <w:r w:rsidRPr="00E06726">
              <w:t>Overige opmerkingen:</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Hartelijk dank voor uw medewerking!</w:t>
      </w:r>
    </w:p>
    <w:p w:rsidR="00BB6259" w:rsidRDefault="00BB6259" w:rsidP="00B649F7">
      <w:pPr>
        <w:pStyle w:val="Geenafstand"/>
      </w:pPr>
    </w:p>
    <w:p w:rsidR="00E06726" w:rsidRPr="00BB6259" w:rsidRDefault="00E06726" w:rsidP="00B649F7">
      <w:pPr>
        <w:pStyle w:val="Geenafstand"/>
        <w:rPr>
          <w:rFonts w:cs="Arial"/>
          <w:sz w:val="20"/>
          <w:szCs w:val="20"/>
        </w:rPr>
      </w:pPr>
      <w:r w:rsidRPr="00BB6259">
        <w:rPr>
          <w:rFonts w:cs="Arial"/>
          <w:sz w:val="20"/>
          <w:szCs w:val="20"/>
        </w:rPr>
        <w:lastRenderedPageBreak/>
        <w:t>Standaardformulier voor het examendossier 2</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Tijdens en/of na afloop van het examen in te vullen door externe deskundige /onafhankelijke derde persoon.</w:t>
      </w:r>
    </w:p>
    <w:p w:rsidR="00E06726" w:rsidRPr="00BB6259" w:rsidRDefault="00E06726" w:rsidP="00B649F7">
      <w:pPr>
        <w:pStyle w:val="Geenafstand"/>
        <w:rPr>
          <w:rFonts w:cs="Arial"/>
          <w:sz w:val="20"/>
          <w:szCs w:val="20"/>
        </w:rPr>
      </w:pPr>
    </w:p>
    <w:tbl>
      <w:tblPr>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71"/>
        <w:gridCol w:w="2510"/>
        <w:gridCol w:w="2693"/>
        <w:gridCol w:w="2659"/>
      </w:tblGrid>
      <w:tr w:rsidR="00E06726" w:rsidRPr="00BB6259" w:rsidTr="007D2107">
        <w:tc>
          <w:tcPr>
            <w:tcW w:w="1671" w:type="dxa"/>
            <w:shd w:val="clear" w:color="auto" w:fill="E6E6E6"/>
            <w:vAlign w:val="center"/>
          </w:tcPr>
          <w:p w:rsidR="00E06726" w:rsidRPr="00BB6259" w:rsidRDefault="00E06726" w:rsidP="00B649F7">
            <w:pPr>
              <w:pStyle w:val="Geenafstand"/>
              <w:rPr>
                <w:rFonts w:cs="Arial"/>
                <w:sz w:val="20"/>
                <w:szCs w:val="20"/>
              </w:rPr>
            </w:pPr>
            <w:r w:rsidRPr="00BB6259">
              <w:rPr>
                <w:rFonts w:cs="Arial"/>
                <w:sz w:val="20"/>
                <w:szCs w:val="20"/>
              </w:rPr>
              <w:t>Naam van de  onafhankelijke derde persoon</w:t>
            </w:r>
          </w:p>
        </w:tc>
        <w:tc>
          <w:tcPr>
            <w:tcW w:w="2510" w:type="dxa"/>
          </w:tcPr>
          <w:p w:rsidR="00E06726" w:rsidRPr="00BB6259" w:rsidRDefault="00E06726" w:rsidP="00B649F7">
            <w:pPr>
              <w:pStyle w:val="Geenafstand"/>
              <w:rPr>
                <w:rFonts w:cs="Arial"/>
                <w:sz w:val="20"/>
                <w:szCs w:val="20"/>
              </w:rPr>
            </w:pPr>
          </w:p>
        </w:tc>
        <w:tc>
          <w:tcPr>
            <w:tcW w:w="2693" w:type="dxa"/>
            <w:shd w:val="clear" w:color="auto" w:fill="E6E6E6"/>
            <w:vAlign w:val="center"/>
          </w:tcPr>
          <w:p w:rsidR="00E06726" w:rsidRPr="00BB6259" w:rsidRDefault="00E06726" w:rsidP="00B649F7">
            <w:pPr>
              <w:pStyle w:val="Geenafstand"/>
              <w:rPr>
                <w:rFonts w:cs="Arial"/>
                <w:sz w:val="20"/>
                <w:szCs w:val="20"/>
              </w:rPr>
            </w:pPr>
            <w:r w:rsidRPr="00BB6259">
              <w:rPr>
                <w:rFonts w:cs="Arial"/>
                <w:sz w:val="20"/>
                <w:szCs w:val="20"/>
              </w:rPr>
              <w:t>naam kandidaat Examinator/Assessor</w:t>
            </w:r>
          </w:p>
        </w:tc>
        <w:tc>
          <w:tcPr>
            <w:tcW w:w="2659" w:type="dxa"/>
          </w:tcPr>
          <w:p w:rsidR="00E06726" w:rsidRPr="00BB6259" w:rsidRDefault="00E06726" w:rsidP="00B649F7">
            <w:pPr>
              <w:pStyle w:val="Geenafstand"/>
              <w:rPr>
                <w:rFonts w:cs="Arial"/>
                <w:sz w:val="20"/>
                <w:szCs w:val="20"/>
              </w:rPr>
            </w:pPr>
          </w:p>
        </w:tc>
      </w:tr>
      <w:tr w:rsidR="00E06726" w:rsidRPr="00BB6259" w:rsidTr="007D2107">
        <w:trPr>
          <w:cantSplit/>
          <w:trHeight w:val="465"/>
        </w:trPr>
        <w:tc>
          <w:tcPr>
            <w:tcW w:w="1671" w:type="dxa"/>
            <w:vMerge w:val="restart"/>
            <w:shd w:val="clear" w:color="auto" w:fill="E6E6E6"/>
            <w:vAlign w:val="center"/>
          </w:tcPr>
          <w:p w:rsidR="00E06726" w:rsidRPr="00BB6259" w:rsidRDefault="00E06726" w:rsidP="00B649F7">
            <w:pPr>
              <w:pStyle w:val="Geenafstand"/>
              <w:rPr>
                <w:rFonts w:cs="Arial"/>
                <w:sz w:val="20"/>
                <w:szCs w:val="20"/>
              </w:rPr>
            </w:pPr>
            <w:r w:rsidRPr="00BB6259">
              <w:rPr>
                <w:rFonts w:cs="Arial"/>
                <w:sz w:val="20"/>
                <w:szCs w:val="20"/>
              </w:rPr>
              <w:t>handtekening</w:t>
            </w:r>
          </w:p>
        </w:tc>
        <w:tc>
          <w:tcPr>
            <w:tcW w:w="2510" w:type="dxa"/>
            <w:vMerge w:val="restart"/>
          </w:tcPr>
          <w:p w:rsidR="00E06726" w:rsidRPr="00BB6259" w:rsidRDefault="00E06726" w:rsidP="00B649F7">
            <w:pPr>
              <w:pStyle w:val="Geenafstand"/>
              <w:rPr>
                <w:rFonts w:cs="Arial"/>
                <w:sz w:val="20"/>
                <w:szCs w:val="20"/>
              </w:rPr>
            </w:pPr>
          </w:p>
        </w:tc>
        <w:tc>
          <w:tcPr>
            <w:tcW w:w="2693" w:type="dxa"/>
            <w:shd w:val="clear" w:color="auto" w:fill="E6E6E6"/>
            <w:vAlign w:val="center"/>
          </w:tcPr>
          <w:p w:rsidR="00E06726" w:rsidRPr="00BB6259" w:rsidRDefault="00E06726" w:rsidP="00B649F7">
            <w:pPr>
              <w:pStyle w:val="Geenafstand"/>
              <w:rPr>
                <w:rFonts w:cs="Arial"/>
                <w:sz w:val="20"/>
                <w:szCs w:val="20"/>
              </w:rPr>
            </w:pPr>
            <w:r w:rsidRPr="00BB6259">
              <w:rPr>
                <w:rFonts w:cs="Arial"/>
                <w:sz w:val="20"/>
                <w:szCs w:val="20"/>
              </w:rPr>
              <w:t>beoordeelde Proeve</w:t>
            </w:r>
          </w:p>
        </w:tc>
        <w:tc>
          <w:tcPr>
            <w:tcW w:w="2659" w:type="dxa"/>
          </w:tcPr>
          <w:p w:rsidR="00E06726" w:rsidRPr="00BB6259" w:rsidRDefault="00E06726" w:rsidP="00B649F7">
            <w:pPr>
              <w:pStyle w:val="Geenafstand"/>
              <w:rPr>
                <w:rFonts w:cs="Arial"/>
                <w:sz w:val="20"/>
                <w:szCs w:val="20"/>
              </w:rPr>
            </w:pPr>
          </w:p>
        </w:tc>
      </w:tr>
      <w:tr w:rsidR="00E06726" w:rsidRPr="00BB6259" w:rsidTr="007D2107">
        <w:trPr>
          <w:cantSplit/>
          <w:trHeight w:val="465"/>
        </w:trPr>
        <w:tc>
          <w:tcPr>
            <w:tcW w:w="1671" w:type="dxa"/>
            <w:vMerge/>
            <w:shd w:val="clear" w:color="auto" w:fill="E6E6E6"/>
            <w:vAlign w:val="center"/>
          </w:tcPr>
          <w:p w:rsidR="00E06726" w:rsidRPr="00BB6259" w:rsidRDefault="00E06726" w:rsidP="00B649F7">
            <w:pPr>
              <w:pStyle w:val="Geenafstand"/>
              <w:rPr>
                <w:rFonts w:cs="Arial"/>
                <w:sz w:val="20"/>
                <w:szCs w:val="20"/>
              </w:rPr>
            </w:pPr>
          </w:p>
        </w:tc>
        <w:tc>
          <w:tcPr>
            <w:tcW w:w="2510" w:type="dxa"/>
            <w:vMerge/>
          </w:tcPr>
          <w:p w:rsidR="00E06726" w:rsidRPr="00BB6259" w:rsidRDefault="00E06726" w:rsidP="00B649F7">
            <w:pPr>
              <w:pStyle w:val="Geenafstand"/>
              <w:rPr>
                <w:rFonts w:cs="Arial"/>
                <w:sz w:val="20"/>
                <w:szCs w:val="20"/>
              </w:rPr>
            </w:pPr>
          </w:p>
        </w:tc>
        <w:tc>
          <w:tcPr>
            <w:tcW w:w="2693" w:type="dxa"/>
            <w:shd w:val="clear" w:color="auto" w:fill="E6E6E6"/>
            <w:vAlign w:val="center"/>
          </w:tcPr>
          <w:p w:rsidR="00E06726" w:rsidRPr="00BB6259" w:rsidRDefault="00E06726" w:rsidP="00B649F7">
            <w:pPr>
              <w:pStyle w:val="Geenafstand"/>
              <w:rPr>
                <w:rFonts w:cs="Arial"/>
                <w:sz w:val="20"/>
                <w:szCs w:val="20"/>
              </w:rPr>
            </w:pPr>
            <w:r w:rsidRPr="00BB6259">
              <w:rPr>
                <w:rFonts w:cs="Arial"/>
                <w:sz w:val="20"/>
                <w:szCs w:val="20"/>
              </w:rPr>
              <w:t>datum bijgewoonde Proeve</w:t>
            </w:r>
          </w:p>
        </w:tc>
        <w:tc>
          <w:tcPr>
            <w:tcW w:w="2659" w:type="dxa"/>
          </w:tcPr>
          <w:p w:rsidR="00E06726" w:rsidRPr="00BB6259" w:rsidRDefault="00E06726" w:rsidP="00B649F7">
            <w:pPr>
              <w:pStyle w:val="Geenafstand"/>
              <w:rPr>
                <w:rFonts w:cs="Arial"/>
                <w:sz w:val="20"/>
                <w:szCs w:val="20"/>
              </w:rPr>
            </w:pPr>
          </w:p>
        </w:tc>
      </w:tr>
    </w:tbl>
    <w:p w:rsidR="00E06726" w:rsidRPr="00BB6259" w:rsidRDefault="00E06726" w:rsidP="00B649F7">
      <w:pPr>
        <w:pStyle w:val="Geenafstand"/>
        <w:rPr>
          <w:rFonts w:cs="Arial"/>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4"/>
        <w:gridCol w:w="370"/>
        <w:gridCol w:w="370"/>
        <w:gridCol w:w="370"/>
        <w:gridCol w:w="370"/>
        <w:gridCol w:w="412"/>
      </w:tblGrid>
      <w:tr w:rsidR="00E06726" w:rsidRPr="00BB6259" w:rsidTr="007D2107">
        <w:trPr>
          <w:trHeight w:val="1249"/>
        </w:trPr>
        <w:tc>
          <w:tcPr>
            <w:tcW w:w="7714" w:type="dxa"/>
            <w:shd w:val="clear" w:color="auto" w:fill="F3F3F3"/>
            <w:vAlign w:val="center"/>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Indicator</w:t>
            </w:r>
          </w:p>
          <w:p w:rsidR="00E06726" w:rsidRPr="00BB6259" w:rsidRDefault="00E06726" w:rsidP="00B649F7">
            <w:pPr>
              <w:pStyle w:val="Geenafstand"/>
              <w:rPr>
                <w:rFonts w:cs="Arial"/>
                <w:sz w:val="20"/>
                <w:szCs w:val="20"/>
              </w:rPr>
            </w:pPr>
          </w:p>
          <w:p w:rsidR="00BB6259" w:rsidRPr="00BB6259" w:rsidRDefault="00BB6259" w:rsidP="00B649F7">
            <w:pPr>
              <w:pStyle w:val="Geenafstand"/>
              <w:rPr>
                <w:rFonts w:cs="Arial"/>
                <w:sz w:val="20"/>
                <w:szCs w:val="20"/>
              </w:rPr>
            </w:pPr>
          </w:p>
          <w:p w:rsidR="00BB6259" w:rsidRPr="00BB6259" w:rsidRDefault="00BB6259" w:rsidP="00B649F7">
            <w:pPr>
              <w:pStyle w:val="Geenafstand"/>
              <w:rPr>
                <w:rFonts w:cs="Arial"/>
                <w:sz w:val="20"/>
                <w:szCs w:val="20"/>
              </w:rPr>
            </w:pPr>
          </w:p>
        </w:tc>
        <w:tc>
          <w:tcPr>
            <w:tcW w:w="370" w:type="dxa"/>
            <w:shd w:val="clear" w:color="auto" w:fill="F3F3F3"/>
            <w:textDirection w:val="btLr"/>
            <w:vAlign w:val="bottom"/>
          </w:tcPr>
          <w:p w:rsidR="00E06726" w:rsidRPr="00BB6259" w:rsidRDefault="00BB6259" w:rsidP="00B649F7">
            <w:pPr>
              <w:pStyle w:val="Geenafstand"/>
              <w:rPr>
                <w:rFonts w:cs="Arial"/>
                <w:sz w:val="20"/>
                <w:szCs w:val="20"/>
              </w:rPr>
            </w:pPr>
            <w:r w:rsidRPr="00BB6259">
              <w:rPr>
                <w:rFonts w:cs="Arial"/>
                <w:sz w:val="20"/>
                <w:szCs w:val="20"/>
              </w:rPr>
              <w:t>onvoldoende</w:t>
            </w:r>
          </w:p>
        </w:tc>
        <w:tc>
          <w:tcPr>
            <w:tcW w:w="370" w:type="dxa"/>
            <w:shd w:val="clear" w:color="auto" w:fill="F3F3F3"/>
            <w:textDirection w:val="btLr"/>
            <w:vAlign w:val="bottom"/>
          </w:tcPr>
          <w:p w:rsidR="00E06726" w:rsidRPr="00BB6259" w:rsidRDefault="00E06726" w:rsidP="00B649F7">
            <w:pPr>
              <w:pStyle w:val="Geenafstand"/>
              <w:rPr>
                <w:rFonts w:cs="Arial"/>
                <w:sz w:val="20"/>
                <w:szCs w:val="20"/>
              </w:rPr>
            </w:pPr>
            <w:r w:rsidRPr="00BB6259">
              <w:rPr>
                <w:rFonts w:cs="Arial"/>
                <w:sz w:val="20"/>
                <w:szCs w:val="20"/>
              </w:rPr>
              <w:t>twijfelachtig</w:t>
            </w:r>
          </w:p>
        </w:tc>
        <w:tc>
          <w:tcPr>
            <w:tcW w:w="370" w:type="dxa"/>
            <w:shd w:val="clear" w:color="auto" w:fill="F3F3F3"/>
            <w:textDirection w:val="btLr"/>
            <w:vAlign w:val="bottom"/>
          </w:tcPr>
          <w:p w:rsidR="00E06726" w:rsidRPr="00BB6259" w:rsidRDefault="00E06726" w:rsidP="00B649F7">
            <w:pPr>
              <w:pStyle w:val="Geenafstand"/>
              <w:rPr>
                <w:rFonts w:cs="Arial"/>
                <w:sz w:val="20"/>
                <w:szCs w:val="20"/>
              </w:rPr>
            </w:pPr>
            <w:r w:rsidRPr="00BB6259">
              <w:rPr>
                <w:rFonts w:cs="Arial"/>
                <w:sz w:val="20"/>
                <w:szCs w:val="20"/>
              </w:rPr>
              <w:t>voldoende</w:t>
            </w:r>
          </w:p>
        </w:tc>
        <w:tc>
          <w:tcPr>
            <w:tcW w:w="370" w:type="dxa"/>
            <w:shd w:val="clear" w:color="auto" w:fill="F3F3F3"/>
            <w:textDirection w:val="btLr"/>
            <w:vAlign w:val="bottom"/>
          </w:tcPr>
          <w:p w:rsidR="00E06726" w:rsidRPr="00BB6259" w:rsidRDefault="00E06726" w:rsidP="00B649F7">
            <w:pPr>
              <w:pStyle w:val="Geenafstand"/>
              <w:rPr>
                <w:rFonts w:cs="Arial"/>
                <w:sz w:val="20"/>
                <w:szCs w:val="20"/>
              </w:rPr>
            </w:pPr>
            <w:r w:rsidRPr="00BB6259">
              <w:rPr>
                <w:rFonts w:cs="Arial"/>
                <w:sz w:val="20"/>
                <w:szCs w:val="20"/>
              </w:rPr>
              <w:t>goed</w:t>
            </w:r>
          </w:p>
        </w:tc>
        <w:tc>
          <w:tcPr>
            <w:tcW w:w="412" w:type="dxa"/>
            <w:shd w:val="clear" w:color="auto" w:fill="F3F3F3"/>
            <w:textDirection w:val="btLr"/>
            <w:vAlign w:val="bottom"/>
          </w:tcPr>
          <w:p w:rsidR="00E06726" w:rsidRPr="00BB6259" w:rsidRDefault="00E06726" w:rsidP="00B649F7">
            <w:pPr>
              <w:pStyle w:val="Geenafstand"/>
              <w:rPr>
                <w:rFonts w:cs="Arial"/>
                <w:sz w:val="20"/>
                <w:szCs w:val="20"/>
              </w:rPr>
            </w:pPr>
            <w:r w:rsidRPr="00BB6259">
              <w:rPr>
                <w:rFonts w:cs="Arial"/>
                <w:sz w:val="20"/>
                <w:szCs w:val="20"/>
              </w:rPr>
              <w:t>uitstekend</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1. voorbereiding Proeve</w:t>
            </w:r>
          </w:p>
          <w:p w:rsidR="00E06726" w:rsidRPr="00BB6259" w:rsidRDefault="00E06726" w:rsidP="00B649F7">
            <w:pPr>
              <w:pStyle w:val="Geenafstand"/>
              <w:rPr>
                <w:rFonts w:cs="Arial"/>
                <w:sz w:val="20"/>
                <w:szCs w:val="20"/>
              </w:rPr>
            </w:pPr>
            <w:r w:rsidRPr="00BB6259">
              <w:rPr>
                <w:rFonts w:cs="Arial"/>
                <w:sz w:val="20"/>
                <w:szCs w:val="20"/>
              </w:rPr>
              <w:t>Alle materialen zijn aanwezig en de accommodatie is in orde.</w:t>
            </w:r>
          </w:p>
          <w:p w:rsidR="00E06726" w:rsidRPr="00BB6259" w:rsidRDefault="00E06726" w:rsidP="00B649F7">
            <w:pPr>
              <w:pStyle w:val="Geenafstand"/>
              <w:rPr>
                <w:rFonts w:cs="Arial"/>
                <w:sz w:val="20"/>
                <w:szCs w:val="20"/>
              </w:rPr>
            </w:pPr>
            <w:r w:rsidRPr="00BB6259">
              <w:rPr>
                <w:rFonts w:cs="Arial"/>
                <w:sz w:val="20"/>
                <w:szCs w:val="20"/>
              </w:rPr>
              <w:t>Alle onderdelen van de Proeve zijn voorbereid.</w:t>
            </w:r>
          </w:p>
          <w:p w:rsidR="00E06726" w:rsidRPr="00BB6259" w:rsidRDefault="00E06726" w:rsidP="00B649F7">
            <w:pPr>
              <w:pStyle w:val="Geenafstand"/>
              <w:rPr>
                <w:rFonts w:cs="Arial"/>
                <w:sz w:val="20"/>
                <w:szCs w:val="20"/>
              </w:rPr>
            </w:pPr>
            <w:r w:rsidRPr="00BB6259">
              <w:rPr>
                <w:rFonts w:cs="Arial"/>
                <w:sz w:val="20"/>
                <w:szCs w:val="20"/>
              </w:rPr>
              <w:t>De examinator/assessor heeft kennis over en informatie van de kandidaat paraat.</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2. introductie</w:t>
            </w:r>
          </w:p>
          <w:p w:rsidR="00E06726" w:rsidRPr="00BB6259" w:rsidRDefault="00E06726" w:rsidP="00B649F7">
            <w:pPr>
              <w:pStyle w:val="Geenafstand"/>
              <w:rPr>
                <w:rFonts w:cs="Arial"/>
                <w:sz w:val="20"/>
                <w:szCs w:val="20"/>
              </w:rPr>
            </w:pPr>
            <w:r w:rsidRPr="00BB6259">
              <w:rPr>
                <w:rFonts w:cs="Arial"/>
                <w:sz w:val="20"/>
                <w:szCs w:val="20"/>
              </w:rPr>
              <w:t>De proeve is toegelicht.</w:t>
            </w:r>
          </w:p>
          <w:p w:rsidR="00E06726" w:rsidRPr="00BB6259" w:rsidRDefault="00E06726" w:rsidP="00B649F7">
            <w:pPr>
              <w:pStyle w:val="Geenafstand"/>
              <w:rPr>
                <w:rFonts w:cs="Arial"/>
                <w:sz w:val="20"/>
                <w:szCs w:val="20"/>
              </w:rPr>
            </w:pPr>
            <w:r w:rsidRPr="00BB6259">
              <w:rPr>
                <w:rFonts w:cs="Arial"/>
                <w:sz w:val="20"/>
                <w:szCs w:val="20"/>
              </w:rPr>
              <w:t>De kandidaat krijgt de ruimte verduidelijkende vragen stellen.</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3. invoelingsvermogen</w:t>
            </w:r>
          </w:p>
          <w:p w:rsidR="00E06726" w:rsidRPr="00BB6259" w:rsidRDefault="00E06726" w:rsidP="00B649F7">
            <w:pPr>
              <w:pStyle w:val="Geenafstand"/>
              <w:rPr>
                <w:rFonts w:cs="Arial"/>
                <w:sz w:val="20"/>
                <w:szCs w:val="20"/>
              </w:rPr>
            </w:pPr>
            <w:r w:rsidRPr="00BB6259">
              <w:rPr>
                <w:rFonts w:cs="Arial"/>
                <w:sz w:val="20"/>
                <w:szCs w:val="20"/>
              </w:rPr>
              <w:t>De examinator/assessor doet moeite om de kandidaat te begrijpen.</w:t>
            </w:r>
          </w:p>
          <w:p w:rsidR="00E06726" w:rsidRPr="00BB6259" w:rsidRDefault="00E06726" w:rsidP="00B649F7">
            <w:pPr>
              <w:pStyle w:val="Geenafstand"/>
              <w:rPr>
                <w:rFonts w:cs="Arial"/>
                <w:sz w:val="20"/>
                <w:szCs w:val="20"/>
              </w:rPr>
            </w:pPr>
            <w:r w:rsidRPr="00BB6259">
              <w:rPr>
                <w:rFonts w:cs="Arial"/>
                <w:sz w:val="20"/>
                <w:szCs w:val="20"/>
              </w:rPr>
              <w:t>De examinator/assessor past de vraagstelling voor de kandidaat aan waar nodig.</w:t>
            </w:r>
          </w:p>
          <w:p w:rsidR="00E06726" w:rsidRPr="00BB6259" w:rsidRDefault="00E06726" w:rsidP="00B649F7">
            <w:pPr>
              <w:pStyle w:val="Geenafstand"/>
              <w:rPr>
                <w:rFonts w:cs="Arial"/>
                <w:sz w:val="20"/>
                <w:szCs w:val="20"/>
              </w:rPr>
            </w:pPr>
            <w:r w:rsidRPr="00BB6259">
              <w:rPr>
                <w:rFonts w:cs="Arial"/>
                <w:sz w:val="20"/>
                <w:szCs w:val="20"/>
              </w:rPr>
              <w:t>De kandidaat toont vertrouwen in de examinator/assessor.</w:t>
            </w:r>
          </w:p>
          <w:p w:rsidR="00E06726" w:rsidRPr="00BB6259" w:rsidRDefault="00E06726" w:rsidP="00B649F7">
            <w:pPr>
              <w:pStyle w:val="Geenafstand"/>
              <w:rPr>
                <w:rFonts w:cs="Arial"/>
                <w:sz w:val="20"/>
                <w:szCs w:val="20"/>
              </w:rPr>
            </w:pPr>
            <w:r w:rsidRPr="00BB6259">
              <w:rPr>
                <w:rFonts w:cs="Arial"/>
                <w:sz w:val="20"/>
                <w:szCs w:val="20"/>
              </w:rPr>
              <w:t>De examinator/assessor heeft een rustige sfeer gecreëerd.</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4. communicatie</w:t>
            </w:r>
          </w:p>
          <w:p w:rsidR="00E06726" w:rsidRPr="00BB6259" w:rsidRDefault="00E06726" w:rsidP="00B649F7">
            <w:pPr>
              <w:pStyle w:val="Geenafstand"/>
              <w:rPr>
                <w:rFonts w:cs="Arial"/>
                <w:sz w:val="20"/>
                <w:szCs w:val="20"/>
              </w:rPr>
            </w:pPr>
            <w:r w:rsidRPr="00BB6259">
              <w:rPr>
                <w:rFonts w:cs="Arial"/>
                <w:sz w:val="20"/>
                <w:szCs w:val="20"/>
              </w:rPr>
              <w:t>De examinator/assessor is in staat duidelijke opdrachten te verstrekken en/of duidelijke vragen te stellen.</w:t>
            </w:r>
          </w:p>
          <w:p w:rsidR="00E06726" w:rsidRPr="00BB6259" w:rsidRDefault="00E06726" w:rsidP="00B649F7">
            <w:pPr>
              <w:pStyle w:val="Geenafstand"/>
              <w:rPr>
                <w:rFonts w:cs="Arial"/>
                <w:sz w:val="20"/>
                <w:szCs w:val="20"/>
              </w:rPr>
            </w:pPr>
            <w:r w:rsidRPr="00BB6259">
              <w:rPr>
                <w:rFonts w:cs="Arial"/>
                <w:sz w:val="20"/>
                <w:szCs w:val="20"/>
              </w:rPr>
              <w:t>De examinator/assessor reageert direct op reacties van de kandidaat.</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5. observatie</w:t>
            </w:r>
          </w:p>
          <w:p w:rsidR="00E06726" w:rsidRPr="00BB6259" w:rsidRDefault="00E06726" w:rsidP="00B649F7">
            <w:pPr>
              <w:pStyle w:val="Geenafstand"/>
              <w:rPr>
                <w:rFonts w:cs="Arial"/>
                <w:sz w:val="20"/>
                <w:szCs w:val="20"/>
              </w:rPr>
            </w:pPr>
            <w:r w:rsidRPr="00BB6259">
              <w:rPr>
                <w:rFonts w:cs="Arial"/>
                <w:sz w:val="20"/>
                <w:szCs w:val="20"/>
              </w:rPr>
              <w:t>De examinator/assessor geeft blijk van inzicht in het werk van de kandidaat.</w:t>
            </w:r>
          </w:p>
          <w:p w:rsidR="00E06726" w:rsidRPr="00BB6259" w:rsidRDefault="00E06726" w:rsidP="00B649F7">
            <w:pPr>
              <w:pStyle w:val="Geenafstand"/>
              <w:rPr>
                <w:rFonts w:cs="Arial"/>
                <w:sz w:val="20"/>
                <w:szCs w:val="20"/>
              </w:rPr>
            </w:pPr>
            <w:r w:rsidRPr="00BB6259">
              <w:rPr>
                <w:rFonts w:cs="Arial"/>
                <w:sz w:val="20"/>
                <w:szCs w:val="20"/>
              </w:rPr>
              <w:t>De examinator/assessor houdt rekening met de omstandigheden waarin de Proeve plaatsvindt en grijpt in waar nodig.</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6. oordeelsvorming</w:t>
            </w:r>
          </w:p>
          <w:p w:rsidR="00E06726" w:rsidRPr="00BB6259" w:rsidRDefault="00E06726" w:rsidP="00B649F7">
            <w:pPr>
              <w:pStyle w:val="Geenafstand"/>
              <w:rPr>
                <w:rFonts w:cs="Arial"/>
                <w:sz w:val="20"/>
                <w:szCs w:val="20"/>
              </w:rPr>
            </w:pPr>
            <w:r w:rsidRPr="00BB6259">
              <w:rPr>
                <w:rFonts w:cs="Arial"/>
                <w:sz w:val="20"/>
                <w:szCs w:val="20"/>
              </w:rPr>
              <w:t>De examinator/assessor heeft alleen feitelijke omstandigheden gebruikt om het oordeel te formuleren.</w:t>
            </w:r>
          </w:p>
          <w:p w:rsidR="00E06726" w:rsidRPr="00BB6259" w:rsidRDefault="00E06726" w:rsidP="00B649F7">
            <w:pPr>
              <w:pStyle w:val="Geenafstand"/>
              <w:rPr>
                <w:rFonts w:cs="Arial"/>
                <w:sz w:val="20"/>
                <w:szCs w:val="20"/>
              </w:rPr>
            </w:pPr>
            <w:r w:rsidRPr="00BB6259">
              <w:rPr>
                <w:rFonts w:cs="Arial"/>
                <w:sz w:val="20"/>
                <w:szCs w:val="20"/>
              </w:rPr>
              <w:t>De examinator/assessor heeft het oordeel toegelicht na afloop van de Proeve op basis van de waargenomen gedragingen en houding.</w:t>
            </w:r>
          </w:p>
          <w:p w:rsidR="00E06726" w:rsidRPr="00BB6259" w:rsidRDefault="00E06726" w:rsidP="00B649F7">
            <w:pPr>
              <w:pStyle w:val="Geenafstand"/>
              <w:rPr>
                <w:rFonts w:cs="Arial"/>
                <w:sz w:val="20"/>
                <w:szCs w:val="20"/>
              </w:rPr>
            </w:pPr>
            <w:r w:rsidRPr="00BB6259">
              <w:rPr>
                <w:rFonts w:cs="Arial"/>
                <w:sz w:val="20"/>
                <w:szCs w:val="20"/>
              </w:rPr>
              <w:t>De examinator/assessor heeft in het oordeel goed gelet op het welbevinden van de kandidaat.</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7. houding</w:t>
            </w:r>
          </w:p>
          <w:p w:rsidR="00E06726" w:rsidRPr="00BB6259" w:rsidRDefault="00E06726" w:rsidP="00B649F7">
            <w:pPr>
              <w:pStyle w:val="Geenafstand"/>
              <w:rPr>
                <w:rFonts w:cs="Arial"/>
                <w:sz w:val="20"/>
                <w:szCs w:val="20"/>
              </w:rPr>
            </w:pPr>
            <w:r w:rsidRPr="00BB6259">
              <w:rPr>
                <w:rFonts w:cs="Arial"/>
                <w:sz w:val="20"/>
                <w:szCs w:val="20"/>
              </w:rPr>
              <w:t>De examinator/assessor is tijdens de Proeve besluitvaardig en doortastend.</w:t>
            </w:r>
          </w:p>
          <w:p w:rsidR="00E06726" w:rsidRPr="00BB6259" w:rsidRDefault="00E06726" w:rsidP="00B649F7">
            <w:pPr>
              <w:pStyle w:val="Geenafstand"/>
              <w:rPr>
                <w:rFonts w:cs="Arial"/>
                <w:sz w:val="20"/>
                <w:szCs w:val="20"/>
              </w:rPr>
            </w:pPr>
            <w:r w:rsidRPr="00BB6259">
              <w:rPr>
                <w:rFonts w:cs="Arial"/>
                <w:sz w:val="20"/>
                <w:szCs w:val="20"/>
              </w:rPr>
              <w:t>De examinator/assessor is tijdens de Proeve voldoende zakelijk en tegelijkertijd respectvol.</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BB6259" w:rsidTr="007D2107">
        <w:tc>
          <w:tcPr>
            <w:tcW w:w="7714" w:type="dxa"/>
          </w:tcPr>
          <w:p w:rsidR="00E06726" w:rsidRPr="00BB6259" w:rsidRDefault="00E06726" w:rsidP="00B649F7">
            <w:pPr>
              <w:pStyle w:val="Geenafstand"/>
              <w:rPr>
                <w:rFonts w:cs="Arial"/>
                <w:sz w:val="20"/>
                <w:szCs w:val="20"/>
              </w:rPr>
            </w:pPr>
            <w:r w:rsidRPr="00BB6259">
              <w:rPr>
                <w:rFonts w:cs="Arial"/>
                <w:sz w:val="20"/>
                <w:szCs w:val="20"/>
              </w:rPr>
              <w:t>8. rapportage naar de verantwoordelijken</w:t>
            </w:r>
          </w:p>
          <w:p w:rsidR="00E06726" w:rsidRPr="00BB6259" w:rsidRDefault="00E06726" w:rsidP="00B649F7">
            <w:pPr>
              <w:pStyle w:val="Geenafstand"/>
              <w:rPr>
                <w:rFonts w:cs="Arial"/>
                <w:sz w:val="20"/>
                <w:szCs w:val="20"/>
              </w:rPr>
            </w:pPr>
            <w:r w:rsidRPr="00BB6259">
              <w:rPr>
                <w:rFonts w:cs="Arial"/>
                <w:sz w:val="20"/>
                <w:szCs w:val="20"/>
              </w:rPr>
              <w:t>De examinator/assessor past de formulieren toe volgens procedure van de organisatie.</w:t>
            </w:r>
          </w:p>
          <w:p w:rsidR="00E06726" w:rsidRDefault="00E06726" w:rsidP="00B649F7">
            <w:pPr>
              <w:pStyle w:val="Geenafstand"/>
              <w:rPr>
                <w:rFonts w:cs="Arial"/>
                <w:sz w:val="20"/>
                <w:szCs w:val="20"/>
              </w:rPr>
            </w:pPr>
            <w:r w:rsidRPr="00BB6259">
              <w:rPr>
                <w:rFonts w:cs="Arial"/>
                <w:sz w:val="20"/>
                <w:szCs w:val="20"/>
              </w:rPr>
              <w:t>De examinator/assessor rapporteert het verloop van de Proeve op een constructieve wijze ten behoeve van evaluatie.</w:t>
            </w:r>
          </w:p>
          <w:p w:rsidR="00BB6259" w:rsidRDefault="00BB6259" w:rsidP="00B649F7">
            <w:pPr>
              <w:pStyle w:val="Geenafstand"/>
              <w:rPr>
                <w:rFonts w:cs="Arial"/>
                <w:sz w:val="20"/>
                <w:szCs w:val="20"/>
              </w:rPr>
            </w:pPr>
          </w:p>
          <w:p w:rsidR="00BB6259" w:rsidRPr="00BB6259" w:rsidRDefault="00BB6259" w:rsidP="00B649F7">
            <w:pPr>
              <w:pStyle w:val="Geenafstand"/>
              <w:rPr>
                <w:rFonts w:cs="Arial"/>
                <w:sz w:val="20"/>
                <w:szCs w:val="20"/>
              </w:rPr>
            </w:pP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370"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c>
          <w:tcPr>
            <w:tcW w:w="412" w:type="dxa"/>
          </w:tcPr>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p w:rsidR="00E06726" w:rsidRPr="00BB6259" w:rsidRDefault="00E06726" w:rsidP="00B649F7">
            <w:pPr>
              <w:pStyle w:val="Geenafstand"/>
              <w:rPr>
                <w:rFonts w:cs="Arial"/>
                <w:sz w:val="20"/>
                <w:szCs w:val="20"/>
              </w:rPr>
            </w:pPr>
          </w:p>
          <w:p w:rsidR="00E06726" w:rsidRPr="00BB6259" w:rsidRDefault="00E06726" w:rsidP="00B649F7">
            <w:pPr>
              <w:pStyle w:val="Geenafstand"/>
              <w:rPr>
                <w:rFonts w:cs="Arial"/>
                <w:sz w:val="20"/>
                <w:szCs w:val="20"/>
              </w:rPr>
            </w:pPr>
            <w:r w:rsidRPr="00BB6259">
              <w:rPr>
                <w:rFonts w:cs="Arial"/>
                <w:sz w:val="20"/>
                <w:szCs w:val="20"/>
              </w:rPr>
              <w:t>0</w:t>
            </w:r>
          </w:p>
        </w:tc>
      </w:tr>
      <w:tr w:rsidR="00E06726" w:rsidRPr="00E06726" w:rsidTr="007D2107">
        <w:trPr>
          <w:trHeight w:val="426"/>
        </w:trPr>
        <w:tc>
          <w:tcPr>
            <w:tcW w:w="9606" w:type="dxa"/>
            <w:gridSpan w:val="6"/>
          </w:tcPr>
          <w:p w:rsidR="00E06726" w:rsidRPr="00E06726" w:rsidRDefault="00E06726" w:rsidP="00B649F7">
            <w:pPr>
              <w:pStyle w:val="Geenafstand"/>
            </w:pPr>
          </w:p>
          <w:p w:rsidR="00E06726" w:rsidRPr="00E06726" w:rsidRDefault="00E06726" w:rsidP="00B649F7">
            <w:pPr>
              <w:pStyle w:val="Geenafstand"/>
            </w:pPr>
            <w:r w:rsidRPr="00E06726">
              <w:lastRenderedPageBreak/>
              <w:t>Zie ommezijde</w:t>
            </w:r>
          </w:p>
          <w:p w:rsidR="00E06726" w:rsidRPr="00E06726" w:rsidRDefault="00E06726" w:rsidP="00B649F7">
            <w:pPr>
              <w:pStyle w:val="Geenafstand"/>
            </w:pPr>
          </w:p>
        </w:tc>
      </w:tr>
      <w:tr w:rsidR="00E06726" w:rsidRPr="00E06726" w:rsidTr="007D2107">
        <w:trPr>
          <w:trHeight w:val="1449"/>
        </w:trPr>
        <w:tc>
          <w:tcPr>
            <w:tcW w:w="9606" w:type="dxa"/>
            <w:gridSpan w:val="6"/>
          </w:tcPr>
          <w:p w:rsidR="00E06726" w:rsidRPr="00E06726" w:rsidRDefault="00E06726" w:rsidP="00B649F7">
            <w:pPr>
              <w:pStyle w:val="Geenafstand"/>
            </w:pPr>
            <w:r w:rsidRPr="00E06726">
              <w:lastRenderedPageBreak/>
              <w:t>Welke adviezen geeft u de kandidaat assessor / examinator mee:</w:t>
            </w: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trHeight w:val="1449"/>
        </w:trPr>
        <w:tc>
          <w:tcPr>
            <w:tcW w:w="9606" w:type="dxa"/>
            <w:gridSpan w:val="6"/>
          </w:tcPr>
          <w:p w:rsidR="00E06726" w:rsidRPr="00E06726" w:rsidRDefault="00E06726" w:rsidP="00B649F7">
            <w:pPr>
              <w:pStyle w:val="Geenafstand"/>
            </w:pPr>
            <w:r w:rsidRPr="00E06726">
              <w:t>Overige opmerkingen:</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Hartelijk dank voor uw medewerking!</w:t>
      </w:r>
    </w:p>
    <w:p w:rsidR="00E06726" w:rsidRPr="00E06726" w:rsidRDefault="00E06726" w:rsidP="00B649F7">
      <w:pPr>
        <w:pStyle w:val="Geenafstand"/>
      </w:pPr>
      <w:r w:rsidRPr="00E06726">
        <w:rPr>
          <w:sz w:val="20"/>
        </w:rPr>
        <w:br w:type="page"/>
      </w:r>
      <w:r w:rsidRPr="00E06726">
        <w:lastRenderedPageBreak/>
        <w:t>Standaardformulier voor het examendossier 3</w:t>
      </w:r>
    </w:p>
    <w:p w:rsidR="00E06726" w:rsidRPr="00E06726" w:rsidRDefault="00E06726" w:rsidP="00B649F7">
      <w:pPr>
        <w:pStyle w:val="Geenafstand"/>
      </w:pPr>
    </w:p>
    <w:p w:rsidR="00E06726" w:rsidRPr="00E06726" w:rsidRDefault="00E06726" w:rsidP="00B649F7">
      <w:pPr>
        <w:pStyle w:val="Geenafstand"/>
      </w:pPr>
      <w:r w:rsidRPr="00E06726">
        <w:t>Na afloop van het examen in te vullen door de examenkandidaat.</w:t>
      </w:r>
    </w:p>
    <w:p w:rsidR="00E06726" w:rsidRPr="00E06726" w:rsidRDefault="00E06726" w:rsidP="00B649F7">
      <w:pPr>
        <w:pStyle w:val="Geenafstand"/>
      </w:pPr>
    </w:p>
    <w:tbl>
      <w:tblPr>
        <w:tblW w:w="942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7"/>
        <w:gridCol w:w="2187"/>
        <w:gridCol w:w="2602"/>
        <w:gridCol w:w="2761"/>
      </w:tblGrid>
      <w:tr w:rsidR="00E06726" w:rsidRPr="00E06726" w:rsidTr="007D2107">
        <w:tc>
          <w:tcPr>
            <w:tcW w:w="1841" w:type="dxa"/>
            <w:shd w:val="clear" w:color="auto" w:fill="E6E6E6"/>
            <w:vAlign w:val="center"/>
          </w:tcPr>
          <w:p w:rsidR="00E06726" w:rsidRPr="00E06726" w:rsidRDefault="00E06726" w:rsidP="00B649F7">
            <w:pPr>
              <w:pStyle w:val="Geenafstand"/>
            </w:pPr>
            <w:r w:rsidRPr="00E06726">
              <w:t>Naam van de</w:t>
            </w:r>
          </w:p>
          <w:p w:rsidR="00E06726" w:rsidRPr="00E06726" w:rsidRDefault="00E06726" w:rsidP="00B649F7">
            <w:pPr>
              <w:pStyle w:val="Geenafstand"/>
            </w:pPr>
            <w:r w:rsidRPr="00E06726">
              <w:t>examenkandidaat</w:t>
            </w:r>
          </w:p>
        </w:tc>
        <w:tc>
          <w:tcPr>
            <w:tcW w:w="2199" w:type="dxa"/>
          </w:tcPr>
          <w:p w:rsidR="00E06726" w:rsidRPr="00E06726" w:rsidRDefault="00E06726" w:rsidP="00B649F7">
            <w:pPr>
              <w:pStyle w:val="Geenafstand"/>
            </w:pPr>
          </w:p>
        </w:tc>
        <w:tc>
          <w:tcPr>
            <w:tcW w:w="2610" w:type="dxa"/>
            <w:shd w:val="clear" w:color="auto" w:fill="E6E6E6"/>
            <w:vAlign w:val="center"/>
          </w:tcPr>
          <w:p w:rsidR="00E06726" w:rsidRPr="00E06726" w:rsidRDefault="00E06726" w:rsidP="00B649F7">
            <w:pPr>
              <w:pStyle w:val="Geenafstand"/>
            </w:pPr>
            <w:r w:rsidRPr="00E06726">
              <w:t>naam examinator</w:t>
            </w:r>
          </w:p>
        </w:tc>
        <w:tc>
          <w:tcPr>
            <w:tcW w:w="2777" w:type="dxa"/>
          </w:tcPr>
          <w:p w:rsidR="00E06726" w:rsidRPr="00E06726" w:rsidRDefault="00E06726" w:rsidP="00B649F7">
            <w:pPr>
              <w:pStyle w:val="Geenafstand"/>
            </w:pPr>
          </w:p>
        </w:tc>
      </w:tr>
      <w:tr w:rsidR="00E06726" w:rsidRPr="00E06726" w:rsidTr="007D2107">
        <w:trPr>
          <w:cantSplit/>
          <w:trHeight w:val="230"/>
        </w:trPr>
        <w:tc>
          <w:tcPr>
            <w:tcW w:w="1841" w:type="dxa"/>
            <w:vMerge w:val="restart"/>
            <w:shd w:val="clear" w:color="auto" w:fill="E6E6E6"/>
            <w:vAlign w:val="center"/>
          </w:tcPr>
          <w:p w:rsidR="00E06726" w:rsidRPr="00E06726" w:rsidRDefault="00E06726" w:rsidP="00B649F7">
            <w:pPr>
              <w:pStyle w:val="Geenafstand"/>
            </w:pPr>
            <w:r w:rsidRPr="00E06726">
              <w:t>handtekening</w:t>
            </w:r>
          </w:p>
        </w:tc>
        <w:tc>
          <w:tcPr>
            <w:tcW w:w="2199" w:type="dxa"/>
            <w:vMerge w:val="restart"/>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2610" w:type="dxa"/>
            <w:shd w:val="clear" w:color="auto" w:fill="E6E6E6"/>
            <w:vAlign w:val="center"/>
          </w:tcPr>
          <w:p w:rsidR="00E06726" w:rsidRPr="00E06726" w:rsidRDefault="00E06726" w:rsidP="00B649F7">
            <w:pPr>
              <w:pStyle w:val="Geenafstand"/>
            </w:pPr>
            <w:r w:rsidRPr="00E06726">
              <w:t>beoordeelde Proeve</w:t>
            </w:r>
          </w:p>
        </w:tc>
        <w:tc>
          <w:tcPr>
            <w:tcW w:w="2777" w:type="dxa"/>
          </w:tcPr>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cantSplit/>
          <w:trHeight w:val="230"/>
        </w:trPr>
        <w:tc>
          <w:tcPr>
            <w:tcW w:w="1841" w:type="dxa"/>
            <w:vMerge/>
            <w:shd w:val="clear" w:color="auto" w:fill="E6E6E6"/>
          </w:tcPr>
          <w:p w:rsidR="00E06726" w:rsidRPr="00E06726" w:rsidRDefault="00E06726" w:rsidP="00B649F7">
            <w:pPr>
              <w:pStyle w:val="Geenafstand"/>
            </w:pPr>
          </w:p>
        </w:tc>
        <w:tc>
          <w:tcPr>
            <w:tcW w:w="2199" w:type="dxa"/>
            <w:vMerge/>
          </w:tcPr>
          <w:p w:rsidR="00E06726" w:rsidRPr="00E06726" w:rsidRDefault="00E06726" w:rsidP="00B649F7">
            <w:pPr>
              <w:pStyle w:val="Geenafstand"/>
            </w:pPr>
          </w:p>
        </w:tc>
        <w:tc>
          <w:tcPr>
            <w:tcW w:w="2610" w:type="dxa"/>
            <w:shd w:val="clear" w:color="auto" w:fill="E6E6E6"/>
            <w:vAlign w:val="center"/>
          </w:tcPr>
          <w:p w:rsidR="00E06726" w:rsidRPr="00E06726" w:rsidRDefault="00E06726" w:rsidP="00B649F7">
            <w:pPr>
              <w:pStyle w:val="Geenafstand"/>
            </w:pPr>
            <w:r w:rsidRPr="00E06726">
              <w:t>datum bijgewoonde Proeve</w:t>
            </w:r>
          </w:p>
        </w:tc>
        <w:tc>
          <w:tcPr>
            <w:tcW w:w="2777" w:type="dxa"/>
          </w:tcPr>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3"/>
        <w:gridCol w:w="384"/>
        <w:gridCol w:w="384"/>
        <w:gridCol w:w="384"/>
        <w:gridCol w:w="384"/>
        <w:gridCol w:w="378"/>
        <w:gridCol w:w="6"/>
      </w:tblGrid>
      <w:tr w:rsidR="00E06726" w:rsidRPr="00E06726" w:rsidTr="007D2107">
        <w:trPr>
          <w:trHeight w:val="1250"/>
        </w:trPr>
        <w:tc>
          <w:tcPr>
            <w:tcW w:w="7573" w:type="dxa"/>
            <w:shd w:val="clear" w:color="auto" w:fill="F3F3F3"/>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Indicator</w:t>
            </w:r>
          </w:p>
          <w:p w:rsidR="00E06726" w:rsidRDefault="00E06726" w:rsidP="00B649F7">
            <w:pPr>
              <w:pStyle w:val="Geenafstand"/>
            </w:pPr>
          </w:p>
          <w:p w:rsidR="00BB6259" w:rsidRDefault="00BB6259" w:rsidP="00B649F7">
            <w:pPr>
              <w:pStyle w:val="Geenafstand"/>
            </w:pPr>
          </w:p>
          <w:p w:rsidR="00BB6259" w:rsidRPr="00E06726" w:rsidRDefault="00BB6259" w:rsidP="00B649F7">
            <w:pPr>
              <w:pStyle w:val="Geenafstand"/>
            </w:pPr>
          </w:p>
        </w:tc>
        <w:tc>
          <w:tcPr>
            <w:tcW w:w="384" w:type="dxa"/>
            <w:shd w:val="clear" w:color="auto" w:fill="F3F3F3"/>
            <w:textDirection w:val="btLr"/>
            <w:vAlign w:val="bottom"/>
          </w:tcPr>
          <w:p w:rsidR="00E06726" w:rsidRPr="00E06726" w:rsidRDefault="00E06726" w:rsidP="00B649F7">
            <w:pPr>
              <w:pStyle w:val="Geenafstand"/>
            </w:pPr>
            <w:r w:rsidRPr="00E06726">
              <w:t>onvoldoende</w:t>
            </w:r>
          </w:p>
        </w:tc>
        <w:tc>
          <w:tcPr>
            <w:tcW w:w="384" w:type="dxa"/>
            <w:shd w:val="clear" w:color="auto" w:fill="F3F3F3"/>
            <w:textDirection w:val="btLr"/>
            <w:vAlign w:val="bottom"/>
          </w:tcPr>
          <w:p w:rsidR="00E06726" w:rsidRPr="00E06726" w:rsidRDefault="00E06726" w:rsidP="00B649F7">
            <w:pPr>
              <w:pStyle w:val="Geenafstand"/>
            </w:pPr>
            <w:r w:rsidRPr="00E06726">
              <w:t>twijfelachtig</w:t>
            </w:r>
          </w:p>
        </w:tc>
        <w:tc>
          <w:tcPr>
            <w:tcW w:w="384" w:type="dxa"/>
            <w:shd w:val="clear" w:color="auto" w:fill="F3F3F3"/>
            <w:textDirection w:val="btLr"/>
            <w:vAlign w:val="bottom"/>
          </w:tcPr>
          <w:p w:rsidR="00E06726" w:rsidRPr="00E06726" w:rsidRDefault="00E06726" w:rsidP="00B649F7">
            <w:pPr>
              <w:pStyle w:val="Geenafstand"/>
            </w:pPr>
            <w:r w:rsidRPr="00E06726">
              <w:t>voldoende</w:t>
            </w:r>
          </w:p>
        </w:tc>
        <w:tc>
          <w:tcPr>
            <w:tcW w:w="384" w:type="dxa"/>
            <w:shd w:val="clear" w:color="auto" w:fill="F3F3F3"/>
            <w:textDirection w:val="btLr"/>
            <w:vAlign w:val="bottom"/>
          </w:tcPr>
          <w:p w:rsidR="00E06726" w:rsidRPr="00E06726" w:rsidRDefault="00E06726" w:rsidP="00B649F7">
            <w:pPr>
              <w:pStyle w:val="Geenafstand"/>
            </w:pPr>
            <w:r w:rsidRPr="00E06726">
              <w:t>goed</w:t>
            </w:r>
          </w:p>
        </w:tc>
        <w:tc>
          <w:tcPr>
            <w:tcW w:w="384" w:type="dxa"/>
            <w:gridSpan w:val="2"/>
            <w:shd w:val="clear" w:color="auto" w:fill="F3F3F3"/>
            <w:textDirection w:val="btLr"/>
            <w:vAlign w:val="bottom"/>
          </w:tcPr>
          <w:p w:rsidR="00E06726" w:rsidRPr="00E06726" w:rsidRDefault="00E06726" w:rsidP="00B649F7">
            <w:pPr>
              <w:pStyle w:val="Geenafstand"/>
            </w:pPr>
            <w:r w:rsidRPr="00E06726">
              <w:t>uitstekend</w:t>
            </w:r>
          </w:p>
        </w:tc>
      </w:tr>
      <w:tr w:rsidR="00E06726" w:rsidRPr="00E06726" w:rsidTr="007D2107">
        <w:tc>
          <w:tcPr>
            <w:tcW w:w="7573" w:type="dxa"/>
          </w:tcPr>
          <w:p w:rsidR="00E06726" w:rsidRPr="00E06726" w:rsidRDefault="00E06726" w:rsidP="00B649F7">
            <w:pPr>
              <w:pStyle w:val="Geenafstand"/>
            </w:pPr>
            <w:r w:rsidRPr="00E06726">
              <w:t>1. voorbereiding van het examen</w:t>
            </w:r>
          </w:p>
          <w:p w:rsidR="00E06726" w:rsidRPr="00E06726" w:rsidRDefault="00E06726" w:rsidP="00B649F7">
            <w:pPr>
              <w:pStyle w:val="Geenafstand"/>
            </w:pPr>
            <w:r w:rsidRPr="00E06726">
              <w:t>U hebt de indruk dat het examen correct voorbereid is (denk hierbij aan accommodatie, eventuele hulpmiddelen, procedure)</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gridSpan w:val="2"/>
          </w:tcPr>
          <w:p w:rsidR="00E06726" w:rsidRPr="00E06726" w:rsidRDefault="00E06726" w:rsidP="00B649F7">
            <w:pPr>
              <w:pStyle w:val="Geenafstand"/>
            </w:pPr>
          </w:p>
          <w:p w:rsidR="00E06726" w:rsidRPr="00E06726" w:rsidRDefault="00E06726" w:rsidP="00B649F7">
            <w:pPr>
              <w:pStyle w:val="Geenafstand"/>
            </w:pPr>
            <w:r w:rsidRPr="00E06726">
              <w:t>0</w:t>
            </w:r>
          </w:p>
        </w:tc>
      </w:tr>
      <w:tr w:rsidR="00E06726" w:rsidRPr="00E06726" w:rsidTr="007D2107">
        <w:tc>
          <w:tcPr>
            <w:tcW w:w="7573" w:type="dxa"/>
          </w:tcPr>
          <w:p w:rsidR="00E06726" w:rsidRPr="00E06726" w:rsidRDefault="00E06726" w:rsidP="00B649F7">
            <w:pPr>
              <w:pStyle w:val="Geenafstand"/>
            </w:pPr>
            <w:r w:rsidRPr="00E06726">
              <w:t>2. introductie</w:t>
            </w:r>
          </w:p>
          <w:p w:rsidR="00E06726" w:rsidRPr="00E06726" w:rsidRDefault="00E06726" w:rsidP="00B649F7">
            <w:pPr>
              <w:pStyle w:val="Geenafstand"/>
            </w:pPr>
            <w:r w:rsidRPr="00E06726">
              <w:t>De examinator heeft u het examen duidelijk toegelicht en U kreeg voldoende ruimte om vragen te stellen betreffende de manier van examineren.</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gridSpan w:val="2"/>
          </w:tcPr>
          <w:p w:rsidR="00E06726" w:rsidRPr="00E06726" w:rsidRDefault="00E06726" w:rsidP="00B649F7">
            <w:pPr>
              <w:pStyle w:val="Geenafstand"/>
            </w:pPr>
          </w:p>
          <w:p w:rsidR="00E06726" w:rsidRPr="00E06726" w:rsidRDefault="00E06726" w:rsidP="00B649F7">
            <w:pPr>
              <w:pStyle w:val="Geenafstand"/>
            </w:pPr>
            <w:r w:rsidRPr="00E06726">
              <w:t>0</w:t>
            </w:r>
          </w:p>
        </w:tc>
      </w:tr>
      <w:tr w:rsidR="00E06726" w:rsidRPr="00E06726" w:rsidTr="007D2107">
        <w:tc>
          <w:tcPr>
            <w:tcW w:w="7573" w:type="dxa"/>
          </w:tcPr>
          <w:p w:rsidR="00E06726" w:rsidRPr="00E06726" w:rsidRDefault="00E06726" w:rsidP="00B649F7">
            <w:pPr>
              <w:pStyle w:val="Geenafstand"/>
            </w:pPr>
            <w:r w:rsidRPr="00E06726">
              <w:t>3. invoelingsvermogen</w:t>
            </w:r>
          </w:p>
          <w:p w:rsidR="00E06726" w:rsidRPr="00E06726" w:rsidRDefault="00E06726" w:rsidP="00B649F7">
            <w:pPr>
              <w:pStyle w:val="Geenafstand"/>
            </w:pPr>
            <w:r w:rsidRPr="00E06726">
              <w:t>De examinator deed voldoende moeite u als kandidaat te begrijpen.</w:t>
            </w:r>
          </w:p>
          <w:p w:rsidR="00E06726" w:rsidRPr="00E06726" w:rsidRDefault="00E06726" w:rsidP="00B649F7">
            <w:pPr>
              <w:pStyle w:val="Geenafstand"/>
            </w:pPr>
            <w:r w:rsidRPr="00E06726">
              <w:t>U had vertrouwen in de examinator.</w:t>
            </w:r>
          </w:p>
          <w:p w:rsidR="00E06726" w:rsidRPr="00E06726" w:rsidRDefault="00E06726" w:rsidP="00B649F7">
            <w:pPr>
              <w:pStyle w:val="Geenafstand"/>
            </w:pPr>
            <w:r w:rsidRPr="00E06726">
              <w:t>De examinator werkte in een rustige sfeer.</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gridSpan w:val="2"/>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573" w:type="dxa"/>
          </w:tcPr>
          <w:p w:rsidR="00E06726" w:rsidRPr="00E06726" w:rsidRDefault="00E06726" w:rsidP="00B649F7">
            <w:pPr>
              <w:pStyle w:val="Geenafstand"/>
            </w:pPr>
            <w:r w:rsidRPr="00E06726">
              <w:t>4. communicatie</w:t>
            </w:r>
          </w:p>
          <w:p w:rsidR="00E06726" w:rsidRPr="00E06726" w:rsidRDefault="00E06726" w:rsidP="00B649F7">
            <w:pPr>
              <w:pStyle w:val="Geenafstand"/>
            </w:pPr>
            <w:r w:rsidRPr="00E06726">
              <w:t>De examinator heeft duidelijke opdrachten verstrekt duidelijke vragen gesteld.</w:t>
            </w:r>
          </w:p>
          <w:p w:rsidR="00E06726" w:rsidRPr="00E06726" w:rsidRDefault="00E06726" w:rsidP="00B649F7">
            <w:pPr>
              <w:pStyle w:val="Geenafstand"/>
            </w:pPr>
            <w:r w:rsidRPr="00E06726">
              <w:t>De examinator paste de vraagstelling voor u aan waar nodig.</w:t>
            </w:r>
          </w:p>
          <w:p w:rsidR="00E06726" w:rsidRPr="00E06726" w:rsidRDefault="00E06726" w:rsidP="00B649F7">
            <w:pPr>
              <w:pStyle w:val="Geenafstand"/>
            </w:pPr>
            <w:r w:rsidRPr="00E06726">
              <w:t>De examinator reageerde direct op uw reacties .</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gridSpan w:val="2"/>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573" w:type="dxa"/>
          </w:tcPr>
          <w:p w:rsidR="00E06726" w:rsidRPr="00E06726" w:rsidRDefault="00E06726" w:rsidP="00B649F7">
            <w:pPr>
              <w:pStyle w:val="Geenafstand"/>
            </w:pPr>
            <w:r w:rsidRPr="00E06726">
              <w:t>5. observatie</w:t>
            </w:r>
          </w:p>
          <w:p w:rsidR="00E06726" w:rsidRPr="00E06726" w:rsidRDefault="00E06726" w:rsidP="00B649F7">
            <w:pPr>
              <w:pStyle w:val="Geenafstand"/>
            </w:pPr>
            <w:r w:rsidRPr="00E06726">
              <w:t>De examinator gaf blijk van inzicht in uw werk.</w:t>
            </w:r>
          </w:p>
          <w:p w:rsidR="00E06726" w:rsidRPr="00E06726" w:rsidRDefault="00E06726" w:rsidP="00B649F7">
            <w:pPr>
              <w:pStyle w:val="Geenafstand"/>
            </w:pPr>
            <w:r w:rsidRPr="00E06726">
              <w:t>De examinator hield rekening met de omstandigheden waaronder het examen plaatsvond en greep in waar nodig.</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gridSpan w:val="2"/>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c>
          <w:tcPr>
            <w:tcW w:w="7573" w:type="dxa"/>
          </w:tcPr>
          <w:p w:rsidR="00E06726" w:rsidRPr="00E06726" w:rsidRDefault="00E06726" w:rsidP="00B649F7">
            <w:pPr>
              <w:pStyle w:val="Geenafstand"/>
            </w:pPr>
            <w:r w:rsidRPr="00E06726">
              <w:t>6. oordeelsvorming</w:t>
            </w:r>
          </w:p>
          <w:p w:rsidR="00E06726" w:rsidRPr="00E06726" w:rsidRDefault="00E06726" w:rsidP="00B649F7">
            <w:pPr>
              <w:pStyle w:val="Geenafstand"/>
            </w:pPr>
            <w:r w:rsidRPr="00E06726">
              <w:t xml:space="preserve">De examinator heeft alleen </w:t>
            </w:r>
            <w:r w:rsidRPr="00331553">
              <w:rPr>
                <w:i/>
              </w:rPr>
              <w:t>feitelijke</w:t>
            </w:r>
            <w:r w:rsidRPr="00E06726">
              <w:t xml:space="preserve"> omstandigheden gebruikt om het oordeel te formuleren.</w:t>
            </w:r>
          </w:p>
          <w:p w:rsidR="00E06726" w:rsidRPr="00E06726" w:rsidRDefault="00E06726" w:rsidP="00B649F7">
            <w:pPr>
              <w:pStyle w:val="Geenafstand"/>
            </w:pPr>
            <w:r w:rsidRPr="00E06726">
              <w:t>De examinator heeft het oordeel toegelicht na afloop van het examen op basis van uw prestaties tijdens het examen.</w:t>
            </w:r>
          </w:p>
          <w:p w:rsidR="00E06726" w:rsidRPr="00E06726" w:rsidRDefault="00E06726" w:rsidP="00B649F7">
            <w:pPr>
              <w:pStyle w:val="Geenafstand"/>
            </w:pPr>
            <w:r w:rsidRPr="00E06726">
              <w:t>De examinator heeft in het oordeel goed gelet op uw welbevinden.</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c>
          <w:tcPr>
            <w:tcW w:w="384" w:type="dxa"/>
            <w:gridSpan w:val="2"/>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p>
          <w:p w:rsidR="00E06726" w:rsidRPr="00E06726" w:rsidRDefault="00E06726" w:rsidP="00B649F7">
            <w:pPr>
              <w:pStyle w:val="Geenafstand"/>
            </w:pPr>
            <w:r w:rsidRPr="00E06726">
              <w:t>0</w:t>
            </w:r>
          </w:p>
        </w:tc>
      </w:tr>
      <w:tr w:rsidR="00E06726" w:rsidRPr="00E06726" w:rsidTr="007D2107">
        <w:tc>
          <w:tcPr>
            <w:tcW w:w="7573" w:type="dxa"/>
          </w:tcPr>
          <w:p w:rsidR="00E06726" w:rsidRPr="00E06726" w:rsidRDefault="00E06726" w:rsidP="00B649F7">
            <w:pPr>
              <w:pStyle w:val="Geenafstand"/>
            </w:pPr>
            <w:r w:rsidRPr="00E06726">
              <w:t>7. houding</w:t>
            </w:r>
          </w:p>
          <w:p w:rsidR="00E06726" w:rsidRPr="00E06726" w:rsidRDefault="00E06726" w:rsidP="00B649F7">
            <w:pPr>
              <w:pStyle w:val="Geenafstand"/>
            </w:pPr>
            <w:r w:rsidRPr="00E06726">
              <w:t>De examinator was tijdens het examen besluitvaardig en doortastend.</w:t>
            </w:r>
          </w:p>
          <w:p w:rsidR="00E06726" w:rsidRDefault="00E06726" w:rsidP="00B649F7">
            <w:pPr>
              <w:pStyle w:val="Geenafstand"/>
            </w:pPr>
            <w:r w:rsidRPr="00E06726">
              <w:t>De examinator was tijdens het examen voldoende zakelijk en tegelijkertijd respectvol.</w:t>
            </w:r>
          </w:p>
          <w:p w:rsidR="00BB6259" w:rsidRDefault="00BB6259" w:rsidP="00B649F7">
            <w:pPr>
              <w:pStyle w:val="Geenafstand"/>
            </w:pPr>
          </w:p>
          <w:p w:rsidR="00BB6259" w:rsidRDefault="00BB6259" w:rsidP="00B649F7">
            <w:pPr>
              <w:pStyle w:val="Geenafstand"/>
            </w:pPr>
          </w:p>
          <w:p w:rsidR="00BB6259" w:rsidRDefault="00BB6259" w:rsidP="00B649F7">
            <w:pPr>
              <w:pStyle w:val="Geenafstand"/>
            </w:pPr>
          </w:p>
          <w:p w:rsidR="00BB6259" w:rsidRDefault="00BB6259" w:rsidP="00B649F7">
            <w:pPr>
              <w:pStyle w:val="Geenafstand"/>
            </w:pPr>
          </w:p>
          <w:p w:rsidR="00BB6259" w:rsidRDefault="00BB6259" w:rsidP="00B649F7">
            <w:pPr>
              <w:pStyle w:val="Geenafstand"/>
            </w:pPr>
          </w:p>
          <w:p w:rsidR="00BB6259" w:rsidRDefault="00BB6259" w:rsidP="00B649F7">
            <w:pPr>
              <w:pStyle w:val="Geenafstand"/>
            </w:pPr>
          </w:p>
          <w:p w:rsidR="00BB6259" w:rsidRPr="00E06726" w:rsidRDefault="00BB6259" w:rsidP="00B649F7">
            <w:pPr>
              <w:pStyle w:val="Geenafstand"/>
            </w:pP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c>
          <w:tcPr>
            <w:tcW w:w="384" w:type="dxa"/>
            <w:gridSpan w:val="2"/>
          </w:tcPr>
          <w:p w:rsidR="00E06726" w:rsidRPr="00E06726" w:rsidRDefault="00E06726" w:rsidP="00B649F7">
            <w:pPr>
              <w:pStyle w:val="Geenafstand"/>
            </w:pPr>
          </w:p>
          <w:p w:rsidR="00E06726" w:rsidRPr="00E06726" w:rsidRDefault="00E06726" w:rsidP="00B649F7">
            <w:pPr>
              <w:pStyle w:val="Geenafstand"/>
            </w:pPr>
            <w:r w:rsidRPr="00E06726">
              <w:t>0</w:t>
            </w:r>
          </w:p>
          <w:p w:rsidR="00E06726" w:rsidRPr="00E06726" w:rsidRDefault="00E06726" w:rsidP="00B649F7">
            <w:pPr>
              <w:pStyle w:val="Geenafstand"/>
            </w:pPr>
            <w:r w:rsidRPr="00E06726">
              <w:t>0</w:t>
            </w:r>
          </w:p>
        </w:tc>
      </w:tr>
      <w:tr w:rsidR="00E06726" w:rsidRPr="00E06726" w:rsidTr="007D2107">
        <w:trPr>
          <w:gridAfter w:val="1"/>
          <w:wAfter w:w="6" w:type="dxa"/>
          <w:trHeight w:val="509"/>
        </w:trPr>
        <w:tc>
          <w:tcPr>
            <w:tcW w:w="9487" w:type="dxa"/>
            <w:gridSpan w:val="6"/>
          </w:tcPr>
          <w:p w:rsidR="00E06726" w:rsidRPr="00E06726" w:rsidRDefault="00E06726" w:rsidP="00B649F7">
            <w:pPr>
              <w:pStyle w:val="Geenafstand"/>
            </w:pPr>
          </w:p>
          <w:p w:rsidR="00E06726" w:rsidRPr="00E06726" w:rsidRDefault="00E06726" w:rsidP="00B649F7">
            <w:pPr>
              <w:pStyle w:val="Geenafstand"/>
            </w:pPr>
            <w:r w:rsidRPr="00E06726">
              <w:t>Zie ommezijde</w:t>
            </w:r>
          </w:p>
          <w:p w:rsidR="00E06726" w:rsidRPr="00E06726" w:rsidRDefault="00E06726" w:rsidP="00B649F7">
            <w:pPr>
              <w:pStyle w:val="Geenafstand"/>
            </w:pPr>
          </w:p>
        </w:tc>
      </w:tr>
    </w:tbl>
    <w:p w:rsidR="00E06726" w:rsidRPr="00E06726" w:rsidRDefault="00E06726" w:rsidP="00B649F7">
      <w:pPr>
        <w:pStyle w:val="Geenafstand"/>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7"/>
      </w:tblGrid>
      <w:tr w:rsidR="00E06726" w:rsidRPr="00E06726" w:rsidTr="007D2107">
        <w:trPr>
          <w:trHeight w:val="1449"/>
        </w:trPr>
        <w:tc>
          <w:tcPr>
            <w:tcW w:w="9557" w:type="dxa"/>
          </w:tcPr>
          <w:p w:rsidR="00E06726" w:rsidRPr="00E06726" w:rsidRDefault="00E06726" w:rsidP="00B649F7">
            <w:pPr>
              <w:pStyle w:val="Geenafstand"/>
            </w:pPr>
            <w:r w:rsidRPr="00E06726">
              <w:t>Welke adviezen geeft u de kandidaat assessor / examinator mee:</w:t>
            </w: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trHeight w:val="1449"/>
        </w:trPr>
        <w:tc>
          <w:tcPr>
            <w:tcW w:w="9557" w:type="dxa"/>
          </w:tcPr>
          <w:p w:rsidR="00E06726" w:rsidRPr="00E06726" w:rsidRDefault="00E06726" w:rsidP="00B649F7">
            <w:pPr>
              <w:pStyle w:val="Geenafstand"/>
            </w:pPr>
            <w:r w:rsidRPr="00E06726">
              <w:t>Overige opmerkingen:</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Hartelijk dank voor uw medewerking!</w:t>
      </w:r>
    </w:p>
    <w:p w:rsidR="00E06726" w:rsidRPr="00E06726" w:rsidRDefault="00E06726" w:rsidP="00C8084B">
      <w:pPr>
        <w:pStyle w:val="Kop1"/>
        <w:rPr>
          <w:rFonts w:eastAsia="Times New Roman"/>
        </w:rPr>
      </w:pPr>
      <w:bookmarkStart w:id="11" w:name="_Toc370975855"/>
      <w:r w:rsidRPr="00E06726">
        <w:rPr>
          <w:rFonts w:eastAsia="Times New Roman"/>
        </w:rPr>
        <w:lastRenderedPageBreak/>
        <w:t>Zelftoets</w:t>
      </w:r>
      <w:r w:rsidR="00B97016">
        <w:rPr>
          <w:rFonts w:eastAsia="Times New Roman"/>
        </w:rPr>
        <w:t xml:space="preserve"> ( competentieroos)</w:t>
      </w:r>
      <w:bookmarkEnd w:id="11"/>
    </w:p>
    <w:p w:rsidR="00E06726" w:rsidRPr="00E06726" w:rsidRDefault="00E06726" w:rsidP="00B649F7">
      <w:pPr>
        <w:pStyle w:val="Geenafstand"/>
      </w:pPr>
    </w:p>
    <w:p w:rsidR="00E06726" w:rsidRPr="00E06726" w:rsidRDefault="00E06726" w:rsidP="00B649F7">
      <w:pPr>
        <w:pStyle w:val="Geenafstand"/>
      </w:pPr>
      <w:r w:rsidRPr="00E06726">
        <w:t>Lijst met hulpvragen voor het invullen van de toelichting bij de ZELFTOETS</w:t>
      </w:r>
    </w:p>
    <w:p w:rsidR="00E06726" w:rsidRPr="00E06726" w:rsidRDefault="00E06726" w:rsidP="00B649F7">
      <w:pPr>
        <w:pStyle w:val="Geenafstand"/>
      </w:pPr>
    </w:p>
    <w:p w:rsidR="00E06726" w:rsidRPr="00E06726" w:rsidRDefault="00E06726" w:rsidP="00B649F7">
      <w:pPr>
        <w:pStyle w:val="Geenafstand"/>
        <w:rPr>
          <w:sz w:val="16"/>
          <w:szCs w:val="16"/>
        </w:rPr>
      </w:pPr>
      <w:r w:rsidRPr="00E06726">
        <w:t xml:space="preserve">Hoe scoor je jezelf op de gedragsvoorbeelden? </w:t>
      </w:r>
      <w:r w:rsidRPr="00E06726">
        <w:rPr>
          <w:sz w:val="16"/>
          <w:szCs w:val="16"/>
        </w:rPr>
        <w:t>( kruisje in kolom)</w:t>
      </w:r>
    </w:p>
    <w:p w:rsidR="00E06726" w:rsidRPr="00E06726" w:rsidRDefault="00E06726" w:rsidP="00B649F7">
      <w:pPr>
        <w:pStyle w:val="Geenafstand"/>
      </w:pPr>
    </w:p>
    <w:p w:rsidR="00E06726" w:rsidRPr="00E06726" w:rsidRDefault="00E06726" w:rsidP="00B649F7">
      <w:pPr>
        <w:pStyle w:val="Geenafstand"/>
      </w:pPr>
      <w:r w:rsidRPr="00E06726">
        <w:t>Aan welke situatie of welk voorbeeld denk je waaruit dit blijkt?</w:t>
      </w:r>
    </w:p>
    <w:p w:rsidR="00E06726" w:rsidRPr="00E06726" w:rsidRDefault="00E06726" w:rsidP="00B649F7">
      <w:pPr>
        <w:pStyle w:val="Geenafstand"/>
      </w:pPr>
    </w:p>
    <w:p w:rsidR="00E06726" w:rsidRPr="00E06726" w:rsidRDefault="00E06726" w:rsidP="00B649F7">
      <w:pPr>
        <w:pStyle w:val="Geenafstand"/>
      </w:pPr>
      <w:r w:rsidRPr="00E06726">
        <w:t xml:space="preserve">Wat gebeurde er toen precies?  </w:t>
      </w:r>
    </w:p>
    <w:p w:rsidR="00E06726" w:rsidRPr="00E06726" w:rsidRDefault="00E06726" w:rsidP="00B649F7">
      <w:pPr>
        <w:pStyle w:val="Geenafstand"/>
      </w:pPr>
    </w:p>
    <w:p w:rsidR="00E06726" w:rsidRPr="00E06726" w:rsidRDefault="00E06726" w:rsidP="00B649F7">
      <w:pPr>
        <w:pStyle w:val="Geenafstand"/>
      </w:pPr>
      <w:r w:rsidRPr="00E06726">
        <w:t>Wat was jouw taak of rol?</w:t>
      </w:r>
    </w:p>
    <w:p w:rsidR="00E06726" w:rsidRPr="00E06726" w:rsidRDefault="00E06726" w:rsidP="00B649F7">
      <w:pPr>
        <w:pStyle w:val="Geenafstand"/>
      </w:pPr>
    </w:p>
    <w:p w:rsidR="00E06726" w:rsidRPr="00E06726" w:rsidRDefault="00E06726" w:rsidP="00B649F7">
      <w:pPr>
        <w:pStyle w:val="Geenafstand"/>
      </w:pPr>
      <w:r w:rsidRPr="00E06726">
        <w:t xml:space="preserve">Hoe heb je het aangepakt? Wat liet je zien? </w:t>
      </w:r>
    </w:p>
    <w:p w:rsidR="00E06726" w:rsidRPr="00E06726" w:rsidRDefault="00E06726" w:rsidP="00B649F7">
      <w:pPr>
        <w:pStyle w:val="Geenafstand"/>
      </w:pPr>
    </w:p>
    <w:p w:rsidR="00E06726" w:rsidRPr="00E06726" w:rsidRDefault="00E06726" w:rsidP="00B649F7">
      <w:pPr>
        <w:pStyle w:val="Geenafstand"/>
      </w:pPr>
      <w:r w:rsidRPr="00E06726">
        <w:t xml:space="preserve">Wat was het resultaat of gevolg?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rPr>
          <w:noProof/>
          <w:lang w:eastAsia="nl-NL"/>
        </w:rPr>
        <w:drawing>
          <wp:anchor distT="0" distB="0" distL="114300" distR="114300" simplePos="0" relativeHeight="251658240" behindDoc="1" locked="0" layoutInCell="1" allowOverlap="1" wp14:anchorId="39061DF2" wp14:editId="3AB798AB">
            <wp:simplePos x="0" y="0"/>
            <wp:positionH relativeFrom="column">
              <wp:posOffset>2543810</wp:posOffset>
            </wp:positionH>
            <wp:positionV relativeFrom="paragraph">
              <wp:posOffset>132715</wp:posOffset>
            </wp:positionV>
            <wp:extent cx="1026160" cy="2434590"/>
            <wp:effectExtent l="0" t="0" r="2540" b="0"/>
            <wp:wrapNone/>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1026160" cy="2434590"/>
                    </a:xfrm>
                    <a:prstGeom prst="rect">
                      <a:avLst/>
                    </a:prstGeom>
                    <a:noFill/>
                    <a:ln w="9525">
                      <a:noFill/>
                      <a:miter lim="800000"/>
                      <a:headEnd/>
                      <a:tailEnd/>
                    </a:ln>
                  </pic:spPr>
                </pic:pic>
              </a:graphicData>
            </a:graphic>
          </wp:anchor>
        </w:drawing>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br w:type="page"/>
      </w:r>
    </w:p>
    <w:tbl>
      <w:tblPr>
        <w:tblStyle w:val="Tabelraster"/>
        <w:tblW w:w="0" w:type="auto"/>
        <w:tblLook w:val="04A0" w:firstRow="1" w:lastRow="0" w:firstColumn="1" w:lastColumn="0" w:noHBand="0" w:noVBand="1"/>
      </w:tblPr>
      <w:tblGrid>
        <w:gridCol w:w="9286"/>
      </w:tblGrid>
      <w:tr w:rsidR="00E06726" w:rsidRPr="00E06726" w:rsidTr="007D2107">
        <w:tc>
          <w:tcPr>
            <w:tcW w:w="9322" w:type="dxa"/>
          </w:tcPr>
          <w:p w:rsidR="00E06726" w:rsidRPr="00E06726" w:rsidRDefault="00E06726" w:rsidP="00B649F7">
            <w:pPr>
              <w:pStyle w:val="Geenafstand"/>
            </w:pPr>
            <w:r w:rsidRPr="00E06726">
              <w:lastRenderedPageBreak/>
              <w:br w:type="page"/>
            </w:r>
            <w:r w:rsidRPr="00E06726">
              <w:br w:type="page"/>
              <w:t>Datum invullen zelftoets:</w:t>
            </w:r>
          </w:p>
        </w:tc>
      </w:tr>
    </w:tbl>
    <w:p w:rsidR="00E06726" w:rsidRPr="00E06726" w:rsidRDefault="00E06726" w:rsidP="00B649F7">
      <w:pPr>
        <w:pStyle w:val="Geenafstand"/>
      </w:pPr>
    </w:p>
    <w:tbl>
      <w:tblPr>
        <w:tblStyle w:val="Tabelraster"/>
        <w:tblW w:w="9322" w:type="dxa"/>
        <w:tblLayout w:type="fixed"/>
        <w:tblLook w:val="04A0" w:firstRow="1" w:lastRow="0" w:firstColumn="1" w:lastColumn="0" w:noHBand="0" w:noVBand="1"/>
      </w:tblPr>
      <w:tblGrid>
        <w:gridCol w:w="7621"/>
        <w:gridCol w:w="567"/>
        <w:gridCol w:w="567"/>
        <w:gridCol w:w="567"/>
      </w:tblGrid>
      <w:tr w:rsidR="00E06726" w:rsidRPr="00E06726" w:rsidTr="007D2107">
        <w:tc>
          <w:tcPr>
            <w:tcW w:w="9322" w:type="dxa"/>
            <w:gridSpan w:val="4"/>
          </w:tcPr>
          <w:p w:rsidR="00E06726" w:rsidRPr="00331553" w:rsidRDefault="00E06726" w:rsidP="00B649F7">
            <w:pPr>
              <w:pStyle w:val="Geenafstand"/>
            </w:pPr>
            <w:r w:rsidRPr="00331553">
              <w:t xml:space="preserve">Inlevingsvermogen / sociaal sensitief </w:t>
            </w:r>
          </w:p>
          <w:p w:rsidR="00E06726" w:rsidRPr="00E06726" w:rsidRDefault="00E06726" w:rsidP="00B649F7">
            <w:pPr>
              <w:pStyle w:val="Geenafstand"/>
            </w:pPr>
          </w:p>
        </w:tc>
      </w:tr>
      <w:tr w:rsidR="00E06726" w:rsidRPr="00E06726" w:rsidTr="007D2107">
        <w:tc>
          <w:tcPr>
            <w:tcW w:w="9322" w:type="dxa"/>
            <w:gridSpan w:val="4"/>
          </w:tcPr>
          <w:p w:rsidR="00E06726" w:rsidRPr="00E06726" w:rsidRDefault="00E06726" w:rsidP="00B649F7">
            <w:pPr>
              <w:pStyle w:val="Geenafstand"/>
            </w:pPr>
            <w:r w:rsidRPr="00E06726">
              <w:t>Kan inschatten welke houding de situatie vraagt. Toont begrip voor gevoelens en situaties waarin anderen zich bevinden. Toont zich bewust van andere mensen en de omgeving, alsmede de eigen invloed hierop.</w:t>
            </w:r>
          </w:p>
          <w:p w:rsidR="00E06726" w:rsidRPr="00E06726" w:rsidRDefault="00E06726" w:rsidP="00B649F7">
            <w:pPr>
              <w:pStyle w:val="Geenafstand"/>
            </w:pPr>
          </w:p>
        </w:tc>
      </w:tr>
      <w:tr w:rsidR="00E06726" w:rsidRPr="00E06726" w:rsidTr="007D2107">
        <w:tc>
          <w:tcPr>
            <w:tcW w:w="7621" w:type="dxa"/>
          </w:tcPr>
          <w:p w:rsidR="00E06726" w:rsidRPr="00E06726" w:rsidRDefault="00E06726" w:rsidP="00B649F7">
            <w:pPr>
              <w:pStyle w:val="Geenafstand"/>
            </w:pPr>
            <w:r w:rsidRPr="00E06726">
              <w:t>Gedragsvoorbeelden</w:t>
            </w:r>
          </w:p>
          <w:p w:rsidR="00E06726" w:rsidRPr="00E06726" w:rsidRDefault="00E06726" w:rsidP="00B649F7">
            <w:pPr>
              <w:pStyle w:val="Geenafstand"/>
            </w:pPr>
          </w:p>
        </w:tc>
        <w:tc>
          <w:tcPr>
            <w:tcW w:w="567" w:type="dxa"/>
          </w:tcPr>
          <w:p w:rsidR="00E06726" w:rsidRPr="00E06726" w:rsidRDefault="00E06726" w:rsidP="00B649F7">
            <w:pPr>
              <w:pStyle w:val="Geenafstand"/>
            </w:pPr>
            <w:r w:rsidRPr="00E06726">
              <w:t>O</w:t>
            </w:r>
          </w:p>
        </w:tc>
        <w:tc>
          <w:tcPr>
            <w:tcW w:w="567" w:type="dxa"/>
          </w:tcPr>
          <w:p w:rsidR="00E06726" w:rsidRPr="00E06726" w:rsidRDefault="00E06726" w:rsidP="00B649F7">
            <w:pPr>
              <w:pStyle w:val="Geenafstand"/>
            </w:pPr>
            <w:r w:rsidRPr="00E06726">
              <w:t>V</w:t>
            </w:r>
          </w:p>
        </w:tc>
        <w:tc>
          <w:tcPr>
            <w:tcW w:w="567" w:type="dxa"/>
          </w:tcPr>
          <w:p w:rsidR="00E06726" w:rsidRPr="00E06726" w:rsidRDefault="00E06726" w:rsidP="00B649F7">
            <w:pPr>
              <w:pStyle w:val="Geenafstand"/>
            </w:pPr>
            <w:r w:rsidRPr="00E06726">
              <w:t>G</w:t>
            </w:r>
          </w:p>
        </w:tc>
      </w:tr>
      <w:tr w:rsidR="00E06726" w:rsidRPr="00E06726" w:rsidTr="007D2107">
        <w:tc>
          <w:tcPr>
            <w:tcW w:w="7621" w:type="dxa"/>
          </w:tcPr>
          <w:p w:rsidR="00E06726" w:rsidRPr="00331553" w:rsidRDefault="00E06726" w:rsidP="00B649F7">
            <w:pPr>
              <w:pStyle w:val="Geenafstand"/>
            </w:pPr>
            <w:r w:rsidRPr="00331553">
              <w:t>Is op de hoogte van en verdiept zich in de belevingswereld van de examenkandidaat.</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Checkt tijdens het examen hoe de examenkandidaat  er in staat, pikt signalen op en speelt hier op in.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 xml:space="preserve">Weet een veilige omgeving te creëren voor de examenkandidaat. </w:t>
            </w:r>
          </w:p>
          <w:p w:rsidR="00E06726" w:rsidRPr="00E06726" w:rsidRDefault="00E06726" w:rsidP="00B649F7">
            <w:pPr>
              <w:pStyle w:val="Geenafstand"/>
            </w:pPr>
            <w:r w:rsidRPr="00E06726">
              <w:t>Stelt de examenkandidaat gerust, geeft de examenkandidaat vertrouwen en stimuleert hem / haar.</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Toont begrip voor de houding en gevoelens van de examenkandidaat tijdens het examenproces.</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Is zich bewust van de eigen rol / houding / gedragingen op de examenkandidaat.</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r>
      <w:tr w:rsidR="00E06726" w:rsidRPr="00E06726" w:rsidTr="007D2107">
        <w:trPr>
          <w:trHeight w:val="6949"/>
        </w:trPr>
        <w:tc>
          <w:tcPr>
            <w:tcW w:w="9322" w:type="dxa"/>
            <w:gridSpan w:val="4"/>
          </w:tcPr>
          <w:p w:rsidR="00E06726" w:rsidRPr="00E06726" w:rsidRDefault="00E06726" w:rsidP="00B649F7">
            <w:pPr>
              <w:pStyle w:val="Geenafstand"/>
            </w:pPr>
          </w:p>
          <w:p w:rsidR="00E06726" w:rsidRPr="00E06726" w:rsidRDefault="00E06726" w:rsidP="00B649F7">
            <w:pPr>
              <w:pStyle w:val="Geenafstand"/>
            </w:pPr>
            <w:r w:rsidRPr="00E06726">
              <w:t xml:space="preserve">Toelichting: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tbl>
      <w:tblPr>
        <w:tblStyle w:val="Tabelraster"/>
        <w:tblpPr w:leftFromText="141" w:rightFromText="141" w:vertAnchor="text" w:horzAnchor="margin" w:tblpY="-10"/>
        <w:tblW w:w="0" w:type="auto"/>
        <w:tblLayout w:type="fixed"/>
        <w:tblLook w:val="04A0" w:firstRow="1" w:lastRow="0" w:firstColumn="1" w:lastColumn="0" w:noHBand="0" w:noVBand="1"/>
      </w:tblPr>
      <w:tblGrid>
        <w:gridCol w:w="7621"/>
        <w:gridCol w:w="567"/>
        <w:gridCol w:w="567"/>
        <w:gridCol w:w="533"/>
      </w:tblGrid>
      <w:tr w:rsidR="00E06726" w:rsidRPr="00E06726" w:rsidTr="007D2107">
        <w:tc>
          <w:tcPr>
            <w:tcW w:w="9288" w:type="dxa"/>
            <w:gridSpan w:val="4"/>
          </w:tcPr>
          <w:p w:rsidR="00E06726" w:rsidRPr="00331553" w:rsidRDefault="00E06726" w:rsidP="00B649F7">
            <w:pPr>
              <w:pStyle w:val="Geenafstand"/>
            </w:pPr>
            <w:r w:rsidRPr="00331553">
              <w:lastRenderedPageBreak/>
              <w:t xml:space="preserve">Communicatief </w:t>
            </w:r>
          </w:p>
          <w:p w:rsidR="00E06726" w:rsidRPr="00E06726" w:rsidRDefault="00E06726" w:rsidP="00B649F7">
            <w:pPr>
              <w:pStyle w:val="Geenafstand"/>
            </w:pPr>
          </w:p>
        </w:tc>
      </w:tr>
      <w:tr w:rsidR="00E06726" w:rsidRPr="00E06726" w:rsidTr="007D2107">
        <w:trPr>
          <w:trHeight w:val="628"/>
        </w:trPr>
        <w:tc>
          <w:tcPr>
            <w:tcW w:w="9288" w:type="dxa"/>
            <w:gridSpan w:val="4"/>
          </w:tcPr>
          <w:p w:rsidR="00E06726" w:rsidRPr="00E06726" w:rsidRDefault="00E06726" w:rsidP="00B649F7">
            <w:pPr>
              <w:pStyle w:val="Geenafstand"/>
            </w:pPr>
            <w:r w:rsidRPr="00E06726">
              <w:t xml:space="preserve"> Weet op schrift en mondeling ideeën en meningen goed uit te drukken.</w:t>
            </w:r>
          </w:p>
          <w:p w:rsidR="00E06726" w:rsidRPr="00E06726" w:rsidRDefault="00E06726" w:rsidP="00B649F7">
            <w:pPr>
              <w:pStyle w:val="Geenafstand"/>
            </w:pPr>
            <w:r w:rsidRPr="00E06726">
              <w:t>Geeft aandacht aan en begrijpt verbale communicatie van anderen.</w:t>
            </w:r>
          </w:p>
          <w:p w:rsidR="00E06726" w:rsidRPr="00E06726" w:rsidRDefault="00E06726" w:rsidP="00B649F7">
            <w:pPr>
              <w:pStyle w:val="Geenafstand"/>
            </w:pPr>
          </w:p>
        </w:tc>
      </w:tr>
      <w:tr w:rsidR="00E06726" w:rsidRPr="00E06726" w:rsidTr="007D2107">
        <w:tc>
          <w:tcPr>
            <w:tcW w:w="7621" w:type="dxa"/>
          </w:tcPr>
          <w:p w:rsidR="00E06726" w:rsidRPr="00E06726" w:rsidRDefault="00E06726" w:rsidP="00B649F7">
            <w:pPr>
              <w:pStyle w:val="Geenafstand"/>
            </w:pPr>
            <w:r w:rsidRPr="00E06726">
              <w:t>Gedragsvoorbeelden</w:t>
            </w:r>
          </w:p>
          <w:p w:rsidR="00E06726" w:rsidRPr="00E06726" w:rsidRDefault="00E06726" w:rsidP="00B649F7">
            <w:pPr>
              <w:pStyle w:val="Geenafstand"/>
            </w:pPr>
          </w:p>
        </w:tc>
        <w:tc>
          <w:tcPr>
            <w:tcW w:w="567" w:type="dxa"/>
          </w:tcPr>
          <w:p w:rsidR="00E06726" w:rsidRPr="00E06726" w:rsidRDefault="00E06726" w:rsidP="00B649F7">
            <w:pPr>
              <w:pStyle w:val="Geenafstand"/>
            </w:pPr>
            <w:r w:rsidRPr="00E06726">
              <w:t>O</w:t>
            </w:r>
          </w:p>
        </w:tc>
        <w:tc>
          <w:tcPr>
            <w:tcW w:w="567" w:type="dxa"/>
          </w:tcPr>
          <w:p w:rsidR="00E06726" w:rsidRPr="00E06726" w:rsidRDefault="00E06726" w:rsidP="00B649F7">
            <w:pPr>
              <w:pStyle w:val="Geenafstand"/>
            </w:pPr>
            <w:r w:rsidRPr="00E06726">
              <w:t>V</w:t>
            </w:r>
          </w:p>
        </w:tc>
        <w:tc>
          <w:tcPr>
            <w:tcW w:w="533" w:type="dxa"/>
          </w:tcPr>
          <w:p w:rsidR="00E06726" w:rsidRPr="00E06726" w:rsidRDefault="00E06726" w:rsidP="00B649F7">
            <w:pPr>
              <w:pStyle w:val="Geenafstand"/>
            </w:pPr>
            <w:r w:rsidRPr="00E06726">
              <w:t>G</w:t>
            </w:r>
          </w:p>
        </w:tc>
      </w:tr>
      <w:tr w:rsidR="00E06726" w:rsidRPr="00E06726" w:rsidTr="007D2107">
        <w:trPr>
          <w:trHeight w:val="785"/>
        </w:trPr>
        <w:tc>
          <w:tcPr>
            <w:tcW w:w="7621" w:type="dxa"/>
          </w:tcPr>
          <w:p w:rsidR="00E06726" w:rsidRPr="00331553" w:rsidRDefault="00E06726" w:rsidP="00B649F7">
            <w:pPr>
              <w:pStyle w:val="Geenafstand"/>
            </w:pPr>
            <w:r w:rsidRPr="00331553">
              <w:t xml:space="preserve">Legt duidelijk en beknopt examenproces (doel, werkwijze) aan de examenkandidaat uit. </w:t>
            </w:r>
          </w:p>
          <w:p w:rsidR="00E06726" w:rsidRPr="00E06726" w:rsidRDefault="00E06726" w:rsidP="00B649F7">
            <w:pPr>
              <w:pStyle w:val="Geenafstand"/>
            </w:pPr>
            <w:r w:rsidRPr="00E06726">
              <w:t>Checkt daarbij of de examenkandidaat hem / haar begrepen heeft.</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570"/>
        </w:trPr>
        <w:tc>
          <w:tcPr>
            <w:tcW w:w="7621" w:type="dxa"/>
          </w:tcPr>
          <w:p w:rsidR="00E06726" w:rsidRPr="00331553" w:rsidRDefault="00E06726" w:rsidP="00B649F7">
            <w:pPr>
              <w:pStyle w:val="Geenafstand"/>
            </w:pPr>
            <w:r w:rsidRPr="00331553">
              <w:t xml:space="preserve">Kan een (ingewikkeld) examenproces in begrijpelijke spreektaal </w:t>
            </w:r>
          </w:p>
          <w:p w:rsidR="00E06726" w:rsidRPr="00E06726" w:rsidRDefault="00E06726" w:rsidP="00B649F7">
            <w:pPr>
              <w:pStyle w:val="Geenafstand"/>
            </w:pPr>
            <w:r w:rsidRPr="00E06726">
              <w:t>toelichten en uitleggen.</w:t>
            </w: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564"/>
        </w:trPr>
        <w:tc>
          <w:tcPr>
            <w:tcW w:w="7621" w:type="dxa"/>
          </w:tcPr>
          <w:p w:rsidR="00E06726" w:rsidRPr="00331553" w:rsidRDefault="00E06726" w:rsidP="00B649F7">
            <w:pPr>
              <w:pStyle w:val="Geenafstand"/>
            </w:pPr>
            <w:r w:rsidRPr="00331553">
              <w:t xml:space="preserve">Weet het schriftelijke oordeel in een beknopte, heldere en directe </w:t>
            </w:r>
          </w:p>
          <w:p w:rsidR="00E06726" w:rsidRPr="00E06726" w:rsidRDefault="00E06726" w:rsidP="00B649F7">
            <w:pPr>
              <w:pStyle w:val="Geenafstand"/>
            </w:pPr>
            <w:r w:rsidRPr="00E06726">
              <w:t>stijl neer te zetten.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402"/>
        </w:trPr>
        <w:tc>
          <w:tcPr>
            <w:tcW w:w="7621" w:type="dxa"/>
          </w:tcPr>
          <w:p w:rsidR="00E06726" w:rsidRPr="00331553" w:rsidRDefault="00E06726" w:rsidP="00B649F7">
            <w:pPr>
              <w:pStyle w:val="Geenafstand"/>
            </w:pPr>
            <w:r w:rsidRPr="00331553">
              <w:t>Hanteert een duidelijke structuur in de schriftelijke rapportage.</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421"/>
        </w:trPr>
        <w:tc>
          <w:tcPr>
            <w:tcW w:w="7621" w:type="dxa"/>
          </w:tcPr>
          <w:p w:rsidR="00E06726" w:rsidRPr="00331553" w:rsidRDefault="00E06726" w:rsidP="00B649F7">
            <w:pPr>
              <w:pStyle w:val="Geenafstand"/>
            </w:pPr>
            <w:r w:rsidRPr="00331553">
              <w:t>Brengt zijn / haar boodschap duidelijk voor het voetlicht.</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421"/>
        </w:trPr>
        <w:tc>
          <w:tcPr>
            <w:tcW w:w="7621" w:type="dxa"/>
          </w:tcPr>
          <w:p w:rsidR="00E06726" w:rsidRPr="00331553" w:rsidRDefault="00E06726" w:rsidP="00B649F7">
            <w:pPr>
              <w:pStyle w:val="Geenafstand"/>
            </w:pPr>
            <w:r w:rsidRPr="00331553">
              <w:t xml:space="preserve">Vraagt examenkandidaten door op aanpak, luistert en vat samen. </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421"/>
        </w:trPr>
        <w:tc>
          <w:tcPr>
            <w:tcW w:w="7621" w:type="dxa"/>
          </w:tcPr>
          <w:p w:rsidR="00E06726" w:rsidRPr="00331553" w:rsidRDefault="00E06726" w:rsidP="00B649F7">
            <w:pPr>
              <w:pStyle w:val="Geenafstand"/>
            </w:pPr>
            <w:r w:rsidRPr="00331553">
              <w:t xml:space="preserve">Laat de examenkandidaten reflecteren op getoond handelen. </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7078"/>
        </w:trPr>
        <w:tc>
          <w:tcPr>
            <w:tcW w:w="9288" w:type="dxa"/>
            <w:gridSpan w:val="4"/>
          </w:tcPr>
          <w:p w:rsidR="00E06726" w:rsidRPr="00E06726" w:rsidRDefault="00E06726" w:rsidP="00B649F7">
            <w:pPr>
              <w:pStyle w:val="Geenafstand"/>
            </w:pPr>
          </w:p>
          <w:p w:rsidR="00E06726" w:rsidRPr="00E06726" w:rsidRDefault="00E06726" w:rsidP="00B649F7">
            <w:pPr>
              <w:pStyle w:val="Geenafstand"/>
            </w:pPr>
            <w:r w:rsidRPr="00E06726">
              <w:t xml:space="preserve">Toelichting: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r w:rsidRPr="00E06726">
        <w:br w:type="page"/>
      </w:r>
    </w:p>
    <w:tbl>
      <w:tblPr>
        <w:tblStyle w:val="Tabelraster"/>
        <w:tblpPr w:leftFromText="141" w:rightFromText="141" w:vertAnchor="text" w:horzAnchor="margin" w:tblpY="35"/>
        <w:tblW w:w="9361" w:type="dxa"/>
        <w:tblLayout w:type="fixed"/>
        <w:tblLook w:val="04A0" w:firstRow="1" w:lastRow="0" w:firstColumn="1" w:lastColumn="0" w:noHBand="0" w:noVBand="1"/>
      </w:tblPr>
      <w:tblGrid>
        <w:gridCol w:w="7680"/>
        <w:gridCol w:w="571"/>
        <w:gridCol w:w="571"/>
        <w:gridCol w:w="539"/>
      </w:tblGrid>
      <w:tr w:rsidR="00E06726" w:rsidRPr="00E06726" w:rsidTr="007D2107">
        <w:trPr>
          <w:trHeight w:val="354"/>
        </w:trPr>
        <w:tc>
          <w:tcPr>
            <w:tcW w:w="9361" w:type="dxa"/>
            <w:gridSpan w:val="4"/>
          </w:tcPr>
          <w:p w:rsidR="00E06726" w:rsidRPr="00331553" w:rsidRDefault="00E06726" w:rsidP="00B649F7">
            <w:pPr>
              <w:pStyle w:val="Geenafstand"/>
            </w:pPr>
            <w:r w:rsidRPr="00331553">
              <w:lastRenderedPageBreak/>
              <w:t xml:space="preserve">Oordeelvorming </w:t>
            </w:r>
          </w:p>
          <w:p w:rsidR="00E06726" w:rsidRPr="00E06726" w:rsidRDefault="00E06726" w:rsidP="00B649F7">
            <w:pPr>
              <w:pStyle w:val="Geenafstand"/>
            </w:pPr>
          </w:p>
        </w:tc>
      </w:tr>
      <w:tr w:rsidR="00E06726" w:rsidRPr="00E06726" w:rsidTr="007D2107">
        <w:trPr>
          <w:trHeight w:val="531"/>
        </w:trPr>
        <w:tc>
          <w:tcPr>
            <w:tcW w:w="9361" w:type="dxa"/>
            <w:gridSpan w:val="4"/>
          </w:tcPr>
          <w:p w:rsidR="00E06726" w:rsidRPr="00E06726" w:rsidRDefault="00E06726" w:rsidP="00B649F7">
            <w:pPr>
              <w:pStyle w:val="Geenafstand"/>
            </w:pPr>
            <w:r w:rsidRPr="00E06726">
              <w:t>Weegt gegeven competenties en mogelijke handelswijzen in het licht van relevante criteria tegen elkaar af, en komt tot realistische beoordelingen.</w:t>
            </w:r>
          </w:p>
          <w:p w:rsidR="00E06726" w:rsidRPr="00E06726" w:rsidRDefault="00E06726" w:rsidP="00B649F7">
            <w:pPr>
              <w:pStyle w:val="Geenafstand"/>
            </w:pPr>
          </w:p>
        </w:tc>
      </w:tr>
      <w:tr w:rsidR="00E06726" w:rsidRPr="00E06726" w:rsidTr="007D2107">
        <w:trPr>
          <w:trHeight w:val="320"/>
        </w:trPr>
        <w:tc>
          <w:tcPr>
            <w:tcW w:w="7680" w:type="dxa"/>
          </w:tcPr>
          <w:p w:rsidR="00E06726" w:rsidRPr="00E06726" w:rsidRDefault="00E06726" w:rsidP="00B649F7">
            <w:pPr>
              <w:pStyle w:val="Geenafstand"/>
            </w:pPr>
            <w:r w:rsidRPr="00E06726">
              <w:t>Gedragsvoorbeelden</w:t>
            </w:r>
          </w:p>
          <w:p w:rsidR="00E06726" w:rsidRPr="00E06726" w:rsidRDefault="00E06726" w:rsidP="00B649F7">
            <w:pPr>
              <w:pStyle w:val="Geenafstand"/>
            </w:pPr>
          </w:p>
        </w:tc>
        <w:tc>
          <w:tcPr>
            <w:tcW w:w="571" w:type="dxa"/>
          </w:tcPr>
          <w:p w:rsidR="00E06726" w:rsidRPr="00E06726" w:rsidRDefault="00E06726" w:rsidP="00B649F7">
            <w:pPr>
              <w:pStyle w:val="Geenafstand"/>
            </w:pPr>
            <w:r w:rsidRPr="00E06726">
              <w:t>O</w:t>
            </w:r>
          </w:p>
        </w:tc>
        <w:tc>
          <w:tcPr>
            <w:tcW w:w="571" w:type="dxa"/>
          </w:tcPr>
          <w:p w:rsidR="00E06726" w:rsidRPr="00E06726" w:rsidRDefault="00E06726" w:rsidP="00B649F7">
            <w:pPr>
              <w:pStyle w:val="Geenafstand"/>
            </w:pPr>
            <w:r w:rsidRPr="00E06726">
              <w:t>V</w:t>
            </w:r>
          </w:p>
        </w:tc>
        <w:tc>
          <w:tcPr>
            <w:tcW w:w="539" w:type="dxa"/>
          </w:tcPr>
          <w:p w:rsidR="00E06726" w:rsidRPr="00E06726" w:rsidRDefault="00E06726" w:rsidP="00B649F7">
            <w:pPr>
              <w:pStyle w:val="Geenafstand"/>
            </w:pPr>
            <w:r w:rsidRPr="00E06726">
              <w:t>G</w:t>
            </w:r>
          </w:p>
        </w:tc>
      </w:tr>
      <w:tr w:rsidR="00E06726" w:rsidRPr="00E06726" w:rsidTr="007D2107">
        <w:trPr>
          <w:trHeight w:val="340"/>
        </w:trPr>
        <w:tc>
          <w:tcPr>
            <w:tcW w:w="7680" w:type="dxa"/>
          </w:tcPr>
          <w:p w:rsidR="00E06726" w:rsidRPr="00331553" w:rsidRDefault="00E06726" w:rsidP="00B649F7">
            <w:pPr>
              <w:pStyle w:val="Geenafstand"/>
            </w:pPr>
            <w:r w:rsidRPr="00331553">
              <w:t xml:space="preserve">Kan gewenste competenties en beroepshouding vertalen naar waarneembaar gedrag en observatie. </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515"/>
        </w:trPr>
        <w:tc>
          <w:tcPr>
            <w:tcW w:w="7680" w:type="dxa"/>
          </w:tcPr>
          <w:p w:rsidR="00E06726" w:rsidRPr="00331553" w:rsidRDefault="00E06726" w:rsidP="00B649F7">
            <w:pPr>
              <w:pStyle w:val="Geenafstand"/>
            </w:pPr>
            <w:r w:rsidRPr="00331553">
              <w:t>Kan de gestelde criteria vertalen naar het juiste niveau.</w:t>
            </w:r>
          </w:p>
          <w:p w:rsidR="00E06726" w:rsidRPr="00E06726" w:rsidRDefault="00E06726" w:rsidP="00B649F7">
            <w:pPr>
              <w:pStyle w:val="Geenafstand"/>
            </w:pPr>
            <w:r w:rsidRPr="00E06726">
              <w:t>Weet goed grenzen aan te geven tussen wat voldoende en wat onvoldoende is en wat behoort bij de beroepsbeoefening.</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274"/>
        </w:trPr>
        <w:tc>
          <w:tcPr>
            <w:tcW w:w="7680" w:type="dxa"/>
          </w:tcPr>
          <w:p w:rsidR="00E06726" w:rsidRPr="00331553" w:rsidRDefault="00E06726" w:rsidP="00B649F7">
            <w:pPr>
              <w:pStyle w:val="Geenafstand"/>
            </w:pPr>
            <w:r w:rsidRPr="00331553">
              <w:t xml:space="preserve">Beoordeelt integraal vakkennis, beroepscompetentie en beroepshouding. </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288"/>
        </w:trPr>
        <w:tc>
          <w:tcPr>
            <w:tcW w:w="7680" w:type="dxa"/>
          </w:tcPr>
          <w:p w:rsidR="00E06726" w:rsidRPr="00331553" w:rsidRDefault="00E06726" w:rsidP="00B649F7">
            <w:pPr>
              <w:pStyle w:val="Geenafstand"/>
            </w:pPr>
            <w:r w:rsidRPr="00331553">
              <w:t>Beoordeelt het totale proces; niet alleen de (gefragmenteerde) onderdelen.</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391"/>
        </w:trPr>
        <w:tc>
          <w:tcPr>
            <w:tcW w:w="7680" w:type="dxa"/>
          </w:tcPr>
          <w:p w:rsidR="00E06726" w:rsidRPr="00331553" w:rsidRDefault="00E06726" w:rsidP="00B649F7">
            <w:pPr>
              <w:pStyle w:val="Geenafstand"/>
            </w:pPr>
            <w:r w:rsidRPr="00331553">
              <w:t>Als er geen duidelijk werkprocedures zijn, weet de volgorde van werkwijze juist in te schatten.</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597"/>
        </w:trPr>
        <w:tc>
          <w:tcPr>
            <w:tcW w:w="7680" w:type="dxa"/>
          </w:tcPr>
          <w:p w:rsidR="00E06726" w:rsidRPr="00331553" w:rsidRDefault="00E06726" w:rsidP="00B649F7">
            <w:pPr>
              <w:pStyle w:val="Geenafstand"/>
            </w:pPr>
            <w:r w:rsidRPr="00331553">
              <w:t xml:space="preserve">Beoordeelt of de examenkandidaat de juiste beslissingen / afwegingen heeft gemaakt om ook te kunnen beoordelen in hoeverre de examenkandidaat de getoonde competentie ook in een andere situatie kan realiseren (transfer). </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287"/>
        </w:trPr>
        <w:tc>
          <w:tcPr>
            <w:tcW w:w="7680" w:type="dxa"/>
          </w:tcPr>
          <w:p w:rsidR="00E06726" w:rsidRPr="00331553" w:rsidRDefault="00E06726" w:rsidP="00B649F7">
            <w:pPr>
              <w:pStyle w:val="Geenafstand"/>
            </w:pPr>
            <w:r w:rsidRPr="00331553">
              <w:t>Checkt in welke mate het resultaat overeenkomt met de gewenste kwaliteit.</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320"/>
        </w:trPr>
        <w:tc>
          <w:tcPr>
            <w:tcW w:w="7680" w:type="dxa"/>
          </w:tcPr>
          <w:p w:rsidR="00E06726" w:rsidRPr="00331553" w:rsidRDefault="00E06726" w:rsidP="00B649F7">
            <w:pPr>
              <w:pStyle w:val="Geenafstand"/>
            </w:pPr>
            <w:r w:rsidRPr="00331553">
              <w:t xml:space="preserve">Checkt of het aantal bewijzen voldoende is om een uitspraak te doen over de competentie. </w:t>
            </w:r>
          </w:p>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71" w:type="dxa"/>
          </w:tcPr>
          <w:p w:rsidR="00E06726" w:rsidRPr="00E06726" w:rsidRDefault="00E06726" w:rsidP="00B649F7">
            <w:pPr>
              <w:pStyle w:val="Geenafstand"/>
            </w:pPr>
          </w:p>
        </w:tc>
        <w:tc>
          <w:tcPr>
            <w:tcW w:w="539" w:type="dxa"/>
          </w:tcPr>
          <w:p w:rsidR="00E06726" w:rsidRPr="00E06726" w:rsidRDefault="00E06726" w:rsidP="00B649F7">
            <w:pPr>
              <w:pStyle w:val="Geenafstand"/>
            </w:pPr>
          </w:p>
        </w:tc>
      </w:tr>
      <w:tr w:rsidR="00E06726" w:rsidRPr="00E06726" w:rsidTr="007D2107">
        <w:trPr>
          <w:trHeight w:val="41"/>
        </w:trPr>
        <w:tc>
          <w:tcPr>
            <w:tcW w:w="9361" w:type="dxa"/>
            <w:gridSpan w:val="4"/>
          </w:tcPr>
          <w:p w:rsidR="00E06726" w:rsidRPr="00E06726" w:rsidRDefault="00E06726" w:rsidP="00B649F7">
            <w:pPr>
              <w:pStyle w:val="Geenafstand"/>
            </w:pPr>
          </w:p>
          <w:p w:rsidR="00E06726" w:rsidRPr="00E06726" w:rsidRDefault="00E06726" w:rsidP="00B649F7">
            <w:pPr>
              <w:pStyle w:val="Geenafstand"/>
            </w:pPr>
            <w:r w:rsidRPr="00E06726">
              <w:t xml:space="preserve">Toelichting: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p w:rsidR="00E06726" w:rsidRPr="00E06726" w:rsidRDefault="00E06726" w:rsidP="00B649F7">
      <w:pPr>
        <w:pStyle w:val="Geenafstand"/>
      </w:pPr>
    </w:p>
    <w:p w:rsidR="00E06726" w:rsidRPr="00E06726" w:rsidRDefault="00E06726" w:rsidP="00B649F7">
      <w:pPr>
        <w:pStyle w:val="Geenafstand"/>
      </w:pPr>
    </w:p>
    <w:p w:rsidR="00E06726" w:rsidRDefault="00E06726" w:rsidP="00B649F7">
      <w:pPr>
        <w:pStyle w:val="Geenafstand"/>
      </w:pPr>
    </w:p>
    <w:p w:rsidR="00FD3BB0" w:rsidRDefault="00FD3BB0" w:rsidP="00B649F7">
      <w:pPr>
        <w:pStyle w:val="Geenafstand"/>
      </w:pPr>
    </w:p>
    <w:p w:rsidR="00FD3BB0" w:rsidRPr="00E06726" w:rsidRDefault="00FD3BB0" w:rsidP="00B649F7">
      <w:pPr>
        <w:pStyle w:val="Geenafstand"/>
      </w:pPr>
    </w:p>
    <w:tbl>
      <w:tblPr>
        <w:tblStyle w:val="Tabelraster"/>
        <w:tblW w:w="0" w:type="auto"/>
        <w:tblLayout w:type="fixed"/>
        <w:tblLook w:val="04A0" w:firstRow="1" w:lastRow="0" w:firstColumn="1" w:lastColumn="0" w:noHBand="0" w:noVBand="1"/>
      </w:tblPr>
      <w:tblGrid>
        <w:gridCol w:w="7621"/>
        <w:gridCol w:w="567"/>
        <w:gridCol w:w="567"/>
        <w:gridCol w:w="533"/>
      </w:tblGrid>
      <w:tr w:rsidR="00E06726" w:rsidRPr="00E06726" w:rsidTr="007D2107">
        <w:tc>
          <w:tcPr>
            <w:tcW w:w="9288" w:type="dxa"/>
            <w:gridSpan w:val="4"/>
          </w:tcPr>
          <w:p w:rsidR="00E06726" w:rsidRPr="00331553" w:rsidRDefault="00E06726" w:rsidP="00B649F7">
            <w:pPr>
              <w:pStyle w:val="Geenafstand"/>
            </w:pPr>
            <w:r w:rsidRPr="00331553">
              <w:lastRenderedPageBreak/>
              <w:t>Observeren</w:t>
            </w:r>
          </w:p>
          <w:p w:rsidR="00E06726" w:rsidRPr="00E06726" w:rsidRDefault="00E06726" w:rsidP="00B649F7">
            <w:pPr>
              <w:pStyle w:val="Geenafstand"/>
            </w:pPr>
          </w:p>
        </w:tc>
      </w:tr>
      <w:tr w:rsidR="00E06726" w:rsidRPr="00E06726" w:rsidTr="007D2107">
        <w:tc>
          <w:tcPr>
            <w:tcW w:w="9288" w:type="dxa"/>
            <w:gridSpan w:val="4"/>
          </w:tcPr>
          <w:p w:rsidR="00E06726" w:rsidRPr="00E06726" w:rsidRDefault="00E06726" w:rsidP="00B649F7">
            <w:pPr>
              <w:pStyle w:val="Geenafstand"/>
            </w:pPr>
            <w:r w:rsidRPr="00E06726">
              <w:t>Kan objectief herkennen wat zich afspeelt in of tussen verschillende situaties.</w:t>
            </w:r>
          </w:p>
          <w:p w:rsidR="00E06726" w:rsidRPr="00E06726" w:rsidRDefault="00E06726" w:rsidP="00B649F7">
            <w:pPr>
              <w:pStyle w:val="Geenafstand"/>
            </w:pPr>
          </w:p>
        </w:tc>
      </w:tr>
      <w:tr w:rsidR="00E06726" w:rsidRPr="00E06726" w:rsidTr="007D2107">
        <w:tc>
          <w:tcPr>
            <w:tcW w:w="7621" w:type="dxa"/>
          </w:tcPr>
          <w:p w:rsidR="00E06726" w:rsidRPr="00E06726" w:rsidRDefault="00E06726" w:rsidP="00B649F7">
            <w:pPr>
              <w:pStyle w:val="Geenafstand"/>
            </w:pPr>
            <w:r w:rsidRPr="00E06726">
              <w:t>Gedragsvoorbeelden</w:t>
            </w:r>
          </w:p>
          <w:p w:rsidR="00E06726" w:rsidRPr="00E06726" w:rsidRDefault="00E06726" w:rsidP="00B649F7">
            <w:pPr>
              <w:pStyle w:val="Geenafstand"/>
            </w:pPr>
          </w:p>
        </w:tc>
        <w:tc>
          <w:tcPr>
            <w:tcW w:w="567" w:type="dxa"/>
          </w:tcPr>
          <w:p w:rsidR="00E06726" w:rsidRPr="00E06726" w:rsidRDefault="00E06726" w:rsidP="00B649F7">
            <w:pPr>
              <w:pStyle w:val="Geenafstand"/>
            </w:pPr>
            <w:r w:rsidRPr="00E06726">
              <w:t>O</w:t>
            </w:r>
          </w:p>
        </w:tc>
        <w:tc>
          <w:tcPr>
            <w:tcW w:w="567" w:type="dxa"/>
          </w:tcPr>
          <w:p w:rsidR="00E06726" w:rsidRPr="00E06726" w:rsidRDefault="00E06726" w:rsidP="00B649F7">
            <w:pPr>
              <w:pStyle w:val="Geenafstand"/>
            </w:pPr>
            <w:r w:rsidRPr="00E06726">
              <w:t>V</w:t>
            </w:r>
          </w:p>
        </w:tc>
        <w:tc>
          <w:tcPr>
            <w:tcW w:w="533" w:type="dxa"/>
          </w:tcPr>
          <w:p w:rsidR="00E06726" w:rsidRPr="00E06726" w:rsidRDefault="00E06726" w:rsidP="00B649F7">
            <w:pPr>
              <w:pStyle w:val="Geenafstand"/>
            </w:pPr>
            <w:r w:rsidRPr="00E06726">
              <w:t>G</w:t>
            </w:r>
          </w:p>
        </w:tc>
      </w:tr>
      <w:tr w:rsidR="00E06726" w:rsidRPr="00E06726" w:rsidTr="007D2107">
        <w:trPr>
          <w:trHeight w:val="610"/>
        </w:trPr>
        <w:tc>
          <w:tcPr>
            <w:tcW w:w="7621" w:type="dxa"/>
          </w:tcPr>
          <w:p w:rsidR="00E06726" w:rsidRPr="00331553" w:rsidRDefault="00E06726" w:rsidP="00B649F7">
            <w:pPr>
              <w:pStyle w:val="Geenafstand"/>
            </w:pPr>
            <w:r w:rsidRPr="00331553">
              <w:t>Kan het voortraject met de examenkandidaat loslaten. Beoordeelt alleen het ‘hier’ en ‘nu’.</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548"/>
        </w:trPr>
        <w:tc>
          <w:tcPr>
            <w:tcW w:w="7621" w:type="dxa"/>
          </w:tcPr>
          <w:p w:rsidR="00E06726" w:rsidRPr="00331553" w:rsidRDefault="00E06726" w:rsidP="00B649F7">
            <w:pPr>
              <w:pStyle w:val="Geenafstand"/>
            </w:pPr>
            <w:r w:rsidRPr="00331553">
              <w:t xml:space="preserve">Kan geobserveerd gedrag in kaart brengen, benoemen en naar competenties vertalen. </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556"/>
        </w:trPr>
        <w:tc>
          <w:tcPr>
            <w:tcW w:w="7621" w:type="dxa"/>
          </w:tcPr>
          <w:p w:rsidR="00E06726" w:rsidRPr="00331553" w:rsidRDefault="00E06726" w:rsidP="00B649F7">
            <w:pPr>
              <w:pStyle w:val="Geenafstand"/>
            </w:pPr>
            <w:r w:rsidRPr="00331553">
              <w:t>Weet onderscheid te maken tussen relevante en niet-relevante gedragingen van de examenkandidaat tijdens het examen en bij de beoordeling.</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556"/>
        </w:trPr>
        <w:tc>
          <w:tcPr>
            <w:tcW w:w="9288" w:type="dxa"/>
            <w:gridSpan w:val="4"/>
          </w:tcPr>
          <w:p w:rsidR="00E06726" w:rsidRPr="00E06726" w:rsidRDefault="00E06726" w:rsidP="00B649F7">
            <w:pPr>
              <w:pStyle w:val="Geenafstand"/>
            </w:pPr>
          </w:p>
          <w:p w:rsidR="00E06726" w:rsidRPr="00E06726" w:rsidRDefault="00E06726" w:rsidP="00B649F7">
            <w:pPr>
              <w:pStyle w:val="Geenafstand"/>
            </w:pPr>
            <w:r w:rsidRPr="00E06726">
              <w:t>Toelichting:</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Default="00E06726" w:rsidP="00B649F7">
            <w:pPr>
              <w:pStyle w:val="Geenafstand"/>
            </w:pPr>
          </w:p>
          <w:p w:rsidR="00FD3BB0" w:rsidRDefault="00FD3BB0" w:rsidP="00B649F7">
            <w:pPr>
              <w:pStyle w:val="Geenafstand"/>
            </w:pPr>
          </w:p>
          <w:p w:rsidR="00FD3BB0" w:rsidRDefault="00FD3BB0" w:rsidP="00B649F7">
            <w:pPr>
              <w:pStyle w:val="Geenafstand"/>
            </w:pPr>
          </w:p>
          <w:p w:rsidR="00FD3BB0" w:rsidRDefault="00FD3BB0" w:rsidP="00B649F7">
            <w:pPr>
              <w:pStyle w:val="Geenafstand"/>
            </w:pPr>
          </w:p>
          <w:p w:rsidR="00FD3BB0" w:rsidRDefault="00FD3BB0" w:rsidP="00B649F7">
            <w:pPr>
              <w:pStyle w:val="Geenafstand"/>
            </w:pPr>
          </w:p>
          <w:p w:rsidR="00FD3BB0" w:rsidRDefault="00FD3BB0" w:rsidP="00B649F7">
            <w:pPr>
              <w:pStyle w:val="Geenafstand"/>
            </w:pPr>
          </w:p>
          <w:p w:rsidR="00FD3BB0" w:rsidRDefault="00FD3BB0" w:rsidP="00B649F7">
            <w:pPr>
              <w:pStyle w:val="Geenafstand"/>
            </w:pPr>
          </w:p>
          <w:p w:rsidR="00FD3BB0" w:rsidRPr="00E06726" w:rsidRDefault="00FD3BB0" w:rsidP="00B649F7">
            <w:pPr>
              <w:pStyle w:val="Geenafstand"/>
            </w:pPr>
          </w:p>
          <w:p w:rsidR="00E06726" w:rsidRPr="00E06726" w:rsidRDefault="00E06726" w:rsidP="00B649F7">
            <w:pPr>
              <w:pStyle w:val="Geenafstand"/>
            </w:pPr>
          </w:p>
        </w:tc>
      </w:tr>
      <w:tr w:rsidR="00E06726" w:rsidRPr="00E06726" w:rsidTr="007D2107">
        <w:trPr>
          <w:trHeight w:val="341"/>
        </w:trPr>
        <w:tc>
          <w:tcPr>
            <w:tcW w:w="9288" w:type="dxa"/>
            <w:gridSpan w:val="4"/>
          </w:tcPr>
          <w:p w:rsidR="00E06726" w:rsidRPr="00331553" w:rsidRDefault="00E06726" w:rsidP="00B649F7">
            <w:pPr>
              <w:pStyle w:val="Geenafstand"/>
            </w:pPr>
            <w:r w:rsidRPr="00331553">
              <w:lastRenderedPageBreak/>
              <w:br w:type="page"/>
              <w:t>Kritische houding/onafhankelijkheid</w:t>
            </w:r>
          </w:p>
          <w:p w:rsidR="00E06726" w:rsidRPr="00E06726" w:rsidRDefault="00E06726" w:rsidP="00B649F7">
            <w:pPr>
              <w:pStyle w:val="Geenafstand"/>
            </w:pPr>
          </w:p>
        </w:tc>
      </w:tr>
      <w:tr w:rsidR="00E06726" w:rsidRPr="00E06726" w:rsidTr="007D2107">
        <w:tc>
          <w:tcPr>
            <w:tcW w:w="9288" w:type="dxa"/>
            <w:gridSpan w:val="4"/>
          </w:tcPr>
          <w:p w:rsidR="00E06726" w:rsidRPr="00E06726" w:rsidRDefault="00E06726" w:rsidP="00B649F7">
            <w:pPr>
              <w:pStyle w:val="Geenafstand"/>
            </w:pPr>
            <w:r w:rsidRPr="00E06726">
              <w:t>Stelt relevante onderwerpen ter discussie. Neemt zaken niet zomaar voor zoete koek aan.</w:t>
            </w:r>
          </w:p>
          <w:p w:rsidR="00E06726" w:rsidRPr="00E06726" w:rsidRDefault="00E06726" w:rsidP="00B649F7">
            <w:pPr>
              <w:pStyle w:val="Geenafstand"/>
            </w:pPr>
          </w:p>
        </w:tc>
      </w:tr>
      <w:tr w:rsidR="00E06726" w:rsidRPr="00E06726" w:rsidTr="007D2107">
        <w:tc>
          <w:tcPr>
            <w:tcW w:w="7621" w:type="dxa"/>
          </w:tcPr>
          <w:p w:rsidR="00E06726" w:rsidRPr="00E06726" w:rsidRDefault="00E06726" w:rsidP="00B649F7">
            <w:pPr>
              <w:pStyle w:val="Geenafstand"/>
            </w:pPr>
            <w:r w:rsidRPr="00E06726">
              <w:t>Gedragsvoorbeelden</w:t>
            </w:r>
          </w:p>
          <w:p w:rsidR="00E06726" w:rsidRPr="00E06726" w:rsidRDefault="00E06726" w:rsidP="00B649F7">
            <w:pPr>
              <w:pStyle w:val="Geenafstand"/>
            </w:pPr>
          </w:p>
        </w:tc>
        <w:tc>
          <w:tcPr>
            <w:tcW w:w="567" w:type="dxa"/>
          </w:tcPr>
          <w:p w:rsidR="00E06726" w:rsidRPr="00E06726" w:rsidRDefault="00E06726" w:rsidP="00B649F7">
            <w:pPr>
              <w:pStyle w:val="Geenafstand"/>
            </w:pPr>
            <w:r w:rsidRPr="00E06726">
              <w:t>O</w:t>
            </w:r>
          </w:p>
        </w:tc>
        <w:tc>
          <w:tcPr>
            <w:tcW w:w="567" w:type="dxa"/>
          </w:tcPr>
          <w:p w:rsidR="00E06726" w:rsidRPr="00E06726" w:rsidRDefault="00E06726" w:rsidP="00B649F7">
            <w:pPr>
              <w:pStyle w:val="Geenafstand"/>
            </w:pPr>
            <w:r w:rsidRPr="00E06726">
              <w:t>V</w:t>
            </w:r>
          </w:p>
        </w:tc>
        <w:tc>
          <w:tcPr>
            <w:tcW w:w="533" w:type="dxa"/>
          </w:tcPr>
          <w:p w:rsidR="00E06726" w:rsidRPr="00E06726" w:rsidRDefault="00E06726" w:rsidP="00B649F7">
            <w:pPr>
              <w:pStyle w:val="Geenafstand"/>
            </w:pPr>
            <w:r w:rsidRPr="00E06726">
              <w:t>G</w:t>
            </w:r>
          </w:p>
        </w:tc>
      </w:tr>
      <w:tr w:rsidR="00E06726" w:rsidRPr="00E06726" w:rsidTr="007D2107">
        <w:trPr>
          <w:trHeight w:val="404"/>
        </w:trPr>
        <w:tc>
          <w:tcPr>
            <w:tcW w:w="7621" w:type="dxa"/>
          </w:tcPr>
          <w:p w:rsidR="00E06726" w:rsidRPr="00331553" w:rsidRDefault="00E06726" w:rsidP="00B649F7">
            <w:pPr>
              <w:pStyle w:val="Geenafstand"/>
            </w:pPr>
            <w:r w:rsidRPr="00331553">
              <w:t>Is kritisch op proces en resultaat</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836"/>
        </w:trPr>
        <w:tc>
          <w:tcPr>
            <w:tcW w:w="7621" w:type="dxa"/>
          </w:tcPr>
          <w:p w:rsidR="00E06726" w:rsidRPr="00331553" w:rsidRDefault="00E06726" w:rsidP="00B649F7">
            <w:pPr>
              <w:pStyle w:val="Geenafstand"/>
            </w:pPr>
            <w:r w:rsidRPr="00331553">
              <w:t>Is kritisch op de van te voren gestelde procedures.</w:t>
            </w:r>
          </w:p>
          <w:p w:rsidR="00E06726" w:rsidRPr="00E06726" w:rsidRDefault="00E06726" w:rsidP="00B649F7">
            <w:pPr>
              <w:pStyle w:val="Geenafstand"/>
            </w:pPr>
            <w:r w:rsidRPr="00E06726">
              <w:t>Bepaalt aan de hand van de gegeven situatie wanneer en waarom af te wijken van de procedures.</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564"/>
        </w:trPr>
        <w:tc>
          <w:tcPr>
            <w:tcW w:w="7621" w:type="dxa"/>
          </w:tcPr>
          <w:p w:rsidR="00E06726" w:rsidRPr="00331553" w:rsidRDefault="00E06726" w:rsidP="00B649F7">
            <w:pPr>
              <w:pStyle w:val="Geenafstand"/>
            </w:pPr>
            <w:r w:rsidRPr="00331553">
              <w:t>Bewaakt het doel van het examen en weegt dit mee bij het bepalen om hier van af te wijken.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416"/>
        </w:trPr>
        <w:tc>
          <w:tcPr>
            <w:tcW w:w="7621" w:type="dxa"/>
          </w:tcPr>
          <w:p w:rsidR="00E06726" w:rsidRPr="00331553" w:rsidRDefault="00E06726" w:rsidP="00B649F7">
            <w:pPr>
              <w:pStyle w:val="Geenafstand"/>
            </w:pPr>
            <w:r w:rsidRPr="00331553">
              <w:t>Creëert binnen de kaders van het examen ruimte.</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550"/>
        </w:trPr>
        <w:tc>
          <w:tcPr>
            <w:tcW w:w="7621" w:type="dxa"/>
          </w:tcPr>
          <w:p w:rsidR="00E06726" w:rsidRPr="00331553" w:rsidRDefault="00E06726" w:rsidP="00B649F7">
            <w:pPr>
              <w:pStyle w:val="Geenafstand"/>
            </w:pPr>
            <w:r w:rsidRPr="00331553">
              <w:t>Vraagt examenkandidaten door op aanpak of resultaat, vraagt – waar nodig – om een toelichting.</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 xml:space="preserve">Heeft oog voor creativiteit bij de examenkandidaat bij het behalen van het resultaat. </w:t>
            </w:r>
          </w:p>
          <w:p w:rsidR="00E06726" w:rsidRPr="00E06726" w:rsidRDefault="00E06726" w:rsidP="00B649F7">
            <w:pPr>
              <w:pStyle w:val="Geenafstand"/>
            </w:pPr>
            <w:r w:rsidRPr="00E06726">
              <w:t>Schat op juiste wijze belang van een bepaalde werkwijze in.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Weet zich zakelijk op te stellen en toont lef om te zeggen wat hij / zij van het resultaat vindt.</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Geeft aan leerling grenzen aan.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Signaleert onvolkomenheden in het examenproces en koppelt dit tijdig terug aan de examenconstructeurs.</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 xml:space="preserve">Is zich bewust van de eigen subjectiviteit. </w:t>
            </w:r>
          </w:p>
          <w:p w:rsidR="00E06726" w:rsidRPr="00E06726" w:rsidRDefault="00E06726" w:rsidP="00B649F7">
            <w:pPr>
              <w:pStyle w:val="Geenafstand"/>
            </w:pPr>
            <w:r w:rsidRPr="00E06726">
              <w:t xml:space="preserve">Signaleert tijdig eigen subjectiviteit. </w:t>
            </w:r>
          </w:p>
          <w:p w:rsidR="00E06726" w:rsidRPr="00E06726" w:rsidRDefault="00E06726" w:rsidP="00B649F7">
            <w:pPr>
              <w:pStyle w:val="Geenafstand"/>
            </w:pPr>
            <w:r w:rsidRPr="00E06726">
              <w:t>Haalt indien nodig anderen erbij.</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2312"/>
        </w:trPr>
        <w:tc>
          <w:tcPr>
            <w:tcW w:w="9288" w:type="dxa"/>
            <w:gridSpan w:val="4"/>
          </w:tcPr>
          <w:p w:rsidR="00E06726" w:rsidRPr="00E06726" w:rsidRDefault="00E06726" w:rsidP="00B649F7">
            <w:pPr>
              <w:pStyle w:val="Geenafstand"/>
            </w:pPr>
            <w:r w:rsidRPr="00E06726">
              <w:t xml:space="preserve">Toelichting: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Default="00E06726" w:rsidP="00B649F7">
            <w:pPr>
              <w:pStyle w:val="Geenafstand"/>
            </w:pPr>
          </w:p>
          <w:p w:rsidR="00FD3BB0" w:rsidRDefault="00FD3BB0" w:rsidP="00B649F7">
            <w:pPr>
              <w:pStyle w:val="Geenafstand"/>
            </w:pPr>
          </w:p>
          <w:p w:rsidR="00FD3BB0" w:rsidRDefault="00FD3BB0" w:rsidP="00B649F7">
            <w:pPr>
              <w:pStyle w:val="Geenafstand"/>
            </w:pPr>
          </w:p>
          <w:p w:rsidR="00FD3BB0" w:rsidRDefault="00FD3BB0" w:rsidP="00B649F7">
            <w:pPr>
              <w:pStyle w:val="Geenafstand"/>
            </w:pPr>
          </w:p>
          <w:p w:rsidR="00FD3BB0" w:rsidRDefault="00FD3BB0" w:rsidP="00B649F7">
            <w:pPr>
              <w:pStyle w:val="Geenafstand"/>
            </w:pPr>
          </w:p>
          <w:p w:rsidR="00FD3BB0" w:rsidRDefault="00FD3BB0" w:rsidP="00B649F7">
            <w:pPr>
              <w:pStyle w:val="Geenafstand"/>
            </w:pPr>
          </w:p>
          <w:p w:rsidR="00C8084B" w:rsidRPr="00E06726" w:rsidRDefault="00C8084B" w:rsidP="00B649F7">
            <w:pPr>
              <w:pStyle w:val="Geenafstand"/>
            </w:pPr>
          </w:p>
        </w:tc>
      </w:tr>
      <w:tr w:rsidR="00E06726" w:rsidRPr="00E06726" w:rsidTr="007D2107">
        <w:tc>
          <w:tcPr>
            <w:tcW w:w="9288" w:type="dxa"/>
            <w:gridSpan w:val="4"/>
          </w:tcPr>
          <w:p w:rsidR="00E06726" w:rsidRPr="00331553" w:rsidRDefault="00E06726" w:rsidP="00B649F7">
            <w:pPr>
              <w:pStyle w:val="Geenafstand"/>
            </w:pPr>
            <w:r w:rsidRPr="00331553">
              <w:lastRenderedPageBreak/>
              <w:br w:type="page"/>
            </w:r>
            <w:r w:rsidRPr="00331553">
              <w:br w:type="page"/>
            </w:r>
            <w:r w:rsidRPr="00331553">
              <w:br w:type="page"/>
              <w:t xml:space="preserve">Systematisch / proceduregericht werken </w:t>
            </w:r>
          </w:p>
          <w:p w:rsidR="00E06726" w:rsidRPr="00E06726" w:rsidRDefault="00E06726" w:rsidP="00B649F7">
            <w:pPr>
              <w:pStyle w:val="Geenafstand"/>
            </w:pPr>
          </w:p>
        </w:tc>
      </w:tr>
      <w:tr w:rsidR="00E06726" w:rsidRPr="00E06726" w:rsidTr="007D2107">
        <w:tc>
          <w:tcPr>
            <w:tcW w:w="9288" w:type="dxa"/>
            <w:gridSpan w:val="4"/>
          </w:tcPr>
          <w:p w:rsidR="00E06726" w:rsidRPr="00E06726" w:rsidRDefault="00E06726" w:rsidP="00B649F7">
            <w:pPr>
              <w:pStyle w:val="Geenafstand"/>
            </w:pPr>
            <w:r w:rsidRPr="00E06726">
              <w:t xml:space="preserve">Heeft  een ordelijke gestandaardiseerde manier van werken en bedenkt methoden ten behoeve van een soepel verloop van de werkzaamheden. Weet hoe een opeenvolgend proces van gerelateerde taken te creëren. </w:t>
            </w:r>
          </w:p>
          <w:p w:rsidR="00E06726" w:rsidRPr="00E06726" w:rsidRDefault="00E06726" w:rsidP="00B649F7">
            <w:pPr>
              <w:pStyle w:val="Geenafstand"/>
            </w:pPr>
          </w:p>
        </w:tc>
      </w:tr>
      <w:tr w:rsidR="00E06726" w:rsidRPr="00E06726" w:rsidTr="007D2107">
        <w:tc>
          <w:tcPr>
            <w:tcW w:w="7621" w:type="dxa"/>
          </w:tcPr>
          <w:p w:rsidR="00E06726" w:rsidRPr="00E06726" w:rsidRDefault="00E06726" w:rsidP="00B649F7">
            <w:pPr>
              <w:pStyle w:val="Geenafstand"/>
            </w:pPr>
            <w:r w:rsidRPr="00E06726">
              <w:t>Gedragsvoorbeelden</w:t>
            </w:r>
          </w:p>
          <w:p w:rsidR="00E06726" w:rsidRPr="00E06726" w:rsidRDefault="00E06726" w:rsidP="00B649F7">
            <w:pPr>
              <w:pStyle w:val="Geenafstand"/>
            </w:pPr>
          </w:p>
        </w:tc>
        <w:tc>
          <w:tcPr>
            <w:tcW w:w="567" w:type="dxa"/>
          </w:tcPr>
          <w:p w:rsidR="00E06726" w:rsidRPr="00E06726" w:rsidRDefault="00E06726" w:rsidP="00B649F7">
            <w:pPr>
              <w:pStyle w:val="Geenafstand"/>
            </w:pPr>
            <w:r w:rsidRPr="00E06726">
              <w:t>O</w:t>
            </w:r>
          </w:p>
        </w:tc>
        <w:tc>
          <w:tcPr>
            <w:tcW w:w="567" w:type="dxa"/>
          </w:tcPr>
          <w:p w:rsidR="00E06726" w:rsidRPr="00E06726" w:rsidRDefault="00E06726" w:rsidP="00B649F7">
            <w:pPr>
              <w:pStyle w:val="Geenafstand"/>
            </w:pPr>
            <w:r w:rsidRPr="00E06726">
              <w:t>V</w:t>
            </w:r>
          </w:p>
        </w:tc>
        <w:tc>
          <w:tcPr>
            <w:tcW w:w="533" w:type="dxa"/>
          </w:tcPr>
          <w:p w:rsidR="00E06726" w:rsidRPr="00E06726" w:rsidRDefault="00E06726" w:rsidP="00B649F7">
            <w:pPr>
              <w:pStyle w:val="Geenafstand"/>
            </w:pPr>
            <w:r w:rsidRPr="00E06726">
              <w:t>G</w:t>
            </w:r>
          </w:p>
        </w:tc>
      </w:tr>
      <w:tr w:rsidR="00E06726" w:rsidRPr="00E06726" w:rsidTr="007D2107">
        <w:tc>
          <w:tcPr>
            <w:tcW w:w="7621" w:type="dxa"/>
          </w:tcPr>
          <w:p w:rsidR="00E06726" w:rsidRPr="00331553" w:rsidRDefault="00E06726" w:rsidP="00B649F7">
            <w:pPr>
              <w:pStyle w:val="Geenafstand"/>
            </w:pPr>
            <w:r w:rsidRPr="00331553">
              <w:t>Houdt zich aan de criteria opgesteld in het examen formulier.</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Werkt volgens vaste procedures.</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 xml:space="preserve">Analyseert scherp en snel op basis van feiten en aantoonbare gedragingen van examenkandidaten en betrokkenen bij het examenproces. </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Weet zich zakelijk op te stellen en toont lef om ter plekke te zeggen wat hij / zij van het examenverloop vindt, onafhankelijk van de functie van degene die de boodschap ontvangen.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Gebruikt feiten als onderbouwing van besluitvorming rondom examenverloop.</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Communiceert de feiten mondeling en schriftelijk zuiver naar betrokken examenkandidaat en verantwoordelijken.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c>
          <w:tcPr>
            <w:tcW w:w="7621" w:type="dxa"/>
          </w:tcPr>
          <w:p w:rsidR="00E06726" w:rsidRPr="00331553" w:rsidRDefault="00E06726" w:rsidP="00B649F7">
            <w:pPr>
              <w:pStyle w:val="Geenafstand"/>
            </w:pPr>
            <w:r w:rsidRPr="00331553">
              <w:t>Werkt de communicatie rondom examenverloop direct af zonder zich af te laten leiden door bijzaken.</w:t>
            </w:r>
          </w:p>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67" w:type="dxa"/>
          </w:tcPr>
          <w:p w:rsidR="00E06726" w:rsidRPr="00E06726" w:rsidRDefault="00E06726" w:rsidP="00B649F7">
            <w:pPr>
              <w:pStyle w:val="Geenafstand"/>
            </w:pPr>
          </w:p>
        </w:tc>
        <w:tc>
          <w:tcPr>
            <w:tcW w:w="533" w:type="dxa"/>
          </w:tcPr>
          <w:p w:rsidR="00E06726" w:rsidRPr="00E06726" w:rsidRDefault="00E06726" w:rsidP="00B649F7">
            <w:pPr>
              <w:pStyle w:val="Geenafstand"/>
            </w:pPr>
          </w:p>
        </w:tc>
      </w:tr>
      <w:tr w:rsidR="00E06726" w:rsidRPr="00E06726" w:rsidTr="007D2107">
        <w:trPr>
          <w:trHeight w:val="6663"/>
        </w:trPr>
        <w:tc>
          <w:tcPr>
            <w:tcW w:w="9288" w:type="dxa"/>
            <w:gridSpan w:val="4"/>
          </w:tcPr>
          <w:p w:rsidR="00E06726" w:rsidRPr="00E06726" w:rsidRDefault="00E06726" w:rsidP="00B649F7">
            <w:pPr>
              <w:pStyle w:val="Geenafstand"/>
            </w:pPr>
            <w:r w:rsidRPr="00E06726">
              <w:t xml:space="preserve">Toelichting: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bl>
    <w:p w:rsidR="00B97016" w:rsidRDefault="00B97016" w:rsidP="00B649F7">
      <w:pPr>
        <w:pStyle w:val="Geenafstand"/>
      </w:pPr>
    </w:p>
    <w:p w:rsidR="00B97016" w:rsidRDefault="00B97016" w:rsidP="00B649F7">
      <w:pPr>
        <w:pStyle w:val="Geenafstand"/>
      </w:pPr>
      <w:r>
        <w:br w:type="page"/>
      </w:r>
    </w:p>
    <w:p w:rsidR="00E06726" w:rsidRPr="00E06726" w:rsidRDefault="00E06726" w:rsidP="00C8084B">
      <w:pPr>
        <w:pStyle w:val="Kop1"/>
        <w:rPr>
          <w:rFonts w:eastAsia="Times New Roman"/>
        </w:rPr>
      </w:pPr>
      <w:bookmarkStart w:id="12" w:name="_Toc370975856"/>
      <w:r w:rsidRPr="00E06726">
        <w:rPr>
          <w:rFonts w:eastAsia="Times New Roman"/>
        </w:rPr>
        <w:lastRenderedPageBreak/>
        <w:t>STARR methodiek als gesprekstechniek bij criterium gerichte interviews</w:t>
      </w:r>
      <w:bookmarkEnd w:id="12"/>
    </w:p>
    <w:p w:rsidR="00E06726" w:rsidRPr="00E06726" w:rsidRDefault="00E06726" w:rsidP="00C8084B">
      <w:pPr>
        <w:pStyle w:val="Kop1"/>
      </w:pPr>
    </w:p>
    <w:p w:rsidR="00E06726" w:rsidRPr="00E06726" w:rsidRDefault="00E06726" w:rsidP="00B649F7">
      <w:pPr>
        <w:pStyle w:val="Geenafstand"/>
      </w:pPr>
      <w:r w:rsidRPr="00E06726">
        <w:t>Op zoek naar een beter resultaat:</w:t>
      </w:r>
    </w:p>
    <w:p w:rsidR="00E06726" w:rsidRPr="00E06726" w:rsidRDefault="00E06726" w:rsidP="00B649F7">
      <w:pPr>
        <w:pStyle w:val="Geenafstand"/>
      </w:pPr>
      <w:r w:rsidRPr="00E06726">
        <w:t>Feedback: Hoe is het resultaat ontstaan?</w:t>
      </w:r>
    </w:p>
    <w:p w:rsidR="00E06726" w:rsidRPr="00E06726" w:rsidRDefault="00E06726" w:rsidP="00B649F7">
      <w:pPr>
        <w:pStyle w:val="Geenafstand"/>
      </w:pPr>
      <w:proofErr w:type="spellStart"/>
      <w:r w:rsidRPr="00E06726">
        <w:t>Feedforward</w:t>
      </w:r>
      <w:proofErr w:type="spellEnd"/>
      <w:r w:rsidRPr="00E06726">
        <w:t>: Hoe krijg je in deze situatie een beter resultaat?</w:t>
      </w:r>
    </w:p>
    <w:p w:rsidR="00E06726" w:rsidRPr="00E06726" w:rsidRDefault="00E06726" w:rsidP="00B649F7">
      <w:pPr>
        <w:pStyle w:val="Geenafstand"/>
      </w:pPr>
    </w:p>
    <w:p w:rsidR="00E06726" w:rsidRPr="00E06726" w:rsidRDefault="00E06726" w:rsidP="00B649F7">
      <w:pPr>
        <w:pStyle w:val="Geenafstand"/>
      </w:pPr>
      <w:r w:rsidRPr="00E06726">
        <w:t>S  =  Situatie</w:t>
      </w:r>
      <w:r w:rsidRPr="00E06726">
        <w:tab/>
      </w:r>
      <w:r w:rsidRPr="00E06726">
        <w:tab/>
        <w:t>Benoem een concrete situatie uit de praktijk</w:t>
      </w:r>
    </w:p>
    <w:p w:rsidR="00E06726" w:rsidRPr="00E06726" w:rsidRDefault="00E06726" w:rsidP="00B649F7">
      <w:pPr>
        <w:pStyle w:val="Geenafstand"/>
      </w:pPr>
      <w:r w:rsidRPr="00E06726">
        <w:t>T  =  Taak</w:t>
      </w:r>
      <w:r w:rsidRPr="00E06726">
        <w:tab/>
      </w:r>
      <w:r w:rsidRPr="00E06726">
        <w:tab/>
        <w:t>Wat was jouw taak / rol in deze situatie?</w:t>
      </w:r>
    </w:p>
    <w:p w:rsidR="00E06726" w:rsidRPr="00E06726" w:rsidRDefault="00E06726" w:rsidP="00B649F7">
      <w:pPr>
        <w:pStyle w:val="Geenafstand"/>
      </w:pPr>
      <w:r w:rsidRPr="00E06726">
        <w:t>A  =  Actie</w:t>
      </w:r>
      <w:r w:rsidRPr="00E06726">
        <w:tab/>
      </w:r>
      <w:r w:rsidRPr="00E06726">
        <w:tab/>
        <w:t>Wat heb je concreet gedaan / gezegd?</w:t>
      </w:r>
    </w:p>
    <w:p w:rsidR="00E06726" w:rsidRPr="00E06726" w:rsidRDefault="00E06726" w:rsidP="00B649F7">
      <w:pPr>
        <w:pStyle w:val="Geenafstand"/>
      </w:pPr>
      <w:r w:rsidRPr="00E06726">
        <w:t>R  =  Resultaat</w:t>
      </w:r>
      <w:r w:rsidRPr="00E06726">
        <w:tab/>
        <w:t xml:space="preserve">Hoe heeft de ander gereageerd en wat was het eindresultaat van jouw acties </w:t>
      </w:r>
    </w:p>
    <w:p w:rsidR="00E06726" w:rsidRPr="00E06726" w:rsidRDefault="00E06726" w:rsidP="00B649F7">
      <w:pPr>
        <w:pStyle w:val="Geenafstand"/>
      </w:pPr>
      <w:r w:rsidRPr="00E06726">
        <w:tab/>
      </w:r>
      <w:r w:rsidRPr="00E06726">
        <w:tab/>
      </w:r>
      <w:r w:rsidRPr="00E06726">
        <w:tab/>
        <w:t>in deze situatie?</w:t>
      </w:r>
    </w:p>
    <w:p w:rsidR="00E06726" w:rsidRPr="00E06726" w:rsidRDefault="00E06726" w:rsidP="00B649F7">
      <w:pPr>
        <w:pStyle w:val="Geenafstand"/>
      </w:pPr>
      <w:r w:rsidRPr="00E06726">
        <w:t>R  =  Reflectie</w:t>
      </w:r>
      <w:r w:rsidRPr="00E06726">
        <w:tab/>
        <w:t xml:space="preserve"> </w:t>
      </w:r>
      <w:r w:rsidRPr="00E06726">
        <w:tab/>
        <w:t>Wat heb je geleerd? Wat zou je de volgende keer anders doen?</w:t>
      </w:r>
    </w:p>
    <w:p w:rsidR="00E06726" w:rsidRPr="00E06726" w:rsidRDefault="00E06726" w:rsidP="00B649F7">
      <w:pPr>
        <w:pStyle w:val="Geenafstand"/>
      </w:pPr>
    </w:p>
    <w:p w:rsidR="00331553" w:rsidRDefault="00331553" w:rsidP="00B649F7">
      <w:pPr>
        <w:pStyle w:val="Geenafstand"/>
      </w:pPr>
    </w:p>
    <w:p w:rsidR="00331553" w:rsidRDefault="00331553" w:rsidP="00B649F7">
      <w:pPr>
        <w:pStyle w:val="Geenafstand"/>
      </w:pPr>
      <w:r>
        <w:t>Om op het spoor te komen is een goede STARR</w:t>
      </w:r>
      <w:r w:rsidR="000808EA">
        <w:t>-</w:t>
      </w:r>
      <w:r>
        <w:t>startvragen serie van belang. Dit is een goede opbouw met de volgende elementen;</w:t>
      </w:r>
    </w:p>
    <w:p w:rsidR="00331553" w:rsidRPr="00331553" w:rsidRDefault="00331553" w:rsidP="00BB6259">
      <w:pPr>
        <w:pStyle w:val="Geenafstand"/>
        <w:numPr>
          <w:ilvl w:val="0"/>
          <w:numId w:val="44"/>
        </w:numPr>
      </w:pPr>
      <w:r w:rsidRPr="00331553">
        <w:t xml:space="preserve">Kun je mij een voorbeeld geven </w:t>
      </w:r>
    </w:p>
    <w:p w:rsidR="00331553" w:rsidRDefault="00331553" w:rsidP="00BB6259">
      <w:pPr>
        <w:pStyle w:val="Geenafstand"/>
        <w:numPr>
          <w:ilvl w:val="0"/>
          <w:numId w:val="45"/>
        </w:numPr>
      </w:pPr>
      <w:r w:rsidRPr="00331553">
        <w:t>Van een recente situatie</w:t>
      </w:r>
    </w:p>
    <w:p w:rsidR="00331553" w:rsidRDefault="00331553" w:rsidP="00BB6259">
      <w:pPr>
        <w:pStyle w:val="Geenafstand"/>
        <w:numPr>
          <w:ilvl w:val="0"/>
          <w:numId w:val="45"/>
        </w:numPr>
      </w:pPr>
      <w:r>
        <w:t>Waarin je …..moest laten zien</w:t>
      </w:r>
    </w:p>
    <w:p w:rsidR="00331553" w:rsidRPr="00331553" w:rsidRDefault="00331553" w:rsidP="00BB6259">
      <w:pPr>
        <w:pStyle w:val="Geenafstand"/>
        <w:numPr>
          <w:ilvl w:val="0"/>
          <w:numId w:val="45"/>
        </w:numPr>
      </w:pPr>
      <w:r>
        <w:t>En waarin dat een uitdaging was</w:t>
      </w:r>
    </w:p>
    <w:p w:rsidR="00E06726" w:rsidRPr="00331553" w:rsidRDefault="00E06726" w:rsidP="00B649F7">
      <w:pPr>
        <w:pStyle w:val="Geenafstand"/>
        <w:rPr>
          <w:rFonts w:ascii="Tahoma" w:eastAsia="Calibri" w:hAnsi="Tahoma"/>
        </w:rPr>
      </w:pPr>
      <w:r w:rsidRPr="00331553">
        <w:br w:type="page"/>
      </w:r>
    </w:p>
    <w:p w:rsidR="00E06726" w:rsidRPr="00E06726" w:rsidRDefault="00E06726" w:rsidP="00C8084B">
      <w:pPr>
        <w:pStyle w:val="Kop1"/>
      </w:pPr>
      <w:bookmarkStart w:id="13" w:name="_Toc370975857"/>
      <w:r w:rsidRPr="00E06726">
        <w:lastRenderedPageBreak/>
        <w:t>Voorbeeld vragen om te (leren) reflecteren</w:t>
      </w:r>
      <w:bookmarkEnd w:id="13"/>
    </w:p>
    <w:p w:rsidR="00E06726" w:rsidRPr="00E06726" w:rsidRDefault="00E06726" w:rsidP="00B649F7">
      <w:pPr>
        <w:pStyle w:val="Geenafstand"/>
      </w:pPr>
    </w:p>
    <w:tbl>
      <w:tblPr>
        <w:tblStyle w:val="Tabelraster"/>
        <w:tblW w:w="0" w:type="auto"/>
        <w:tblInd w:w="720" w:type="dxa"/>
        <w:tblLook w:val="04A0" w:firstRow="1" w:lastRow="0" w:firstColumn="1" w:lastColumn="0" w:noHBand="0" w:noVBand="1"/>
      </w:tblPr>
      <w:tblGrid>
        <w:gridCol w:w="6617"/>
        <w:gridCol w:w="1949"/>
      </w:tblGrid>
      <w:tr w:rsidR="00E06726" w:rsidRPr="00E06726" w:rsidTr="007D2107">
        <w:tc>
          <w:tcPr>
            <w:tcW w:w="6618" w:type="dxa"/>
          </w:tcPr>
          <w:p w:rsidR="00E06726" w:rsidRPr="00E06726" w:rsidRDefault="00E06726" w:rsidP="00B649F7">
            <w:pPr>
              <w:pStyle w:val="Geenafstand"/>
              <w:rPr>
                <w:rFonts w:eastAsia="Calibri"/>
              </w:rPr>
            </w:pPr>
            <w:r w:rsidRPr="00E06726">
              <w:rPr>
                <w:rFonts w:eastAsia="Calibri"/>
              </w:rPr>
              <w:t>Situatie</w:t>
            </w:r>
          </w:p>
          <w:p w:rsidR="00E06726" w:rsidRPr="00331553" w:rsidRDefault="00E06726" w:rsidP="00B649F7">
            <w:pPr>
              <w:pStyle w:val="Geenafstand"/>
              <w:rPr>
                <w:rFonts w:eastAsia="Calibri"/>
              </w:rPr>
            </w:pPr>
            <w:r w:rsidRPr="00331553">
              <w:rPr>
                <w:rFonts w:eastAsia="Calibri"/>
              </w:rPr>
              <w:t>Beschrijf de situatie eens</w:t>
            </w:r>
          </w:p>
          <w:p w:rsidR="00E06726" w:rsidRPr="00331553" w:rsidRDefault="00E06726" w:rsidP="00B649F7">
            <w:pPr>
              <w:pStyle w:val="Geenafstand"/>
              <w:rPr>
                <w:rFonts w:eastAsia="Calibri"/>
              </w:rPr>
            </w:pPr>
            <w:r w:rsidRPr="00331553">
              <w:rPr>
                <w:rFonts w:eastAsia="Calibri"/>
              </w:rPr>
              <w:t>Wie waren erbij betrokken</w:t>
            </w:r>
          </w:p>
          <w:p w:rsidR="00E06726" w:rsidRPr="00331553" w:rsidRDefault="00E06726" w:rsidP="00B649F7">
            <w:pPr>
              <w:pStyle w:val="Geenafstand"/>
              <w:rPr>
                <w:rFonts w:eastAsia="Calibri"/>
              </w:rPr>
            </w:pPr>
            <w:r w:rsidRPr="00331553">
              <w:rPr>
                <w:rFonts w:eastAsia="Calibri"/>
              </w:rPr>
              <w:t>Waar speelde het zich af</w:t>
            </w:r>
          </w:p>
          <w:p w:rsidR="000808EA" w:rsidRDefault="00E06726" w:rsidP="00B649F7">
            <w:pPr>
              <w:pStyle w:val="Geenafstand"/>
              <w:rPr>
                <w:rFonts w:eastAsia="Calibri"/>
              </w:rPr>
            </w:pPr>
            <w:r w:rsidRPr="000808EA">
              <w:rPr>
                <w:rFonts w:eastAsia="Calibri"/>
              </w:rPr>
              <w:t>Wa</w:t>
            </w:r>
            <w:r w:rsidR="000808EA" w:rsidRPr="000808EA">
              <w:rPr>
                <w:rFonts w:eastAsia="Calibri"/>
              </w:rPr>
              <w:t>t maakt</w:t>
            </w:r>
            <w:r w:rsidR="000808EA">
              <w:rPr>
                <w:rFonts w:eastAsia="Calibri"/>
              </w:rPr>
              <w:t>e</w:t>
            </w:r>
            <w:r w:rsidR="000808EA" w:rsidRPr="000808EA">
              <w:rPr>
                <w:rFonts w:eastAsia="Calibri"/>
              </w:rPr>
              <w:t xml:space="preserve"> het lastig voor je</w:t>
            </w:r>
          </w:p>
          <w:p w:rsidR="00E06726" w:rsidRPr="000808EA" w:rsidRDefault="00E06726" w:rsidP="00B649F7">
            <w:pPr>
              <w:pStyle w:val="Geenafstand"/>
              <w:rPr>
                <w:rFonts w:eastAsia="Calibri"/>
              </w:rPr>
            </w:pPr>
            <w:r w:rsidRPr="000808EA">
              <w:rPr>
                <w:rFonts w:eastAsia="Calibri"/>
              </w:rPr>
              <w:t>Wat was de aanleiding</w:t>
            </w:r>
          </w:p>
          <w:p w:rsidR="00E06726" w:rsidRPr="00331553" w:rsidRDefault="00E06726" w:rsidP="00B649F7">
            <w:pPr>
              <w:pStyle w:val="Geenafstand"/>
              <w:rPr>
                <w:rFonts w:eastAsia="Calibri"/>
              </w:rPr>
            </w:pPr>
            <w:r w:rsidRPr="00331553">
              <w:rPr>
                <w:rFonts w:eastAsia="Calibri"/>
              </w:rPr>
              <w:t>Wat zag je precies voor je</w:t>
            </w:r>
          </w:p>
        </w:tc>
        <w:tc>
          <w:tcPr>
            <w:tcW w:w="1950" w:type="dxa"/>
          </w:tcPr>
          <w:p w:rsidR="00E06726" w:rsidRPr="00E06726" w:rsidRDefault="00E06726" w:rsidP="00B649F7">
            <w:pPr>
              <w:pStyle w:val="Geenafstand"/>
              <w:rPr>
                <w:rFonts w:eastAsia="Calibri"/>
              </w:rPr>
            </w:pPr>
          </w:p>
        </w:tc>
      </w:tr>
      <w:tr w:rsidR="00E06726" w:rsidRPr="00E06726" w:rsidTr="007D2107">
        <w:tc>
          <w:tcPr>
            <w:tcW w:w="6618" w:type="dxa"/>
          </w:tcPr>
          <w:p w:rsidR="00E06726" w:rsidRPr="00BB6259" w:rsidRDefault="00E06726" w:rsidP="00B649F7">
            <w:pPr>
              <w:pStyle w:val="Geenafstand"/>
              <w:rPr>
                <w:rFonts w:eastAsia="Calibri"/>
                <w:b/>
              </w:rPr>
            </w:pPr>
            <w:r w:rsidRPr="00E06726">
              <w:rPr>
                <w:rFonts w:eastAsia="Calibri"/>
              </w:rPr>
              <w:t xml:space="preserve">Taak        </w:t>
            </w:r>
            <w:r w:rsidRPr="00BB6259">
              <w:rPr>
                <w:rFonts w:eastAsia="Calibri"/>
                <w:b/>
              </w:rPr>
              <w:t>Gelet op de prestatie indicatoren:</w:t>
            </w:r>
          </w:p>
          <w:p w:rsidR="00E06726" w:rsidRPr="00331553" w:rsidRDefault="00E06726" w:rsidP="00B649F7">
            <w:pPr>
              <w:pStyle w:val="Geenafstand"/>
              <w:rPr>
                <w:rFonts w:eastAsia="Calibri"/>
              </w:rPr>
            </w:pPr>
            <w:r w:rsidRPr="00331553">
              <w:rPr>
                <w:rFonts w:eastAsia="Calibri"/>
              </w:rPr>
              <w:t>Wat was jou taak, rol of functie precies</w:t>
            </w:r>
          </w:p>
          <w:p w:rsidR="00E06726" w:rsidRPr="00331553" w:rsidRDefault="00E06726" w:rsidP="00B649F7">
            <w:pPr>
              <w:pStyle w:val="Geenafstand"/>
              <w:rPr>
                <w:rFonts w:eastAsia="Calibri"/>
              </w:rPr>
            </w:pPr>
            <w:r w:rsidRPr="00331553">
              <w:rPr>
                <w:rFonts w:eastAsia="Calibri"/>
              </w:rPr>
              <w:t>Wat werd er van je verwacht</w:t>
            </w:r>
          </w:p>
          <w:p w:rsidR="00E06726" w:rsidRPr="00331553" w:rsidRDefault="00E06726" w:rsidP="00B649F7">
            <w:pPr>
              <w:pStyle w:val="Geenafstand"/>
              <w:rPr>
                <w:rFonts w:eastAsia="Calibri"/>
              </w:rPr>
            </w:pPr>
            <w:r w:rsidRPr="00331553">
              <w:rPr>
                <w:rFonts w:eastAsia="Calibri"/>
              </w:rPr>
              <w:t>Waar moest je aan denken of rekening mee houden</w:t>
            </w:r>
          </w:p>
          <w:p w:rsidR="00E06726" w:rsidRPr="00331553" w:rsidRDefault="00E06726" w:rsidP="00B649F7">
            <w:pPr>
              <w:pStyle w:val="Geenafstand"/>
              <w:rPr>
                <w:rFonts w:eastAsia="Calibri"/>
              </w:rPr>
            </w:pPr>
            <w:r w:rsidRPr="00331553">
              <w:rPr>
                <w:rFonts w:eastAsia="Calibri"/>
              </w:rPr>
              <w:t>Wat was je (leer)doel</w:t>
            </w:r>
          </w:p>
          <w:p w:rsidR="00E06726" w:rsidRPr="00331553" w:rsidRDefault="00E06726" w:rsidP="00B649F7">
            <w:pPr>
              <w:pStyle w:val="Geenafstand"/>
              <w:rPr>
                <w:rFonts w:eastAsia="Calibri"/>
              </w:rPr>
            </w:pPr>
            <w:r w:rsidRPr="00331553">
              <w:rPr>
                <w:rFonts w:eastAsia="Calibri"/>
              </w:rPr>
              <w:t>Wat was je voornemen</w:t>
            </w:r>
          </w:p>
          <w:p w:rsidR="00E06726" w:rsidRPr="00331553" w:rsidRDefault="00E06726" w:rsidP="00B649F7">
            <w:pPr>
              <w:pStyle w:val="Geenafstand"/>
              <w:rPr>
                <w:rFonts w:eastAsia="Calibri"/>
              </w:rPr>
            </w:pPr>
            <w:r w:rsidRPr="00331553">
              <w:rPr>
                <w:rFonts w:eastAsia="Calibri"/>
              </w:rPr>
              <w:t>Hoe moest je precies handelen</w:t>
            </w:r>
          </w:p>
          <w:p w:rsidR="00E06726" w:rsidRPr="00331553" w:rsidRDefault="00E06726" w:rsidP="00B649F7">
            <w:pPr>
              <w:pStyle w:val="Geenafstand"/>
              <w:rPr>
                <w:rFonts w:eastAsia="Calibri"/>
              </w:rPr>
            </w:pPr>
            <w:r w:rsidRPr="00331553">
              <w:rPr>
                <w:rFonts w:eastAsia="Calibri"/>
              </w:rPr>
              <w:t>Welke houding werd van je verwacht</w:t>
            </w:r>
          </w:p>
          <w:p w:rsidR="00E06726" w:rsidRPr="00331553" w:rsidRDefault="00E06726" w:rsidP="00B649F7">
            <w:pPr>
              <w:pStyle w:val="Geenafstand"/>
              <w:rPr>
                <w:rFonts w:eastAsia="Calibri"/>
              </w:rPr>
            </w:pPr>
            <w:r w:rsidRPr="00331553">
              <w:rPr>
                <w:rFonts w:eastAsia="Calibri"/>
              </w:rPr>
              <w:t>Wat moest je vooral goed kunnen</w:t>
            </w:r>
          </w:p>
          <w:p w:rsidR="00E06726" w:rsidRPr="00331553" w:rsidRDefault="00E06726" w:rsidP="00B649F7">
            <w:pPr>
              <w:pStyle w:val="Geenafstand"/>
              <w:rPr>
                <w:rFonts w:eastAsia="Calibri"/>
              </w:rPr>
            </w:pPr>
            <w:r w:rsidRPr="00331553">
              <w:rPr>
                <w:rFonts w:eastAsia="Calibri"/>
              </w:rPr>
              <w:t>Wat werd er nog meer van je verwacht</w:t>
            </w:r>
          </w:p>
        </w:tc>
        <w:tc>
          <w:tcPr>
            <w:tcW w:w="1950" w:type="dxa"/>
          </w:tcPr>
          <w:p w:rsidR="00E06726" w:rsidRPr="00E06726" w:rsidRDefault="00E06726" w:rsidP="00B649F7">
            <w:pPr>
              <w:pStyle w:val="Geenafstand"/>
              <w:rPr>
                <w:rFonts w:eastAsia="Calibri"/>
              </w:rPr>
            </w:pPr>
          </w:p>
        </w:tc>
      </w:tr>
      <w:tr w:rsidR="00E06726" w:rsidRPr="00E06726" w:rsidTr="007D2107">
        <w:tc>
          <w:tcPr>
            <w:tcW w:w="6618" w:type="dxa"/>
          </w:tcPr>
          <w:p w:rsidR="00E06726" w:rsidRPr="00E06726" w:rsidRDefault="00E06726" w:rsidP="00B649F7">
            <w:pPr>
              <w:pStyle w:val="Geenafstand"/>
              <w:rPr>
                <w:rFonts w:eastAsia="Calibri"/>
              </w:rPr>
            </w:pPr>
            <w:r w:rsidRPr="00E06726">
              <w:rPr>
                <w:rFonts w:eastAsia="Calibri"/>
              </w:rPr>
              <w:t>Acties</w:t>
            </w:r>
          </w:p>
          <w:p w:rsidR="00E06726" w:rsidRPr="00331553" w:rsidRDefault="00E06726" w:rsidP="00B649F7">
            <w:pPr>
              <w:pStyle w:val="Geenafstand"/>
              <w:rPr>
                <w:rFonts w:eastAsia="Calibri"/>
              </w:rPr>
            </w:pPr>
            <w:r w:rsidRPr="00331553">
              <w:rPr>
                <w:rFonts w:eastAsia="Calibri"/>
              </w:rPr>
              <w:t>Wat heb je precies gedaan,</w:t>
            </w:r>
            <w:r w:rsidR="007F5CC0" w:rsidRPr="00331553">
              <w:rPr>
                <w:rFonts w:eastAsia="Calibri"/>
              </w:rPr>
              <w:t xml:space="preserve"> </w:t>
            </w:r>
            <w:r w:rsidRPr="00331553">
              <w:rPr>
                <w:rFonts w:eastAsia="Calibri"/>
              </w:rPr>
              <w:t>hoe heb je het aangepakt</w:t>
            </w:r>
          </w:p>
          <w:p w:rsidR="00E06726" w:rsidRPr="00331553" w:rsidRDefault="00E06726" w:rsidP="00B649F7">
            <w:pPr>
              <w:pStyle w:val="Geenafstand"/>
              <w:rPr>
                <w:rFonts w:eastAsia="Calibri"/>
              </w:rPr>
            </w:pPr>
            <w:r w:rsidRPr="00331553">
              <w:rPr>
                <w:rFonts w:eastAsia="Calibri"/>
              </w:rPr>
              <w:t>Was deze volgorde belangrijk</w:t>
            </w:r>
          </w:p>
          <w:p w:rsidR="00E06726" w:rsidRPr="00331553" w:rsidRDefault="00E06726" w:rsidP="00B649F7">
            <w:pPr>
              <w:pStyle w:val="Geenafstand"/>
              <w:rPr>
                <w:rFonts w:eastAsia="Calibri"/>
              </w:rPr>
            </w:pPr>
            <w:r w:rsidRPr="00331553">
              <w:rPr>
                <w:rFonts w:eastAsia="Calibri"/>
              </w:rPr>
              <w:t>Wat heb je gezegd</w:t>
            </w:r>
          </w:p>
          <w:p w:rsidR="00E06726" w:rsidRPr="00331553" w:rsidRDefault="00E06726" w:rsidP="00B649F7">
            <w:pPr>
              <w:pStyle w:val="Geenafstand"/>
              <w:rPr>
                <w:rFonts w:eastAsia="Calibri"/>
              </w:rPr>
            </w:pPr>
            <w:r w:rsidRPr="00331553">
              <w:rPr>
                <w:rFonts w:eastAsia="Calibri"/>
              </w:rPr>
              <w:t>Hoe heb je jezelf opgesteld</w:t>
            </w:r>
          </w:p>
          <w:p w:rsidR="00E06726" w:rsidRPr="00331553" w:rsidRDefault="00E06726" w:rsidP="00B649F7">
            <w:pPr>
              <w:pStyle w:val="Geenafstand"/>
              <w:rPr>
                <w:rFonts w:eastAsia="Calibri"/>
              </w:rPr>
            </w:pPr>
            <w:r w:rsidRPr="00331553">
              <w:rPr>
                <w:rFonts w:eastAsia="Calibri"/>
              </w:rPr>
              <w:t>Welke afwegingen heb je gemaakt</w:t>
            </w:r>
          </w:p>
          <w:p w:rsidR="00E06726" w:rsidRPr="00331553" w:rsidRDefault="00E06726" w:rsidP="00B649F7">
            <w:pPr>
              <w:pStyle w:val="Geenafstand"/>
              <w:rPr>
                <w:rFonts w:eastAsia="Calibri"/>
              </w:rPr>
            </w:pPr>
            <w:r w:rsidRPr="00331553">
              <w:rPr>
                <w:rFonts w:eastAsia="Calibri"/>
              </w:rPr>
              <w:t>Wat dacht je, wat zei je, wat voelde je</w:t>
            </w:r>
          </w:p>
          <w:p w:rsidR="00E06726" w:rsidRPr="00331553" w:rsidRDefault="00E06726" w:rsidP="00B649F7">
            <w:pPr>
              <w:pStyle w:val="Geenafstand"/>
              <w:rPr>
                <w:rFonts w:eastAsia="Calibri"/>
              </w:rPr>
            </w:pPr>
            <w:r w:rsidRPr="00331553">
              <w:rPr>
                <w:rFonts w:eastAsia="Calibri"/>
              </w:rPr>
              <w:t>Hoe heb je precies gereageerd</w:t>
            </w:r>
          </w:p>
          <w:p w:rsidR="00E06726" w:rsidRPr="00331553" w:rsidRDefault="00E06726" w:rsidP="00B649F7">
            <w:pPr>
              <w:pStyle w:val="Geenafstand"/>
              <w:rPr>
                <w:rFonts w:eastAsia="Calibri"/>
              </w:rPr>
            </w:pPr>
            <w:r w:rsidRPr="00331553">
              <w:rPr>
                <w:rFonts w:eastAsia="Calibri"/>
              </w:rPr>
              <w:t>Wat was precies jou aandeel of inbreng</w:t>
            </w:r>
          </w:p>
          <w:p w:rsidR="00E06726" w:rsidRPr="00331553" w:rsidRDefault="00E06726" w:rsidP="00B649F7">
            <w:pPr>
              <w:pStyle w:val="Geenafstand"/>
              <w:rPr>
                <w:rFonts w:eastAsia="Calibri"/>
              </w:rPr>
            </w:pPr>
            <w:r w:rsidRPr="00331553">
              <w:rPr>
                <w:rFonts w:eastAsia="Calibri"/>
              </w:rPr>
              <w:t>Wat heb je nog meer gedaan</w:t>
            </w:r>
          </w:p>
        </w:tc>
        <w:tc>
          <w:tcPr>
            <w:tcW w:w="1950" w:type="dxa"/>
          </w:tcPr>
          <w:p w:rsidR="00E06726" w:rsidRPr="00E06726" w:rsidRDefault="00E06726" w:rsidP="00B649F7">
            <w:pPr>
              <w:pStyle w:val="Geenafstand"/>
              <w:rPr>
                <w:rFonts w:eastAsia="Calibri"/>
              </w:rPr>
            </w:pPr>
          </w:p>
        </w:tc>
      </w:tr>
      <w:tr w:rsidR="00E06726" w:rsidRPr="00E06726" w:rsidTr="007D2107">
        <w:tc>
          <w:tcPr>
            <w:tcW w:w="6618" w:type="dxa"/>
          </w:tcPr>
          <w:p w:rsidR="00E06726" w:rsidRPr="00E06726" w:rsidRDefault="00E06726" w:rsidP="00B649F7">
            <w:pPr>
              <w:pStyle w:val="Geenafstand"/>
              <w:rPr>
                <w:rFonts w:eastAsia="Calibri"/>
              </w:rPr>
            </w:pPr>
            <w:r w:rsidRPr="00E06726">
              <w:rPr>
                <w:rFonts w:eastAsia="Calibri"/>
              </w:rPr>
              <w:t>Resultaat</w:t>
            </w:r>
          </w:p>
          <w:p w:rsidR="00E06726" w:rsidRPr="00331553" w:rsidRDefault="00E06726" w:rsidP="00B649F7">
            <w:pPr>
              <w:pStyle w:val="Geenafstand"/>
              <w:rPr>
                <w:rFonts w:eastAsia="Calibri"/>
              </w:rPr>
            </w:pPr>
            <w:r w:rsidRPr="00331553">
              <w:rPr>
                <w:rFonts w:eastAsia="Calibri"/>
              </w:rPr>
              <w:t>Wat was het resultaat</w:t>
            </w:r>
          </w:p>
          <w:p w:rsidR="00E06726" w:rsidRPr="00331553" w:rsidRDefault="00E06726" w:rsidP="00B649F7">
            <w:pPr>
              <w:pStyle w:val="Geenafstand"/>
              <w:rPr>
                <w:rFonts w:eastAsia="Calibri"/>
              </w:rPr>
            </w:pPr>
            <w:r w:rsidRPr="00331553">
              <w:rPr>
                <w:rFonts w:eastAsia="Calibri"/>
              </w:rPr>
              <w:t>In hoeverre was het resultaat toe te schrijven aan jou</w:t>
            </w:r>
          </w:p>
          <w:p w:rsidR="00E06726" w:rsidRPr="00331553" w:rsidRDefault="00E06726" w:rsidP="00B649F7">
            <w:pPr>
              <w:pStyle w:val="Geenafstand"/>
              <w:rPr>
                <w:rFonts w:eastAsia="Calibri"/>
              </w:rPr>
            </w:pPr>
            <w:r w:rsidRPr="00331553">
              <w:rPr>
                <w:rFonts w:eastAsia="Calibri"/>
              </w:rPr>
              <w:t>Wat betekende het voor de andere betrokkenen</w:t>
            </w:r>
          </w:p>
          <w:p w:rsidR="00E06726" w:rsidRPr="00331553" w:rsidRDefault="00E06726" w:rsidP="00B649F7">
            <w:pPr>
              <w:pStyle w:val="Geenafstand"/>
              <w:rPr>
                <w:rFonts w:eastAsia="Calibri"/>
              </w:rPr>
            </w:pPr>
            <w:r w:rsidRPr="00331553">
              <w:rPr>
                <w:rFonts w:eastAsia="Calibri"/>
              </w:rPr>
              <w:t>Wat was het gevolg voor het (leer)proces</w:t>
            </w:r>
          </w:p>
          <w:p w:rsidR="00E06726" w:rsidRPr="00331553" w:rsidRDefault="00E06726" w:rsidP="00B649F7">
            <w:pPr>
              <w:pStyle w:val="Geenafstand"/>
              <w:rPr>
                <w:rFonts w:eastAsia="Calibri"/>
              </w:rPr>
            </w:pPr>
            <w:r w:rsidRPr="00331553">
              <w:rPr>
                <w:rFonts w:eastAsia="Calibri"/>
              </w:rPr>
              <w:t xml:space="preserve">In hoeverre komt het resultaat overeen met het gewenste resultaat in het werkproces? </w:t>
            </w:r>
          </w:p>
          <w:p w:rsidR="00E06726" w:rsidRPr="00331553" w:rsidRDefault="00E06726" w:rsidP="00B649F7">
            <w:pPr>
              <w:pStyle w:val="Geenafstand"/>
              <w:rPr>
                <w:rFonts w:eastAsia="Calibri"/>
              </w:rPr>
            </w:pPr>
            <w:r w:rsidRPr="00331553">
              <w:rPr>
                <w:rFonts w:eastAsia="Calibri"/>
              </w:rPr>
              <w:t>Hoe werd op jou acties gereageerd</w:t>
            </w:r>
          </w:p>
          <w:p w:rsidR="00E06726" w:rsidRPr="00331553" w:rsidRDefault="00E06726" w:rsidP="00B649F7">
            <w:pPr>
              <w:pStyle w:val="Geenafstand"/>
              <w:rPr>
                <w:rFonts w:eastAsia="Calibri"/>
              </w:rPr>
            </w:pPr>
            <w:r w:rsidRPr="00331553">
              <w:rPr>
                <w:rFonts w:eastAsia="Calibri"/>
              </w:rPr>
              <w:t>Wat gebeurde er nog meer</w:t>
            </w:r>
          </w:p>
          <w:p w:rsidR="00E06726" w:rsidRPr="00331553" w:rsidRDefault="00E06726" w:rsidP="00B649F7">
            <w:pPr>
              <w:pStyle w:val="Geenafstand"/>
              <w:rPr>
                <w:rFonts w:eastAsia="Calibri"/>
              </w:rPr>
            </w:pPr>
            <w:r w:rsidRPr="00331553">
              <w:rPr>
                <w:rFonts w:eastAsia="Calibri"/>
              </w:rPr>
              <w:t>Wat betekent dit voor het eindproduct of de activiteit</w:t>
            </w:r>
          </w:p>
        </w:tc>
        <w:tc>
          <w:tcPr>
            <w:tcW w:w="1950" w:type="dxa"/>
          </w:tcPr>
          <w:p w:rsidR="00E06726" w:rsidRPr="00E06726" w:rsidRDefault="00E06726" w:rsidP="00B649F7">
            <w:pPr>
              <w:pStyle w:val="Geenafstand"/>
              <w:rPr>
                <w:rFonts w:eastAsia="Calibri"/>
              </w:rPr>
            </w:pPr>
          </w:p>
        </w:tc>
      </w:tr>
      <w:tr w:rsidR="00E06726" w:rsidRPr="00E06726" w:rsidTr="007D2107">
        <w:tc>
          <w:tcPr>
            <w:tcW w:w="6618" w:type="dxa"/>
          </w:tcPr>
          <w:p w:rsidR="00E06726" w:rsidRPr="00E06726" w:rsidRDefault="00E06726" w:rsidP="00B649F7">
            <w:pPr>
              <w:pStyle w:val="Geenafstand"/>
              <w:rPr>
                <w:rFonts w:eastAsia="Calibri"/>
              </w:rPr>
            </w:pPr>
            <w:r w:rsidRPr="00E06726">
              <w:rPr>
                <w:rFonts w:eastAsia="Calibri"/>
              </w:rPr>
              <w:t>Reflectie</w:t>
            </w:r>
          </w:p>
          <w:p w:rsidR="00E06726" w:rsidRPr="00331553" w:rsidRDefault="00E06726" w:rsidP="00B649F7">
            <w:pPr>
              <w:pStyle w:val="Geenafstand"/>
              <w:rPr>
                <w:rFonts w:eastAsia="Calibri"/>
              </w:rPr>
            </w:pPr>
            <w:r w:rsidRPr="00331553">
              <w:rPr>
                <w:rFonts w:eastAsia="Calibri"/>
              </w:rPr>
              <w:t>Hoe kijk je erop terug</w:t>
            </w:r>
          </w:p>
          <w:p w:rsidR="00E06726" w:rsidRPr="00331553" w:rsidRDefault="00E06726" w:rsidP="00B649F7">
            <w:pPr>
              <w:pStyle w:val="Geenafstand"/>
              <w:rPr>
                <w:rFonts w:eastAsia="Calibri"/>
              </w:rPr>
            </w:pPr>
            <w:r w:rsidRPr="00331553">
              <w:rPr>
                <w:rFonts w:eastAsia="Calibri"/>
              </w:rPr>
              <w:t>Waar ben je tevreden over</w:t>
            </w:r>
          </w:p>
          <w:p w:rsidR="00E06726" w:rsidRPr="00331553" w:rsidRDefault="00E06726" w:rsidP="00B649F7">
            <w:pPr>
              <w:pStyle w:val="Geenafstand"/>
              <w:rPr>
                <w:rFonts w:eastAsia="Calibri"/>
              </w:rPr>
            </w:pPr>
            <w:r w:rsidRPr="00331553">
              <w:rPr>
                <w:rFonts w:eastAsia="Calibri"/>
              </w:rPr>
              <w:t>Wat had beter gekund</w:t>
            </w:r>
          </w:p>
          <w:p w:rsidR="00E06726" w:rsidRPr="00331553" w:rsidRDefault="00E06726" w:rsidP="00B649F7">
            <w:pPr>
              <w:pStyle w:val="Geenafstand"/>
              <w:rPr>
                <w:rFonts w:eastAsia="Calibri"/>
              </w:rPr>
            </w:pPr>
            <w:r w:rsidRPr="00331553">
              <w:rPr>
                <w:rFonts w:eastAsia="Calibri"/>
              </w:rPr>
              <w:t>Wat is je conclusie</w:t>
            </w:r>
          </w:p>
          <w:p w:rsidR="00E06726" w:rsidRPr="00331553" w:rsidRDefault="00E06726" w:rsidP="00B649F7">
            <w:pPr>
              <w:pStyle w:val="Geenafstand"/>
              <w:rPr>
                <w:rFonts w:eastAsia="Calibri"/>
              </w:rPr>
            </w:pPr>
            <w:r w:rsidRPr="00331553">
              <w:rPr>
                <w:rFonts w:eastAsia="Calibri"/>
              </w:rPr>
              <w:t>Wat zou je de volgende keer anders doen</w:t>
            </w:r>
          </w:p>
          <w:p w:rsidR="00E06726" w:rsidRPr="00331553" w:rsidRDefault="00E06726" w:rsidP="00B649F7">
            <w:pPr>
              <w:pStyle w:val="Geenafstand"/>
              <w:rPr>
                <w:rFonts w:eastAsia="Calibri"/>
              </w:rPr>
            </w:pPr>
            <w:r w:rsidRPr="00331553">
              <w:rPr>
                <w:rFonts w:eastAsia="Calibri"/>
              </w:rPr>
              <w:t>Welke actie ga je nu ondernemen</w:t>
            </w:r>
          </w:p>
          <w:p w:rsidR="00E06726" w:rsidRPr="00331553" w:rsidRDefault="00E06726" w:rsidP="00B649F7">
            <w:pPr>
              <w:pStyle w:val="Geenafstand"/>
              <w:rPr>
                <w:rFonts w:eastAsia="Calibri"/>
              </w:rPr>
            </w:pPr>
            <w:r w:rsidRPr="00331553">
              <w:rPr>
                <w:rFonts w:eastAsia="Calibri"/>
              </w:rPr>
              <w:t>Wat zegt dit over jou (competentie)</w:t>
            </w:r>
          </w:p>
        </w:tc>
        <w:tc>
          <w:tcPr>
            <w:tcW w:w="1950" w:type="dxa"/>
          </w:tcPr>
          <w:p w:rsidR="00E06726" w:rsidRPr="00E06726" w:rsidRDefault="00E06726" w:rsidP="00B649F7">
            <w:pPr>
              <w:pStyle w:val="Geenafstand"/>
              <w:rPr>
                <w:rFonts w:eastAsia="Calibri"/>
              </w:rPr>
            </w:pPr>
          </w:p>
        </w:tc>
      </w:tr>
      <w:tr w:rsidR="00E06726" w:rsidRPr="00E06726" w:rsidTr="007D2107">
        <w:tc>
          <w:tcPr>
            <w:tcW w:w="6618" w:type="dxa"/>
          </w:tcPr>
          <w:p w:rsidR="00E06726" w:rsidRPr="00E06726" w:rsidRDefault="00E06726" w:rsidP="00B649F7">
            <w:pPr>
              <w:pStyle w:val="Geenafstand"/>
              <w:rPr>
                <w:rFonts w:eastAsia="Calibri"/>
              </w:rPr>
            </w:pPr>
            <w:r w:rsidRPr="00E06726">
              <w:rPr>
                <w:rFonts w:eastAsia="Calibri"/>
              </w:rPr>
              <w:t>Transfer</w:t>
            </w:r>
          </w:p>
          <w:p w:rsidR="00E06726" w:rsidRPr="00331553" w:rsidRDefault="00E06726" w:rsidP="00B649F7">
            <w:pPr>
              <w:pStyle w:val="Geenafstand"/>
              <w:rPr>
                <w:rFonts w:eastAsia="Calibri"/>
              </w:rPr>
            </w:pPr>
            <w:r w:rsidRPr="00331553">
              <w:rPr>
                <w:rFonts w:eastAsia="Calibri"/>
              </w:rPr>
              <w:t>Stel je voor ……wat zou je dan doen</w:t>
            </w:r>
          </w:p>
          <w:p w:rsidR="00E06726" w:rsidRPr="00331553" w:rsidRDefault="00E06726" w:rsidP="00B649F7">
            <w:pPr>
              <w:pStyle w:val="Geenafstand"/>
              <w:rPr>
                <w:rFonts w:eastAsia="Calibri"/>
              </w:rPr>
            </w:pPr>
            <w:r w:rsidRPr="00331553">
              <w:rPr>
                <w:rFonts w:eastAsia="Calibri"/>
              </w:rPr>
              <w:t>In hoeverre zie je jezelf dit doen in de situatie waarbij …..</w:t>
            </w:r>
          </w:p>
          <w:p w:rsidR="00E06726" w:rsidRPr="00331553" w:rsidRDefault="00E06726" w:rsidP="00B649F7">
            <w:pPr>
              <w:pStyle w:val="Geenafstand"/>
              <w:rPr>
                <w:rFonts w:eastAsia="Calibri"/>
              </w:rPr>
            </w:pPr>
            <w:r w:rsidRPr="00331553">
              <w:rPr>
                <w:rFonts w:eastAsia="Calibri"/>
              </w:rPr>
              <w:t>Hoe zou je te werk gaan als …..</w:t>
            </w:r>
          </w:p>
          <w:p w:rsidR="00E06726" w:rsidRPr="00331553" w:rsidRDefault="00E06726" w:rsidP="00B649F7">
            <w:pPr>
              <w:pStyle w:val="Geenafstand"/>
              <w:rPr>
                <w:rFonts w:eastAsia="Calibri"/>
              </w:rPr>
            </w:pPr>
            <w:r w:rsidRPr="00331553">
              <w:rPr>
                <w:rFonts w:eastAsia="Calibri"/>
              </w:rPr>
              <w:t>En als het nu ….</w:t>
            </w:r>
          </w:p>
        </w:tc>
        <w:tc>
          <w:tcPr>
            <w:tcW w:w="1950" w:type="dxa"/>
          </w:tcPr>
          <w:p w:rsidR="00E06726" w:rsidRPr="00E06726" w:rsidRDefault="00E06726" w:rsidP="00B649F7">
            <w:pPr>
              <w:pStyle w:val="Geenafstand"/>
              <w:rPr>
                <w:rFonts w:eastAsia="Calibri"/>
              </w:rPr>
            </w:pPr>
          </w:p>
        </w:tc>
      </w:tr>
    </w:tbl>
    <w:p w:rsidR="00E06726" w:rsidRPr="00E06726" w:rsidRDefault="00E06726" w:rsidP="00B649F7">
      <w:pPr>
        <w:pStyle w:val="Geenafstand"/>
      </w:pPr>
      <w:r w:rsidRPr="00E06726">
        <w:br w:type="page"/>
      </w:r>
    </w:p>
    <w:p w:rsidR="00E06726" w:rsidRPr="00E06726" w:rsidRDefault="00E06726" w:rsidP="00C8084B">
      <w:pPr>
        <w:pStyle w:val="Kop1"/>
      </w:pPr>
      <w:bookmarkStart w:id="14" w:name="_Toc370975858"/>
      <w:r w:rsidRPr="00E06726">
        <w:lastRenderedPageBreak/>
        <w:t>Checklist bij het observeren van het Criterium Gericht Interview</w:t>
      </w:r>
      <w:bookmarkEnd w:id="14"/>
    </w:p>
    <w:p w:rsidR="00E06726" w:rsidRPr="00E06726" w:rsidRDefault="00E06726" w:rsidP="00B649F7">
      <w:pPr>
        <w:pStyle w:val="Geenafstand"/>
      </w:pPr>
    </w:p>
    <w:p w:rsidR="00E06726" w:rsidRPr="00E06726" w:rsidRDefault="00E06726" w:rsidP="00B649F7">
      <w:pPr>
        <w:pStyle w:val="Geenafstand"/>
      </w:pPr>
    </w:p>
    <w:tbl>
      <w:tblPr>
        <w:tblStyle w:val="Tabelraster"/>
        <w:tblW w:w="0" w:type="auto"/>
        <w:tblInd w:w="720" w:type="dxa"/>
        <w:tblLook w:val="04A0" w:firstRow="1" w:lastRow="0" w:firstColumn="1" w:lastColumn="0" w:noHBand="0" w:noVBand="1"/>
      </w:tblPr>
      <w:tblGrid>
        <w:gridCol w:w="521"/>
        <w:gridCol w:w="7019"/>
        <w:gridCol w:w="455"/>
        <w:gridCol w:w="571"/>
      </w:tblGrid>
      <w:tr w:rsidR="00E06726" w:rsidRPr="00E06726" w:rsidTr="007D2107">
        <w:tc>
          <w:tcPr>
            <w:tcW w:w="522" w:type="dxa"/>
          </w:tcPr>
          <w:p w:rsidR="00E06726" w:rsidRPr="00E06726" w:rsidRDefault="00E06726" w:rsidP="00B649F7">
            <w:pPr>
              <w:pStyle w:val="Geenafstand"/>
              <w:rPr>
                <w:rFonts w:eastAsia="Calibri"/>
              </w:rPr>
            </w:pPr>
          </w:p>
        </w:tc>
        <w:tc>
          <w:tcPr>
            <w:tcW w:w="7040" w:type="dxa"/>
          </w:tcPr>
          <w:p w:rsidR="00E06726" w:rsidRPr="00E06726" w:rsidRDefault="00E06726" w:rsidP="00B649F7">
            <w:pPr>
              <w:pStyle w:val="Geenafstand"/>
              <w:rPr>
                <w:rFonts w:eastAsia="Calibri"/>
              </w:rPr>
            </w:pPr>
          </w:p>
        </w:tc>
        <w:tc>
          <w:tcPr>
            <w:tcW w:w="455" w:type="dxa"/>
          </w:tcPr>
          <w:p w:rsidR="00E06726" w:rsidRPr="00E06726" w:rsidRDefault="00E06726" w:rsidP="00B649F7">
            <w:pPr>
              <w:pStyle w:val="Geenafstand"/>
              <w:rPr>
                <w:rFonts w:eastAsia="Calibri"/>
              </w:rPr>
            </w:pPr>
            <w:r w:rsidRPr="00E06726">
              <w:rPr>
                <w:rFonts w:eastAsia="Calibri"/>
              </w:rPr>
              <w:t>ja</w:t>
            </w:r>
          </w:p>
        </w:tc>
        <w:tc>
          <w:tcPr>
            <w:tcW w:w="571" w:type="dxa"/>
          </w:tcPr>
          <w:p w:rsidR="00E06726" w:rsidRPr="00E06726" w:rsidRDefault="00E06726" w:rsidP="00B649F7">
            <w:pPr>
              <w:pStyle w:val="Geenafstand"/>
              <w:rPr>
                <w:rFonts w:eastAsia="Calibri"/>
              </w:rPr>
            </w:pPr>
            <w:r w:rsidRPr="00E06726">
              <w:rPr>
                <w:rFonts w:eastAsia="Calibri"/>
              </w:rPr>
              <w:t>nee</w:t>
            </w:r>
          </w:p>
        </w:tc>
      </w:tr>
      <w:tr w:rsidR="00E06726" w:rsidRPr="00E06726" w:rsidTr="007D2107">
        <w:tc>
          <w:tcPr>
            <w:tcW w:w="522" w:type="dxa"/>
          </w:tcPr>
          <w:p w:rsidR="00E06726" w:rsidRPr="00E06726" w:rsidRDefault="00E06726" w:rsidP="00B649F7">
            <w:pPr>
              <w:pStyle w:val="Geenafstand"/>
              <w:rPr>
                <w:rFonts w:eastAsia="Calibri"/>
              </w:rPr>
            </w:pPr>
            <w:r w:rsidRPr="00E06726">
              <w:rPr>
                <w:rFonts w:eastAsia="Calibri"/>
              </w:rPr>
              <w:t>1</w:t>
            </w:r>
          </w:p>
        </w:tc>
        <w:tc>
          <w:tcPr>
            <w:tcW w:w="7040" w:type="dxa"/>
          </w:tcPr>
          <w:p w:rsidR="00E06726" w:rsidRPr="00E06726" w:rsidRDefault="00E06726" w:rsidP="00B649F7">
            <w:pPr>
              <w:pStyle w:val="Geenafstand"/>
              <w:rPr>
                <w:rFonts w:eastAsia="Calibri"/>
              </w:rPr>
            </w:pPr>
            <w:r w:rsidRPr="00E06726">
              <w:rPr>
                <w:rFonts w:eastAsia="Calibri"/>
              </w:rPr>
              <w:t>De vraagsteller is volledig in de STARR en heeft vragen gesteld uit alle gebieden</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E06726" w:rsidP="00B649F7">
            <w:pPr>
              <w:pStyle w:val="Geenafstand"/>
              <w:rPr>
                <w:rFonts w:eastAsia="Calibri"/>
              </w:rPr>
            </w:pPr>
            <w:r w:rsidRPr="00E06726">
              <w:rPr>
                <w:rFonts w:eastAsia="Calibri"/>
              </w:rPr>
              <w:t>2</w:t>
            </w:r>
          </w:p>
        </w:tc>
        <w:tc>
          <w:tcPr>
            <w:tcW w:w="7040" w:type="dxa"/>
          </w:tcPr>
          <w:p w:rsidR="00E06726" w:rsidRPr="00E06726" w:rsidRDefault="00E06726" w:rsidP="00B649F7">
            <w:pPr>
              <w:pStyle w:val="Geenafstand"/>
              <w:rPr>
                <w:rFonts w:eastAsia="Calibri"/>
              </w:rPr>
            </w:pPr>
            <w:r w:rsidRPr="00E06726">
              <w:rPr>
                <w:rFonts w:eastAsia="Calibri"/>
              </w:rPr>
              <w:t>Er is informatie tot op detailniveau verzameld</w:t>
            </w:r>
            <w:r w:rsidR="000808EA">
              <w:rPr>
                <w:rFonts w:eastAsia="Calibri"/>
              </w:rPr>
              <w:t>. Vooral op de acties is goed doorgevraagd</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331553" w:rsidRPr="00E06726" w:rsidTr="007D2107">
        <w:tc>
          <w:tcPr>
            <w:tcW w:w="522" w:type="dxa"/>
          </w:tcPr>
          <w:p w:rsidR="00331553" w:rsidRPr="00E06726" w:rsidRDefault="000808EA" w:rsidP="00B649F7">
            <w:pPr>
              <w:pStyle w:val="Geenafstand"/>
              <w:rPr>
                <w:rFonts w:eastAsia="Calibri"/>
              </w:rPr>
            </w:pPr>
            <w:r>
              <w:rPr>
                <w:rFonts w:eastAsia="Calibri"/>
              </w:rPr>
              <w:t>3</w:t>
            </w:r>
          </w:p>
        </w:tc>
        <w:tc>
          <w:tcPr>
            <w:tcW w:w="7040" w:type="dxa"/>
          </w:tcPr>
          <w:p w:rsidR="00331553" w:rsidRPr="00E06726" w:rsidRDefault="00331553" w:rsidP="00B649F7">
            <w:pPr>
              <w:pStyle w:val="Geenafstand"/>
              <w:rPr>
                <w:rFonts w:eastAsia="Calibri"/>
              </w:rPr>
            </w:pPr>
            <w:r>
              <w:rPr>
                <w:rFonts w:eastAsia="Calibri"/>
              </w:rPr>
              <w:t>Er wordt gevraagd naar voorbeelden</w:t>
            </w:r>
          </w:p>
        </w:tc>
        <w:tc>
          <w:tcPr>
            <w:tcW w:w="455" w:type="dxa"/>
          </w:tcPr>
          <w:p w:rsidR="00331553" w:rsidRPr="00E06726" w:rsidRDefault="00331553" w:rsidP="00B649F7">
            <w:pPr>
              <w:pStyle w:val="Geenafstand"/>
              <w:rPr>
                <w:rFonts w:eastAsia="Calibri"/>
              </w:rPr>
            </w:pPr>
          </w:p>
        </w:tc>
        <w:tc>
          <w:tcPr>
            <w:tcW w:w="571" w:type="dxa"/>
          </w:tcPr>
          <w:p w:rsidR="00331553" w:rsidRPr="00E06726" w:rsidRDefault="00331553"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4</w:t>
            </w:r>
          </w:p>
        </w:tc>
        <w:tc>
          <w:tcPr>
            <w:tcW w:w="7040" w:type="dxa"/>
          </w:tcPr>
          <w:p w:rsidR="00E06726" w:rsidRPr="00E06726" w:rsidRDefault="00E06726" w:rsidP="00B649F7">
            <w:pPr>
              <w:pStyle w:val="Geenafstand"/>
              <w:rPr>
                <w:rFonts w:eastAsia="Calibri"/>
              </w:rPr>
            </w:pPr>
            <w:r w:rsidRPr="00E06726">
              <w:rPr>
                <w:rFonts w:eastAsia="Calibri"/>
              </w:rPr>
              <w:t>De STARR wordt per voorbeeld of gedragscriterium afgewerkt</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331553" w:rsidRPr="00E06726" w:rsidTr="007D2107">
        <w:tc>
          <w:tcPr>
            <w:tcW w:w="522" w:type="dxa"/>
          </w:tcPr>
          <w:p w:rsidR="00331553" w:rsidRPr="00E06726" w:rsidRDefault="000808EA" w:rsidP="00B649F7">
            <w:pPr>
              <w:pStyle w:val="Geenafstand"/>
              <w:rPr>
                <w:rFonts w:eastAsia="Calibri"/>
              </w:rPr>
            </w:pPr>
            <w:r>
              <w:rPr>
                <w:rFonts w:eastAsia="Calibri"/>
              </w:rPr>
              <w:t>5</w:t>
            </w:r>
          </w:p>
        </w:tc>
        <w:tc>
          <w:tcPr>
            <w:tcW w:w="7040" w:type="dxa"/>
          </w:tcPr>
          <w:p w:rsidR="00331553" w:rsidRPr="00E06726" w:rsidRDefault="00331553" w:rsidP="00B649F7">
            <w:pPr>
              <w:pStyle w:val="Geenafstand"/>
              <w:rPr>
                <w:rFonts w:eastAsia="Calibri"/>
              </w:rPr>
            </w:pPr>
            <w:r>
              <w:rPr>
                <w:rFonts w:eastAsia="Calibri"/>
              </w:rPr>
              <w:t>De bevraagde situatie is recent</w:t>
            </w:r>
          </w:p>
        </w:tc>
        <w:tc>
          <w:tcPr>
            <w:tcW w:w="455" w:type="dxa"/>
          </w:tcPr>
          <w:p w:rsidR="00331553" w:rsidRPr="00E06726" w:rsidRDefault="00331553" w:rsidP="00B649F7">
            <w:pPr>
              <w:pStyle w:val="Geenafstand"/>
              <w:rPr>
                <w:rFonts w:eastAsia="Calibri"/>
              </w:rPr>
            </w:pPr>
          </w:p>
        </w:tc>
        <w:tc>
          <w:tcPr>
            <w:tcW w:w="571" w:type="dxa"/>
          </w:tcPr>
          <w:p w:rsidR="00331553" w:rsidRPr="00E06726" w:rsidRDefault="00331553"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6</w:t>
            </w:r>
          </w:p>
        </w:tc>
        <w:tc>
          <w:tcPr>
            <w:tcW w:w="7040" w:type="dxa"/>
          </w:tcPr>
          <w:p w:rsidR="00E06726" w:rsidRPr="00E06726" w:rsidRDefault="00E06726" w:rsidP="00B649F7">
            <w:pPr>
              <w:pStyle w:val="Geenafstand"/>
              <w:rPr>
                <w:rFonts w:eastAsia="Calibri"/>
              </w:rPr>
            </w:pPr>
            <w:r w:rsidRPr="00E06726">
              <w:rPr>
                <w:rFonts w:eastAsia="Calibri"/>
              </w:rPr>
              <w:t>Het is duidelijk op welke prestatie indicatoren of beoordelingscriteria wordt gereflecteerd</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7</w:t>
            </w:r>
          </w:p>
        </w:tc>
        <w:tc>
          <w:tcPr>
            <w:tcW w:w="7040" w:type="dxa"/>
          </w:tcPr>
          <w:p w:rsidR="00E06726" w:rsidRPr="00E06726" w:rsidRDefault="00E06726" w:rsidP="00B649F7">
            <w:pPr>
              <w:pStyle w:val="Geenafstand"/>
              <w:rPr>
                <w:rFonts w:eastAsia="Calibri"/>
              </w:rPr>
            </w:pPr>
            <w:r w:rsidRPr="00E06726">
              <w:rPr>
                <w:rFonts w:eastAsia="Calibri"/>
              </w:rPr>
              <w:t xml:space="preserve">Er wordt naar zowel </w:t>
            </w:r>
            <w:r w:rsidRPr="00E06726">
              <w:rPr>
                <w:rFonts w:eastAsia="Calibri"/>
                <w:u w:val="single"/>
              </w:rPr>
              <w:t>hoofd</w:t>
            </w:r>
            <w:r w:rsidRPr="00E06726">
              <w:rPr>
                <w:rFonts w:eastAsia="Calibri"/>
              </w:rPr>
              <w:t xml:space="preserve">, </w:t>
            </w:r>
            <w:r w:rsidRPr="00E06726">
              <w:rPr>
                <w:rFonts w:eastAsia="Calibri"/>
                <w:u w:val="single"/>
              </w:rPr>
              <w:t>hart</w:t>
            </w:r>
            <w:r w:rsidRPr="00E06726">
              <w:rPr>
                <w:rFonts w:eastAsia="Calibri"/>
              </w:rPr>
              <w:t xml:space="preserve"> en </w:t>
            </w:r>
            <w:r w:rsidRPr="00E06726">
              <w:rPr>
                <w:rFonts w:eastAsia="Calibri"/>
                <w:u w:val="single"/>
              </w:rPr>
              <w:t>handen</w:t>
            </w:r>
            <w:r w:rsidRPr="00E06726">
              <w:rPr>
                <w:rFonts w:eastAsia="Calibri"/>
              </w:rPr>
              <w:t xml:space="preserve"> principes gevraagd. Dus wat degene dacht, voelde en wat hij deed ( zei, koos, etc.)</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8</w:t>
            </w:r>
          </w:p>
        </w:tc>
        <w:tc>
          <w:tcPr>
            <w:tcW w:w="7040" w:type="dxa"/>
          </w:tcPr>
          <w:p w:rsidR="00E06726" w:rsidRPr="00E06726" w:rsidRDefault="00E06726" w:rsidP="00B649F7">
            <w:pPr>
              <w:pStyle w:val="Geenafstand"/>
              <w:rPr>
                <w:rFonts w:eastAsia="Calibri"/>
              </w:rPr>
            </w:pPr>
            <w:r w:rsidRPr="00E06726">
              <w:rPr>
                <w:rFonts w:eastAsia="Calibri"/>
              </w:rPr>
              <w:t>Termen en begrippen uit het beroep zijn gebruikt</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9</w:t>
            </w:r>
          </w:p>
        </w:tc>
        <w:tc>
          <w:tcPr>
            <w:tcW w:w="7040" w:type="dxa"/>
          </w:tcPr>
          <w:p w:rsidR="00E06726" w:rsidRPr="00E06726" w:rsidRDefault="00E06726" w:rsidP="00B649F7">
            <w:pPr>
              <w:pStyle w:val="Geenafstand"/>
              <w:rPr>
                <w:rFonts w:eastAsia="Calibri"/>
              </w:rPr>
            </w:pPr>
            <w:r w:rsidRPr="00E06726">
              <w:rPr>
                <w:rFonts w:eastAsia="Calibri"/>
              </w:rPr>
              <w:t>De vragen zijn open en neutraal</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10</w:t>
            </w:r>
          </w:p>
        </w:tc>
        <w:tc>
          <w:tcPr>
            <w:tcW w:w="7040" w:type="dxa"/>
          </w:tcPr>
          <w:p w:rsidR="00E06726" w:rsidRPr="00E06726" w:rsidRDefault="00E06726" w:rsidP="00B649F7">
            <w:pPr>
              <w:pStyle w:val="Geenafstand"/>
              <w:rPr>
                <w:rFonts w:eastAsia="Calibri"/>
              </w:rPr>
            </w:pPr>
            <w:r w:rsidRPr="00E06726">
              <w:rPr>
                <w:rFonts w:eastAsia="Calibri"/>
              </w:rPr>
              <w:t>De vraagsteller had zich de vragen “eigen” gemaakt</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11</w:t>
            </w:r>
          </w:p>
        </w:tc>
        <w:tc>
          <w:tcPr>
            <w:tcW w:w="7040" w:type="dxa"/>
          </w:tcPr>
          <w:p w:rsidR="00E06726" w:rsidRPr="00E06726" w:rsidRDefault="00E06726" w:rsidP="00B649F7">
            <w:pPr>
              <w:pStyle w:val="Geenafstand"/>
              <w:rPr>
                <w:rFonts w:eastAsia="Calibri"/>
              </w:rPr>
            </w:pPr>
            <w:r w:rsidRPr="00E06726">
              <w:rPr>
                <w:rFonts w:eastAsia="Calibri"/>
              </w:rPr>
              <w:t>De student wordt door de vragensteller gedwongen op zichzelf te reflecteren</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0808EA" w:rsidP="00B649F7">
            <w:pPr>
              <w:pStyle w:val="Geenafstand"/>
              <w:rPr>
                <w:rFonts w:eastAsia="Calibri"/>
              </w:rPr>
            </w:pPr>
            <w:r>
              <w:rPr>
                <w:rFonts w:eastAsia="Calibri"/>
              </w:rPr>
              <w:t>12</w:t>
            </w:r>
          </w:p>
        </w:tc>
        <w:tc>
          <w:tcPr>
            <w:tcW w:w="7040" w:type="dxa"/>
          </w:tcPr>
          <w:p w:rsidR="00E06726" w:rsidRPr="00E06726" w:rsidRDefault="00E06726" w:rsidP="00B649F7">
            <w:pPr>
              <w:pStyle w:val="Geenafstand"/>
              <w:rPr>
                <w:rFonts w:eastAsia="Calibri"/>
              </w:rPr>
            </w:pPr>
            <w:r w:rsidRPr="00E06726">
              <w:rPr>
                <w:rFonts w:eastAsia="Calibri"/>
              </w:rPr>
              <w:t xml:space="preserve">Uit het gesprek ontstaat een beeld waaruit beoordeeld kan worden hoe groot de kans is dat de student </w:t>
            </w:r>
            <w:r w:rsidR="00331553">
              <w:rPr>
                <w:rFonts w:eastAsia="Calibri"/>
              </w:rPr>
              <w:t xml:space="preserve">zich </w:t>
            </w:r>
            <w:r w:rsidRPr="00E06726">
              <w:rPr>
                <w:rFonts w:eastAsia="Calibri"/>
              </w:rPr>
              <w:t xml:space="preserve">dit gedrag </w:t>
            </w:r>
            <w:r w:rsidR="00331553">
              <w:rPr>
                <w:rFonts w:eastAsia="Calibri"/>
              </w:rPr>
              <w:t>eigen heeft gemaakt en in de beroepspraktijk zal laten zien</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E06726" w:rsidRPr="00E06726" w:rsidTr="007D2107">
        <w:tc>
          <w:tcPr>
            <w:tcW w:w="522" w:type="dxa"/>
          </w:tcPr>
          <w:p w:rsidR="00E06726" w:rsidRPr="00E06726" w:rsidRDefault="00CD74D3" w:rsidP="00B649F7">
            <w:pPr>
              <w:pStyle w:val="Geenafstand"/>
              <w:rPr>
                <w:rFonts w:eastAsia="Calibri"/>
              </w:rPr>
            </w:pPr>
            <w:r>
              <w:rPr>
                <w:rFonts w:eastAsia="Calibri"/>
              </w:rPr>
              <w:t>13</w:t>
            </w:r>
          </w:p>
        </w:tc>
        <w:tc>
          <w:tcPr>
            <w:tcW w:w="7040" w:type="dxa"/>
          </w:tcPr>
          <w:p w:rsidR="00E06726" w:rsidRPr="00E06726" w:rsidRDefault="00CD74D3" w:rsidP="00B649F7">
            <w:pPr>
              <w:pStyle w:val="Geenafstand"/>
              <w:rPr>
                <w:rFonts w:eastAsia="Calibri"/>
              </w:rPr>
            </w:pPr>
            <w:r>
              <w:rPr>
                <w:rFonts w:eastAsia="Calibri"/>
              </w:rPr>
              <w:t>De vragensteller vat regelmatig samen</w:t>
            </w:r>
          </w:p>
        </w:tc>
        <w:tc>
          <w:tcPr>
            <w:tcW w:w="455" w:type="dxa"/>
          </w:tcPr>
          <w:p w:rsidR="00E06726" w:rsidRPr="00E06726" w:rsidRDefault="00E06726" w:rsidP="00B649F7">
            <w:pPr>
              <w:pStyle w:val="Geenafstand"/>
              <w:rPr>
                <w:rFonts w:eastAsia="Calibri"/>
              </w:rPr>
            </w:pPr>
          </w:p>
        </w:tc>
        <w:tc>
          <w:tcPr>
            <w:tcW w:w="571" w:type="dxa"/>
          </w:tcPr>
          <w:p w:rsidR="00E06726" w:rsidRPr="00E06726" w:rsidRDefault="00E06726" w:rsidP="00B649F7">
            <w:pPr>
              <w:pStyle w:val="Geenafstand"/>
              <w:rPr>
                <w:rFonts w:eastAsia="Calibri"/>
              </w:rPr>
            </w:pPr>
          </w:p>
        </w:tc>
      </w:tr>
      <w:tr w:rsidR="00CD74D3" w:rsidRPr="00E06726" w:rsidTr="007D2107">
        <w:tc>
          <w:tcPr>
            <w:tcW w:w="522" w:type="dxa"/>
          </w:tcPr>
          <w:p w:rsidR="00CD74D3" w:rsidRDefault="00CD74D3" w:rsidP="00B649F7">
            <w:pPr>
              <w:pStyle w:val="Geenafstand"/>
              <w:rPr>
                <w:rFonts w:eastAsia="Calibri"/>
              </w:rPr>
            </w:pPr>
            <w:r>
              <w:rPr>
                <w:rFonts w:eastAsia="Calibri"/>
              </w:rPr>
              <w:t>14</w:t>
            </w:r>
          </w:p>
        </w:tc>
        <w:tc>
          <w:tcPr>
            <w:tcW w:w="7040" w:type="dxa"/>
          </w:tcPr>
          <w:p w:rsidR="00CD74D3" w:rsidRPr="00E06726" w:rsidRDefault="00CD74D3" w:rsidP="00B649F7">
            <w:pPr>
              <w:pStyle w:val="Geenafstand"/>
              <w:rPr>
                <w:rFonts w:eastAsia="Calibri"/>
              </w:rPr>
            </w:pPr>
          </w:p>
        </w:tc>
        <w:tc>
          <w:tcPr>
            <w:tcW w:w="455" w:type="dxa"/>
          </w:tcPr>
          <w:p w:rsidR="00CD74D3" w:rsidRPr="00E06726" w:rsidRDefault="00CD74D3" w:rsidP="00B649F7">
            <w:pPr>
              <w:pStyle w:val="Geenafstand"/>
              <w:rPr>
                <w:rFonts w:eastAsia="Calibri"/>
              </w:rPr>
            </w:pPr>
          </w:p>
        </w:tc>
        <w:tc>
          <w:tcPr>
            <w:tcW w:w="571" w:type="dxa"/>
          </w:tcPr>
          <w:p w:rsidR="00CD74D3" w:rsidRPr="00E06726" w:rsidRDefault="00CD74D3" w:rsidP="00B649F7">
            <w:pPr>
              <w:pStyle w:val="Geenafstand"/>
              <w:rPr>
                <w:rFonts w:eastAsia="Calibri"/>
              </w:rPr>
            </w:pPr>
          </w:p>
        </w:tc>
      </w:tr>
      <w:tr w:rsidR="00CD74D3" w:rsidRPr="00E06726" w:rsidTr="007D2107">
        <w:tc>
          <w:tcPr>
            <w:tcW w:w="522" w:type="dxa"/>
          </w:tcPr>
          <w:p w:rsidR="00CD74D3" w:rsidRDefault="00CD74D3" w:rsidP="00B649F7">
            <w:pPr>
              <w:pStyle w:val="Geenafstand"/>
              <w:rPr>
                <w:rFonts w:eastAsia="Calibri"/>
              </w:rPr>
            </w:pPr>
            <w:r>
              <w:rPr>
                <w:rFonts w:eastAsia="Calibri"/>
              </w:rPr>
              <w:t>15</w:t>
            </w:r>
          </w:p>
        </w:tc>
        <w:tc>
          <w:tcPr>
            <w:tcW w:w="7040" w:type="dxa"/>
          </w:tcPr>
          <w:p w:rsidR="00CD74D3" w:rsidRPr="00E06726" w:rsidRDefault="00CD74D3" w:rsidP="00B649F7">
            <w:pPr>
              <w:pStyle w:val="Geenafstand"/>
              <w:rPr>
                <w:rFonts w:eastAsia="Calibri"/>
              </w:rPr>
            </w:pPr>
          </w:p>
        </w:tc>
        <w:tc>
          <w:tcPr>
            <w:tcW w:w="455" w:type="dxa"/>
          </w:tcPr>
          <w:p w:rsidR="00CD74D3" w:rsidRPr="00E06726" w:rsidRDefault="00CD74D3" w:rsidP="00B649F7">
            <w:pPr>
              <w:pStyle w:val="Geenafstand"/>
              <w:rPr>
                <w:rFonts w:eastAsia="Calibri"/>
              </w:rPr>
            </w:pPr>
          </w:p>
        </w:tc>
        <w:tc>
          <w:tcPr>
            <w:tcW w:w="571" w:type="dxa"/>
          </w:tcPr>
          <w:p w:rsidR="00CD74D3" w:rsidRPr="00E06726" w:rsidRDefault="00CD74D3" w:rsidP="00B649F7">
            <w:pPr>
              <w:pStyle w:val="Geenafstand"/>
              <w:rPr>
                <w:rFonts w:eastAsia="Calibri"/>
              </w:rPr>
            </w:pPr>
          </w:p>
        </w:tc>
      </w:tr>
    </w:tbl>
    <w:p w:rsidR="00E06726" w:rsidRPr="00E06726" w:rsidRDefault="00E06726" w:rsidP="00B649F7">
      <w:pPr>
        <w:pStyle w:val="Geenafstand"/>
      </w:pPr>
    </w:p>
    <w:p w:rsidR="00C8084B" w:rsidRDefault="00C8084B" w:rsidP="00B649F7">
      <w:pPr>
        <w:pStyle w:val="Geenafstand"/>
        <w:rPr>
          <w:rFonts w:eastAsia="Times New Roman" w:cs="Arial"/>
        </w:rPr>
      </w:pPr>
      <w:r>
        <w:rPr>
          <w:rFonts w:eastAsia="Times New Roman" w:cs="Arial"/>
        </w:rPr>
        <w:t>Ingevuld door:</w:t>
      </w:r>
    </w:p>
    <w:p w:rsidR="00C8084B" w:rsidRDefault="00C8084B" w:rsidP="00B649F7">
      <w:pPr>
        <w:pStyle w:val="Geenafstand"/>
        <w:rPr>
          <w:rFonts w:eastAsia="Times New Roman" w:cs="Arial"/>
        </w:rPr>
      </w:pPr>
    </w:p>
    <w:p w:rsidR="00C8084B" w:rsidRDefault="00C8084B" w:rsidP="00B649F7">
      <w:pPr>
        <w:pStyle w:val="Geenafstand"/>
        <w:rPr>
          <w:rFonts w:eastAsia="Times New Roman" w:cs="Arial"/>
        </w:rPr>
      </w:pPr>
    </w:p>
    <w:p w:rsidR="000808EA" w:rsidRDefault="000808EA" w:rsidP="00B649F7">
      <w:pPr>
        <w:pStyle w:val="Geenafstand"/>
        <w:rPr>
          <w:rFonts w:eastAsia="Times New Roman" w:cs="Arial"/>
        </w:rPr>
      </w:pPr>
      <w:r>
        <w:rPr>
          <w:rFonts w:eastAsia="Times New Roman" w:cs="Arial"/>
        </w:rPr>
        <w:t>Feedback voor de vragensteller:</w:t>
      </w:r>
    </w:p>
    <w:p w:rsidR="00E06726" w:rsidRPr="00E06726" w:rsidRDefault="00E06726" w:rsidP="00C8084B">
      <w:pPr>
        <w:pStyle w:val="Kop1"/>
      </w:pPr>
      <w:r w:rsidRPr="00E06726">
        <w:rPr>
          <w:rFonts w:cs="Arial"/>
        </w:rPr>
        <w:br w:type="page"/>
      </w:r>
      <w:bookmarkStart w:id="15" w:name="_Toc370975859"/>
      <w:r w:rsidRPr="00E06726">
        <w:lastRenderedPageBreak/>
        <w:t xml:space="preserve">SMART </w:t>
      </w:r>
      <w:r w:rsidR="00C8084B">
        <w:t>maken van een leerdoel</w:t>
      </w:r>
      <w:bookmarkEnd w:id="15"/>
      <w:r w:rsidRPr="00E06726">
        <w:tab/>
      </w:r>
      <w:r w:rsidRPr="00E06726">
        <w:tab/>
      </w:r>
      <w:r w:rsidRPr="00E06726">
        <w:tab/>
      </w:r>
      <w:r w:rsidRPr="00E06726">
        <w:tab/>
      </w:r>
      <w:r w:rsidRPr="00E06726">
        <w:tab/>
      </w:r>
      <w:r w:rsidRPr="00E06726">
        <w:tab/>
      </w:r>
      <w:r w:rsidRPr="00E06726">
        <w:tab/>
      </w:r>
      <w:r w:rsidRPr="00E06726">
        <w:tab/>
      </w:r>
    </w:p>
    <w:p w:rsidR="00E06726" w:rsidRPr="00E06726" w:rsidRDefault="00E06726" w:rsidP="00B649F7">
      <w:pPr>
        <w:pStyle w:val="Geenafstan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784"/>
      </w:tblGrid>
      <w:tr w:rsidR="00E06726" w:rsidRPr="00E06726" w:rsidTr="007D2107">
        <w:tc>
          <w:tcPr>
            <w:tcW w:w="4428" w:type="dxa"/>
          </w:tcPr>
          <w:p w:rsidR="00E06726" w:rsidRPr="00E06726" w:rsidRDefault="00E06726" w:rsidP="00B649F7">
            <w:pPr>
              <w:pStyle w:val="Geenafstand"/>
            </w:pPr>
            <w:r w:rsidRPr="00E06726">
              <w:t>Wat zou je verder willen versterken; m.a.w. wat zou je nog willen leren, of veranderen in je gedrag als je kijkt naar je plus min analyse van de competenties voor assessor. Hoe luidt concreet je leervraag?</w:t>
            </w:r>
          </w:p>
          <w:p w:rsidR="00E06726" w:rsidRPr="00E06726" w:rsidRDefault="00E06726" w:rsidP="00B649F7">
            <w:pPr>
              <w:pStyle w:val="Geenafstand"/>
            </w:pPr>
          </w:p>
        </w:tc>
        <w:tc>
          <w:tcPr>
            <w:tcW w:w="4784" w:type="dxa"/>
          </w:tcPr>
          <w:p w:rsidR="00E06726" w:rsidRPr="00E06726" w:rsidRDefault="00E06726" w:rsidP="00B649F7">
            <w:pPr>
              <w:pStyle w:val="Geenafstand"/>
            </w:pPr>
            <w:r w:rsidRPr="00E06726">
              <w:t>Ik wil leren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C8084B">
        <w:trPr>
          <w:trHeight w:val="2726"/>
        </w:trPr>
        <w:tc>
          <w:tcPr>
            <w:tcW w:w="4428" w:type="dxa"/>
          </w:tcPr>
          <w:p w:rsidR="00E06726" w:rsidRPr="00E06726" w:rsidRDefault="00E06726" w:rsidP="00B649F7">
            <w:pPr>
              <w:pStyle w:val="Geenafstand"/>
            </w:pPr>
            <w:r w:rsidRPr="00E06726">
              <w:t>Wat is je doel, wat wil je bereiken (SMART</w:t>
            </w:r>
            <w:r w:rsidRPr="00E06726">
              <w:rPr>
                <w:vertAlign w:val="superscript"/>
              </w:rPr>
              <w:footnoteReference w:id="1"/>
            </w:r>
            <w:r w:rsidRPr="00E06726">
              <w:t>)</w:t>
            </w:r>
          </w:p>
          <w:p w:rsidR="00E06726" w:rsidRPr="00E06726" w:rsidRDefault="00E06726" w:rsidP="00B649F7">
            <w:pPr>
              <w:pStyle w:val="Geenafstand"/>
            </w:pPr>
            <w:r w:rsidRPr="00E06726">
              <w:t>Hoe ziet dat er uit in concreet gedrag of producten?</w:t>
            </w:r>
          </w:p>
          <w:p w:rsidR="00E06726" w:rsidRPr="00E06726" w:rsidRDefault="00E06726" w:rsidP="00B649F7">
            <w:pPr>
              <w:pStyle w:val="Geenafstand"/>
            </w:pPr>
            <w:r w:rsidRPr="00E06726">
              <w:t>Wat laat jij zien als je doel bereikt is?</w:t>
            </w:r>
          </w:p>
          <w:p w:rsidR="00E06726" w:rsidRPr="00E06726" w:rsidRDefault="00E06726" w:rsidP="00B649F7">
            <w:pPr>
              <w:pStyle w:val="Geenafstand"/>
            </w:pPr>
            <w:r w:rsidRPr="00E06726">
              <w:t>Wat is er dan precies veranderd?</w:t>
            </w:r>
          </w:p>
          <w:p w:rsidR="00E06726" w:rsidRPr="00E06726" w:rsidRDefault="00E06726" w:rsidP="00B649F7">
            <w:pPr>
              <w:pStyle w:val="Geenafstand"/>
            </w:pPr>
            <w:r w:rsidRPr="00E06726">
              <w:t>Hoe kun je dat meten?</w:t>
            </w:r>
          </w:p>
          <w:p w:rsidR="00E06726" w:rsidRPr="00E06726" w:rsidRDefault="00E06726" w:rsidP="00B649F7">
            <w:pPr>
              <w:pStyle w:val="Geenafstand"/>
            </w:pPr>
            <w:r w:rsidRPr="00E06726">
              <w:t>Binnen welke tijd moet je dit bereikt hebben?</w:t>
            </w:r>
          </w:p>
          <w:p w:rsidR="00E06726" w:rsidRPr="00E06726" w:rsidRDefault="00E06726" w:rsidP="00B649F7">
            <w:pPr>
              <w:pStyle w:val="Geenafstand"/>
            </w:pPr>
            <w:r w:rsidRPr="00E06726">
              <w:t xml:space="preserve">Is dit realistisch? Haalbaar?                 </w:t>
            </w:r>
          </w:p>
          <w:p w:rsidR="00E06726" w:rsidRPr="00E06726" w:rsidRDefault="00E06726" w:rsidP="00B649F7">
            <w:pPr>
              <w:pStyle w:val="Geenafstand"/>
            </w:pPr>
          </w:p>
        </w:tc>
        <w:tc>
          <w:tcPr>
            <w:tcW w:w="4784" w:type="dxa"/>
          </w:tcPr>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r w:rsidRPr="00E06726">
              <w:t xml:space="preserve">   </w:t>
            </w:r>
          </w:p>
        </w:tc>
      </w:tr>
      <w:tr w:rsidR="00E06726" w:rsidRPr="00E06726" w:rsidTr="007D2107">
        <w:tc>
          <w:tcPr>
            <w:tcW w:w="4428" w:type="dxa"/>
          </w:tcPr>
          <w:p w:rsidR="00E06726" w:rsidRPr="00E06726" w:rsidRDefault="00E06726" w:rsidP="00B649F7">
            <w:pPr>
              <w:pStyle w:val="Geenafstand"/>
            </w:pPr>
            <w:r w:rsidRPr="00E06726">
              <w:t xml:space="preserve">Welke activiteiten ga je ondernemen om je doel te bereiken </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4784" w:type="dxa"/>
          </w:tcPr>
          <w:p w:rsidR="00E06726" w:rsidRPr="00E06726" w:rsidRDefault="00E06726" w:rsidP="00B649F7">
            <w:pPr>
              <w:pStyle w:val="Geenafstand"/>
            </w:pPr>
            <w:r w:rsidRPr="00E06726">
              <w:t>-</w:t>
            </w:r>
          </w:p>
          <w:p w:rsidR="00E06726" w:rsidRPr="00E06726" w:rsidRDefault="00E06726" w:rsidP="00B649F7">
            <w:pPr>
              <w:pStyle w:val="Geenafstand"/>
            </w:pPr>
            <w:r w:rsidRPr="00E06726">
              <w:t>-</w:t>
            </w:r>
          </w:p>
          <w:p w:rsidR="00E06726" w:rsidRPr="00E06726" w:rsidRDefault="00E06726" w:rsidP="00B649F7">
            <w:pPr>
              <w:pStyle w:val="Geenafstand"/>
            </w:pPr>
            <w:r w:rsidRPr="00E06726">
              <w:t>--</w:t>
            </w:r>
          </w:p>
          <w:p w:rsidR="00E06726" w:rsidRPr="00E06726" w:rsidRDefault="00E06726" w:rsidP="00B649F7">
            <w:pPr>
              <w:pStyle w:val="Geenafstand"/>
            </w:pPr>
            <w:r w:rsidRPr="00E06726">
              <w:t>-</w:t>
            </w:r>
          </w:p>
          <w:p w:rsidR="00E06726" w:rsidRPr="00E06726" w:rsidRDefault="00E06726" w:rsidP="00B649F7">
            <w:pPr>
              <w:pStyle w:val="Geenafstand"/>
            </w:pPr>
            <w:r w:rsidRPr="00E06726">
              <w:t>-</w:t>
            </w:r>
          </w:p>
          <w:p w:rsidR="00E06726" w:rsidRPr="00E06726" w:rsidRDefault="00E06726" w:rsidP="00B649F7">
            <w:pPr>
              <w:pStyle w:val="Geenafstand"/>
            </w:pPr>
            <w:r w:rsidRPr="00E06726">
              <w:t>-</w:t>
            </w:r>
          </w:p>
          <w:p w:rsidR="00E06726" w:rsidRPr="00E06726" w:rsidRDefault="00E06726" w:rsidP="00B649F7">
            <w:pPr>
              <w:pStyle w:val="Geenafstand"/>
            </w:pPr>
            <w:r w:rsidRPr="00E06726">
              <w:t>-</w:t>
            </w:r>
          </w:p>
          <w:p w:rsidR="00E06726" w:rsidRPr="00E06726" w:rsidRDefault="00E06726" w:rsidP="00B649F7">
            <w:pPr>
              <w:pStyle w:val="Geenafstand"/>
            </w:pPr>
            <w:r w:rsidRPr="00E06726">
              <w:t>-</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cantSplit/>
        </w:trPr>
        <w:tc>
          <w:tcPr>
            <w:tcW w:w="4428" w:type="dxa"/>
          </w:tcPr>
          <w:p w:rsidR="00E06726" w:rsidRPr="00E06726" w:rsidRDefault="00E06726" w:rsidP="00B649F7">
            <w:pPr>
              <w:pStyle w:val="Geenafstand"/>
            </w:pPr>
            <w:r w:rsidRPr="00E06726">
              <w:t>Wat neem je op in je examendossier</w:t>
            </w:r>
          </w:p>
          <w:p w:rsidR="00E06726" w:rsidRPr="00E06726" w:rsidRDefault="00E06726" w:rsidP="00B649F7">
            <w:pPr>
              <w:pStyle w:val="Geenafstand"/>
            </w:pPr>
            <w:r w:rsidRPr="00E06726">
              <w:t>Waarmee kan je bewijzen dat je gewerkt hebt aan je ontwikkeling?</w:t>
            </w:r>
          </w:p>
          <w:p w:rsidR="00E06726" w:rsidRPr="00E06726" w:rsidRDefault="00E06726" w:rsidP="00B649F7">
            <w:pPr>
              <w:pStyle w:val="Geenafstand"/>
            </w:pPr>
            <w:r w:rsidRPr="00E06726">
              <w:t>Aan welke criteria moet het voldoen?</w:t>
            </w:r>
          </w:p>
          <w:p w:rsidR="00E06726" w:rsidRPr="00E06726" w:rsidRDefault="00E06726" w:rsidP="00B649F7">
            <w:pPr>
              <w:pStyle w:val="Geenafstand"/>
            </w:pPr>
            <w:r w:rsidRPr="00E06726">
              <w:t>Wat vind je leuk om erin te doen?</w:t>
            </w:r>
          </w:p>
          <w:p w:rsidR="00E06726" w:rsidRPr="00E06726" w:rsidRDefault="00E06726" w:rsidP="00B649F7">
            <w:pPr>
              <w:pStyle w:val="Geenafstand"/>
            </w:pPr>
            <w:r w:rsidRPr="00E06726">
              <w:t>Wat zegt het over jou?</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4784" w:type="dxa"/>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cantSplit/>
        </w:trPr>
        <w:tc>
          <w:tcPr>
            <w:tcW w:w="4428" w:type="dxa"/>
          </w:tcPr>
          <w:p w:rsidR="00E06726" w:rsidRPr="00E06726" w:rsidRDefault="00E06726" w:rsidP="00B649F7">
            <w:pPr>
              <w:pStyle w:val="Geenafstand"/>
            </w:pPr>
            <w:r w:rsidRPr="00E06726">
              <w:lastRenderedPageBreak/>
              <w:t>Welke obstakels kun je mogelijk tegenkomen</w:t>
            </w:r>
          </w:p>
          <w:p w:rsidR="00E06726" w:rsidRPr="00E06726" w:rsidRDefault="00E06726" w:rsidP="00B649F7">
            <w:pPr>
              <w:pStyle w:val="Geenafstand"/>
            </w:pPr>
            <w:r w:rsidRPr="00E06726">
              <w:t>Hoe kun je die omzeilen?</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4784" w:type="dxa"/>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cantSplit/>
        </w:trPr>
        <w:tc>
          <w:tcPr>
            <w:tcW w:w="4428" w:type="dxa"/>
          </w:tcPr>
          <w:p w:rsidR="00E06726" w:rsidRPr="00E06726" w:rsidRDefault="00E06726" w:rsidP="00B649F7">
            <w:pPr>
              <w:pStyle w:val="Geenafstand"/>
            </w:pPr>
            <w:r w:rsidRPr="00E06726">
              <w:t>Welke hulpmiddelen heb je nodig</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4784" w:type="dxa"/>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c>
          <w:tcPr>
            <w:tcW w:w="4428" w:type="dxa"/>
          </w:tcPr>
          <w:p w:rsidR="00E06726" w:rsidRPr="00E06726" w:rsidRDefault="00E06726" w:rsidP="00B649F7">
            <w:pPr>
              <w:pStyle w:val="Geenafstand"/>
            </w:pPr>
            <w:r w:rsidRPr="00E06726">
              <w:t>Wie kunnen je helpen en wat wordt hun taak precies</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4784" w:type="dxa"/>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rPr>
          <w:trHeight w:val="1151"/>
        </w:trPr>
        <w:tc>
          <w:tcPr>
            <w:tcW w:w="4428" w:type="dxa"/>
          </w:tcPr>
          <w:p w:rsidR="00E06726" w:rsidRPr="00E06726" w:rsidRDefault="00E06726" w:rsidP="00B649F7">
            <w:pPr>
              <w:pStyle w:val="Geenafstand"/>
            </w:pPr>
            <w:r w:rsidRPr="00E06726">
              <w:t>Hoe ziet je planning er precies uit</w:t>
            </w:r>
          </w:p>
          <w:p w:rsidR="00E06726" w:rsidRPr="00E06726" w:rsidRDefault="00E06726" w:rsidP="00B649F7">
            <w:pPr>
              <w:pStyle w:val="Geenafstand"/>
            </w:pPr>
            <w:r w:rsidRPr="00E06726">
              <w:t>Wanneer is wat of welk (tussen)product klaar</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4784" w:type="dxa"/>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r>
      <w:tr w:rsidR="00E06726" w:rsidRPr="00E06726" w:rsidTr="007D2107">
        <w:tc>
          <w:tcPr>
            <w:tcW w:w="4428" w:type="dxa"/>
          </w:tcPr>
          <w:p w:rsidR="00E06726" w:rsidRPr="00E06726" w:rsidRDefault="00E06726" w:rsidP="00B649F7">
            <w:pPr>
              <w:pStyle w:val="Geenafstand"/>
            </w:pPr>
            <w:r w:rsidRPr="00E06726">
              <w:t xml:space="preserve">Voortgangsgesprek </w:t>
            </w:r>
          </w:p>
          <w:p w:rsidR="00E06726" w:rsidRPr="00E06726" w:rsidRDefault="00E06726" w:rsidP="00B649F7">
            <w:pPr>
              <w:pStyle w:val="Geenafstand"/>
            </w:pPr>
            <w:r w:rsidRPr="00E06726">
              <w:t>Wat is gelukt?</w:t>
            </w:r>
          </w:p>
          <w:p w:rsidR="00E06726" w:rsidRPr="00E06726" w:rsidRDefault="00E06726" w:rsidP="00B649F7">
            <w:pPr>
              <w:pStyle w:val="Geenafstand"/>
            </w:pPr>
            <w:r w:rsidRPr="00E06726">
              <w:t>Wat is niet gelukt en waarom niet?</w:t>
            </w:r>
          </w:p>
          <w:p w:rsidR="00E06726" w:rsidRPr="00E06726" w:rsidRDefault="00E06726" w:rsidP="00B649F7">
            <w:pPr>
              <w:pStyle w:val="Geenafstand"/>
            </w:pPr>
            <w:r w:rsidRPr="00E06726">
              <w:t>Wat ervaar je als een knelpunt?</w:t>
            </w:r>
          </w:p>
          <w:p w:rsidR="00E06726" w:rsidRPr="00331553" w:rsidRDefault="00E06726" w:rsidP="00B649F7">
            <w:pPr>
              <w:pStyle w:val="Geenafstand"/>
            </w:pPr>
            <w:r w:rsidRPr="00E06726">
              <w:t>Wat is de volgende stap?          (evt. weer beginnen bij stap 1)</w:t>
            </w: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4784" w:type="dxa"/>
          </w:tcPr>
          <w:p w:rsidR="00E06726" w:rsidRPr="00E06726" w:rsidRDefault="00E06726" w:rsidP="00B649F7">
            <w:pPr>
              <w:pStyle w:val="Geenafstand"/>
            </w:pPr>
          </w:p>
        </w:tc>
      </w:tr>
    </w:tbl>
    <w:p w:rsidR="007F5CC0" w:rsidRDefault="007F5CC0" w:rsidP="00B649F7">
      <w:pPr>
        <w:pStyle w:val="Geenafstand"/>
      </w:pPr>
    </w:p>
    <w:p w:rsidR="007F5CC0" w:rsidRDefault="007F5CC0" w:rsidP="00B649F7">
      <w:pPr>
        <w:pStyle w:val="Geenafstand"/>
      </w:pPr>
      <w:r>
        <w:br w:type="page"/>
      </w:r>
    </w:p>
    <w:p w:rsidR="00E06726" w:rsidRPr="00E06726" w:rsidRDefault="00E06726" w:rsidP="00C8084B">
      <w:pPr>
        <w:pStyle w:val="Kop1"/>
        <w:rPr>
          <w:rFonts w:eastAsia="Times New Roman"/>
        </w:rPr>
      </w:pPr>
      <w:bookmarkStart w:id="16" w:name="_Toc370975860"/>
      <w:r w:rsidRPr="00E06726">
        <w:rPr>
          <w:rFonts w:eastAsia="Times New Roman"/>
        </w:rPr>
        <w:lastRenderedPageBreak/>
        <w:t>Persoonlijk logboek m.b.</w:t>
      </w:r>
      <w:r w:rsidR="007F5CC0">
        <w:rPr>
          <w:rFonts w:eastAsia="Times New Roman"/>
        </w:rPr>
        <w:t>t</w:t>
      </w:r>
      <w:r w:rsidRPr="00E06726">
        <w:rPr>
          <w:rFonts w:eastAsia="Times New Roman"/>
        </w:rPr>
        <w:t xml:space="preserve">. </w:t>
      </w:r>
      <w:r w:rsidR="007F5CC0">
        <w:rPr>
          <w:rFonts w:eastAsia="Times New Roman"/>
        </w:rPr>
        <w:t xml:space="preserve">ontwikkelen </w:t>
      </w:r>
      <w:r w:rsidRPr="00E06726">
        <w:rPr>
          <w:rFonts w:eastAsia="Times New Roman"/>
        </w:rPr>
        <w:t>competenties</w:t>
      </w:r>
      <w:bookmarkEnd w:id="16"/>
    </w:p>
    <w:p w:rsidR="00E06726" w:rsidRPr="00E06726" w:rsidRDefault="00E06726" w:rsidP="00B649F7">
      <w:pPr>
        <w:pStyle w:val="Geenafstand"/>
      </w:pPr>
    </w:p>
    <w:tbl>
      <w:tblPr>
        <w:tblW w:w="9597" w:type="dxa"/>
        <w:tblInd w:w="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75"/>
        <w:gridCol w:w="2902"/>
        <w:gridCol w:w="1377"/>
        <w:gridCol w:w="3843"/>
      </w:tblGrid>
      <w:tr w:rsidR="00E06726" w:rsidRPr="00E06726" w:rsidTr="007D2107">
        <w:tc>
          <w:tcPr>
            <w:tcW w:w="9597" w:type="dxa"/>
            <w:gridSpan w:val="4"/>
            <w:tcBorders>
              <w:top w:val="nil"/>
              <w:left w:val="single" w:sz="4" w:space="0" w:color="auto"/>
              <w:bottom w:val="single" w:sz="4" w:space="0" w:color="auto"/>
              <w:right w:val="single" w:sz="4" w:space="0" w:color="auto"/>
            </w:tcBorders>
            <w:shd w:val="clear" w:color="auto" w:fill="E0E0E0"/>
          </w:tcPr>
          <w:p w:rsidR="00E06726" w:rsidRPr="00E06726" w:rsidRDefault="00E06726" w:rsidP="00B649F7">
            <w:pPr>
              <w:pStyle w:val="Geenafstand"/>
              <w:rPr>
                <w:sz w:val="20"/>
              </w:rPr>
            </w:pPr>
            <w:r w:rsidRPr="00E06726">
              <w:rPr>
                <w:sz w:val="48"/>
                <w:szCs w:val="48"/>
              </w:rPr>
              <w:t xml:space="preserve">1. </w:t>
            </w:r>
            <w:r w:rsidRPr="00E06726">
              <w:t>Inlevingsvermogen/sociaal sensitief - LOGBOEK</w:t>
            </w:r>
          </w:p>
        </w:tc>
      </w:tr>
      <w:tr w:rsidR="00E06726" w:rsidRPr="00E06726" w:rsidTr="007D2107">
        <w:trPr>
          <w:trHeight w:val="479"/>
        </w:trPr>
        <w:tc>
          <w:tcPr>
            <w:tcW w:w="95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726" w:rsidRPr="00E06726" w:rsidRDefault="00E06726" w:rsidP="00B649F7">
            <w:pPr>
              <w:pStyle w:val="Geenafstand"/>
            </w:pPr>
            <w:r w:rsidRPr="00E06726">
              <w:t>Amendering (voorstellen tot wijzigen van uw gedrag) vanuit zelfevaluatie, trainers en medekandidaten.</w:t>
            </w:r>
          </w:p>
        </w:tc>
      </w:tr>
      <w:tr w:rsidR="00E06726" w:rsidRPr="00E06726" w:rsidTr="000808EA">
        <w:tblPrEx>
          <w:tblBorders>
            <w:insideH w:val="single" w:sz="4" w:space="0" w:color="auto"/>
            <w:insideV w:val="single" w:sz="4" w:space="0" w:color="auto"/>
          </w:tblBorders>
        </w:tblPrEx>
        <w:trPr>
          <w:trHeight w:val="1413"/>
        </w:trPr>
        <w:tc>
          <w:tcPr>
            <w:tcW w:w="1475" w:type="dxa"/>
            <w:shd w:val="clear" w:color="auto" w:fill="E6E6E6"/>
            <w:vAlign w:val="center"/>
          </w:tcPr>
          <w:p w:rsidR="00E06726" w:rsidRPr="00E06726" w:rsidRDefault="00E06726" w:rsidP="00B649F7">
            <w:pPr>
              <w:pStyle w:val="Geenafstand"/>
            </w:pPr>
            <w:r w:rsidRPr="00E06726">
              <w:t>datum aantekening</w:t>
            </w:r>
          </w:p>
        </w:tc>
        <w:tc>
          <w:tcPr>
            <w:tcW w:w="2902" w:type="dxa"/>
            <w:shd w:val="clear" w:color="auto" w:fill="E6E6E6"/>
            <w:vAlign w:val="center"/>
          </w:tcPr>
          <w:p w:rsidR="00E06726" w:rsidRPr="00E06726" w:rsidRDefault="00E06726" w:rsidP="00B649F7">
            <w:pPr>
              <w:pStyle w:val="Geenafstand"/>
            </w:pPr>
            <w:r w:rsidRPr="00E06726">
              <w:t>korte beschrijving ontvangen feedback of zelfevaluatie</w:t>
            </w:r>
          </w:p>
        </w:tc>
        <w:tc>
          <w:tcPr>
            <w:tcW w:w="1377" w:type="dxa"/>
            <w:shd w:val="clear" w:color="auto" w:fill="E6E6E6"/>
            <w:vAlign w:val="center"/>
          </w:tcPr>
          <w:p w:rsidR="00E06726" w:rsidRPr="00E06726" w:rsidRDefault="00E06726" w:rsidP="00B649F7">
            <w:pPr>
              <w:pStyle w:val="Geenafstand"/>
            </w:pPr>
            <w:r w:rsidRPr="00E06726">
              <w:t>naam zender feedback</w:t>
            </w:r>
          </w:p>
        </w:tc>
        <w:tc>
          <w:tcPr>
            <w:tcW w:w="3843" w:type="dxa"/>
            <w:shd w:val="clear" w:color="auto" w:fill="E6E6E6"/>
            <w:vAlign w:val="center"/>
          </w:tcPr>
          <w:p w:rsidR="00E06726" w:rsidRPr="00E06726" w:rsidRDefault="00E06726" w:rsidP="00B649F7">
            <w:pPr>
              <w:pStyle w:val="Geenafstand"/>
            </w:pPr>
            <w:r w:rsidRPr="00E06726">
              <w:t>aantekening m.b.t. te versterken competentie</w:t>
            </w:r>
          </w:p>
          <w:p w:rsidR="00E06726" w:rsidRPr="00E06726" w:rsidRDefault="00E06726" w:rsidP="00B649F7">
            <w:pPr>
              <w:pStyle w:val="Geenafstand"/>
            </w:pPr>
          </w:p>
          <w:p w:rsidR="00E06726" w:rsidRPr="00E06726" w:rsidRDefault="00E06726" w:rsidP="00B649F7">
            <w:pPr>
              <w:pStyle w:val="Geenafstand"/>
            </w:pPr>
            <w:r w:rsidRPr="00E06726">
              <w:t xml:space="preserve">(= </w:t>
            </w:r>
            <w:proofErr w:type="spellStart"/>
            <w:r w:rsidRPr="00E06726">
              <w:t>leerpunt</w:t>
            </w:r>
            <w:proofErr w:type="spellEnd"/>
            <w:r w:rsidRPr="00E06726">
              <w:t xml:space="preserve"> of te ondernemen actie)</w:t>
            </w: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bl>
    <w:p w:rsidR="00E06726" w:rsidRPr="00E06726" w:rsidRDefault="00E06726" w:rsidP="00B649F7">
      <w:pPr>
        <w:pStyle w:val="Geenafstand"/>
      </w:pPr>
      <w:r w:rsidRPr="00E06726">
        <w:br w:type="page"/>
      </w:r>
    </w:p>
    <w:tbl>
      <w:tblPr>
        <w:tblW w:w="9597" w:type="dxa"/>
        <w:tblInd w:w="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75"/>
        <w:gridCol w:w="2902"/>
        <w:gridCol w:w="1377"/>
        <w:gridCol w:w="3843"/>
      </w:tblGrid>
      <w:tr w:rsidR="00E06726" w:rsidRPr="00E06726" w:rsidTr="007D2107">
        <w:tc>
          <w:tcPr>
            <w:tcW w:w="9597" w:type="dxa"/>
            <w:gridSpan w:val="4"/>
            <w:tcBorders>
              <w:top w:val="nil"/>
              <w:left w:val="single" w:sz="4" w:space="0" w:color="auto"/>
              <w:bottom w:val="single" w:sz="4" w:space="0" w:color="auto"/>
              <w:right w:val="single" w:sz="4" w:space="0" w:color="auto"/>
            </w:tcBorders>
            <w:shd w:val="clear" w:color="auto" w:fill="E0E0E0"/>
          </w:tcPr>
          <w:p w:rsidR="00E06726" w:rsidRPr="00E06726" w:rsidRDefault="00E06726" w:rsidP="00B649F7">
            <w:pPr>
              <w:pStyle w:val="Geenafstand"/>
              <w:rPr>
                <w:sz w:val="20"/>
              </w:rPr>
            </w:pPr>
            <w:r w:rsidRPr="00E06726">
              <w:rPr>
                <w:sz w:val="48"/>
                <w:szCs w:val="48"/>
              </w:rPr>
              <w:lastRenderedPageBreak/>
              <w:t xml:space="preserve">2. </w:t>
            </w:r>
            <w:r w:rsidRPr="00E06726">
              <w:t>Communicatief - LOGBOEK</w:t>
            </w:r>
          </w:p>
        </w:tc>
      </w:tr>
      <w:tr w:rsidR="00E06726" w:rsidRPr="00E06726" w:rsidTr="007D2107">
        <w:trPr>
          <w:trHeight w:val="479"/>
        </w:trPr>
        <w:tc>
          <w:tcPr>
            <w:tcW w:w="95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726" w:rsidRPr="00E06726" w:rsidRDefault="00E06726" w:rsidP="00B649F7">
            <w:pPr>
              <w:pStyle w:val="Geenafstand"/>
            </w:pPr>
            <w:r w:rsidRPr="00E06726">
              <w:t>Amendering (voorstellen tot wijzigen van uw gedrag) vanuit zelfevaluatie, trainers en medekandidaten.</w:t>
            </w:r>
          </w:p>
        </w:tc>
      </w:tr>
      <w:tr w:rsidR="00E06726" w:rsidRPr="00E06726" w:rsidTr="000808EA">
        <w:tblPrEx>
          <w:tblBorders>
            <w:insideH w:val="single" w:sz="4" w:space="0" w:color="auto"/>
            <w:insideV w:val="single" w:sz="4" w:space="0" w:color="auto"/>
          </w:tblBorders>
        </w:tblPrEx>
        <w:trPr>
          <w:trHeight w:val="1413"/>
        </w:trPr>
        <w:tc>
          <w:tcPr>
            <w:tcW w:w="1475" w:type="dxa"/>
            <w:shd w:val="clear" w:color="auto" w:fill="E6E6E6"/>
            <w:vAlign w:val="center"/>
          </w:tcPr>
          <w:p w:rsidR="00E06726" w:rsidRPr="00E06726" w:rsidRDefault="00E06726" w:rsidP="00B649F7">
            <w:pPr>
              <w:pStyle w:val="Geenafstand"/>
            </w:pPr>
            <w:r w:rsidRPr="00E06726">
              <w:t>datum aantekening</w:t>
            </w:r>
          </w:p>
        </w:tc>
        <w:tc>
          <w:tcPr>
            <w:tcW w:w="2902" w:type="dxa"/>
            <w:shd w:val="clear" w:color="auto" w:fill="E6E6E6"/>
            <w:vAlign w:val="center"/>
          </w:tcPr>
          <w:p w:rsidR="00E06726" w:rsidRPr="00E06726" w:rsidRDefault="00E06726" w:rsidP="00B649F7">
            <w:pPr>
              <w:pStyle w:val="Geenafstand"/>
            </w:pPr>
            <w:r w:rsidRPr="00E06726">
              <w:t>korte beschrijving ontvangen feedback of zelfevaluatie</w:t>
            </w:r>
          </w:p>
        </w:tc>
        <w:tc>
          <w:tcPr>
            <w:tcW w:w="1377" w:type="dxa"/>
            <w:shd w:val="clear" w:color="auto" w:fill="E6E6E6"/>
            <w:vAlign w:val="center"/>
          </w:tcPr>
          <w:p w:rsidR="00E06726" w:rsidRPr="00E06726" w:rsidRDefault="00E06726" w:rsidP="00B649F7">
            <w:pPr>
              <w:pStyle w:val="Geenafstand"/>
            </w:pPr>
            <w:r w:rsidRPr="00E06726">
              <w:t>naam zender feedback</w:t>
            </w:r>
          </w:p>
        </w:tc>
        <w:tc>
          <w:tcPr>
            <w:tcW w:w="3843" w:type="dxa"/>
            <w:shd w:val="clear" w:color="auto" w:fill="E6E6E6"/>
            <w:vAlign w:val="center"/>
          </w:tcPr>
          <w:p w:rsidR="00E06726" w:rsidRPr="00E06726" w:rsidRDefault="00E06726" w:rsidP="00B649F7">
            <w:pPr>
              <w:pStyle w:val="Geenafstand"/>
            </w:pPr>
            <w:r w:rsidRPr="00E06726">
              <w:t>aantekening m.b.t. te versterken competentie</w:t>
            </w:r>
          </w:p>
          <w:p w:rsidR="00E06726" w:rsidRPr="00E06726" w:rsidRDefault="00E06726" w:rsidP="00B649F7">
            <w:pPr>
              <w:pStyle w:val="Geenafstand"/>
            </w:pPr>
          </w:p>
          <w:p w:rsidR="00E06726" w:rsidRPr="00E06726" w:rsidRDefault="00E06726" w:rsidP="00B649F7">
            <w:pPr>
              <w:pStyle w:val="Geenafstand"/>
            </w:pPr>
            <w:r w:rsidRPr="00E06726">
              <w:t xml:space="preserve">(= </w:t>
            </w:r>
            <w:proofErr w:type="spellStart"/>
            <w:r w:rsidRPr="00E06726">
              <w:t>leerpunt</w:t>
            </w:r>
            <w:proofErr w:type="spellEnd"/>
            <w:r w:rsidRPr="00E06726">
              <w:t xml:space="preserve"> of te ondernemen actie)</w:t>
            </w: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bl>
    <w:p w:rsidR="00E06726" w:rsidRPr="00E06726" w:rsidRDefault="00E06726" w:rsidP="00B649F7">
      <w:pPr>
        <w:pStyle w:val="Geenafstand"/>
      </w:pPr>
      <w:r w:rsidRPr="00E06726">
        <w:br w:type="page"/>
      </w:r>
    </w:p>
    <w:tbl>
      <w:tblPr>
        <w:tblW w:w="9597" w:type="dxa"/>
        <w:tblInd w:w="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75"/>
        <w:gridCol w:w="2902"/>
        <w:gridCol w:w="1377"/>
        <w:gridCol w:w="3843"/>
      </w:tblGrid>
      <w:tr w:rsidR="00E06726" w:rsidRPr="00E06726" w:rsidTr="007D2107">
        <w:tc>
          <w:tcPr>
            <w:tcW w:w="9597" w:type="dxa"/>
            <w:gridSpan w:val="4"/>
            <w:tcBorders>
              <w:top w:val="nil"/>
              <w:left w:val="single" w:sz="4" w:space="0" w:color="auto"/>
              <w:bottom w:val="single" w:sz="4" w:space="0" w:color="auto"/>
              <w:right w:val="single" w:sz="4" w:space="0" w:color="auto"/>
            </w:tcBorders>
            <w:shd w:val="clear" w:color="auto" w:fill="E0E0E0"/>
          </w:tcPr>
          <w:p w:rsidR="00E06726" w:rsidRPr="00E06726" w:rsidRDefault="00E06726" w:rsidP="00B649F7">
            <w:pPr>
              <w:pStyle w:val="Geenafstand"/>
              <w:rPr>
                <w:sz w:val="20"/>
              </w:rPr>
            </w:pPr>
            <w:r w:rsidRPr="00E06726">
              <w:rPr>
                <w:sz w:val="48"/>
                <w:szCs w:val="48"/>
              </w:rPr>
              <w:lastRenderedPageBreak/>
              <w:t xml:space="preserve">3. </w:t>
            </w:r>
            <w:r w:rsidRPr="00E06726">
              <w:t>Oordeelvorming - LOGBOEK</w:t>
            </w:r>
          </w:p>
        </w:tc>
      </w:tr>
      <w:tr w:rsidR="00E06726" w:rsidRPr="00E06726" w:rsidTr="007D2107">
        <w:trPr>
          <w:trHeight w:val="479"/>
        </w:trPr>
        <w:tc>
          <w:tcPr>
            <w:tcW w:w="95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726" w:rsidRPr="00E06726" w:rsidRDefault="00E06726" w:rsidP="00B649F7">
            <w:pPr>
              <w:pStyle w:val="Geenafstand"/>
            </w:pPr>
            <w:r w:rsidRPr="00E06726">
              <w:t>Amendering (voorstellen tot wijzigen van uw gedrag) vanuit zelfevaluatie, trainers en medekandidaten.</w:t>
            </w:r>
          </w:p>
        </w:tc>
      </w:tr>
      <w:tr w:rsidR="00E06726" w:rsidRPr="00E06726" w:rsidTr="000808EA">
        <w:tblPrEx>
          <w:tblBorders>
            <w:insideH w:val="single" w:sz="4" w:space="0" w:color="auto"/>
            <w:insideV w:val="single" w:sz="4" w:space="0" w:color="auto"/>
          </w:tblBorders>
        </w:tblPrEx>
        <w:trPr>
          <w:trHeight w:val="1413"/>
        </w:trPr>
        <w:tc>
          <w:tcPr>
            <w:tcW w:w="1475" w:type="dxa"/>
            <w:shd w:val="clear" w:color="auto" w:fill="E6E6E6"/>
            <w:vAlign w:val="center"/>
          </w:tcPr>
          <w:p w:rsidR="00E06726" w:rsidRPr="00E06726" w:rsidRDefault="00E06726" w:rsidP="00B649F7">
            <w:pPr>
              <w:pStyle w:val="Geenafstand"/>
            </w:pPr>
            <w:r w:rsidRPr="00E06726">
              <w:t>datum aantekening</w:t>
            </w:r>
          </w:p>
        </w:tc>
        <w:tc>
          <w:tcPr>
            <w:tcW w:w="2902" w:type="dxa"/>
            <w:shd w:val="clear" w:color="auto" w:fill="E6E6E6"/>
            <w:vAlign w:val="center"/>
          </w:tcPr>
          <w:p w:rsidR="00E06726" w:rsidRPr="00E06726" w:rsidRDefault="00E06726" w:rsidP="00B649F7">
            <w:pPr>
              <w:pStyle w:val="Geenafstand"/>
            </w:pPr>
            <w:r w:rsidRPr="00E06726">
              <w:t>korte beschrijving ontvangen feedback of zelfevaluatie</w:t>
            </w:r>
          </w:p>
        </w:tc>
        <w:tc>
          <w:tcPr>
            <w:tcW w:w="1377" w:type="dxa"/>
            <w:shd w:val="clear" w:color="auto" w:fill="E6E6E6"/>
            <w:vAlign w:val="center"/>
          </w:tcPr>
          <w:p w:rsidR="00E06726" w:rsidRPr="00E06726" w:rsidRDefault="00E06726" w:rsidP="00B649F7">
            <w:pPr>
              <w:pStyle w:val="Geenafstand"/>
            </w:pPr>
            <w:r w:rsidRPr="00E06726">
              <w:t>naam zender feedback</w:t>
            </w:r>
          </w:p>
        </w:tc>
        <w:tc>
          <w:tcPr>
            <w:tcW w:w="3843" w:type="dxa"/>
            <w:shd w:val="clear" w:color="auto" w:fill="E6E6E6"/>
            <w:vAlign w:val="center"/>
          </w:tcPr>
          <w:p w:rsidR="00E06726" w:rsidRPr="00E06726" w:rsidRDefault="00E06726" w:rsidP="00B649F7">
            <w:pPr>
              <w:pStyle w:val="Geenafstand"/>
            </w:pPr>
            <w:r w:rsidRPr="00E06726">
              <w:t>aantekening m.b.t. te versterken competentie</w:t>
            </w:r>
          </w:p>
          <w:p w:rsidR="00E06726" w:rsidRPr="00E06726" w:rsidRDefault="00E06726" w:rsidP="00B649F7">
            <w:pPr>
              <w:pStyle w:val="Geenafstand"/>
            </w:pPr>
          </w:p>
          <w:p w:rsidR="00E06726" w:rsidRPr="00E06726" w:rsidRDefault="00E06726" w:rsidP="00B649F7">
            <w:pPr>
              <w:pStyle w:val="Geenafstand"/>
            </w:pPr>
            <w:r w:rsidRPr="00E06726">
              <w:t xml:space="preserve">(= </w:t>
            </w:r>
            <w:proofErr w:type="spellStart"/>
            <w:r w:rsidRPr="00E06726">
              <w:t>leerpunt</w:t>
            </w:r>
            <w:proofErr w:type="spellEnd"/>
            <w:r w:rsidRPr="00E06726">
              <w:t xml:space="preserve"> of te ondernemen actie)</w:t>
            </w: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bl>
    <w:p w:rsidR="00E06726" w:rsidRPr="00E06726" w:rsidRDefault="00E06726" w:rsidP="00B649F7">
      <w:pPr>
        <w:pStyle w:val="Geenafstand"/>
      </w:pPr>
      <w:r w:rsidRPr="00E06726">
        <w:br w:type="page"/>
      </w:r>
    </w:p>
    <w:tbl>
      <w:tblPr>
        <w:tblW w:w="9597" w:type="dxa"/>
        <w:tblInd w:w="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75"/>
        <w:gridCol w:w="2902"/>
        <w:gridCol w:w="1377"/>
        <w:gridCol w:w="3843"/>
      </w:tblGrid>
      <w:tr w:rsidR="00E06726" w:rsidRPr="00E06726" w:rsidTr="007D2107">
        <w:tc>
          <w:tcPr>
            <w:tcW w:w="9597" w:type="dxa"/>
            <w:gridSpan w:val="4"/>
            <w:tcBorders>
              <w:top w:val="nil"/>
              <w:left w:val="single" w:sz="4" w:space="0" w:color="auto"/>
              <w:bottom w:val="single" w:sz="4" w:space="0" w:color="auto"/>
              <w:right w:val="single" w:sz="4" w:space="0" w:color="auto"/>
            </w:tcBorders>
            <w:shd w:val="clear" w:color="auto" w:fill="E0E0E0"/>
          </w:tcPr>
          <w:p w:rsidR="00E06726" w:rsidRPr="00E06726" w:rsidRDefault="00E06726" w:rsidP="00B649F7">
            <w:pPr>
              <w:pStyle w:val="Geenafstand"/>
              <w:rPr>
                <w:sz w:val="20"/>
              </w:rPr>
            </w:pPr>
            <w:r w:rsidRPr="00E06726">
              <w:rPr>
                <w:sz w:val="48"/>
                <w:szCs w:val="48"/>
              </w:rPr>
              <w:lastRenderedPageBreak/>
              <w:t xml:space="preserve">4. </w:t>
            </w:r>
            <w:r w:rsidRPr="00E06726">
              <w:t>Observeren - LOGBOEK</w:t>
            </w:r>
          </w:p>
        </w:tc>
      </w:tr>
      <w:tr w:rsidR="00E06726" w:rsidRPr="00E06726" w:rsidTr="007D2107">
        <w:trPr>
          <w:trHeight w:val="479"/>
        </w:trPr>
        <w:tc>
          <w:tcPr>
            <w:tcW w:w="95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726" w:rsidRPr="00E06726" w:rsidRDefault="00E06726" w:rsidP="00B649F7">
            <w:pPr>
              <w:pStyle w:val="Geenafstand"/>
            </w:pPr>
            <w:r w:rsidRPr="00E06726">
              <w:t>Amendering (voorstellen tot wijzigen van uw gedrag) vanuit zelfevaluatie, trainers en medekandidaten.</w:t>
            </w:r>
          </w:p>
        </w:tc>
      </w:tr>
      <w:tr w:rsidR="00E06726" w:rsidRPr="00E06726" w:rsidTr="000808EA">
        <w:tblPrEx>
          <w:tblBorders>
            <w:insideH w:val="single" w:sz="4" w:space="0" w:color="auto"/>
            <w:insideV w:val="single" w:sz="4" w:space="0" w:color="auto"/>
          </w:tblBorders>
        </w:tblPrEx>
        <w:trPr>
          <w:trHeight w:val="1413"/>
        </w:trPr>
        <w:tc>
          <w:tcPr>
            <w:tcW w:w="1475" w:type="dxa"/>
            <w:shd w:val="clear" w:color="auto" w:fill="E6E6E6"/>
            <w:vAlign w:val="center"/>
          </w:tcPr>
          <w:p w:rsidR="00E06726" w:rsidRPr="00E06726" w:rsidRDefault="00E06726" w:rsidP="00B649F7">
            <w:pPr>
              <w:pStyle w:val="Geenafstand"/>
            </w:pPr>
            <w:r w:rsidRPr="00E06726">
              <w:t>datum aantekening</w:t>
            </w:r>
          </w:p>
        </w:tc>
        <w:tc>
          <w:tcPr>
            <w:tcW w:w="2902" w:type="dxa"/>
            <w:shd w:val="clear" w:color="auto" w:fill="E6E6E6"/>
            <w:vAlign w:val="center"/>
          </w:tcPr>
          <w:p w:rsidR="00E06726" w:rsidRPr="00E06726" w:rsidRDefault="00E06726" w:rsidP="00B649F7">
            <w:pPr>
              <w:pStyle w:val="Geenafstand"/>
            </w:pPr>
            <w:r w:rsidRPr="00E06726">
              <w:t>korte beschrijving ontvangen feedback of zelfevaluatie</w:t>
            </w:r>
          </w:p>
        </w:tc>
        <w:tc>
          <w:tcPr>
            <w:tcW w:w="1377" w:type="dxa"/>
            <w:shd w:val="clear" w:color="auto" w:fill="E6E6E6"/>
            <w:vAlign w:val="center"/>
          </w:tcPr>
          <w:p w:rsidR="00E06726" w:rsidRPr="00E06726" w:rsidRDefault="00E06726" w:rsidP="00B649F7">
            <w:pPr>
              <w:pStyle w:val="Geenafstand"/>
            </w:pPr>
            <w:r w:rsidRPr="00E06726">
              <w:t>naam zender feedback</w:t>
            </w:r>
          </w:p>
        </w:tc>
        <w:tc>
          <w:tcPr>
            <w:tcW w:w="3843" w:type="dxa"/>
            <w:shd w:val="clear" w:color="auto" w:fill="E6E6E6"/>
            <w:vAlign w:val="center"/>
          </w:tcPr>
          <w:p w:rsidR="00E06726" w:rsidRPr="00E06726" w:rsidRDefault="00E06726" w:rsidP="00B649F7">
            <w:pPr>
              <w:pStyle w:val="Geenafstand"/>
            </w:pPr>
            <w:r w:rsidRPr="00E06726">
              <w:t>aantekening m.b.t. te versterken competentie</w:t>
            </w:r>
          </w:p>
          <w:p w:rsidR="00E06726" w:rsidRPr="00E06726" w:rsidRDefault="00E06726" w:rsidP="00B649F7">
            <w:pPr>
              <w:pStyle w:val="Geenafstand"/>
            </w:pPr>
          </w:p>
          <w:p w:rsidR="00E06726" w:rsidRPr="00E06726" w:rsidRDefault="00E06726" w:rsidP="00B649F7">
            <w:pPr>
              <w:pStyle w:val="Geenafstand"/>
            </w:pPr>
            <w:r w:rsidRPr="00E06726">
              <w:t xml:space="preserve">(= </w:t>
            </w:r>
            <w:proofErr w:type="spellStart"/>
            <w:r w:rsidRPr="00E06726">
              <w:t>leerpunt</w:t>
            </w:r>
            <w:proofErr w:type="spellEnd"/>
            <w:r w:rsidRPr="00E06726">
              <w:t xml:space="preserve"> of te ondernemen actie)</w:t>
            </w: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bl>
    <w:p w:rsidR="00E06726" w:rsidRPr="00E06726" w:rsidRDefault="00E06726" w:rsidP="00B649F7">
      <w:pPr>
        <w:pStyle w:val="Geenafstand"/>
      </w:pPr>
      <w:r w:rsidRPr="00E06726">
        <w:br w:type="page"/>
      </w:r>
    </w:p>
    <w:tbl>
      <w:tblPr>
        <w:tblW w:w="9597" w:type="dxa"/>
        <w:tblInd w:w="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75"/>
        <w:gridCol w:w="2902"/>
        <w:gridCol w:w="1377"/>
        <w:gridCol w:w="3843"/>
      </w:tblGrid>
      <w:tr w:rsidR="00E06726" w:rsidRPr="00E06726" w:rsidTr="007D2107">
        <w:tc>
          <w:tcPr>
            <w:tcW w:w="9597" w:type="dxa"/>
            <w:gridSpan w:val="4"/>
            <w:tcBorders>
              <w:top w:val="nil"/>
              <w:left w:val="single" w:sz="4" w:space="0" w:color="auto"/>
              <w:bottom w:val="single" w:sz="4" w:space="0" w:color="auto"/>
              <w:right w:val="single" w:sz="4" w:space="0" w:color="auto"/>
            </w:tcBorders>
            <w:shd w:val="clear" w:color="auto" w:fill="E0E0E0"/>
          </w:tcPr>
          <w:p w:rsidR="00E06726" w:rsidRPr="00E06726" w:rsidRDefault="00E06726" w:rsidP="00B649F7">
            <w:pPr>
              <w:pStyle w:val="Geenafstand"/>
              <w:rPr>
                <w:sz w:val="20"/>
              </w:rPr>
            </w:pPr>
            <w:r w:rsidRPr="00E06726">
              <w:rPr>
                <w:sz w:val="48"/>
                <w:szCs w:val="48"/>
              </w:rPr>
              <w:lastRenderedPageBreak/>
              <w:t xml:space="preserve">5. </w:t>
            </w:r>
            <w:r w:rsidRPr="00E06726">
              <w:t>Kritische houding/onafhankelijkheid - LOGBOEK</w:t>
            </w:r>
          </w:p>
        </w:tc>
      </w:tr>
      <w:tr w:rsidR="00E06726" w:rsidRPr="00E06726" w:rsidTr="007D2107">
        <w:trPr>
          <w:trHeight w:val="479"/>
        </w:trPr>
        <w:tc>
          <w:tcPr>
            <w:tcW w:w="95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726" w:rsidRPr="00E06726" w:rsidRDefault="00E06726" w:rsidP="00B649F7">
            <w:pPr>
              <w:pStyle w:val="Geenafstand"/>
            </w:pPr>
            <w:r w:rsidRPr="00E06726">
              <w:t>Amendering (voorstellen tot wijzigen van uw gedrag) vanuit zelfevaluatie, trainers en medekandidaten.</w:t>
            </w:r>
          </w:p>
        </w:tc>
      </w:tr>
      <w:tr w:rsidR="00E06726" w:rsidRPr="00E06726" w:rsidTr="000808EA">
        <w:tblPrEx>
          <w:tblBorders>
            <w:insideH w:val="single" w:sz="4" w:space="0" w:color="auto"/>
            <w:insideV w:val="single" w:sz="4" w:space="0" w:color="auto"/>
          </w:tblBorders>
        </w:tblPrEx>
        <w:trPr>
          <w:trHeight w:val="1413"/>
        </w:trPr>
        <w:tc>
          <w:tcPr>
            <w:tcW w:w="1475" w:type="dxa"/>
            <w:shd w:val="clear" w:color="auto" w:fill="E6E6E6"/>
            <w:vAlign w:val="center"/>
          </w:tcPr>
          <w:p w:rsidR="00E06726" w:rsidRPr="00E06726" w:rsidRDefault="00E06726" w:rsidP="00B649F7">
            <w:pPr>
              <w:pStyle w:val="Geenafstand"/>
            </w:pPr>
            <w:r w:rsidRPr="00E06726">
              <w:t>datum aantekening</w:t>
            </w:r>
          </w:p>
        </w:tc>
        <w:tc>
          <w:tcPr>
            <w:tcW w:w="2902" w:type="dxa"/>
            <w:shd w:val="clear" w:color="auto" w:fill="E6E6E6"/>
            <w:vAlign w:val="center"/>
          </w:tcPr>
          <w:p w:rsidR="00E06726" w:rsidRPr="00E06726" w:rsidRDefault="00E06726" w:rsidP="00B649F7">
            <w:pPr>
              <w:pStyle w:val="Geenafstand"/>
            </w:pPr>
            <w:r w:rsidRPr="00E06726">
              <w:t>korte beschrijving ontvangen feedback of zelfevaluatie</w:t>
            </w:r>
          </w:p>
        </w:tc>
        <w:tc>
          <w:tcPr>
            <w:tcW w:w="1377" w:type="dxa"/>
            <w:shd w:val="clear" w:color="auto" w:fill="E6E6E6"/>
            <w:vAlign w:val="center"/>
          </w:tcPr>
          <w:p w:rsidR="00E06726" w:rsidRPr="00E06726" w:rsidRDefault="00E06726" w:rsidP="00B649F7">
            <w:pPr>
              <w:pStyle w:val="Geenafstand"/>
            </w:pPr>
            <w:r w:rsidRPr="00E06726">
              <w:t>naam zender feedback</w:t>
            </w:r>
          </w:p>
        </w:tc>
        <w:tc>
          <w:tcPr>
            <w:tcW w:w="3843" w:type="dxa"/>
            <w:shd w:val="clear" w:color="auto" w:fill="E6E6E6"/>
            <w:vAlign w:val="center"/>
          </w:tcPr>
          <w:p w:rsidR="00E06726" w:rsidRPr="00E06726" w:rsidRDefault="00E06726" w:rsidP="00B649F7">
            <w:pPr>
              <w:pStyle w:val="Geenafstand"/>
            </w:pPr>
            <w:r w:rsidRPr="00E06726">
              <w:t>aantekening m.b.t. te versterken competentie</w:t>
            </w:r>
          </w:p>
          <w:p w:rsidR="00E06726" w:rsidRPr="00E06726" w:rsidRDefault="00E06726" w:rsidP="00B649F7">
            <w:pPr>
              <w:pStyle w:val="Geenafstand"/>
            </w:pPr>
          </w:p>
          <w:p w:rsidR="00E06726" w:rsidRPr="00E06726" w:rsidRDefault="00E06726" w:rsidP="00B649F7">
            <w:pPr>
              <w:pStyle w:val="Geenafstand"/>
            </w:pPr>
            <w:r w:rsidRPr="00E06726">
              <w:t xml:space="preserve">(= </w:t>
            </w:r>
            <w:proofErr w:type="spellStart"/>
            <w:r w:rsidRPr="00E06726">
              <w:t>leerpunt</w:t>
            </w:r>
            <w:proofErr w:type="spellEnd"/>
            <w:r w:rsidRPr="00E06726">
              <w:t xml:space="preserve"> of te ondernemen actie)</w:t>
            </w: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bl>
    <w:p w:rsidR="00E06726" w:rsidRPr="00E06726" w:rsidRDefault="00E06726" w:rsidP="00B649F7">
      <w:pPr>
        <w:pStyle w:val="Geenafstand"/>
      </w:pPr>
      <w:r w:rsidRPr="00E06726">
        <w:br w:type="page"/>
      </w:r>
    </w:p>
    <w:tbl>
      <w:tblPr>
        <w:tblW w:w="9597" w:type="dxa"/>
        <w:tblInd w:w="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475"/>
        <w:gridCol w:w="2902"/>
        <w:gridCol w:w="1377"/>
        <w:gridCol w:w="3843"/>
      </w:tblGrid>
      <w:tr w:rsidR="00E06726" w:rsidRPr="00E06726" w:rsidTr="007D2107">
        <w:tc>
          <w:tcPr>
            <w:tcW w:w="9597" w:type="dxa"/>
            <w:gridSpan w:val="4"/>
            <w:tcBorders>
              <w:top w:val="nil"/>
              <w:left w:val="single" w:sz="4" w:space="0" w:color="auto"/>
              <w:bottom w:val="single" w:sz="4" w:space="0" w:color="auto"/>
              <w:right w:val="single" w:sz="4" w:space="0" w:color="auto"/>
            </w:tcBorders>
            <w:shd w:val="clear" w:color="auto" w:fill="E0E0E0"/>
          </w:tcPr>
          <w:p w:rsidR="00E06726" w:rsidRPr="00E06726" w:rsidRDefault="00E06726" w:rsidP="00B649F7">
            <w:pPr>
              <w:pStyle w:val="Geenafstand"/>
              <w:rPr>
                <w:sz w:val="20"/>
              </w:rPr>
            </w:pPr>
            <w:r w:rsidRPr="00E06726">
              <w:rPr>
                <w:sz w:val="48"/>
                <w:szCs w:val="48"/>
              </w:rPr>
              <w:lastRenderedPageBreak/>
              <w:t xml:space="preserve">6. </w:t>
            </w:r>
            <w:r w:rsidRPr="00E06726">
              <w:t>Systematisch/proceduregericht werken - LOGBOEK</w:t>
            </w:r>
          </w:p>
        </w:tc>
      </w:tr>
      <w:tr w:rsidR="00E06726" w:rsidRPr="00E06726" w:rsidTr="007D2107">
        <w:trPr>
          <w:trHeight w:val="479"/>
        </w:trPr>
        <w:tc>
          <w:tcPr>
            <w:tcW w:w="95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726" w:rsidRPr="00E06726" w:rsidRDefault="00E06726" w:rsidP="00B649F7">
            <w:pPr>
              <w:pStyle w:val="Geenafstand"/>
            </w:pPr>
            <w:r w:rsidRPr="00E06726">
              <w:t>Amendering (voorstellen tot wijzigen van uw gedrag) vanuit zelfevaluatie, trainers en medekandidaten.</w:t>
            </w:r>
          </w:p>
        </w:tc>
      </w:tr>
      <w:tr w:rsidR="00E06726" w:rsidRPr="00E06726" w:rsidTr="000808EA">
        <w:tblPrEx>
          <w:tblBorders>
            <w:insideH w:val="single" w:sz="4" w:space="0" w:color="auto"/>
            <w:insideV w:val="single" w:sz="4" w:space="0" w:color="auto"/>
          </w:tblBorders>
        </w:tblPrEx>
        <w:trPr>
          <w:trHeight w:val="1413"/>
        </w:trPr>
        <w:tc>
          <w:tcPr>
            <w:tcW w:w="1475" w:type="dxa"/>
            <w:shd w:val="clear" w:color="auto" w:fill="E6E6E6"/>
            <w:vAlign w:val="center"/>
          </w:tcPr>
          <w:p w:rsidR="00E06726" w:rsidRPr="00E06726" w:rsidRDefault="00E06726" w:rsidP="00B649F7">
            <w:pPr>
              <w:pStyle w:val="Geenafstand"/>
            </w:pPr>
            <w:r w:rsidRPr="00E06726">
              <w:t>datum aantekening</w:t>
            </w:r>
          </w:p>
        </w:tc>
        <w:tc>
          <w:tcPr>
            <w:tcW w:w="2902" w:type="dxa"/>
            <w:shd w:val="clear" w:color="auto" w:fill="E6E6E6"/>
            <w:vAlign w:val="center"/>
          </w:tcPr>
          <w:p w:rsidR="00E06726" w:rsidRPr="00E06726" w:rsidRDefault="00E06726" w:rsidP="00B649F7">
            <w:pPr>
              <w:pStyle w:val="Geenafstand"/>
            </w:pPr>
            <w:r w:rsidRPr="00E06726">
              <w:t>korte beschrijving ontvangen feedback of zelfevaluatie</w:t>
            </w:r>
          </w:p>
        </w:tc>
        <w:tc>
          <w:tcPr>
            <w:tcW w:w="1377" w:type="dxa"/>
            <w:shd w:val="clear" w:color="auto" w:fill="E6E6E6"/>
            <w:vAlign w:val="center"/>
          </w:tcPr>
          <w:p w:rsidR="00E06726" w:rsidRPr="00E06726" w:rsidRDefault="00E06726" w:rsidP="00B649F7">
            <w:pPr>
              <w:pStyle w:val="Geenafstand"/>
            </w:pPr>
            <w:r w:rsidRPr="00E06726">
              <w:t>naam zender feedback</w:t>
            </w:r>
          </w:p>
        </w:tc>
        <w:tc>
          <w:tcPr>
            <w:tcW w:w="3843" w:type="dxa"/>
            <w:shd w:val="clear" w:color="auto" w:fill="E6E6E6"/>
            <w:vAlign w:val="center"/>
          </w:tcPr>
          <w:p w:rsidR="00E06726" w:rsidRPr="00E06726" w:rsidRDefault="00E06726" w:rsidP="00B649F7">
            <w:pPr>
              <w:pStyle w:val="Geenafstand"/>
            </w:pPr>
            <w:r w:rsidRPr="00E06726">
              <w:t>aantekening m.b.t. te versterken competentie</w:t>
            </w:r>
          </w:p>
          <w:p w:rsidR="00E06726" w:rsidRPr="00E06726" w:rsidRDefault="00E06726" w:rsidP="00B649F7">
            <w:pPr>
              <w:pStyle w:val="Geenafstand"/>
            </w:pPr>
          </w:p>
          <w:p w:rsidR="00E06726" w:rsidRPr="00E06726" w:rsidRDefault="00E06726" w:rsidP="00B649F7">
            <w:pPr>
              <w:pStyle w:val="Geenafstand"/>
            </w:pPr>
            <w:r w:rsidRPr="00E06726">
              <w:t xml:space="preserve">(= </w:t>
            </w:r>
            <w:proofErr w:type="spellStart"/>
            <w:r w:rsidRPr="00E06726">
              <w:t>leerpunt</w:t>
            </w:r>
            <w:proofErr w:type="spellEnd"/>
            <w:r w:rsidRPr="00E06726">
              <w:t xml:space="preserve"> of te ondernemen actie)</w:t>
            </w: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r w:rsidR="00E06726" w:rsidRPr="00E06726" w:rsidTr="000808EA">
        <w:tblPrEx>
          <w:tblBorders>
            <w:insideH w:val="single" w:sz="4" w:space="0" w:color="auto"/>
            <w:insideV w:val="single" w:sz="4" w:space="0" w:color="auto"/>
          </w:tblBorders>
        </w:tblPrEx>
        <w:trPr>
          <w:trHeight w:val="2268"/>
        </w:trPr>
        <w:tc>
          <w:tcPr>
            <w:tcW w:w="1475" w:type="dxa"/>
            <w:vAlign w:val="center"/>
          </w:tcPr>
          <w:p w:rsidR="00E06726" w:rsidRPr="00E06726" w:rsidRDefault="00E06726" w:rsidP="00B649F7">
            <w:pPr>
              <w:pStyle w:val="Geenafstand"/>
            </w:pPr>
          </w:p>
        </w:tc>
        <w:tc>
          <w:tcPr>
            <w:tcW w:w="2902" w:type="dxa"/>
            <w:vAlign w:val="center"/>
          </w:tcPr>
          <w:p w:rsidR="00E06726" w:rsidRPr="00E06726" w:rsidRDefault="00E06726" w:rsidP="00B649F7">
            <w:pPr>
              <w:pStyle w:val="Geenafstand"/>
            </w:pPr>
          </w:p>
        </w:tc>
        <w:tc>
          <w:tcPr>
            <w:tcW w:w="1377" w:type="dxa"/>
          </w:tcPr>
          <w:p w:rsidR="00E06726" w:rsidRPr="00E06726" w:rsidRDefault="00E06726" w:rsidP="00B649F7">
            <w:pPr>
              <w:pStyle w:val="Geenafstand"/>
            </w:pPr>
          </w:p>
        </w:tc>
        <w:tc>
          <w:tcPr>
            <w:tcW w:w="3843" w:type="dxa"/>
          </w:tcPr>
          <w:p w:rsidR="00E06726" w:rsidRPr="00E06726" w:rsidRDefault="00E06726" w:rsidP="00B649F7">
            <w:pPr>
              <w:pStyle w:val="Geenafstand"/>
            </w:pPr>
          </w:p>
        </w:tc>
      </w:tr>
    </w:tbl>
    <w:p w:rsidR="003C363D" w:rsidRPr="00E06726" w:rsidRDefault="003C363D" w:rsidP="00B649F7">
      <w:pPr>
        <w:pStyle w:val="Geenafstand"/>
      </w:pPr>
    </w:p>
    <w:sectPr w:rsidR="003C363D" w:rsidRPr="00E06726" w:rsidSect="004F712B">
      <w:footerReference w:type="default" r:id="rId20"/>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E2D" w:rsidRDefault="00F24E2D" w:rsidP="00331553">
      <w:r>
        <w:separator/>
      </w:r>
    </w:p>
  </w:endnote>
  <w:endnote w:type="continuationSeparator" w:id="0">
    <w:p w:rsidR="00F24E2D" w:rsidRDefault="00F24E2D" w:rsidP="0033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91361"/>
      <w:docPartObj>
        <w:docPartGallery w:val="Page Numbers (Bottom of Page)"/>
        <w:docPartUnique/>
      </w:docPartObj>
    </w:sdtPr>
    <w:sdtEndPr/>
    <w:sdtContent>
      <w:p w:rsidR="00F24E2D" w:rsidRDefault="00F24E2D">
        <w:pPr>
          <w:pStyle w:val="Voettekst"/>
          <w:jc w:val="center"/>
        </w:pPr>
        <w:r>
          <w:fldChar w:fldCharType="begin"/>
        </w:r>
        <w:r>
          <w:instrText>PAGE   \* MERGEFORMAT</w:instrText>
        </w:r>
        <w:r>
          <w:fldChar w:fldCharType="separate"/>
        </w:r>
        <w:r w:rsidR="00ED2D68">
          <w:rPr>
            <w:noProof/>
          </w:rPr>
          <w:t>37</w:t>
        </w:r>
        <w:r>
          <w:fldChar w:fldCharType="end"/>
        </w:r>
      </w:p>
    </w:sdtContent>
  </w:sdt>
  <w:p w:rsidR="00F24E2D" w:rsidRDefault="00F24E2D" w:rsidP="0033155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E2D" w:rsidRDefault="00F24E2D" w:rsidP="00331553">
      <w:r>
        <w:separator/>
      </w:r>
    </w:p>
  </w:footnote>
  <w:footnote w:type="continuationSeparator" w:id="0">
    <w:p w:rsidR="00F24E2D" w:rsidRDefault="00F24E2D" w:rsidP="00331553">
      <w:r>
        <w:continuationSeparator/>
      </w:r>
    </w:p>
  </w:footnote>
  <w:footnote w:id="1">
    <w:p w:rsidR="00F24E2D" w:rsidRPr="0024103F" w:rsidRDefault="00F24E2D" w:rsidP="00331553">
      <w:pPr>
        <w:pStyle w:val="Voetnoottekst"/>
      </w:pPr>
      <w:r w:rsidRPr="0024103F">
        <w:rPr>
          <w:rStyle w:val="Voetnootmarkering"/>
          <w:rFonts w:ascii="Arial" w:hAnsi="Arial" w:cs="Arial"/>
        </w:rPr>
        <w:footnoteRef/>
      </w:r>
      <w:r w:rsidRPr="0024103F">
        <w:t xml:space="preserve"> Specifiek, Meetbaar, Actiegericht, Realistisch, Tijdgebonden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BA8"/>
    <w:multiLevelType w:val="hybridMultilevel"/>
    <w:tmpl w:val="32F2F7A4"/>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22F03E8"/>
    <w:multiLevelType w:val="hybridMultilevel"/>
    <w:tmpl w:val="28FCC136"/>
    <w:lvl w:ilvl="0" w:tplc="E6A83DFE">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09D603DB"/>
    <w:multiLevelType w:val="hybridMultilevel"/>
    <w:tmpl w:val="546AC2E2"/>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
    <w:nsid w:val="0AF6412E"/>
    <w:multiLevelType w:val="hybridMultilevel"/>
    <w:tmpl w:val="84E00A3A"/>
    <w:lvl w:ilvl="0" w:tplc="B62412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583033B"/>
    <w:multiLevelType w:val="hybridMultilevel"/>
    <w:tmpl w:val="24E6DB1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6E3360A"/>
    <w:multiLevelType w:val="hybridMultilevel"/>
    <w:tmpl w:val="A7BC88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755501E"/>
    <w:multiLevelType w:val="hybridMultilevel"/>
    <w:tmpl w:val="CF5A5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8DC5E6B"/>
    <w:multiLevelType w:val="hybridMultilevel"/>
    <w:tmpl w:val="0CEE6D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A2F3EF3"/>
    <w:multiLevelType w:val="hybridMultilevel"/>
    <w:tmpl w:val="520E44A8"/>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A7957F6"/>
    <w:multiLevelType w:val="hybridMultilevel"/>
    <w:tmpl w:val="5D365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A863FFA"/>
    <w:multiLevelType w:val="hybridMultilevel"/>
    <w:tmpl w:val="AC1C6350"/>
    <w:lvl w:ilvl="0" w:tplc="591AB55C">
      <w:start w:val="1"/>
      <w:numFmt w:val="decimal"/>
      <w:lvlText w:val="%1."/>
      <w:lvlJc w:val="left"/>
      <w:pPr>
        <w:ind w:left="644"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BD44A93"/>
    <w:multiLevelType w:val="hybridMultilevel"/>
    <w:tmpl w:val="21866830"/>
    <w:lvl w:ilvl="0" w:tplc="B62412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E777DCE"/>
    <w:multiLevelType w:val="hybridMultilevel"/>
    <w:tmpl w:val="07AE1E98"/>
    <w:lvl w:ilvl="0" w:tplc="04130001">
      <w:start w:val="1"/>
      <w:numFmt w:val="bullet"/>
      <w:lvlText w:val=""/>
      <w:lvlJc w:val="left"/>
      <w:pPr>
        <w:tabs>
          <w:tab w:val="num" w:pos="720"/>
        </w:tabs>
        <w:ind w:left="720" w:hanging="360"/>
      </w:pPr>
      <w:rPr>
        <w:rFonts w:ascii="Symbol" w:hAnsi="Symbol" w:hint="default"/>
      </w:rPr>
    </w:lvl>
    <w:lvl w:ilvl="1" w:tplc="7834F19C">
      <w:start w:val="1"/>
      <w:numFmt w:val="decimal"/>
      <w:lvlText w:val="%2."/>
      <w:lvlJc w:val="right"/>
      <w:pPr>
        <w:tabs>
          <w:tab w:val="num" w:pos="1573"/>
        </w:tabs>
        <w:ind w:left="1573" w:hanging="493"/>
      </w:pPr>
      <w:rPr>
        <w:rFonts w:hint="default"/>
        <w:b/>
        <w:i w:val="0"/>
        <w:color w:val="333333"/>
        <w:sz w:val="20"/>
        <w:szCs w:val="20"/>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3">
    <w:nsid w:val="1E9D18FE"/>
    <w:multiLevelType w:val="hybridMultilevel"/>
    <w:tmpl w:val="11706F04"/>
    <w:lvl w:ilvl="0" w:tplc="04130001">
      <w:numFmt w:val="bullet"/>
      <w:lvlText w:val=""/>
      <w:lvlJc w:val="left"/>
      <w:pPr>
        <w:tabs>
          <w:tab w:val="num" w:pos="720"/>
        </w:tabs>
        <w:ind w:left="720" w:hanging="360"/>
      </w:pPr>
      <w:rPr>
        <w:rFonts w:ascii="Symbol" w:eastAsia="Times New Roman" w:hAnsi="Symbol" w:cs="Times New Roman" w:hint="default"/>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20285ADC"/>
    <w:multiLevelType w:val="hybridMultilevel"/>
    <w:tmpl w:val="02C48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0AA632C"/>
    <w:multiLevelType w:val="hybridMultilevel"/>
    <w:tmpl w:val="9E8E37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2118574A"/>
    <w:multiLevelType w:val="hybridMultilevel"/>
    <w:tmpl w:val="FC140D38"/>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2183457A"/>
    <w:multiLevelType w:val="hybridMultilevel"/>
    <w:tmpl w:val="8DDCD510"/>
    <w:lvl w:ilvl="0" w:tplc="BB7E6B5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22A37A27"/>
    <w:multiLevelType w:val="hybridMultilevel"/>
    <w:tmpl w:val="FCC49A7A"/>
    <w:lvl w:ilvl="0" w:tplc="B62412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2DD633A3"/>
    <w:multiLevelType w:val="hybridMultilevel"/>
    <w:tmpl w:val="5900E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2E483B2F"/>
    <w:multiLevelType w:val="hybridMultilevel"/>
    <w:tmpl w:val="692C30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0381605"/>
    <w:multiLevelType w:val="hybridMultilevel"/>
    <w:tmpl w:val="01E4D466"/>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323973A7"/>
    <w:multiLevelType w:val="hybridMultilevel"/>
    <w:tmpl w:val="313084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3BA2516"/>
    <w:multiLevelType w:val="hybridMultilevel"/>
    <w:tmpl w:val="59FCB50E"/>
    <w:lvl w:ilvl="0" w:tplc="4FE45D9A">
      <w:start w:val="1"/>
      <w:numFmt w:val="decimal"/>
      <w:lvlText w:val="%1."/>
      <w:lvlJc w:val="left"/>
      <w:pPr>
        <w:tabs>
          <w:tab w:val="num" w:pos="360"/>
        </w:tabs>
        <w:ind w:left="360" w:hanging="360"/>
      </w:pPr>
      <w:rPr>
        <w:rFonts w:hint="default"/>
        <w:b/>
      </w:rPr>
    </w:lvl>
    <w:lvl w:ilvl="1" w:tplc="0AE69C84">
      <w:numFmt w:val="bullet"/>
      <w:lvlText w:val=""/>
      <w:lvlJc w:val="left"/>
      <w:pPr>
        <w:tabs>
          <w:tab w:val="num" w:pos="360"/>
        </w:tabs>
        <w:ind w:left="360" w:hanging="360"/>
      </w:pPr>
      <w:rPr>
        <w:rFonts w:ascii="Symbol" w:eastAsia="Times New Roman" w:hAnsi="Symbol" w:cs="Times New Roman" w:hint="default"/>
        <w:b/>
        <w:i w:val="0"/>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4">
    <w:nsid w:val="34207E89"/>
    <w:multiLevelType w:val="hybridMultilevel"/>
    <w:tmpl w:val="AFA83B60"/>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342C3056"/>
    <w:multiLevelType w:val="hybridMultilevel"/>
    <w:tmpl w:val="10FA8778"/>
    <w:lvl w:ilvl="0" w:tplc="6912359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nsid w:val="38FE1E7A"/>
    <w:multiLevelType w:val="hybridMultilevel"/>
    <w:tmpl w:val="C7F816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3DC562C2"/>
    <w:multiLevelType w:val="hybridMultilevel"/>
    <w:tmpl w:val="1BC01B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3F5C730C"/>
    <w:multiLevelType w:val="hybridMultilevel"/>
    <w:tmpl w:val="0AB2945A"/>
    <w:lvl w:ilvl="0" w:tplc="B62412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491D2C8C"/>
    <w:multiLevelType w:val="hybridMultilevel"/>
    <w:tmpl w:val="598CE3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4B6C2B59"/>
    <w:multiLevelType w:val="hybridMultilevel"/>
    <w:tmpl w:val="602608B6"/>
    <w:lvl w:ilvl="0" w:tplc="B62412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4E5A2803"/>
    <w:multiLevelType w:val="hybridMultilevel"/>
    <w:tmpl w:val="003C67CA"/>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56390C1D"/>
    <w:multiLevelType w:val="hybridMultilevel"/>
    <w:tmpl w:val="89F05348"/>
    <w:lvl w:ilvl="0" w:tplc="B62412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565B3634"/>
    <w:multiLevelType w:val="hybridMultilevel"/>
    <w:tmpl w:val="6C14A828"/>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5B727A7E"/>
    <w:multiLevelType w:val="hybridMultilevel"/>
    <w:tmpl w:val="DC601008"/>
    <w:lvl w:ilvl="0" w:tplc="B62412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5D3B60F6"/>
    <w:multiLevelType w:val="hybridMultilevel"/>
    <w:tmpl w:val="1304B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5E2E4514"/>
    <w:multiLevelType w:val="hybridMultilevel"/>
    <w:tmpl w:val="8A72D8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5EED77C5"/>
    <w:multiLevelType w:val="hybridMultilevel"/>
    <w:tmpl w:val="F8903FF4"/>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nsid w:val="5F1F7A0C"/>
    <w:multiLevelType w:val="hybridMultilevel"/>
    <w:tmpl w:val="D88296F2"/>
    <w:lvl w:ilvl="0" w:tplc="51C8FBA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nsid w:val="5FEF2253"/>
    <w:multiLevelType w:val="hybridMultilevel"/>
    <w:tmpl w:val="21A2C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6A35393A"/>
    <w:multiLevelType w:val="hybridMultilevel"/>
    <w:tmpl w:val="F570536E"/>
    <w:lvl w:ilvl="0" w:tplc="B62412CC">
      <w:numFmt w:val="bullet"/>
      <w:lvlText w:val="-"/>
      <w:lvlJc w:val="left"/>
      <w:pPr>
        <w:ind w:left="2136" w:hanging="360"/>
      </w:pPr>
      <w:rPr>
        <w:rFonts w:ascii="Calibri" w:eastAsiaTheme="minorHAnsi" w:hAnsi="Calibri" w:cs="Calibri"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41">
    <w:nsid w:val="6DE95D45"/>
    <w:multiLevelType w:val="hybridMultilevel"/>
    <w:tmpl w:val="F4FC1D92"/>
    <w:lvl w:ilvl="0" w:tplc="B62412CC">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2">
    <w:nsid w:val="704A292F"/>
    <w:multiLevelType w:val="hybridMultilevel"/>
    <w:tmpl w:val="32B4A1E4"/>
    <w:lvl w:ilvl="0" w:tplc="0AE69C84">
      <w:numFmt w:val="bullet"/>
      <w:lvlText w:val=""/>
      <w:lvlJc w:val="left"/>
      <w:pPr>
        <w:tabs>
          <w:tab w:val="num" w:pos="720"/>
        </w:tabs>
        <w:ind w:left="720" w:hanging="360"/>
      </w:pPr>
      <w:rPr>
        <w:rFonts w:ascii="Symbol" w:eastAsia="Times New Roman" w:hAnsi="Symbol" w:cs="Times New Roman" w:hint="default"/>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nsid w:val="741A5CA6"/>
    <w:multiLevelType w:val="hybridMultilevel"/>
    <w:tmpl w:val="502AB9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750520CD"/>
    <w:multiLevelType w:val="hybridMultilevel"/>
    <w:tmpl w:val="CD6C5BE2"/>
    <w:lvl w:ilvl="0" w:tplc="E6A83DFE">
      <w:start w:val="1"/>
      <w:numFmt w:val="decimal"/>
      <w:lvlText w:val="%1."/>
      <w:lvlJc w:val="left"/>
      <w:pPr>
        <w:ind w:left="36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0"/>
  </w:num>
  <w:num w:numId="2">
    <w:abstractNumId w:val="10"/>
  </w:num>
  <w:num w:numId="3">
    <w:abstractNumId w:val="22"/>
  </w:num>
  <w:num w:numId="4">
    <w:abstractNumId w:val="17"/>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8"/>
  </w:num>
  <w:num w:numId="8">
    <w:abstractNumId w:val="16"/>
  </w:num>
  <w:num w:numId="9">
    <w:abstractNumId w:val="21"/>
  </w:num>
  <w:num w:numId="10">
    <w:abstractNumId w:val="0"/>
  </w:num>
  <w:num w:numId="11">
    <w:abstractNumId w:val="37"/>
  </w:num>
  <w:num w:numId="12">
    <w:abstractNumId w:val="25"/>
  </w:num>
  <w:num w:numId="13">
    <w:abstractNumId w:val="13"/>
  </w:num>
  <w:num w:numId="14">
    <w:abstractNumId w:val="23"/>
  </w:num>
  <w:num w:numId="15">
    <w:abstractNumId w:val="42"/>
  </w:num>
  <w:num w:numId="16">
    <w:abstractNumId w:val="43"/>
  </w:num>
  <w:num w:numId="17">
    <w:abstractNumId w:val="1"/>
  </w:num>
  <w:num w:numId="18">
    <w:abstractNumId w:val="33"/>
  </w:num>
  <w:num w:numId="19">
    <w:abstractNumId w:val="24"/>
  </w:num>
  <w:num w:numId="20">
    <w:abstractNumId w:val="44"/>
  </w:num>
  <w:num w:numId="21">
    <w:abstractNumId w:val="31"/>
  </w:num>
  <w:num w:numId="22">
    <w:abstractNumId w:val="8"/>
  </w:num>
  <w:num w:numId="23">
    <w:abstractNumId w:val="27"/>
  </w:num>
  <w:num w:numId="24">
    <w:abstractNumId w:val="15"/>
  </w:num>
  <w:num w:numId="25">
    <w:abstractNumId w:val="36"/>
  </w:num>
  <w:num w:numId="26">
    <w:abstractNumId w:val="7"/>
  </w:num>
  <w:num w:numId="27">
    <w:abstractNumId w:val="4"/>
  </w:num>
  <w:num w:numId="28">
    <w:abstractNumId w:val="26"/>
  </w:num>
  <w:num w:numId="29">
    <w:abstractNumId w:val="29"/>
  </w:num>
  <w:num w:numId="30">
    <w:abstractNumId w:val="19"/>
  </w:num>
  <w:num w:numId="31">
    <w:abstractNumId w:val="14"/>
  </w:num>
  <w:num w:numId="32">
    <w:abstractNumId w:val="35"/>
  </w:num>
  <w:num w:numId="33">
    <w:abstractNumId w:val="39"/>
  </w:num>
  <w:num w:numId="34">
    <w:abstractNumId w:val="9"/>
  </w:num>
  <w:num w:numId="35">
    <w:abstractNumId w:val="6"/>
  </w:num>
  <w:num w:numId="36">
    <w:abstractNumId w:val="41"/>
  </w:num>
  <w:num w:numId="37">
    <w:abstractNumId w:val="30"/>
  </w:num>
  <w:num w:numId="38">
    <w:abstractNumId w:val="3"/>
  </w:num>
  <w:num w:numId="39">
    <w:abstractNumId w:val="18"/>
  </w:num>
  <w:num w:numId="40">
    <w:abstractNumId w:val="11"/>
  </w:num>
  <w:num w:numId="41">
    <w:abstractNumId w:val="34"/>
  </w:num>
  <w:num w:numId="42">
    <w:abstractNumId w:val="28"/>
  </w:num>
  <w:num w:numId="43">
    <w:abstractNumId w:val="32"/>
  </w:num>
  <w:num w:numId="44">
    <w:abstractNumId w:val="5"/>
  </w:num>
  <w:num w:numId="45">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726"/>
    <w:rsid w:val="00075F78"/>
    <w:rsid w:val="000808EA"/>
    <w:rsid w:val="000E0813"/>
    <w:rsid w:val="000E5073"/>
    <w:rsid w:val="001C596B"/>
    <w:rsid w:val="001E28F8"/>
    <w:rsid w:val="00227FBB"/>
    <w:rsid w:val="00293FBB"/>
    <w:rsid w:val="002D6952"/>
    <w:rsid w:val="00331553"/>
    <w:rsid w:val="003C363D"/>
    <w:rsid w:val="004F712B"/>
    <w:rsid w:val="00634707"/>
    <w:rsid w:val="007D2107"/>
    <w:rsid w:val="007F5CC0"/>
    <w:rsid w:val="00AB2094"/>
    <w:rsid w:val="00B649F7"/>
    <w:rsid w:val="00B97016"/>
    <w:rsid w:val="00BB6259"/>
    <w:rsid w:val="00BC0A66"/>
    <w:rsid w:val="00C8084B"/>
    <w:rsid w:val="00CB01A7"/>
    <w:rsid w:val="00CD02E6"/>
    <w:rsid w:val="00CD74D3"/>
    <w:rsid w:val="00D55DEF"/>
    <w:rsid w:val="00E06726"/>
    <w:rsid w:val="00ED2D68"/>
    <w:rsid w:val="00F20B1E"/>
    <w:rsid w:val="00F24E2D"/>
    <w:rsid w:val="00FD3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31553"/>
    <w:rPr>
      <w:rFonts w:ascii="Arial" w:hAnsi="Arial"/>
      <w:lang w:eastAsia="nl-NL"/>
    </w:rPr>
  </w:style>
  <w:style w:type="paragraph" w:styleId="Kop1">
    <w:name w:val="heading 1"/>
    <w:basedOn w:val="Standaard"/>
    <w:next w:val="Standaard"/>
    <w:link w:val="Kop1Char"/>
    <w:qFormat/>
    <w:rsid w:val="00293FBB"/>
    <w:pPr>
      <w:keepNext/>
      <w:keepLines/>
      <w:tabs>
        <w:tab w:val="num" w:pos="720"/>
      </w:tabs>
      <w:spacing w:before="480" w:after="0"/>
      <w:ind w:left="720" w:hanging="360"/>
      <w:outlineLvl w:val="0"/>
    </w:pPr>
    <w:rPr>
      <w:rFonts w:eastAsiaTheme="majorEastAsia" w:cstheme="majorBidi"/>
      <w:b/>
      <w:bCs/>
      <w:sz w:val="28"/>
      <w:szCs w:val="28"/>
    </w:rPr>
  </w:style>
  <w:style w:type="paragraph" w:styleId="Kop2">
    <w:name w:val="heading 2"/>
    <w:basedOn w:val="Standaard"/>
    <w:next w:val="Standaard"/>
    <w:link w:val="Kop2Char"/>
    <w:autoRedefine/>
    <w:qFormat/>
    <w:rsid w:val="00293FBB"/>
    <w:pPr>
      <w:keepNext/>
      <w:widowControl w:val="0"/>
      <w:tabs>
        <w:tab w:val="left" w:pos="284"/>
        <w:tab w:val="left" w:pos="567"/>
        <w:tab w:val="left" w:pos="1418"/>
      </w:tabs>
      <w:spacing w:after="0" w:line="240" w:lineRule="auto"/>
      <w:outlineLvl w:val="1"/>
    </w:pPr>
    <w:rPr>
      <w:rFonts w:eastAsia="Times New Roman" w:cs="Times New Roman"/>
      <w:b/>
      <w:snapToGrid w:val="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0B1E"/>
    <w:pPr>
      <w:ind w:left="720"/>
      <w:contextualSpacing/>
    </w:pPr>
  </w:style>
  <w:style w:type="paragraph" w:styleId="Geenafstand">
    <w:name w:val="No Spacing"/>
    <w:link w:val="GeenafstandChar"/>
    <w:uiPriority w:val="1"/>
    <w:qFormat/>
    <w:rsid w:val="00293FBB"/>
    <w:pPr>
      <w:spacing w:after="0" w:line="240" w:lineRule="auto"/>
    </w:pPr>
    <w:rPr>
      <w:rFonts w:ascii="Arial" w:hAnsi="Arial"/>
    </w:rPr>
  </w:style>
  <w:style w:type="character" w:customStyle="1" w:styleId="Kop1Char">
    <w:name w:val="Kop 1 Char"/>
    <w:basedOn w:val="Standaardalinea-lettertype"/>
    <w:link w:val="Kop1"/>
    <w:rsid w:val="00293FBB"/>
    <w:rPr>
      <w:rFonts w:ascii="Arial" w:eastAsiaTheme="majorEastAsia" w:hAnsi="Arial" w:cstheme="majorBidi"/>
      <w:b/>
      <w:bCs/>
      <w:sz w:val="28"/>
      <w:szCs w:val="28"/>
    </w:rPr>
  </w:style>
  <w:style w:type="character" w:customStyle="1" w:styleId="Kop2Char">
    <w:name w:val="Kop 2 Char"/>
    <w:basedOn w:val="Standaardalinea-lettertype"/>
    <w:link w:val="Kop2"/>
    <w:rsid w:val="00293FBB"/>
    <w:rPr>
      <w:rFonts w:ascii="Arial" w:eastAsia="Times New Roman" w:hAnsi="Arial" w:cs="Times New Roman"/>
      <w:b/>
      <w:snapToGrid w:val="0"/>
      <w:sz w:val="24"/>
    </w:rPr>
  </w:style>
  <w:style w:type="character" w:customStyle="1" w:styleId="GeenafstandChar">
    <w:name w:val="Geen afstand Char"/>
    <w:basedOn w:val="Standaardalinea-lettertype"/>
    <w:link w:val="Geenafstand"/>
    <w:uiPriority w:val="1"/>
    <w:rsid w:val="00293FBB"/>
    <w:rPr>
      <w:rFonts w:ascii="Arial" w:hAnsi="Arial"/>
    </w:rPr>
  </w:style>
  <w:style w:type="numbering" w:customStyle="1" w:styleId="Geenlijst1">
    <w:name w:val="Geen lijst1"/>
    <w:next w:val="Geenlijst"/>
    <w:uiPriority w:val="99"/>
    <w:semiHidden/>
    <w:unhideWhenUsed/>
    <w:rsid w:val="00E06726"/>
  </w:style>
  <w:style w:type="paragraph" w:styleId="Koptekst">
    <w:name w:val="header"/>
    <w:basedOn w:val="Standaard"/>
    <w:link w:val="KoptekstChar"/>
    <w:rsid w:val="00E06726"/>
    <w:pPr>
      <w:tabs>
        <w:tab w:val="center" w:pos="4536"/>
        <w:tab w:val="right" w:pos="9072"/>
      </w:tabs>
      <w:spacing w:after="0" w:line="240" w:lineRule="auto"/>
    </w:pPr>
    <w:rPr>
      <w:rFonts w:eastAsia="Times New Roman" w:cs="Times New Roman"/>
      <w:szCs w:val="24"/>
    </w:rPr>
  </w:style>
  <w:style w:type="character" w:customStyle="1" w:styleId="KoptekstChar">
    <w:name w:val="Koptekst Char"/>
    <w:basedOn w:val="Standaardalinea-lettertype"/>
    <w:link w:val="Koptekst"/>
    <w:rsid w:val="00E06726"/>
    <w:rPr>
      <w:rFonts w:ascii="Arial" w:eastAsia="Times New Roman" w:hAnsi="Arial" w:cs="Times New Roman"/>
      <w:szCs w:val="24"/>
      <w:lang w:eastAsia="nl-NL"/>
    </w:rPr>
  </w:style>
  <w:style w:type="paragraph" w:styleId="Voettekst">
    <w:name w:val="footer"/>
    <w:basedOn w:val="Standaard"/>
    <w:link w:val="VoettekstChar"/>
    <w:uiPriority w:val="99"/>
    <w:rsid w:val="00E06726"/>
    <w:pPr>
      <w:tabs>
        <w:tab w:val="center" w:pos="4536"/>
        <w:tab w:val="right" w:pos="9072"/>
      </w:tabs>
      <w:spacing w:after="0" w:line="240" w:lineRule="auto"/>
    </w:pPr>
    <w:rPr>
      <w:rFonts w:eastAsia="Times New Roman" w:cs="Times New Roman"/>
      <w:szCs w:val="24"/>
    </w:rPr>
  </w:style>
  <w:style w:type="character" w:customStyle="1" w:styleId="VoettekstChar">
    <w:name w:val="Voettekst Char"/>
    <w:basedOn w:val="Standaardalinea-lettertype"/>
    <w:link w:val="Voettekst"/>
    <w:uiPriority w:val="99"/>
    <w:rsid w:val="00E06726"/>
    <w:rPr>
      <w:rFonts w:ascii="Arial" w:eastAsia="Times New Roman" w:hAnsi="Arial" w:cs="Times New Roman"/>
      <w:szCs w:val="24"/>
      <w:lang w:eastAsia="nl-NL"/>
    </w:rPr>
  </w:style>
  <w:style w:type="character" w:styleId="Paginanummer">
    <w:name w:val="page number"/>
    <w:basedOn w:val="Standaardalinea-lettertype"/>
    <w:rsid w:val="00E06726"/>
    <w:rPr>
      <w:rFonts w:cs="Times New Roman"/>
    </w:rPr>
  </w:style>
  <w:style w:type="character" w:customStyle="1" w:styleId="CharChar4">
    <w:name w:val="Char Char4"/>
    <w:basedOn w:val="Standaardalinea-lettertype"/>
    <w:semiHidden/>
    <w:rsid w:val="00E06726"/>
    <w:rPr>
      <w:rFonts w:ascii="Verdana" w:hAnsi="Verdana" w:cs="Verdana"/>
      <w:bCs/>
      <w:lang w:val="nl-NL" w:eastAsia="nl-NL" w:bidi="ar-SA"/>
    </w:rPr>
  </w:style>
  <w:style w:type="table" w:styleId="Tabelraster">
    <w:name w:val="Table Grid"/>
    <w:basedOn w:val="Standaardtabel"/>
    <w:uiPriority w:val="59"/>
    <w:rsid w:val="00E0672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vaninhoudsopgave">
    <w:name w:val="TOC Heading"/>
    <w:basedOn w:val="Kop1"/>
    <w:next w:val="Standaard"/>
    <w:uiPriority w:val="39"/>
    <w:qFormat/>
    <w:rsid w:val="00E06726"/>
    <w:pPr>
      <w:tabs>
        <w:tab w:val="clear" w:pos="720"/>
      </w:tabs>
      <w:ind w:left="644"/>
      <w:outlineLvl w:val="9"/>
    </w:pPr>
    <w:rPr>
      <w:rFonts w:ascii="Cambria" w:eastAsia="Times New Roman" w:hAnsi="Cambria" w:cs="Times New Roman"/>
      <w:color w:val="365F91"/>
    </w:rPr>
  </w:style>
  <w:style w:type="paragraph" w:styleId="Inhopg1">
    <w:name w:val="toc 1"/>
    <w:basedOn w:val="Standaard"/>
    <w:next w:val="Standaard"/>
    <w:autoRedefine/>
    <w:uiPriority w:val="39"/>
    <w:rsid w:val="00E06726"/>
    <w:pPr>
      <w:tabs>
        <w:tab w:val="right" w:leader="dot" w:pos="10002"/>
      </w:tabs>
      <w:spacing w:after="0" w:line="240" w:lineRule="auto"/>
    </w:pPr>
    <w:rPr>
      <w:rFonts w:eastAsia="Times New Roman" w:cs="Times New Roman"/>
      <w:szCs w:val="24"/>
    </w:rPr>
  </w:style>
  <w:style w:type="paragraph" w:styleId="Inhopg2">
    <w:name w:val="toc 2"/>
    <w:basedOn w:val="Standaard"/>
    <w:next w:val="Standaard"/>
    <w:autoRedefine/>
    <w:uiPriority w:val="39"/>
    <w:rsid w:val="00E06726"/>
    <w:pPr>
      <w:spacing w:after="0" w:line="240" w:lineRule="auto"/>
      <w:ind w:left="240"/>
    </w:pPr>
    <w:rPr>
      <w:rFonts w:eastAsia="Times New Roman" w:cs="Times New Roman"/>
      <w:szCs w:val="24"/>
    </w:rPr>
  </w:style>
  <w:style w:type="character" w:styleId="Hyperlink">
    <w:name w:val="Hyperlink"/>
    <w:basedOn w:val="Standaardalinea-lettertype"/>
    <w:uiPriority w:val="99"/>
    <w:unhideWhenUsed/>
    <w:rsid w:val="00E06726"/>
    <w:rPr>
      <w:color w:val="0000FF"/>
      <w:u w:val="single"/>
    </w:rPr>
  </w:style>
  <w:style w:type="paragraph" w:customStyle="1" w:styleId="Standaardcursief">
    <w:name w:val="Standaard cursief"/>
    <w:basedOn w:val="Standaard"/>
    <w:rsid w:val="00E06726"/>
    <w:pPr>
      <w:spacing w:before="40" w:after="0" w:line="240" w:lineRule="auto"/>
      <w:ind w:left="57"/>
    </w:pPr>
    <w:rPr>
      <w:rFonts w:eastAsia="Times New Roman" w:cs="Times New Roman"/>
      <w:i/>
      <w:sz w:val="16"/>
      <w:szCs w:val="20"/>
    </w:rPr>
  </w:style>
  <w:style w:type="paragraph" w:customStyle="1" w:styleId="Standaardbekwaamhedendoc">
    <w:name w:val="Standaard bekwaamhedendoc"/>
    <w:basedOn w:val="Standaard"/>
    <w:rsid w:val="00E06726"/>
    <w:pPr>
      <w:spacing w:before="40" w:after="0" w:line="240" w:lineRule="auto"/>
      <w:ind w:left="57" w:right="57"/>
    </w:pPr>
    <w:rPr>
      <w:rFonts w:eastAsia="Times New Roman" w:cs="Times New Roman"/>
      <w:sz w:val="16"/>
      <w:szCs w:val="24"/>
    </w:rPr>
  </w:style>
  <w:style w:type="paragraph" w:customStyle="1" w:styleId="Standaardbekwaamhedendoc0">
    <w:name w:val="Standaard bekwaamheden doc"/>
    <w:basedOn w:val="Standaard"/>
    <w:rsid w:val="00E06726"/>
    <w:pPr>
      <w:spacing w:after="0" w:line="240" w:lineRule="auto"/>
      <w:ind w:left="57" w:right="57"/>
    </w:pPr>
    <w:rPr>
      <w:rFonts w:eastAsia="Times New Roman" w:cs="Times New Roman"/>
      <w:sz w:val="16"/>
      <w:szCs w:val="20"/>
    </w:rPr>
  </w:style>
  <w:style w:type="character" w:styleId="Zwaar">
    <w:name w:val="Strong"/>
    <w:basedOn w:val="Standaardalinea-lettertype"/>
    <w:qFormat/>
    <w:rsid w:val="00E06726"/>
    <w:rPr>
      <w:b/>
      <w:bCs/>
    </w:rPr>
  </w:style>
  <w:style w:type="paragraph" w:styleId="Ballontekst">
    <w:name w:val="Balloon Text"/>
    <w:basedOn w:val="Standaard"/>
    <w:link w:val="BallontekstChar"/>
    <w:uiPriority w:val="99"/>
    <w:semiHidden/>
    <w:unhideWhenUsed/>
    <w:rsid w:val="00E06726"/>
    <w:pPr>
      <w:spacing w:after="0" w:line="240" w:lineRule="auto"/>
    </w:pPr>
    <w:rPr>
      <w:rFonts w:ascii="Tahoma" w:eastAsia="Times New Roman" w:hAnsi="Tahoma" w:cs="Tahoma"/>
      <w:sz w:val="16"/>
      <w:szCs w:val="16"/>
    </w:rPr>
  </w:style>
  <w:style w:type="character" w:customStyle="1" w:styleId="BallontekstChar">
    <w:name w:val="Ballontekst Char"/>
    <w:basedOn w:val="Standaardalinea-lettertype"/>
    <w:link w:val="Ballontekst"/>
    <w:uiPriority w:val="99"/>
    <w:semiHidden/>
    <w:rsid w:val="00E06726"/>
    <w:rPr>
      <w:rFonts w:ascii="Tahoma" w:eastAsia="Times New Roman" w:hAnsi="Tahoma" w:cs="Tahoma"/>
      <w:sz w:val="16"/>
      <w:szCs w:val="16"/>
      <w:lang w:eastAsia="nl-NL"/>
    </w:rPr>
  </w:style>
  <w:style w:type="paragraph" w:styleId="Voetnoottekst">
    <w:name w:val="footnote text"/>
    <w:basedOn w:val="Standaard"/>
    <w:link w:val="VoetnoottekstChar"/>
    <w:uiPriority w:val="99"/>
    <w:semiHidden/>
    <w:rsid w:val="00E06726"/>
    <w:pPr>
      <w:spacing w:after="0" w:line="240" w:lineRule="auto"/>
    </w:pPr>
    <w:rPr>
      <w:rFonts w:ascii="Times New Roman" w:eastAsia="Times New Roman" w:hAnsi="Times New Roman" w:cs="Times New Roman"/>
      <w:sz w:val="20"/>
      <w:szCs w:val="20"/>
    </w:rPr>
  </w:style>
  <w:style w:type="character" w:customStyle="1" w:styleId="VoetnoottekstChar">
    <w:name w:val="Voetnoottekst Char"/>
    <w:basedOn w:val="Standaardalinea-lettertype"/>
    <w:link w:val="Voetnoottekst"/>
    <w:uiPriority w:val="99"/>
    <w:semiHidden/>
    <w:rsid w:val="00E06726"/>
    <w:rPr>
      <w:rFonts w:ascii="Times New Roman" w:eastAsia="Times New Roman" w:hAnsi="Times New Roman" w:cs="Times New Roman"/>
      <w:sz w:val="20"/>
      <w:szCs w:val="20"/>
      <w:lang w:eastAsia="nl-NL"/>
    </w:rPr>
  </w:style>
  <w:style w:type="paragraph" w:customStyle="1" w:styleId="font7">
    <w:name w:val="font7"/>
    <w:basedOn w:val="Standaard"/>
    <w:rsid w:val="00E06726"/>
    <w:pPr>
      <w:spacing w:before="100" w:beforeAutospacing="1" w:after="100" w:afterAutospacing="1" w:line="240" w:lineRule="auto"/>
    </w:pPr>
    <w:rPr>
      <w:rFonts w:eastAsia="Arial Unicode MS" w:cs="Arial"/>
      <w:b/>
      <w:bCs/>
      <w:sz w:val="20"/>
      <w:szCs w:val="20"/>
    </w:rPr>
  </w:style>
  <w:style w:type="paragraph" w:styleId="Plattetekst2">
    <w:name w:val="Body Text 2"/>
    <w:basedOn w:val="Standaard"/>
    <w:link w:val="Plattetekst2Char"/>
    <w:rsid w:val="00E06726"/>
    <w:pPr>
      <w:spacing w:after="0" w:line="240" w:lineRule="auto"/>
    </w:pPr>
    <w:rPr>
      <w:rFonts w:ascii="Comic Sans MS" w:eastAsia="Times New Roman" w:hAnsi="Comic Sans MS" w:cs="Times New Roman"/>
      <w:sz w:val="16"/>
      <w:szCs w:val="24"/>
    </w:rPr>
  </w:style>
  <w:style w:type="character" w:customStyle="1" w:styleId="Plattetekst2Char">
    <w:name w:val="Platte tekst 2 Char"/>
    <w:basedOn w:val="Standaardalinea-lettertype"/>
    <w:link w:val="Plattetekst2"/>
    <w:rsid w:val="00E06726"/>
    <w:rPr>
      <w:rFonts w:ascii="Comic Sans MS" w:eastAsia="Times New Roman" w:hAnsi="Comic Sans MS" w:cs="Times New Roman"/>
      <w:sz w:val="16"/>
      <w:szCs w:val="24"/>
      <w:lang w:eastAsia="nl-NL"/>
    </w:rPr>
  </w:style>
  <w:style w:type="paragraph" w:styleId="Plattetekst3">
    <w:name w:val="Body Text 3"/>
    <w:basedOn w:val="Standaard"/>
    <w:link w:val="Plattetekst3Char"/>
    <w:rsid w:val="00E06726"/>
    <w:pPr>
      <w:spacing w:after="0" w:line="240" w:lineRule="auto"/>
      <w:jc w:val="center"/>
    </w:pPr>
    <w:rPr>
      <w:rFonts w:ascii="Arial Black" w:eastAsia="Times New Roman" w:hAnsi="Arial Black" w:cs="Times New Roman"/>
      <w:b/>
      <w:bCs/>
      <w:sz w:val="48"/>
      <w:szCs w:val="24"/>
    </w:rPr>
  </w:style>
  <w:style w:type="character" w:customStyle="1" w:styleId="Plattetekst3Char">
    <w:name w:val="Platte tekst 3 Char"/>
    <w:basedOn w:val="Standaardalinea-lettertype"/>
    <w:link w:val="Plattetekst3"/>
    <w:rsid w:val="00E06726"/>
    <w:rPr>
      <w:rFonts w:ascii="Arial Black" w:eastAsia="Times New Roman" w:hAnsi="Arial Black" w:cs="Times New Roman"/>
      <w:b/>
      <w:bCs/>
      <w:sz w:val="48"/>
      <w:szCs w:val="24"/>
      <w:lang w:eastAsia="nl-NL"/>
    </w:rPr>
  </w:style>
  <w:style w:type="paragraph" w:styleId="Plattetekst">
    <w:name w:val="Body Text"/>
    <w:basedOn w:val="Standaard"/>
    <w:link w:val="PlattetekstChar"/>
    <w:uiPriority w:val="99"/>
    <w:semiHidden/>
    <w:unhideWhenUsed/>
    <w:rsid w:val="00E06726"/>
    <w:pPr>
      <w:spacing w:after="120" w:line="240" w:lineRule="auto"/>
    </w:pPr>
    <w:rPr>
      <w:rFonts w:eastAsia="Times New Roman" w:cs="Times New Roman"/>
      <w:szCs w:val="24"/>
    </w:rPr>
  </w:style>
  <w:style w:type="character" w:customStyle="1" w:styleId="PlattetekstChar">
    <w:name w:val="Platte tekst Char"/>
    <w:basedOn w:val="Standaardalinea-lettertype"/>
    <w:link w:val="Plattetekst"/>
    <w:uiPriority w:val="99"/>
    <w:semiHidden/>
    <w:rsid w:val="00E06726"/>
    <w:rPr>
      <w:rFonts w:ascii="Arial" w:eastAsia="Times New Roman" w:hAnsi="Arial" w:cs="Times New Roman"/>
      <w:szCs w:val="24"/>
      <w:lang w:eastAsia="nl-NL"/>
    </w:rPr>
  </w:style>
  <w:style w:type="paragraph" w:customStyle="1" w:styleId="font0">
    <w:name w:val="font0"/>
    <w:basedOn w:val="Standaard"/>
    <w:rsid w:val="00E06726"/>
    <w:pPr>
      <w:spacing w:before="100" w:beforeAutospacing="1" w:after="100" w:afterAutospacing="1" w:line="240" w:lineRule="auto"/>
    </w:pPr>
    <w:rPr>
      <w:rFonts w:eastAsia="Arial Unicode MS" w:cs="Arial"/>
      <w:sz w:val="20"/>
      <w:szCs w:val="20"/>
    </w:rPr>
  </w:style>
  <w:style w:type="paragraph" w:customStyle="1" w:styleId="xl31">
    <w:name w:val="xl31"/>
    <w:basedOn w:val="Standaard"/>
    <w:rsid w:val="00E06726"/>
    <w:pPr>
      <w:spacing w:before="100" w:beforeAutospacing="1" w:after="100" w:afterAutospacing="1" w:line="240" w:lineRule="auto"/>
    </w:pPr>
    <w:rPr>
      <w:rFonts w:eastAsia="Arial Unicode MS" w:cs="Arial"/>
      <w:b/>
      <w:bCs/>
      <w:sz w:val="16"/>
      <w:szCs w:val="16"/>
    </w:rPr>
  </w:style>
  <w:style w:type="character" w:styleId="Voetnootmarkering">
    <w:name w:val="footnote reference"/>
    <w:basedOn w:val="Standaardalinea-lettertype"/>
    <w:uiPriority w:val="99"/>
    <w:semiHidden/>
    <w:unhideWhenUsed/>
    <w:rsid w:val="00E06726"/>
    <w:rPr>
      <w:vertAlign w:val="superscript"/>
    </w:rPr>
  </w:style>
  <w:style w:type="paragraph" w:styleId="Normaalweb">
    <w:name w:val="Normal (Web)"/>
    <w:basedOn w:val="Standaard"/>
    <w:uiPriority w:val="99"/>
    <w:semiHidden/>
    <w:unhideWhenUsed/>
    <w:rsid w:val="00E06726"/>
    <w:pPr>
      <w:spacing w:before="144" w:after="288"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31553"/>
    <w:rPr>
      <w:rFonts w:ascii="Arial" w:hAnsi="Arial"/>
      <w:lang w:eastAsia="nl-NL"/>
    </w:rPr>
  </w:style>
  <w:style w:type="paragraph" w:styleId="Kop1">
    <w:name w:val="heading 1"/>
    <w:basedOn w:val="Standaard"/>
    <w:next w:val="Standaard"/>
    <w:link w:val="Kop1Char"/>
    <w:qFormat/>
    <w:rsid w:val="00293FBB"/>
    <w:pPr>
      <w:keepNext/>
      <w:keepLines/>
      <w:tabs>
        <w:tab w:val="num" w:pos="720"/>
      </w:tabs>
      <w:spacing w:before="480" w:after="0"/>
      <w:ind w:left="720" w:hanging="360"/>
      <w:outlineLvl w:val="0"/>
    </w:pPr>
    <w:rPr>
      <w:rFonts w:eastAsiaTheme="majorEastAsia" w:cstheme="majorBidi"/>
      <w:b/>
      <w:bCs/>
      <w:sz w:val="28"/>
      <w:szCs w:val="28"/>
    </w:rPr>
  </w:style>
  <w:style w:type="paragraph" w:styleId="Kop2">
    <w:name w:val="heading 2"/>
    <w:basedOn w:val="Standaard"/>
    <w:next w:val="Standaard"/>
    <w:link w:val="Kop2Char"/>
    <w:autoRedefine/>
    <w:qFormat/>
    <w:rsid w:val="00293FBB"/>
    <w:pPr>
      <w:keepNext/>
      <w:widowControl w:val="0"/>
      <w:tabs>
        <w:tab w:val="left" w:pos="284"/>
        <w:tab w:val="left" w:pos="567"/>
        <w:tab w:val="left" w:pos="1418"/>
      </w:tabs>
      <w:spacing w:after="0" w:line="240" w:lineRule="auto"/>
      <w:outlineLvl w:val="1"/>
    </w:pPr>
    <w:rPr>
      <w:rFonts w:eastAsia="Times New Roman" w:cs="Times New Roman"/>
      <w:b/>
      <w:snapToGrid w:val="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0B1E"/>
    <w:pPr>
      <w:ind w:left="720"/>
      <w:contextualSpacing/>
    </w:pPr>
  </w:style>
  <w:style w:type="paragraph" w:styleId="Geenafstand">
    <w:name w:val="No Spacing"/>
    <w:link w:val="GeenafstandChar"/>
    <w:uiPriority w:val="1"/>
    <w:qFormat/>
    <w:rsid w:val="00293FBB"/>
    <w:pPr>
      <w:spacing w:after="0" w:line="240" w:lineRule="auto"/>
    </w:pPr>
    <w:rPr>
      <w:rFonts w:ascii="Arial" w:hAnsi="Arial"/>
    </w:rPr>
  </w:style>
  <w:style w:type="character" w:customStyle="1" w:styleId="Kop1Char">
    <w:name w:val="Kop 1 Char"/>
    <w:basedOn w:val="Standaardalinea-lettertype"/>
    <w:link w:val="Kop1"/>
    <w:rsid w:val="00293FBB"/>
    <w:rPr>
      <w:rFonts w:ascii="Arial" w:eastAsiaTheme="majorEastAsia" w:hAnsi="Arial" w:cstheme="majorBidi"/>
      <w:b/>
      <w:bCs/>
      <w:sz w:val="28"/>
      <w:szCs w:val="28"/>
    </w:rPr>
  </w:style>
  <w:style w:type="character" w:customStyle="1" w:styleId="Kop2Char">
    <w:name w:val="Kop 2 Char"/>
    <w:basedOn w:val="Standaardalinea-lettertype"/>
    <w:link w:val="Kop2"/>
    <w:rsid w:val="00293FBB"/>
    <w:rPr>
      <w:rFonts w:ascii="Arial" w:eastAsia="Times New Roman" w:hAnsi="Arial" w:cs="Times New Roman"/>
      <w:b/>
      <w:snapToGrid w:val="0"/>
      <w:sz w:val="24"/>
    </w:rPr>
  </w:style>
  <w:style w:type="character" w:customStyle="1" w:styleId="GeenafstandChar">
    <w:name w:val="Geen afstand Char"/>
    <w:basedOn w:val="Standaardalinea-lettertype"/>
    <w:link w:val="Geenafstand"/>
    <w:uiPriority w:val="1"/>
    <w:rsid w:val="00293FBB"/>
    <w:rPr>
      <w:rFonts w:ascii="Arial" w:hAnsi="Arial"/>
    </w:rPr>
  </w:style>
  <w:style w:type="numbering" w:customStyle="1" w:styleId="Geenlijst1">
    <w:name w:val="Geen lijst1"/>
    <w:next w:val="Geenlijst"/>
    <w:uiPriority w:val="99"/>
    <w:semiHidden/>
    <w:unhideWhenUsed/>
    <w:rsid w:val="00E06726"/>
  </w:style>
  <w:style w:type="paragraph" w:styleId="Koptekst">
    <w:name w:val="header"/>
    <w:basedOn w:val="Standaard"/>
    <w:link w:val="KoptekstChar"/>
    <w:rsid w:val="00E06726"/>
    <w:pPr>
      <w:tabs>
        <w:tab w:val="center" w:pos="4536"/>
        <w:tab w:val="right" w:pos="9072"/>
      </w:tabs>
      <w:spacing w:after="0" w:line="240" w:lineRule="auto"/>
    </w:pPr>
    <w:rPr>
      <w:rFonts w:eastAsia="Times New Roman" w:cs="Times New Roman"/>
      <w:szCs w:val="24"/>
    </w:rPr>
  </w:style>
  <w:style w:type="character" w:customStyle="1" w:styleId="KoptekstChar">
    <w:name w:val="Koptekst Char"/>
    <w:basedOn w:val="Standaardalinea-lettertype"/>
    <w:link w:val="Koptekst"/>
    <w:rsid w:val="00E06726"/>
    <w:rPr>
      <w:rFonts w:ascii="Arial" w:eastAsia="Times New Roman" w:hAnsi="Arial" w:cs="Times New Roman"/>
      <w:szCs w:val="24"/>
      <w:lang w:eastAsia="nl-NL"/>
    </w:rPr>
  </w:style>
  <w:style w:type="paragraph" w:styleId="Voettekst">
    <w:name w:val="footer"/>
    <w:basedOn w:val="Standaard"/>
    <w:link w:val="VoettekstChar"/>
    <w:uiPriority w:val="99"/>
    <w:rsid w:val="00E06726"/>
    <w:pPr>
      <w:tabs>
        <w:tab w:val="center" w:pos="4536"/>
        <w:tab w:val="right" w:pos="9072"/>
      </w:tabs>
      <w:spacing w:after="0" w:line="240" w:lineRule="auto"/>
    </w:pPr>
    <w:rPr>
      <w:rFonts w:eastAsia="Times New Roman" w:cs="Times New Roman"/>
      <w:szCs w:val="24"/>
    </w:rPr>
  </w:style>
  <w:style w:type="character" w:customStyle="1" w:styleId="VoettekstChar">
    <w:name w:val="Voettekst Char"/>
    <w:basedOn w:val="Standaardalinea-lettertype"/>
    <w:link w:val="Voettekst"/>
    <w:uiPriority w:val="99"/>
    <w:rsid w:val="00E06726"/>
    <w:rPr>
      <w:rFonts w:ascii="Arial" w:eastAsia="Times New Roman" w:hAnsi="Arial" w:cs="Times New Roman"/>
      <w:szCs w:val="24"/>
      <w:lang w:eastAsia="nl-NL"/>
    </w:rPr>
  </w:style>
  <w:style w:type="character" w:styleId="Paginanummer">
    <w:name w:val="page number"/>
    <w:basedOn w:val="Standaardalinea-lettertype"/>
    <w:rsid w:val="00E06726"/>
    <w:rPr>
      <w:rFonts w:cs="Times New Roman"/>
    </w:rPr>
  </w:style>
  <w:style w:type="character" w:customStyle="1" w:styleId="CharChar4">
    <w:name w:val="Char Char4"/>
    <w:basedOn w:val="Standaardalinea-lettertype"/>
    <w:semiHidden/>
    <w:rsid w:val="00E06726"/>
    <w:rPr>
      <w:rFonts w:ascii="Verdana" w:hAnsi="Verdana" w:cs="Verdana"/>
      <w:bCs/>
      <w:lang w:val="nl-NL" w:eastAsia="nl-NL" w:bidi="ar-SA"/>
    </w:rPr>
  </w:style>
  <w:style w:type="table" w:styleId="Tabelraster">
    <w:name w:val="Table Grid"/>
    <w:basedOn w:val="Standaardtabel"/>
    <w:uiPriority w:val="59"/>
    <w:rsid w:val="00E0672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vaninhoudsopgave">
    <w:name w:val="TOC Heading"/>
    <w:basedOn w:val="Kop1"/>
    <w:next w:val="Standaard"/>
    <w:uiPriority w:val="39"/>
    <w:qFormat/>
    <w:rsid w:val="00E06726"/>
    <w:pPr>
      <w:tabs>
        <w:tab w:val="clear" w:pos="720"/>
      </w:tabs>
      <w:ind w:left="644"/>
      <w:outlineLvl w:val="9"/>
    </w:pPr>
    <w:rPr>
      <w:rFonts w:ascii="Cambria" w:eastAsia="Times New Roman" w:hAnsi="Cambria" w:cs="Times New Roman"/>
      <w:color w:val="365F91"/>
    </w:rPr>
  </w:style>
  <w:style w:type="paragraph" w:styleId="Inhopg1">
    <w:name w:val="toc 1"/>
    <w:basedOn w:val="Standaard"/>
    <w:next w:val="Standaard"/>
    <w:autoRedefine/>
    <w:uiPriority w:val="39"/>
    <w:rsid w:val="00E06726"/>
    <w:pPr>
      <w:tabs>
        <w:tab w:val="right" w:leader="dot" w:pos="10002"/>
      </w:tabs>
      <w:spacing w:after="0" w:line="240" w:lineRule="auto"/>
    </w:pPr>
    <w:rPr>
      <w:rFonts w:eastAsia="Times New Roman" w:cs="Times New Roman"/>
      <w:szCs w:val="24"/>
    </w:rPr>
  </w:style>
  <w:style w:type="paragraph" w:styleId="Inhopg2">
    <w:name w:val="toc 2"/>
    <w:basedOn w:val="Standaard"/>
    <w:next w:val="Standaard"/>
    <w:autoRedefine/>
    <w:uiPriority w:val="39"/>
    <w:rsid w:val="00E06726"/>
    <w:pPr>
      <w:spacing w:after="0" w:line="240" w:lineRule="auto"/>
      <w:ind w:left="240"/>
    </w:pPr>
    <w:rPr>
      <w:rFonts w:eastAsia="Times New Roman" w:cs="Times New Roman"/>
      <w:szCs w:val="24"/>
    </w:rPr>
  </w:style>
  <w:style w:type="character" w:styleId="Hyperlink">
    <w:name w:val="Hyperlink"/>
    <w:basedOn w:val="Standaardalinea-lettertype"/>
    <w:uiPriority w:val="99"/>
    <w:unhideWhenUsed/>
    <w:rsid w:val="00E06726"/>
    <w:rPr>
      <w:color w:val="0000FF"/>
      <w:u w:val="single"/>
    </w:rPr>
  </w:style>
  <w:style w:type="paragraph" w:customStyle="1" w:styleId="Standaardcursief">
    <w:name w:val="Standaard cursief"/>
    <w:basedOn w:val="Standaard"/>
    <w:rsid w:val="00E06726"/>
    <w:pPr>
      <w:spacing w:before="40" w:after="0" w:line="240" w:lineRule="auto"/>
      <w:ind w:left="57"/>
    </w:pPr>
    <w:rPr>
      <w:rFonts w:eastAsia="Times New Roman" w:cs="Times New Roman"/>
      <w:i/>
      <w:sz w:val="16"/>
      <w:szCs w:val="20"/>
    </w:rPr>
  </w:style>
  <w:style w:type="paragraph" w:customStyle="1" w:styleId="Standaardbekwaamhedendoc">
    <w:name w:val="Standaard bekwaamhedendoc"/>
    <w:basedOn w:val="Standaard"/>
    <w:rsid w:val="00E06726"/>
    <w:pPr>
      <w:spacing w:before="40" w:after="0" w:line="240" w:lineRule="auto"/>
      <w:ind w:left="57" w:right="57"/>
    </w:pPr>
    <w:rPr>
      <w:rFonts w:eastAsia="Times New Roman" w:cs="Times New Roman"/>
      <w:sz w:val="16"/>
      <w:szCs w:val="24"/>
    </w:rPr>
  </w:style>
  <w:style w:type="paragraph" w:customStyle="1" w:styleId="Standaardbekwaamhedendoc0">
    <w:name w:val="Standaard bekwaamheden doc"/>
    <w:basedOn w:val="Standaard"/>
    <w:rsid w:val="00E06726"/>
    <w:pPr>
      <w:spacing w:after="0" w:line="240" w:lineRule="auto"/>
      <w:ind w:left="57" w:right="57"/>
    </w:pPr>
    <w:rPr>
      <w:rFonts w:eastAsia="Times New Roman" w:cs="Times New Roman"/>
      <w:sz w:val="16"/>
      <w:szCs w:val="20"/>
    </w:rPr>
  </w:style>
  <w:style w:type="character" w:styleId="Zwaar">
    <w:name w:val="Strong"/>
    <w:basedOn w:val="Standaardalinea-lettertype"/>
    <w:qFormat/>
    <w:rsid w:val="00E06726"/>
    <w:rPr>
      <w:b/>
      <w:bCs/>
    </w:rPr>
  </w:style>
  <w:style w:type="paragraph" w:styleId="Ballontekst">
    <w:name w:val="Balloon Text"/>
    <w:basedOn w:val="Standaard"/>
    <w:link w:val="BallontekstChar"/>
    <w:uiPriority w:val="99"/>
    <w:semiHidden/>
    <w:unhideWhenUsed/>
    <w:rsid w:val="00E06726"/>
    <w:pPr>
      <w:spacing w:after="0" w:line="240" w:lineRule="auto"/>
    </w:pPr>
    <w:rPr>
      <w:rFonts w:ascii="Tahoma" w:eastAsia="Times New Roman" w:hAnsi="Tahoma" w:cs="Tahoma"/>
      <w:sz w:val="16"/>
      <w:szCs w:val="16"/>
    </w:rPr>
  </w:style>
  <w:style w:type="character" w:customStyle="1" w:styleId="BallontekstChar">
    <w:name w:val="Ballontekst Char"/>
    <w:basedOn w:val="Standaardalinea-lettertype"/>
    <w:link w:val="Ballontekst"/>
    <w:uiPriority w:val="99"/>
    <w:semiHidden/>
    <w:rsid w:val="00E06726"/>
    <w:rPr>
      <w:rFonts w:ascii="Tahoma" w:eastAsia="Times New Roman" w:hAnsi="Tahoma" w:cs="Tahoma"/>
      <w:sz w:val="16"/>
      <w:szCs w:val="16"/>
      <w:lang w:eastAsia="nl-NL"/>
    </w:rPr>
  </w:style>
  <w:style w:type="paragraph" w:styleId="Voetnoottekst">
    <w:name w:val="footnote text"/>
    <w:basedOn w:val="Standaard"/>
    <w:link w:val="VoetnoottekstChar"/>
    <w:uiPriority w:val="99"/>
    <w:semiHidden/>
    <w:rsid w:val="00E06726"/>
    <w:pPr>
      <w:spacing w:after="0" w:line="240" w:lineRule="auto"/>
    </w:pPr>
    <w:rPr>
      <w:rFonts w:ascii="Times New Roman" w:eastAsia="Times New Roman" w:hAnsi="Times New Roman" w:cs="Times New Roman"/>
      <w:sz w:val="20"/>
      <w:szCs w:val="20"/>
    </w:rPr>
  </w:style>
  <w:style w:type="character" w:customStyle="1" w:styleId="VoetnoottekstChar">
    <w:name w:val="Voetnoottekst Char"/>
    <w:basedOn w:val="Standaardalinea-lettertype"/>
    <w:link w:val="Voetnoottekst"/>
    <w:uiPriority w:val="99"/>
    <w:semiHidden/>
    <w:rsid w:val="00E06726"/>
    <w:rPr>
      <w:rFonts w:ascii="Times New Roman" w:eastAsia="Times New Roman" w:hAnsi="Times New Roman" w:cs="Times New Roman"/>
      <w:sz w:val="20"/>
      <w:szCs w:val="20"/>
      <w:lang w:eastAsia="nl-NL"/>
    </w:rPr>
  </w:style>
  <w:style w:type="paragraph" w:customStyle="1" w:styleId="font7">
    <w:name w:val="font7"/>
    <w:basedOn w:val="Standaard"/>
    <w:rsid w:val="00E06726"/>
    <w:pPr>
      <w:spacing w:before="100" w:beforeAutospacing="1" w:after="100" w:afterAutospacing="1" w:line="240" w:lineRule="auto"/>
    </w:pPr>
    <w:rPr>
      <w:rFonts w:eastAsia="Arial Unicode MS" w:cs="Arial"/>
      <w:b/>
      <w:bCs/>
      <w:sz w:val="20"/>
      <w:szCs w:val="20"/>
    </w:rPr>
  </w:style>
  <w:style w:type="paragraph" w:styleId="Plattetekst2">
    <w:name w:val="Body Text 2"/>
    <w:basedOn w:val="Standaard"/>
    <w:link w:val="Plattetekst2Char"/>
    <w:rsid w:val="00E06726"/>
    <w:pPr>
      <w:spacing w:after="0" w:line="240" w:lineRule="auto"/>
    </w:pPr>
    <w:rPr>
      <w:rFonts w:ascii="Comic Sans MS" w:eastAsia="Times New Roman" w:hAnsi="Comic Sans MS" w:cs="Times New Roman"/>
      <w:sz w:val="16"/>
      <w:szCs w:val="24"/>
    </w:rPr>
  </w:style>
  <w:style w:type="character" w:customStyle="1" w:styleId="Plattetekst2Char">
    <w:name w:val="Platte tekst 2 Char"/>
    <w:basedOn w:val="Standaardalinea-lettertype"/>
    <w:link w:val="Plattetekst2"/>
    <w:rsid w:val="00E06726"/>
    <w:rPr>
      <w:rFonts w:ascii="Comic Sans MS" w:eastAsia="Times New Roman" w:hAnsi="Comic Sans MS" w:cs="Times New Roman"/>
      <w:sz w:val="16"/>
      <w:szCs w:val="24"/>
      <w:lang w:eastAsia="nl-NL"/>
    </w:rPr>
  </w:style>
  <w:style w:type="paragraph" w:styleId="Plattetekst3">
    <w:name w:val="Body Text 3"/>
    <w:basedOn w:val="Standaard"/>
    <w:link w:val="Plattetekst3Char"/>
    <w:rsid w:val="00E06726"/>
    <w:pPr>
      <w:spacing w:after="0" w:line="240" w:lineRule="auto"/>
      <w:jc w:val="center"/>
    </w:pPr>
    <w:rPr>
      <w:rFonts w:ascii="Arial Black" w:eastAsia="Times New Roman" w:hAnsi="Arial Black" w:cs="Times New Roman"/>
      <w:b/>
      <w:bCs/>
      <w:sz w:val="48"/>
      <w:szCs w:val="24"/>
    </w:rPr>
  </w:style>
  <w:style w:type="character" w:customStyle="1" w:styleId="Plattetekst3Char">
    <w:name w:val="Platte tekst 3 Char"/>
    <w:basedOn w:val="Standaardalinea-lettertype"/>
    <w:link w:val="Plattetekst3"/>
    <w:rsid w:val="00E06726"/>
    <w:rPr>
      <w:rFonts w:ascii="Arial Black" w:eastAsia="Times New Roman" w:hAnsi="Arial Black" w:cs="Times New Roman"/>
      <w:b/>
      <w:bCs/>
      <w:sz w:val="48"/>
      <w:szCs w:val="24"/>
      <w:lang w:eastAsia="nl-NL"/>
    </w:rPr>
  </w:style>
  <w:style w:type="paragraph" w:styleId="Plattetekst">
    <w:name w:val="Body Text"/>
    <w:basedOn w:val="Standaard"/>
    <w:link w:val="PlattetekstChar"/>
    <w:uiPriority w:val="99"/>
    <w:semiHidden/>
    <w:unhideWhenUsed/>
    <w:rsid w:val="00E06726"/>
    <w:pPr>
      <w:spacing w:after="120" w:line="240" w:lineRule="auto"/>
    </w:pPr>
    <w:rPr>
      <w:rFonts w:eastAsia="Times New Roman" w:cs="Times New Roman"/>
      <w:szCs w:val="24"/>
    </w:rPr>
  </w:style>
  <w:style w:type="character" w:customStyle="1" w:styleId="PlattetekstChar">
    <w:name w:val="Platte tekst Char"/>
    <w:basedOn w:val="Standaardalinea-lettertype"/>
    <w:link w:val="Plattetekst"/>
    <w:uiPriority w:val="99"/>
    <w:semiHidden/>
    <w:rsid w:val="00E06726"/>
    <w:rPr>
      <w:rFonts w:ascii="Arial" w:eastAsia="Times New Roman" w:hAnsi="Arial" w:cs="Times New Roman"/>
      <w:szCs w:val="24"/>
      <w:lang w:eastAsia="nl-NL"/>
    </w:rPr>
  </w:style>
  <w:style w:type="paragraph" w:customStyle="1" w:styleId="font0">
    <w:name w:val="font0"/>
    <w:basedOn w:val="Standaard"/>
    <w:rsid w:val="00E06726"/>
    <w:pPr>
      <w:spacing w:before="100" w:beforeAutospacing="1" w:after="100" w:afterAutospacing="1" w:line="240" w:lineRule="auto"/>
    </w:pPr>
    <w:rPr>
      <w:rFonts w:eastAsia="Arial Unicode MS" w:cs="Arial"/>
      <w:sz w:val="20"/>
      <w:szCs w:val="20"/>
    </w:rPr>
  </w:style>
  <w:style w:type="paragraph" w:customStyle="1" w:styleId="xl31">
    <w:name w:val="xl31"/>
    <w:basedOn w:val="Standaard"/>
    <w:rsid w:val="00E06726"/>
    <w:pPr>
      <w:spacing w:before="100" w:beforeAutospacing="1" w:after="100" w:afterAutospacing="1" w:line="240" w:lineRule="auto"/>
    </w:pPr>
    <w:rPr>
      <w:rFonts w:eastAsia="Arial Unicode MS" w:cs="Arial"/>
      <w:b/>
      <w:bCs/>
      <w:sz w:val="16"/>
      <w:szCs w:val="16"/>
    </w:rPr>
  </w:style>
  <w:style w:type="character" w:styleId="Voetnootmarkering">
    <w:name w:val="footnote reference"/>
    <w:basedOn w:val="Standaardalinea-lettertype"/>
    <w:uiPriority w:val="99"/>
    <w:semiHidden/>
    <w:unhideWhenUsed/>
    <w:rsid w:val="00E06726"/>
    <w:rPr>
      <w:vertAlign w:val="superscript"/>
    </w:rPr>
  </w:style>
  <w:style w:type="paragraph" w:styleId="Normaalweb">
    <w:name w:val="Normal (Web)"/>
    <w:basedOn w:val="Standaard"/>
    <w:uiPriority w:val="99"/>
    <w:semiHidden/>
    <w:unhideWhenUsed/>
    <w:rsid w:val="00E06726"/>
    <w:pPr>
      <w:spacing w:before="144" w:after="288"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5.jpg"/><Relationship Id="rId10" Type="http://schemas.openxmlformats.org/officeDocument/2006/relationships/image" Target="media/image10.png"/><Relationship Id="rId19"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g"/><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E4D95-50AE-4823-AB6D-5D777C2F2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46A17ED.dotm</Template>
  <TotalTime>314</TotalTime>
  <Pages>37</Pages>
  <Words>5416</Words>
  <Characters>32252</Characters>
  <Application>Microsoft Office Word</Application>
  <DocSecurity>0</DocSecurity>
  <Lines>268</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12vifora</dc:creator>
  <cp:lastModifiedBy>12vifora</cp:lastModifiedBy>
  <cp:revision>7</cp:revision>
  <cp:lastPrinted>2013-10-31T09:15:00Z</cp:lastPrinted>
  <dcterms:created xsi:type="dcterms:W3CDTF">2013-10-30T09:56:00Z</dcterms:created>
  <dcterms:modified xsi:type="dcterms:W3CDTF">2013-10-31T09:18:00Z</dcterms:modified>
</cp:coreProperties>
</file>