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964" w:rsidRPr="00406964" w:rsidRDefault="00406964">
      <w:pPr>
        <w:rPr>
          <w:b/>
          <w:lang w:val="en-GB"/>
        </w:rPr>
      </w:pPr>
      <w:r w:rsidRPr="00406964">
        <w:rPr>
          <w:b/>
          <w:lang w:val="en-GB"/>
        </w:rPr>
        <w:t>Film script Making a wedding arrangement</w:t>
      </w:r>
      <w:bookmarkStart w:id="0" w:name="_GoBack"/>
      <w:bookmarkEnd w:id="0"/>
    </w:p>
    <w:p w:rsidR="002B1CE4" w:rsidRDefault="00AF4005">
      <w:pPr>
        <w:rPr>
          <w:lang w:val="en-GB"/>
        </w:rPr>
      </w:pPr>
      <w:r w:rsidRPr="00AF4005">
        <w:rPr>
          <w:lang w:val="en-GB"/>
        </w:rPr>
        <w:t>This stun</w:t>
      </w:r>
      <w:r>
        <w:rPr>
          <w:lang w:val="en-GB"/>
        </w:rPr>
        <w:t>n</w:t>
      </w:r>
      <w:r w:rsidRPr="00AF4005">
        <w:rPr>
          <w:lang w:val="en-GB"/>
        </w:rPr>
        <w:t>ing bouquet</w:t>
      </w:r>
      <w:r>
        <w:rPr>
          <w:lang w:val="en-GB"/>
        </w:rPr>
        <w:t xml:space="preserve"> of classic ivory roses with its blue green Eucalyptus foliage that highlight the roses beautifully delicate wired crystal beads which can match with the decoration on the brides dress. The display is created using the spiralling stems method give it a done effect in the bouquet centre and adding strong design elements with the formation of the stems. The stems above with broad ribbon and then with organza ribbon secured with pearl headed pins. </w:t>
      </w:r>
    </w:p>
    <w:p w:rsidR="00AF4005" w:rsidRDefault="00AF4005">
      <w:pPr>
        <w:rPr>
          <w:lang w:val="en-GB"/>
        </w:rPr>
      </w:pPr>
      <w:r>
        <w:rPr>
          <w:lang w:val="en-GB"/>
        </w:rPr>
        <w:t>You need to preprepare a couple of things before starting to create your bouquet. You got a one meter length of garden string. Double back about 30 cm at one end. Form a loop double knotting this to secure. You’ll need this to bind around the stems if you’re finished bouquet. But you don’t want to lay down bouquet to this late stage to prepare the string. You’ll also need to pre-cut decent floristry tape also known as pot tape. Cut about 60 cm from the reel and stick it to the edge of the table ready to use later. Take your conditioned roses and strip away the remaining leaves and storm petals. Prepare all the roses that you are going to use, around 19 or 20, in the same way. Dispose of the  leaves but keep the storm petals if you like. They make wonderful natural confetti. Put the rose back in the water until you need them. Take your conditioned stems of Eucalyptus. Cut off the side shoots and snap them in shorter and varying lengths about 30 cm on average. Cut long shoots in half to do this if necessary. Strip the leaves off the lower half two thirds of the stems. Some leaves will pull off quite easily, others will have to be stripped individually. Take about 12 of the beaded wires that you already prepared and the roses.</w:t>
      </w:r>
    </w:p>
    <w:p w:rsidR="00AF4005" w:rsidRDefault="00AF4005">
      <w:pPr>
        <w:rPr>
          <w:lang w:val="en-GB"/>
        </w:rPr>
      </w:pPr>
      <w:r>
        <w:rPr>
          <w:lang w:val="en-GB"/>
        </w:rPr>
        <w:t>Start with the rose and lay a length of foliage across the stem at about a 45 degrees angle. Clasping the stem in one hand twist or rotate slightly and add a beaded wire also with an angle. Rotate again in your hand and lay another piece of foliage across the stems at an angle. Twist, add another rose, add more foliage and a beaded wire, rotating after each addition. Hold the bouquet stems in one hand not so tightly that you get cramp in your fingers but firmly enough to keep them secure. Use the other hand to pick up and add the material. The aim is to create a done centre in the bouquet with sprigs of foliage and the beaded wires standing slightly proud of the flower heads. Make sure you add your material to the bouquet at the same angle each time and rotate the bouquet in the same direction so that the stems spiral out evenly below your hand.</w:t>
      </w:r>
    </w:p>
    <w:p w:rsidR="00AF4005" w:rsidRDefault="00AF4005">
      <w:pPr>
        <w:rPr>
          <w:lang w:val="en-GB"/>
        </w:rPr>
      </w:pPr>
      <w:r>
        <w:rPr>
          <w:lang w:val="en-GB"/>
        </w:rPr>
        <w:t>Wrap your prepared string around the stems at the hand point and thread the free end trough the prepared loop. Wrap it around several times  at the same place and tie the loose ends together with a double knot and trim. Bind the prepared tape over the string keeping the binding as neat and as narrow as possible.</w:t>
      </w:r>
    </w:p>
    <w:p w:rsidR="00AF4005" w:rsidRDefault="00AF4005">
      <w:pPr>
        <w:rPr>
          <w:lang w:val="en-GB"/>
        </w:rPr>
      </w:pPr>
      <w:r>
        <w:rPr>
          <w:lang w:val="en-GB"/>
        </w:rPr>
        <w:t xml:space="preserve">Now you need to cut the stems down but not to the final point yet, just to shorten them. Clap the stems and cut them straight across using secateurs. Fold back the ends of the beaded wires and bind them with the tape so that there is no sharp ends of wire within the stems. Check through carefully to make sure you found them all. Wrap another piece of pot tape around the wire over the top of the previous tape to bind at the end. It helps that you pre-cut the tape before you reach this stage. If your bouquet is not going to be needed for a while put it in water until you are ready to continue  working on it. When you’re ready to continue use the hot glue gun to put down the glue on the tape binding the stems. Keep some water to hand at this point. Attach a length of broad satin ribbon to the glue. Be careful with your fingers and the hot glue and then bind the stems firmly overlapping the </w:t>
      </w:r>
      <w:r>
        <w:rPr>
          <w:lang w:val="en-GB"/>
        </w:rPr>
        <w:lastRenderedPageBreak/>
        <w:t>ribbon as you go. Bind down the stems for about 10 cm. Then cut the ribbon. Put it down with the glue on the binding and glue down the loose end. Again be careful with the hot glue.</w:t>
      </w:r>
    </w:p>
    <w:p w:rsidR="00AF4005" w:rsidRDefault="00AF4005">
      <w:pPr>
        <w:rPr>
          <w:lang w:val="en-GB"/>
        </w:rPr>
      </w:pPr>
      <w:r>
        <w:rPr>
          <w:lang w:val="en-GB"/>
        </w:rPr>
        <w:t xml:space="preserve">Take the wired organza ribbon. Trim away any loose wires sticking out of the end. Wrap it around the satin ribbon a couple of times to secure. Don’t use the hot glue gun. The glue will go through the organza. Bind it around about six or seven times to cover the satin ribbon and soften the effect. Working away back up to the top fold on to the full edge and secure with pearl beaded pins. These may be quite hard to push in. They are actually going into the stems. They need to do this rather than push between the stems as they could then prick the bride hand. If they bent pull out and replace. Rob away any dirt that attached itself to the pins. </w:t>
      </w:r>
    </w:p>
    <w:p w:rsidR="00AF4005" w:rsidRDefault="00AF4005">
      <w:pPr>
        <w:rPr>
          <w:lang w:val="en-GB"/>
        </w:rPr>
      </w:pPr>
      <w:r>
        <w:rPr>
          <w:lang w:val="en-GB"/>
        </w:rPr>
        <w:t>Finally you secateurs to trim the stems to about 10 cm below hand position. Don’t cut them to short as they need to show the balance of your design. Make sure the stems are dried up properly before the bride takes the bouquet.</w:t>
      </w:r>
    </w:p>
    <w:p w:rsidR="00AF4005" w:rsidRPr="00AF4005" w:rsidRDefault="00AF4005">
      <w:pPr>
        <w:rPr>
          <w:lang w:val="en-GB"/>
        </w:rPr>
      </w:pPr>
      <w:r>
        <w:rPr>
          <w:lang w:val="en-GB"/>
        </w:rPr>
        <w:t>You finished bouquet. A beautiful arrangement of ivory roses and blue green Eucalyptus foliage breaded with beaded wires highlights with smooth done shape and ribbon bound stems.</w:t>
      </w:r>
    </w:p>
    <w:sectPr w:rsidR="00AF4005" w:rsidRPr="00AF4005" w:rsidSect="001266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005"/>
    <w:rsid w:val="000C2359"/>
    <w:rsid w:val="00120723"/>
    <w:rsid w:val="0012663C"/>
    <w:rsid w:val="001B505B"/>
    <w:rsid w:val="00296A29"/>
    <w:rsid w:val="002B1CE4"/>
    <w:rsid w:val="00335B92"/>
    <w:rsid w:val="00404E29"/>
    <w:rsid w:val="00406964"/>
    <w:rsid w:val="00456115"/>
    <w:rsid w:val="005411EC"/>
    <w:rsid w:val="00562B16"/>
    <w:rsid w:val="00672FCD"/>
    <w:rsid w:val="00A93A49"/>
    <w:rsid w:val="00AE106A"/>
    <w:rsid w:val="00AF4005"/>
    <w:rsid w:val="00F62CBA"/>
    <w:rsid w:val="00F660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0696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069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0696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069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275D8330</Template>
  <TotalTime>58</TotalTime>
  <Pages>2</Pages>
  <Words>779</Words>
  <Characters>4288</Characters>
  <Application>Microsoft Office Word</Application>
  <DocSecurity>0</DocSecurity>
  <Lines>35</Lines>
  <Paragraphs>10</Paragraphs>
  <ScaleCrop>false</ScaleCrop>
  <Company/>
  <LinksUpToDate>false</LinksUpToDate>
  <CharactersWithSpaces>5057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Adrie Eeken</cp:lastModifiedBy>
  <cp:revision>2</cp:revision>
  <cp:lastPrinted>2012-11-16T06:46:00Z</cp:lastPrinted>
  <dcterms:created xsi:type="dcterms:W3CDTF">2012-11-11T07:51:00Z</dcterms:created>
  <dcterms:modified xsi:type="dcterms:W3CDTF">2012-11-16T06:47:00Z</dcterms:modified>
</cp:coreProperties>
</file>