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87C" w:rsidRPr="00F002CC" w:rsidRDefault="00250A45" w:rsidP="00C7087C">
      <w:pPr>
        <w:spacing w:after="0"/>
      </w:pPr>
      <w:bookmarkStart w:id="0" w:name="_GoBack"/>
      <w:bookmarkEnd w:id="0"/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B409833" wp14:editId="481BA3C9">
                <wp:simplePos x="0" y="0"/>
                <wp:positionH relativeFrom="column">
                  <wp:posOffset>4910455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Rechthoek 45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5 x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al 46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Rechte verbindingslijn 48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3" o:spid="_x0000_s1026" style="position:absolute;margin-left:386.65pt;margin-top:226.9pt;width:93.75pt;height:113.25pt;z-index:251676672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">
                <v:rect id="Rechthoek 44" o:spid="_x0000_s1027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c/i8YA&#10;AADbAAAADwAAAGRycy9kb3ducmV2LnhtbESPT2vCQBTE74V+h+UVvIhuFCkSXaW0tORQCvXPwdsz&#10;+8ymZt+G7Kum375bKHgcZuY3zHLd+0ZdqIt1YAOTcQaKuAy25srAbvs6moOKgmyxCUwGfijCenV/&#10;t8Tchit/0mUjlUoQjjkacCJtrnUsHXmM49ASJ+8UOo+SZFdp2+E1wX2jp1n2qD3WnBYctvTsqDxv&#10;vr2BQ9FL9TV5k/czDvfDwh3Lj5ejMYOH/mkBSqiXW/i/XVgDs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c/i8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10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45" o:spid="_x0000_s1028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aEMYA&#10;AADbAAAADwAAAGRycy9kb3ducmV2LnhtbESPQWvCQBSE74X+h+UVehHdKK1IdJXSYsmhFLT14O2Z&#10;fWZTs29D9lXTf98tFDwOM/MNs1j1vlFn6mId2MB4lIEiLoOtuTLw+bEezkBFQbbYBCYDPxRhtby9&#10;WWBuw4U3dN5KpRKEY44GnEibax1LRx7jKLTEyTuGzqMk2VXadnhJcN/oSZZNtcea04LDlp4dlaft&#10;tzewL3qpvsav8nbCwW5QuEP5/nIw5v6uf5qDEurlGv5vF9bAwy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uaEM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5 x 6</w:t>
                        </w:r>
                      </w:p>
                    </w:txbxContent>
                  </v:textbox>
                </v:rect>
                <v:oval id="Ovaal 46" o:spid="_x0000_s1029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0MsMMA&#10;AADbAAAADwAAAGRycy9kb3ducmV2LnhtbESPzWrDMBCE74G8g9hAL6GR6gZjnCimFNqmxzh9gMXa&#10;2CbWyliqf96+KhR6HGbmG+ZYzLYTIw2+dazhaadAEFfOtFxr+Lq+PWYgfEA22DkmDQt5KE7r1RFz&#10;4ya+0FiGWkQI+xw1NCH0uZS+asii37meOHo3N1gMUQ61NANOEW47mSiVSostx4UGe3ptqLqX31bD&#10;+J6cabvgMtVZv6jL9uPzrp61ftjMLwcQgebwH/5rn42GfQq/X+IP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0MsM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30</w:t>
                        </w:r>
                      </w:p>
                    </w:txbxContent>
                  </v:textbox>
                </v:oval>
                <v:line id="Rechte verbindingslijn 47" o:spid="_x0000_s1030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ZK8cUAAADbAAAADwAAAGRycy9kb3ducmV2LnhtbESPzWoCQRCE74G8w9CB3OJsjPFn4ygS&#10;ECTxEvUB2p12d3GnZzPT6urTZwKBHIuq+oqazjvXqDOFWHs28NzLQBEX3tZcGthtl09jUFGQLTae&#10;ycCVIsxn93dTzK2/8BedN1KqBOGYo4FKpM21jkVFDmPPt8TJO/jgUJIMpbYBLwnuGt3PsqF2WHNa&#10;qLCl94qK4+bkDHx/rlfxum/6Mny9fRzDYjyRl2jM40O3eAMl1Ml/+K+9sgYGI/j9kn6An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ZK8cUAAADbAAAADwAAAAAAAAAA&#10;AAAAAAChAgAAZHJzL2Rvd25yZXYueG1sUEsFBgAAAAAEAAQA+QAAAJMDAAAAAA==&#10;" strokecolor="#4579b8 [3044]"/>
                <v:line id="Rechte verbindingslijn 48" o:spid="_x0000_s1031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eg8EAAADbAAAADwAAAGRycy9kb3ducmV2LnhtbERPzWoCMRC+C32HMAVvmq1/2K1RRCiI&#10;9aL2Aaab6e7iZrImU1379M2h4PHj+1+sOteoK4VYezbwMsxAERfe1lwa+Dy9D+agoiBbbDyTgTtF&#10;WC2fegvMrb/xga5HKVUK4ZijgUqkzbWORUUO49C3xIn79sGhJBhKbQPeUrhr9CjLZtphzamhwpY2&#10;FRXn448zcPnYb+P9qxnJbPq7O4f1/FXG0Zj+c7d+AyXUyUP8795aA5M0Nn1JP0Av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Od6DwQAAANsAAAAPAAAAAAAAAAAAAAAA&#10;AKECAABkcnMvZG93bnJldi54bWxQSwUGAAAAAAQABAD5AAAAjw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49D1958" wp14:editId="09E22482">
                <wp:simplePos x="0" y="0"/>
                <wp:positionH relativeFrom="column">
                  <wp:posOffset>3272155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38" name="Rechthoek 38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4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Rechthoek 39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 x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al 40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Rechte verbindingslijn 41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Rechte verbindingslijn 42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7" o:spid="_x0000_s1032" style="position:absolute;margin-left:257.65pt;margin-top:226.9pt;width:93.75pt;height:113.25pt;z-index:251675648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">
                <v:rect id="Rechthoek 38" o:spid="_x0000_s1033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xG88IA&#10;AADbAAAADwAAAGRycy9kb3ducmV2LnhtbERPTWvCQBC9C/6HZYRepG6sICV1laK05FAEbXvobcxO&#10;s6nZ2ZCdavz37kHw+Hjfi1XvG3WiLtaBDUwnGSjiMtiaKwNfn2+Pz6CiIFtsApOBC0VYLYeDBeY2&#10;nHlHp71UKoVwzNGAE2lzrWPpyGOchJY4cb+h8ygJdpW2HZ5TuG/0U5bNtceaU4PDltaOyuP+3xv4&#10;KXqp/qbv8nHE8fe4cIdyuzkY8zDqX19ACfVyF9/chTUwS2P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Ebz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4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39" o:spid="_x0000_s1034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jaMYA&#10;AADbAAAADwAAAGRycy9kb3ducmV2LnhtbESPQWvCQBSE74X+h+UVehHdaKFodJXSYsmhFLT14O2Z&#10;fWZTs29D9lXTf98tFDwOM/MNs1j1vlFn6mId2MB4lIEiLoOtuTLw+bEeTkFFQbbYBCYDPxRhtby9&#10;WWBuw4U3dN5KpRKEY44GnEibax1LRx7jKLTEyTuGzqMk2VXadnhJcN/oSZY9ao81pwWHLT07Kk/b&#10;b29gX/RSfY1f5e2Eg92gcIfy/eVgzP1d/zQHJdTLNfzfLqyBhx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DjaM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 x 8</w:t>
                        </w:r>
                      </w:p>
                    </w:txbxContent>
                  </v:textbox>
                </v:rect>
                <v:oval id="Ovaal 40" o:spid="_x0000_s1035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gxX78A&#10;AADbAAAADwAAAGRycy9kb3ducmV2LnhtbERPy4rCMBTdC/MP4QqzkTHxwSDVVAbBUZfqfMCludOW&#10;NjeliX38vVkILg/nvdsPthYdtb50rGExVyCIM2dKzjX83Y9fGxA+IBusHZOGkTzs04/JDhPjer5S&#10;dwu5iCHsE9RQhNAkUvqsIIt+7hriyP271mKIsM2labGP4baWS6W+pcWSY0OBDR0Kyqrbw2rofpdn&#10;mo049vmmGdV1drpUaqX153T42YIINIS3+OU+Gw3ruD5+iT9Ap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eDFfvwAAANsAAAAPAAAAAAAAAAAAAAAAAJgCAABkcnMvZG93bnJl&#10;di54bWxQSwUGAAAAAAQABAD1AAAAhA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16</w:t>
                        </w:r>
                      </w:p>
                    </w:txbxContent>
                  </v:textbox>
                </v:oval>
                <v:line id="Rechte verbindingslijn 41" o:spid="_x0000_s1036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N3HsQAAADbAAAADwAAAGRycy9kb3ducmV2LnhtbESPUWsCMRCE3wv9D2ELfas5tYpejSIF&#10;QWpf1P6A7WW9O7xsrslWz/56UxB8HGbmG2a26FyjThRi7dlAv5eBIi68rbk08LVfvUxARUG22Hgm&#10;AxeKsJg/Pswwt/7MWzrtpFQJwjFHA5VIm2sdi4ocxp5viZN38MGhJBlKbQOeE9w1epBlY+2w5rRQ&#10;YUvvFRXH3a8z8LP5XMfLdzOQ8ejv4xiWk6kMozHPT93yDZRQJ/fwrb22Bl778P8l/QA9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3cexAAAANsAAAAPAAAAAAAAAAAA&#10;AAAAAKECAABkcnMvZG93bnJldi54bWxQSwUGAAAAAAQABAD5AAAAkgMAAAAA&#10;" strokecolor="#4579b8 [3044]"/>
                <v:line id="Rechte verbindingslijn 42" o:spid="_x0000_s1037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HpacQAAADbAAAADwAAAGRycy9kb3ducmV2LnhtbESPUWvCQBCE3wv9D8cW+lYvjVU09RQR&#10;BGn7ou0PWHPbJJjbS+9Wjf31vYLg4zAz3zCzRe9adaIQG88GngcZKOLS24YrA1+f66cJqCjIFlvP&#10;ZOBCERbz+7sZFtafeUunnVQqQTgWaKAW6QqtY1mTwzjwHXHyvn1wKEmGStuA5wR3rc6zbKwdNpwW&#10;auxoVVN52B2dgZ/3j0287NtcxqPft0NYTqYyjMY8PvTLV1BCvdzC1/bGGnjJ4f9L+gF6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0elpxAAAANsAAAAPAAAAAAAAAAAA&#10;AAAAAKECAABkcnMvZG93bnJldi54bWxQSwUGAAAAAAQABAD5AAAAkg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705AB60" wp14:editId="5F8C73FD">
                <wp:simplePos x="0" y="0"/>
                <wp:positionH relativeFrom="column">
                  <wp:posOffset>1624330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32" name="Rechthoek 32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1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hthoek 33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 x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al 34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1" o:spid="_x0000_s1038" style="position:absolute;margin-left:127.9pt;margin-top:226.9pt;width:93.75pt;height:113.25pt;z-index:251674624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">
                <v:rect id="Rechthoek 32" o:spid="_x0000_s1039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RxGcYA&#10;AADbAAAADwAAAGRycy9kb3ducmV2LnhtbESPT2vCQBTE74V+h+UVehHdaKFIdJWitORQCvXPwdsz&#10;+8ymZt+G7Kum375bKHgcZuY3zHzZ+0ZdqIt1YAPjUQaKuAy25srAbvs6nIKKgmyxCUwGfijCcnF/&#10;N8fchit/0mUjlUoQjjkacCJtrnUsHXmMo9ASJ+8UOo+SZFdp2+E1wX2jJ1n2rD3WnBYctrRyVJ43&#10;397Aoeil+hq/yfsZB/tB4Y7lx/pozOND/zIDJdTLLfzfLqyBpwn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RxGc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1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10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33" o:spid="_x0000_s1040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UgsYA&#10;AADbAAAADwAAAGRycy9kb3ducmV2LnhtbESPT2vCQBTE74V+h+UVvIhuVCgSXaW0tORQCvXPwdsz&#10;+8ymZt+G7Kum375bKHgcZuY3zHLd+0ZdqIt1YAOTcQaKuAy25srAbvs6moOKgmyxCUwGfijCenV/&#10;t8Tchit/0mUjlUoQjjkacCJtrnUsHXmM49ASJ+8UOo+SZFdp2+E1wX2jp1n2qD3WnBYctvTsqDxv&#10;vr2BQ9FL9TV5k/czDvfDwh3Lj5ejMYOH/mkBSqiXW/i/XVgDs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jUgs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 x 5</w:t>
                        </w:r>
                      </w:p>
                    </w:txbxContent>
                  </v:textbox>
                </v:rect>
                <v:oval id="Ovaal 34" o:spid="_x0000_s1041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EIcEA&#10;AADbAAAADwAAAGRycy9kb3ducmV2LnhtbESP3YrCMBSE7wXfIRzBG9FkVUSqUWRB17305wEOzbEt&#10;Nielif15+40g7OUwM98w231nS9FQ7QvHGr5mCgRx6kzBmYb77Thdg/AB2WDpmDT05GG/Gw62mBjX&#10;8oWaa8hEhLBPUEMeQpVI6dOcLPqZq4ij93C1xRBlnUlTYxvhtpRzpVbSYsFxIceKvnNKn9eX1dCc&#10;5mea9Ni32brq1WXy8/tUC63Ho+6wARGoC//hT/tsNCyW8P4Sf4D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FRCHBAAAA2w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10</w:t>
                        </w:r>
                      </w:p>
                    </w:txbxContent>
                  </v:textbox>
                </v:oval>
                <v:line id="Rechte verbindingslijn 35" o:spid="_x0000_s1042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4CYMQAAADbAAAADwAAAGRycy9kb3ducmV2LnhtbESPUWsCMRCE34X+h7AF3zRXRdHTKFIo&#10;iO1LbX/AelnvDi+ba7Lq6a9vCgUfh5n5hlmuO9eoC4VYezbwMsxAERfe1lwa+P56G8xARUG22Hgm&#10;AzeKsF499ZaYW3/lT7rspVQJwjFHA5VIm2sdi4ocxqFviZN39MGhJBlKbQNeE9w1epRlU+2w5rRQ&#10;YUuvFRWn/dkZ+Hn/2MbboRnJdHLfncJmNpdxNKb/3G0WoIQ6eYT/21trYDyBvy/p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PgJgxAAAANsAAAAPAAAAAAAAAAAA&#10;AAAAAKECAABkcnMvZG93bnJldi54bWxQSwUGAAAAAAQABAD5AAAAkgMAAAAA&#10;" strokecolor="#4579b8 [3044]"/>
                <v:line id="Rechte verbindingslijn 36" o:spid="_x0000_s1043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ycF8QAAADbAAAADwAAAGRycy9kb3ducmV2LnhtbESPUWvCQBCE3wv+h2OFvtWLSoNNPUUE&#10;QVpfavsDtrk1Ceb24t2qsb++JxT6OMzMN8x82btWXSjExrOB8SgDRVx623Bl4Otz8zQDFQXZYuuZ&#10;DNwownIxeJhjYf2VP+iyl0olCMcCDdQiXaF1LGtyGEe+I07ewQeHkmSotA14TXDX6kmW5dphw2mh&#10;xo7WNZXH/dkZOL3vtvH23U4kf/55O4bV7EWm0ZjHYb96BSXUy3/4r721BqY53L+kH6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7JwXxAAAANsAAAAPAAAAAAAAAAAA&#10;AAAAAKECAABkcnMvZG93bnJldi54bWxQSwUGAAAAAAQABAD5AAAAkg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B378D46" wp14:editId="6D336063">
                <wp:simplePos x="0" y="0"/>
                <wp:positionH relativeFrom="column">
                  <wp:posOffset>-52070</wp:posOffset>
                </wp:positionH>
                <wp:positionV relativeFrom="paragraph">
                  <wp:posOffset>2881630</wp:posOffset>
                </wp:positionV>
                <wp:extent cx="1190625" cy="1438275"/>
                <wp:effectExtent l="0" t="0" r="28575" b="2857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hthoek 27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 x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al 28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Rechte verbindingslijn 30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5" o:spid="_x0000_s1044" style="position:absolute;margin-left:-4.1pt;margin-top:226.9pt;width:93.75pt;height:113.25pt;z-index:251673600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">
                <v:rect id="Rechthoek 26" o:spid="_x0000_s1045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hx8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amM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uHHxQAAANs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27" o:spid="_x0000_s1046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EXMYA&#10;AADbAAAADwAAAGRycy9kb3ducmV2LnhtbESPT2vCQBTE74V+h+UVehHd6KGV6CpFacmhFOqfg7dn&#10;9plNzb4N2VdNv323UPA4zMxvmPmy9426UBfrwAbGowwUcRlszZWB3fZ1OAUVBdliE5gM/FCE5eL+&#10;bo65DVf+pMtGKpUgHHM04ETaXOtYOvIYR6ElTt4pdB4lya7StsNrgvtGT7LsSXusOS04bGnlqDxv&#10;vr2BQ9FL9TV+k/czDvaDwh3Lj/XRmMeH/mUGSqiXW/i/XVgDk2f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pEXM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 x 6</w:t>
                        </w:r>
                      </w:p>
                    </w:txbxContent>
                  </v:textbox>
                </v:rect>
                <v:oval id="Ovaal 28" o:spid="_x0000_s1047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Y+b0A&#10;AADbAAAADwAAAGRycy9kb3ducmV2LnhtbERPyarCMBTdC/5DuMLbiCZWEKlGEcFp6fABl+baFpub&#10;0sQOf/+yePCWhzNv972tREuNLx1rWMwVCOLMmZJzDa/nabYG4QOywcoxaRjIw343Hm0xNa7jO7WP&#10;kIsYwj5FDUUIdSqlzwqy6OeuJo7c2zUWQ4RNLk2DXQy3lUyUWkmLJceGAms6FpR9Hl+roT0nV5oO&#10;OHT5uh7UfXq5fdRS659Jf9iACNSHf/Gf+2o0JHFs/BJ/gNz9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NHY+b0AAADbAAAADwAAAAAAAAAAAAAAAACYAgAAZHJzL2Rvd25yZXYu&#10;eG1sUEsFBgAAAAAEAAQA9QAAAII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line id="Rechte verbindingslijn 29" o:spid="_x0000_s1048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qeuMQAAADbAAAADwAAAGRycy9kb3ducmV2LnhtbESPUWvCQBCE34X+h2MLvumlKYpGT5FC&#10;QWxfav0Ba25Ngrm99G6rsb/eKxT6OMzMN8xy3btWXSjExrOBp3EGirj0tuHKwOHzdTQDFQXZYuuZ&#10;DNwownr1MFhiYf2VP+iyl0olCMcCDdQiXaF1LGtyGMe+I07eyQeHkmSotA14TXDX6jzLptphw2mh&#10;xo5eairP+29n4OvtfRtvxzaX6eRndw6b2VyeozHDx36zACXUy3/4r721BvI5/H5JP0C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p64xAAAANsAAAAPAAAAAAAAAAAA&#10;AAAAAKECAABkcnMvZG93bnJldi54bWxQSwUGAAAAAAQABAD5AAAAkgMAAAAA&#10;" strokecolor="#4579b8 [3044]"/>
                <v:line id="Rechte verbindingslijn 30" o:spid="_x0000_s1049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mh+MAAAADbAAAADwAAAGRycy9kb3ducmV2LnhtbERPzWoCMRC+F3yHMIK3mq1S0a1RRBDE&#10;eqn6ANPNdHdxM1mTUdc+fXMQevz4/ufLzjXqRiHWng28DTNQxIW3NZcGTsfN6xRUFGSLjWcy8KAI&#10;y0XvZY659Xf+ottBSpVCOOZooBJpc61jUZHDOPQtceJ+fHAoCYZS24D3FO4aPcqyiXZYc2qosKV1&#10;RcX5cHUGLp/7bXx8NyOZvP/uzmE1nck4GjPod6sPUEKd/Iuf7q01ME7r05f0A/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JofjAAAAA2wAAAA8AAAAAAAAAAAAAAAAA&#10;oQIAAGRycy9kb3ducmV2LnhtbFBLBQYAAAAABAAEAPkAAACOAwAAAAA=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92B0AB8" wp14:editId="43470697">
                <wp:simplePos x="0" y="0"/>
                <wp:positionH relativeFrom="column">
                  <wp:posOffset>4910455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68" name="Rechthoek 68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10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hthoek 69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5 x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Ovaal 70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Rechte verbindingslijn 71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" name="Rechte verbindingslijn 72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7" o:spid="_x0000_s1050" style="position:absolute;margin-left:386.65pt;margin-top:458.65pt;width:93.75pt;height:113.25pt;z-index:251681792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">
                <v:rect id="Rechthoek 68" o:spid="_x0000_s1051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p7sIA&#10;AADbAAAADwAAAGRycy9kb3ducmV2LnhtbERPS2vCQBC+C/6HZQpepG7sQSR1lVJpyUEEX4fexuw0&#10;m5qdDdmpxn/vHgo9fnzvxar3jbpSF+vABqaTDBRxGWzNlYHj4eN5DioKssUmMBm4U4TVcjhYYG7D&#10;jXd03UulUgjHHA04kTbXOpaOPMZJaIkT9x06j5JgV2nb4S2F+0a/ZNlMe6w5NThs6d1Redn/egNf&#10;RS/Vz/RTNhccn8aFO5fb9dmY0VP/9gpKqJd/8Z+7sAZmaWz6kn6AX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2nu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10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69" o:spid="_x0000_s1052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MdcYA&#10;AADbAAAADwAAAGRycy9kb3ducmV2LnhtbESPT2vCQBTE74V+h+UVvIhu9CA1ukppacmhFOqfg7dn&#10;9plNzb4N2VdNv323UPA4zMxvmOW69426UBfrwAYm4wwUcRlszZWB3fZ19AgqCrLFJjAZ+KEI69X9&#10;3RJzG678SZeNVCpBOOZowIm0udaxdOQxjkNLnLxT6DxKkl2lbYfXBPeNnmbZTHusOS04bOnZUXne&#10;fHsDh6KX6mvyJu9nHO6HhTuWHy9HYwYP/dMClFAvt/B/u7AGZn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PMdc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5 x 8</w:t>
                        </w:r>
                      </w:p>
                    </w:txbxContent>
                  </v:textbox>
                </v:rect>
                <v:oval id="Ovaal 70" o:spid="_x0000_s1053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T74r8A&#10;AADbAAAADwAAAGRycy9kb3ducmV2LnhtbERPy4rCMBTdC/MP4QqzkTFRwZFqKoPgqEt1PuDS3GlL&#10;m5vSxD7+3iwEl4fz3u0HW4uOWl861rCYKxDEmTMl5xr+7sevDQgfkA3WjknDSB726cdkh4lxPV+p&#10;u4VcxBD2CWooQmgSKX1WkEU/dw1x5P5dazFE2ObStNjHcFvLpVJrabHk2FBgQ4eCsur2sBq63+WZ&#10;ZiOOfb5pRnWdnS6VWmn9OR1+tiACDeEtfrnPRsN3XB+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FPvivwAAANsAAAAPAAAAAAAAAAAAAAAAAJgCAABkcnMvZG93bnJl&#10;di54bWxQSwUGAAAAAAQABAD1AAAAhA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40</w:t>
                        </w:r>
                      </w:p>
                    </w:txbxContent>
                  </v:textbox>
                </v:oval>
                <v:line id="Rechte verbindingslijn 71" o:spid="_x0000_s1054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+9o8UAAADbAAAADwAAAGRycy9kb3ducmV2LnhtbESPzWoCQRCE74G8w9CB3HRWJf5sHEUC&#10;gsRc1DxAZ6fdXdzp2cx0dM3TOwEhx6KqvqLmy8416kwh1p4NDPoZKOLC25pLA5+HdW8KKgqyxcYz&#10;GbhShOXi8WGOufUX3tF5L6VKEI45GqhE2lzrWFTkMPZ9S5y8ow8OJclQahvwkuCu0cMsG2uHNaeF&#10;Clt6q6g47X+cge/txyZev5qhjF9+309hNZ3JKBrz/NStXkEJdfIfvrc31sBkAH9f0g/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+9o8UAAADbAAAADwAAAAAAAAAA&#10;AAAAAAChAgAAZHJzL2Rvd25yZXYueG1sUEsFBgAAAAAEAAQA+QAAAJMDAAAAAA==&#10;" strokecolor="#4579b8 [3044]"/>
                <v:line id="Rechte verbindingslijn 72" o:spid="_x0000_s1055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0j1MUAAADbAAAADwAAAGRycy9kb3ducmV2LnhtbESP3WrCQBSE7wt9h+UUeqebRupP6ioi&#10;CNL2RtsHOGZPk2D2bLp71Nin7xaEXg4z8w0zX/auVWcKsfFs4GmYgSIuvW24MvD5sRlMQUVBtth6&#10;JgNXirBc3N/NsbD+wjs676VSCcKxQAO1SFdoHcuaHMah74iT9+WDQ0kyVNoGvCS4a3WeZWPtsOG0&#10;UGNH65rK4/7kDHy/vW/j9dDmMn7+eT2G1XQmo2jM40O/egEl1Mt/+NbeWgOTHP6+pB+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0j1MUAAADbAAAADwAAAAAAAAAA&#10;AAAAAAChAgAAZHJzL2Rvd25yZXYueG1sUEsFBgAAAAAEAAQA+QAAAJMDAAAAAA==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6D4AF37" wp14:editId="78529B15">
                <wp:simplePos x="0" y="0"/>
                <wp:positionH relativeFrom="column">
                  <wp:posOffset>3272155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5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Rechthoek 63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 x 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Ovaal 64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Rechte verbindingslijn 65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Rechte verbindingslijn 66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1" o:spid="_x0000_s1056" style="position:absolute;margin-left:257.65pt;margin-top:458.65pt;width:93.75pt;height:113.25pt;z-index:251680768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">
                <v:rect id="Rechthoek 62" o:spid="_x0000_s1057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deBM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ZmU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14ExQAAANs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5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63" o:spid="_x0000_s1058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7n8YA&#10;AADbAAAADwAAAGRycy9kb3ducmV2LnhtbESPT2vCQBTE74V+h+UVvIhutCASXaW0tORQCvXPwdsz&#10;+8ymZt+G7Kum375bKHgcZuY3zHLd+0ZdqIt1YAOTcQaKuAy25srAbvs6moOKgmyxCUwGfijCenV/&#10;t8Tchit/0mUjlUoQjjkacCJtrnUsHXmM49ASJ+8UOo+SZFdp2+E1wX2jp1k20x5rTgsOW3p2VJ43&#10;397Aoeil+pq8yfsZh/th4Y7lx8vRmMFD/7QAJdTLLfzfLqyB2SP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v7n8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 x 10</w:t>
                        </w:r>
                      </w:p>
                    </w:txbxContent>
                  </v:textbox>
                </v:rect>
                <v:oval id="Ovaal 64" o:spid="_x0000_s1059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ZrPMMA&#10;AADbAAAADwAAAGRycy9kb3ducmV2LnhtbESPzWrDMBCE74G8g9hAL6GR6gZjnCimFNqmxzh9gMXa&#10;2CbWyliqf96+KhR6HGbmG+ZYzLYTIw2+dazhaadAEFfOtFxr+Lq+PWYgfEA22DkmDQt5KE7r1RFz&#10;4ya+0FiGWkQI+xw1NCH0uZS+asii37meOHo3N1gMUQ61NANOEW47mSiVSostx4UGe3ptqLqX31bD&#10;+J6cabvgMtVZv6jL9uPzrp61ftjMLwcQgebwH/5rn42GdA+/X+IP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ZrPM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20</w:t>
                        </w:r>
                      </w:p>
                    </w:txbxContent>
                  </v:textbox>
                </v:oval>
                <v:line id="Rechte verbindingslijn 65" o:spid="_x0000_s1060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0tfcQAAADbAAAADwAAAGRycy9kb3ducmV2LnhtbESPUWvCQBCE34X+h2MLfdOLFoNGT5FC&#10;Qdq+VP0Ba25Ngrm99G6rsb++Vyj4OMzMN8xy3btWXSjExrOB8SgDRVx623Bl4LB/Hc5ARUG22Hom&#10;AzeKsF49DJZYWH/lT7rspFIJwrFAA7VIV2gdy5ocxpHviJN38sGhJBkqbQNeE9y1epJluXbYcFqo&#10;saOXmsrz7tsZ+Hr/2MbbsZ1IPv15O4fNbC7P0Zinx36zACXUyz38395aA/kU/r6kH6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S19xAAAANsAAAAPAAAAAAAAAAAA&#10;AAAAAKECAABkcnMvZG93bnJldi54bWxQSwUGAAAAAAQABAD5AAAAkgMAAAAA&#10;" strokecolor="#4579b8 [3044]"/>
                <v:line id="Rechte verbindingslijn 66" o:spid="_x0000_s1061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+zCsQAAADbAAAADwAAAGRycy9kb3ducmV2LnhtbESPUWvCQBCE3wv9D8cWfKuXWgwaPUUE&#10;QWxfavsD1tyaBHN76d1WY3+9Vyj4OMzMN8x82btWnSnExrOBl2EGirj0tuHKwNfn5nkCKgqyxdYz&#10;GbhShOXi8WGOhfUX/qDzXiqVIBwLNFCLdIXWsazJYRz6jjh5Rx8cSpKh0jbgJcFdq0dZlmuHDaeF&#10;Gjta11Se9j/OwPfb+zZeD+1I8vHv7hRWk6m8RmMGT/1qBkqol3v4v721BvIc/r6kH6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X7MKxAAAANsAAAAPAAAAAAAAAAAA&#10;AAAAAKECAABkcnMvZG93bnJldi54bWxQSwUGAAAAAAQABAD5AAAAkgMAAAAA&#10;" strokecolor="#4579b8 [3044]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414671F" wp14:editId="6DC4D8B7">
                <wp:simplePos x="0" y="0"/>
                <wp:positionH relativeFrom="column">
                  <wp:posOffset>1624330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56" name="Rechthoek 56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hthoek 57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 x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Ovaal 58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hte verbindingslijn 59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Rechte verbindingslijn 60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55" o:spid="_x0000_s1062" style="position:absolute;margin-left:127.9pt;margin-top:458.65pt;width:93.75pt;height:113.25pt;z-index:251679744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">
                <v:rect id="Rechthoek 56" o:spid="_x0000_s1063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CSusYA&#10;AADbAAAADwAAAGRycy9kb3ducmV2LnhtbESPT2vCQBTE74V+h+UVvIhuFCo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CSus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6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57" o:spid="_x0000_s1064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3IcYA&#10;AADbAAAADwAAAGRycy9kb3ducmV2LnhtbESPQWvCQBSE74X+h+UVehHdKLR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w3Ic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 x 8</w:t>
                        </w:r>
                      </w:p>
                    </w:txbxContent>
                  </v:textbox>
                </v:rect>
                <v:oval id="Ovaal 58" o:spid="_x0000_s1065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rhL8A&#10;AADbAAAADwAAAGRycy9kb3ducmV2LnhtbERPy4rCMBTdC/MP4QqzkTFRcZBqKoPgqEt1PuDS3GlL&#10;m5vSxD7+3iwEl4fz3u0HW4uOWl861rCYKxDEmTMl5xr+7sevDQgfkA3WjknDSB726cdkh4lxPV+p&#10;u4VcxBD2CWooQmgSKX1WkEU/dw1x5P5dazFE2ObStNjHcFvLpVLf0mLJsaHAhg4FZdXtYTV0v8sz&#10;zUYc+3zTjOo6O10qtdL6czr8bEEEGsJb/HKfjYZ1HBu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16uEvwAAANsAAAAPAAAAAAAAAAAAAAAAAJgCAABkcnMvZG93bnJl&#10;di54bWxQSwUGAAAAAAQABAD1AAAAhA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18</w:t>
                        </w:r>
                      </w:p>
                    </w:txbxContent>
                  </v:textbox>
                </v:oval>
                <v:line id="Rechte verbindingslijn 59" o:spid="_x0000_s1066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ztxcQAAADbAAAADwAAAGRycy9kb3ducmV2LnhtbESPUWsCMRCE34X+h7AF3zSnouhpFCkU&#10;xPaltj9gvax3h5fNNdnq6a9vCgUfh5n5hlltOteoC4VYezYwGmagiAtvay4NfH2+DuagoiBbbDyT&#10;gRtF2KyfeivMrb/yB10OUqoE4ZijgUqkzbWORUUO49C3xMk7+eBQkgyltgGvCe4aPc6ymXZYc1qo&#10;sKWXiorz4ccZ+H5738XbsRnLbHrfn8N2vpBJNKb/3G2XoIQ6eYT/2ztrYLqAvy/pB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rO3FxAAAANsAAAAPAAAAAAAAAAAA&#10;AAAAAKECAABkcnMvZG93bnJldi54bWxQSwUGAAAAAAQABAD5AAAAkgMAAAAA&#10;" strokecolor="#4579b8 [3044]"/>
                <v:line id="Rechte verbindingslijn 60" o:spid="_x0000_s1067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qO5cEAAADbAAAADwAAAGRycy9kb3ducmV2LnhtbERPzWrCQBC+F3yHZQRvdaNisKmriCCI&#10;7aW2DzDNTpNgdjbujhr79O6h0OPH979c965VVwqx8WxgMs5AEZfeNlwZ+PrcPS9ARUG22HomA3eK&#10;sF4NnpZYWH/jD7oepVIphGOBBmqRrtA6ljU5jGPfESfuxweHkmCotA14S+Gu1dMsy7XDhlNDjR1t&#10;aypPx4szcH5738f7dzuVfP57OIXN4kVm0ZjRsN+8ghLq5V/8595bA3lan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+o7lwQAAANsAAAAPAAAAAAAAAAAAAAAA&#10;AKECAABkcnMvZG93bnJldi54bWxQSwUGAAAAAAQABAD5AAAAjw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3BAD71F" wp14:editId="21DB96CE">
                <wp:simplePos x="0" y="0"/>
                <wp:positionH relativeFrom="column">
                  <wp:posOffset>-52070</wp:posOffset>
                </wp:positionH>
                <wp:positionV relativeFrom="paragraph">
                  <wp:posOffset>5824855</wp:posOffset>
                </wp:positionV>
                <wp:extent cx="1190625" cy="1438275"/>
                <wp:effectExtent l="0" t="0" r="28575" b="2857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hthoek 51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 x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al 52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hte verbindingslijn 53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Rechte verbindingslijn 54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9" o:spid="_x0000_s1068" style="position:absolute;margin-left:-4.1pt;margin-top:458.65pt;width:93.75pt;height:113.25pt;z-index:251678720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">
                <v:rect id="Rechthoek 50" o:spid="_x0000_s1069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vVcIA&#10;AADb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S+v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a9V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51" o:spid="_x0000_s1070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KzsYA&#10;AADbAAAADwAAAGRycy9kb3ducmV2LnhtbESPQUvDQBSE74L/YXlCL6XdRFAk7baIouQgBas99Paa&#10;fc2mzb4N2dc2/nu3IHgcZuYbZr4cfKvO1McmsIF8moEiroJtuDbw/fU2eQIVBdliG5gM/FCE5eL2&#10;Zo6FDRf+pPNaapUgHAs04ES6QutYOfIYp6EjTt4+9B4lyb7WtsdLgvtW32fZo/bYcFpw2NGLo+q4&#10;PnkD23KQ+pC/y8cRx5tx6XbV6nVnzOhueJ6BEhrkP/zXLq2BhxyuX9I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kKzsYAAADbAAAADwAAAAAAAAAAAAAAAACYAgAAZHJz&#10;L2Rvd25yZXYueG1sUEsFBgAAAAAEAAQA9QAAAIs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 x 9</w:t>
                        </w:r>
                      </w:p>
                    </w:txbxContent>
                  </v:textbox>
                </v:rect>
                <v:oval id="Ovaal 52" o:spid="_x0000_s1071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cbsEA&#10;AADbAAAADwAAAGRycy9kb3ducmV2LnhtbESP3YrCMBSE7xd8h3CEvRFNtrKLVKOI4N+lrg9waI5t&#10;sTkpTbY/b78RBC+HmfmGWW16W4mWGl861vA1UyCIM2dKzjXcfvfTBQgfkA1WjknDQB4269HHClPj&#10;Or5Qew25iBD2KWooQqhTKX1WkEU/czVx9O6usRiibHJpGuwi3FYyUepHWiw5LhRY066g7HH9sxra&#10;Q3KiyYBDly/qQV0mx/NDzbX+HPfbJYhAfXiHX+2T0fCdwPNL/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/nG7BAAAA2w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9</w:t>
                        </w:r>
                      </w:p>
                    </w:txbxContent>
                  </v:textbox>
                </v:oval>
                <v:line id="Rechte verbindingslijn 53" o:spid="_x0000_s1072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TaL8QAAADbAAAADwAAAGRycy9kb3ducmV2LnhtbESPUWsCMRCE34X+h7AF3zRXRdHTKFIo&#10;iO1LbX/AelnvDi+ba7Lq6a9vCgUfh5n5hlmuO9eoC4VYezbwMsxAERfe1lwa+P56G8xARUG22Hgm&#10;AzeKsF499ZaYW3/lT7rspVQJwjFHA5VIm2sdi4ocxqFviZN39MGhJBlKbQNeE9w1epRlU+2w5rRQ&#10;YUuvFRWn/dkZ+Hn/2MbboRnJdHLfncJmNpdxNKb/3G0WoIQ6eYT/21trYDKGvy/pB+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RNovxAAAANsAAAAPAAAAAAAAAAAA&#10;AAAAAKECAABkcnMvZG93bnJldi54bWxQSwUGAAAAAAQABAD5AAAAkgMAAAAA&#10;" strokecolor="#4579b8 [3044]"/>
                <v:line id="Rechte verbindingslijn 54" o:spid="_x0000_s1073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1CW8QAAADbAAAADwAAAGRycy9kb3ducmV2LnhtbESPzWoCQRCE70LeYeiAN52Nf+jGUSQg&#10;iMklJg/Q2Wl3F3d6NjOtrnn6TCDgsaiqr6jlunONulCItWcDT8MMFHHhbc2lgc+P7WAOKgqyxcYz&#10;GbhRhPXqobfE3Porv9PlIKVKEI45GqhE2lzrWFTkMA59S5y8ow8OJclQahvwmuCu0aMsm2mHNaeF&#10;Clt6qag4Hc7OwPfr2y7evpqRzKY/+1PYzBcyjsb0H7vNMyihTu7h//bOGphO4O9L+gF6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rUJbxAAAANsAAAAPAAAAAAAAAAAA&#10;AAAAAKECAABkcnMvZG93bnJldi54bWxQSwUGAAAAAAQABAD5AAAAkg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567A181" wp14:editId="63AB9A3E">
                <wp:simplePos x="0" y="0"/>
                <wp:positionH relativeFrom="column">
                  <wp:posOffset>4977130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hthoek 21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 x 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al 22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e verbindingslijn 23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9" o:spid="_x0000_s1074" style="position:absolute;margin-left:391.9pt;margin-top:4.15pt;width:93.75pt;height:113.25pt;z-index:251671552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">
                <v:rect id="Rechthoek 20" o:spid="_x0000_s1075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cKMIA&#10;AADbAAAADwAAAGRycy9kb3ducmV2LnhtbERPS2vCQBC+F/wPywhepG70UEp0laK05CCF+jh4G7PT&#10;bGp2NmRHjf++eyj0+PG9F6veN+pGXawDG5hOMlDEZbA1VwYO+/fnV1BRkC02gcnAgyKsloOnBeY2&#10;3PmLbjupVArhmKMBJ9LmWsfSkcc4CS1x4r5D51ES7CptO7yncN/oWZa9aI81pwaHLa0dlZfd1Rs4&#10;Fb1UP9MP2V5wfBwX7lx+bs7GjIb92xyUUC//4j93YQ3M0vr0Jf0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I9wo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2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21" o:spid="_x0000_s1076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5s8UA&#10;AADb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OH3S/oB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3mzxQAAANs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 x 8</w:t>
                        </w:r>
                      </w:p>
                    </w:txbxContent>
                  </v:textbox>
                </v:rect>
                <v:oval id="Ovaal 22" o:spid="_x0000_s1077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vE8EA&#10;AADbAAAADwAAAGRycy9kb3ducmV2LnhtbESP3YrCMBSE74V9h3CEvZE1sYKUrlFkQVcv1X2AQ3O2&#10;LTYnpYn9eXsjCF4OM/MNs94OthYdtb5yrGExVyCIc2cqLjT8XfdfKQgfkA3WjknDSB62m4/JGjPj&#10;ej5TdwmFiBD2GWooQ2gyKX1ekkU/dw1x9P5dazFE2RbStNhHuK1lotRKWqw4LpTY0E9J+e1ytxq6&#10;Q3Kk2YhjX6TNqM6z39NNLbX+nA67bxCBhvAOv9pHoyFJ4Pkl/gC5e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57xPBAAAA2w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oval>
                <v:line id="Rechte verbindingslijn 23" o:spid="_x0000_s1078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KpUsQAAADbAAAADwAAAGRycy9kb3ducmV2LnhtbESPUWvCQBCE3wv9D8cW+lYvjSgaPUUK&#10;grR9qfoD1tw2Ceb20rtVY3+9Vyj4OMzMN8x82btWnSnExrOB10EGirj0tuHKwH63fpmAioJssfVM&#10;Bq4UYbl4fJhjYf2Fv+i8lUolCMcCDdQiXaF1LGtyGAe+I07etw8OJclQaRvwkuCu1XmWjbXDhtNC&#10;jR291VQetydn4OfjcxOvhzaX8ej3/RhWk6kMozHPT/1qBkqol3v4v72xBvIh/H1JP0Av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QqlSxAAAANsAAAAPAAAAAAAAAAAA&#10;AAAAAKECAABkcnMvZG93bnJldi54bWxQSwUGAAAAAAQABAD5AAAAkgMAAAAA&#10;" strokecolor="#4579b8 [3044]"/>
                <v:line id="Rechte verbindingslijn 24" o:spid="_x0000_s1079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sxJsQAAADbAAAADwAAAGRycy9kb3ducmV2LnhtbESPUWvCQBCE3wv9D8cW+lYvjVU09RQR&#10;BGn7ou0PWHPbJJjbS+9Wjf31vYLg4zAz3zCzRe9adaIQG88GngcZKOLS24YrA1+f66cJqCjIFlvP&#10;ZOBCERbz+7sZFtafeUunnVQqQTgWaKAW6QqtY1mTwzjwHXHyvn1wKEmGStuA5wR3rc6zbKwdNpwW&#10;auxoVVN52B2dgZ/3j0287NtcxqPft0NYTqYyjMY8PvTLV1BCvdzC1/bGGshf4P9L+gF6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qzEmxAAAANsAAAAPAAAAAAAAAAAA&#10;AAAAAKECAABkcnMvZG93bnJldi54bWxQSwUGAAAAAAQABAD5AAAAkg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48E1213" wp14:editId="295823F1">
                <wp:simplePos x="0" y="0"/>
                <wp:positionH relativeFrom="column">
                  <wp:posOffset>1691005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8" name="Rechthoek 8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2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hoek 9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 x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al 10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 verbindingslijn 11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7" o:spid="_x0000_s1080" style="position:absolute;margin-left:133.15pt;margin-top:4.15pt;width:93.75pt;height:113.25pt;z-index:251667456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">
                <v:rect id="Rechthoek 8" o:spid="_x0000_s1081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7AB8EA&#10;AADaAAAADwAAAGRycy9kb3ducmV2LnhtbERPTWvCQBC9F/wPywheRDd6KCW6iiiWHEqhth68jdkx&#10;G83OhuxU03/fPRR6fLzv5br3jbpTF+vABmbTDBRxGWzNlYGvz/3kBVQUZItNYDLwQxHWq8HTEnMb&#10;HvxB94NUKoVwzNGAE2lzrWPpyGOchpY4cZfQeZQEu0rbDh8p3Dd6nmXP2mPNqcFhS1tH5e3w7Q2c&#10;il6q6+xV3m44Po4Ldy7fd2djRsN+swAl1Mu/+M9dWANpa7qSbo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OwAfBAAAA2g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2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9" o:spid="_x0000_s1082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lnMUA&#10;AADaAAAADwAAAGRycy9kb3ducmV2LnhtbESPQWvCQBSE74L/YXmCF6kbexCbuopYWnKQQrU99PbM&#10;vmZTs29D9qnpv+8WCh6HmfmGWa5736gLdbEObGA2zUARl8HWXBl4PzzfLUBFQbbYBCYDPxRhvRoO&#10;lpjbcOU3uuylUgnCMUcDTqTNtY6lI49xGlri5H2FzqMk2VXadnhNcN/o+yyba481pwWHLW0dlaf9&#10;2Rv4LHqpvmcvsjvh5GNSuGP5+nQ0ZjzqN4+ghHq5hf/bhTXwAH9X0g3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mWcxQAAANo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 x 4</w:t>
                        </w:r>
                      </w:p>
                    </w:txbxContent>
                  </v:textbox>
                </v:rect>
                <v:oval id="Ovaal 10" o:spid="_x0000_s1083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seQsIA&#10;AADbAAAADwAAAGRycy9kb3ducmV2LnhtbESPzWoCQRCE70LeYeiAF9GZKIisjhKE+HPU5AGanc7u&#10;4k7PsjPuz9vbh0Bu3VR11de7w+Br1VEbq8AWPhYGFHEeXMWFhZ/vr/kGVEzIDuvAZGGkCIf922SH&#10;mQs936i7p0JJCMcMLZQpNZnWMS/JY1yEhli039B6TLK2hXYt9hLua700Zq09ViwNJTZ0LCl/3J/e&#10;QndaXmg24tgXm2Y0t9n5+jAra6fvw+cWVKIh/Zv/ri9O8IVefpEB9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x5CwgAAANs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line id="Rechte verbindingslijn 11" o:spid="_x0000_s1084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7BYA8EAAADbAAAADwAAAGRycy9kb3ducmV2LnhtbERPzWoCMRC+F3yHMEJvNaui6NYoUihI&#10;20vVB5huxt3FzWRNRl379KZQ8DYf3+8sVp1r1IVCrD0bGA4yUMSFtzWXBva795cZqCjIFhvPZOBG&#10;EVbL3tMCc+uv/E2XrZQqhXDM0UAl0uZax6Iih3HgW+LEHXxwKAmGUtuA1xTuGj3Ksql2WHNqqLCl&#10;t4qK4/bsDJw+vzbx9tOMZDr5/TiG9Wwu42jMc79bv4IS6uQh/ndvbJo/hL9f0gF6e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sFgDwQAAANsAAAAPAAAAAAAAAAAAAAAA&#10;AKECAABkcnMvZG93bnJldi54bWxQSwUGAAAAAAQABAD5AAAAjwMAAAAA&#10;" strokecolor="#4579b8 [3044]"/>
                <v:line id="Rechte verbindingslijn 12" o:spid="_x0000_s1085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LGdMEAAADbAAAADwAAAGRycy9kb3ducmV2LnhtbERPzWrCQBC+C32HZQredNMURaOrSKEg&#10;tpfaPsCYHZNgdjbdnWrs07uFgrf5+H5nue5dq84UYuPZwNM4A0VcettwZeDr83U0AxUF2WLrmQxc&#10;KcJ69TBYYmH9hT/ovJdKpRCOBRqoRbpC61jW5DCOfUecuKMPDiXBUGkb8JLCXavzLJtqhw2nhho7&#10;eqmpPO1/nIHvt/dtvB7aXKaT390pbGZzeY7GDB/7zQKUUC938b97a9P8HP5+SQfo1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YsZ0wQAAANsAAAAPAAAAAAAAAAAAAAAA&#10;AKECAABkcnMvZG93bnJldi54bWxQSwUGAAAAAAQABAD5AAAAjw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6331E89" wp14:editId="22276B80">
                <wp:simplePos x="0" y="0"/>
                <wp:positionH relativeFrom="column">
                  <wp:posOffset>3338830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hoek 15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 x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al 16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 verbindingslijn 17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Rechte verbindingslijn 18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3" o:spid="_x0000_s1086" style="position:absolute;margin-left:262.9pt;margin-top:4.15pt;width:93.75pt;height:113.25pt;z-index:251669504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">
                <v:rect id="Rechthoek 14" o:spid="_x0000_s1087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QQlsMA&#10;AADbAAAADwAAAGRycy9kb3ducmV2LnhtbERPTWvCQBC9F/wPywi9iG4spZ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QQls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8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15" o:spid="_x0000_s1088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1DcMA&#10;AADbAAAADwAAAGRycy9kb3ducmV2LnhtbERPTWvCQBC9F/wPywi9iG4stJToKmJpyaEUtPXgbcxO&#10;s6nZ2ZCdavz3bkHobR7vc+bL3jfqRF2sAxuYTjJQxGWwNVcGvj5fx8+goiBbbAKTgQtFWC4Gd3PM&#10;bTjzhk5bqVQK4ZijASfS5lrH0pHHOAktceK+Q+dREuwqbTs8p3Df6Icse9Iea04NDltaOyqP219v&#10;YF/0Uv1M3+T9iKPdqHCH8uPlYMz9sF/NQAn18i++uQub5j/C3y/pA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1DcMAAADbAAAADwAAAAAAAAAAAAAAAACYAgAAZHJzL2Rv&#10;d25yZXYueG1sUEsFBgAAAAAEAAQA9QAAAIg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 x 6</w:t>
                        </w:r>
                      </w:p>
                    </w:txbxContent>
                  </v:textbox>
                </v:rect>
                <v:oval id="Ovaal 16" o:spid="_x0000_s1089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4jrcAA&#10;AADbAAAADwAAAGRycy9kb3ducmV2LnhtbERP22oCMRB9L/gPYYS+iCa1ILKaXUSo2kdtP2DYjNnF&#10;zWTZxL38fVMo9G0O5zr7YnSN6KkLtWcNbysFgrj0pmar4fvrY7kFESKywcYzaZgoQJHPXvaYGT/w&#10;lfpbtCKFcMhQQxVjm0kZyoochpVviRN3953DmGBnpelwSOGukWulNtJhzamhwpaOFZWP29Np6E/r&#10;Cy0mnAa7bSd1XZw/H+pd69f5eNiBiDTGf/Gf+2LS/A38/pIO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4jrcAAAADbAAAADwAAAAAAAAAAAAAAAACYAgAAZHJzL2Rvd25y&#10;ZXYueG1sUEsFBgAAAAAEAAQA9QAAAIUDAAAAAA=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24</w:t>
                        </w:r>
                      </w:p>
                    </w:txbxContent>
                  </v:textbox>
                </v:oval>
                <v:line id="Rechte verbindingslijn 17" o:spid="_x0000_s1090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Vl7MIAAADbAAAADwAAAGRycy9kb3ducmV2LnhtbERPzWoCMRC+C32HMEJvNaulVlejiFCQ&#10;1kttH2DcjLuLm8k2GXXt0zdCwdt8fL8zX3auUWcKsfZsYDjIQBEX3tZcGvj+enuagIqCbLHxTAau&#10;FGG5eOjNMbf+wp903kmpUgjHHA1UIm2udSwqchgHviVO3MEHh5JgKLUNeEnhrtGjLBtrhzWnhgpb&#10;WldUHHcnZ+DnY7uJ130zkvHL7/sxrCZTeY7GPPa71QyUUCd38b97Y9P8V7j9kg7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xVl7MIAAADbAAAADwAAAAAAAAAAAAAA&#10;AAChAgAAZHJzL2Rvd25yZXYueG1sUEsFBgAAAAAEAAQA+QAAAJADAAAAAA==&#10;" strokecolor="#4579b8 [3044]"/>
                <v:line id="Rechte verbindingslijn 18" o:spid="_x0000_s1091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xns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Cqu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ivGexAAAANsAAAAPAAAAAAAAAAAA&#10;AAAAAKECAABkcnMvZG93bnJldi54bWxQSwUGAAAAAAQABAD5AAAAkgMAAAAA&#10;" strokecolor="#4579b8 [3044]"/>
              </v:group>
            </w:pict>
          </mc:Fallback>
        </mc:AlternateContent>
      </w:r>
      <w:r w:rsidR="00E84F4D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52705</wp:posOffset>
                </wp:positionV>
                <wp:extent cx="1190625" cy="1438275"/>
                <wp:effectExtent l="0" t="0" r="28575" b="28575"/>
                <wp:wrapNone/>
                <wp:docPr id="6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0625" cy="1438275"/>
                          <a:chOff x="0" y="0"/>
                          <a:chExt cx="1190625" cy="143827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1190625" cy="3333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3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x </w:t>
                              </w: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  <w:p w:rsidR="00E84F4D" w:rsidRPr="00E84F4D" w:rsidRDefault="00E84F4D" w:rsidP="00E84F4D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0" y="1095375"/>
                            <a:ext cx="1190625" cy="3429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2 x 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Ovaal 3"/>
                        <wps:cNvSpPr/>
                        <wps:spPr>
                          <a:xfrm>
                            <a:off x="333375" y="457200"/>
                            <a:ext cx="581025" cy="51435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84F4D" w:rsidRPr="00E84F4D" w:rsidRDefault="00E84F4D" w:rsidP="00E84F4D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 verbindingslijn 4"/>
                        <wps:cNvCnPr/>
                        <wps:spPr>
                          <a:xfrm>
                            <a:off x="619125" y="333375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5"/>
                        <wps:cNvCnPr/>
                        <wps:spPr>
                          <a:xfrm>
                            <a:off x="609600" y="971550"/>
                            <a:ext cx="0" cy="1238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6" o:spid="_x0000_s1092" style="position:absolute;margin-left:1.15pt;margin-top:4.15pt;width:93.75pt;height:113.25pt;z-index:251665408" coordsize="11906,14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">
                <v:rect id="Rechthoek 1" o:spid="_x0000_s1093" style="position:absolute;width:11906;height:3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3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x </w:t>
                        </w: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  <w:p w:rsidR="00E84F4D" w:rsidRPr="00E84F4D" w:rsidRDefault="00E84F4D" w:rsidP="00E84F4D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Rechthoek 2" o:spid="_x0000_s1094" style="position:absolute;top:10953;width:11906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b37cUA&#10;AADaAAAADwAAAGRycy9kb3ducmV2LnhtbESPT2vCQBTE74LfYXlCL1I3eigldRWxVHIoBf/00Nsz&#10;+5pNzb4N2aem374rFDwOM/MbZr7sfaMu1MU6sIHpJANFXAZbc2XgsH97fAYVBdliE5gM/FKE5WI4&#10;mGNuw5W3dNlJpRKEY44GnEibax1LRx7jJLTEyfsOnUdJsqu07fCa4L7Rsyx70h5rTgsOW1o7Kk+7&#10;szfwVfRS/Uw38n7C8ee4cMfy4/VozMOoX72AEurlHv5vF9bADG5X0g3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vftxQAAANoAAAAPAAAAAAAAAAAAAAAAAJgCAABkcnMv&#10;ZG93bnJldi54bWxQSwUGAAAAAAQABAD1AAAAigMAAAAA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2 x 6</w:t>
                        </w:r>
                      </w:p>
                    </w:txbxContent>
                  </v:textbox>
                </v:rect>
                <v:oval id="Ovaal 3" o:spid="_x0000_s1095" style="position:absolute;left:3333;top:4572;width:5811;height:5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AEc8EA&#10;AADaAAAADwAAAGRycy9kb3ducmV2LnhtbESP3YrCMBSE74V9h3AWvJFtooJI1yiy4K5e+vMAh+bY&#10;ljYnpcn25+2NIHg5zMw3zGY32Fp01PrSsYZ5okAQZ86UnGu4XQ9faxA+IBusHZOGkTzsth+TDabG&#10;9Xym7hJyESHsU9RQhNCkUvqsIIs+cQ1x9O6utRiibHNpWuwj3NZyodRKWiw5LhTY0E9BWXX5txq6&#10;38WRZiOOfb5uRnWe/Z0qtdR6+jnsv0EEGsI7/GofjYYlPK/EGy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gBHPBAAAA2gAAAA8AAAAAAAAAAAAAAAAAmAIAAGRycy9kb3du&#10;cmV2LnhtbFBLBQYAAAAABAAEAPUAAACGAwAAAAA=&#10;" filled="f" strokecolor="black [3213]" strokeweight="1pt">
                  <v:textbox>
                    <w:txbxContent>
                      <w:p w:rsidR="00E84F4D" w:rsidRPr="00E84F4D" w:rsidRDefault="00E84F4D" w:rsidP="00E84F4D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color w:val="000000" w:themeColor="text1"/>
                            <w:sz w:val="28"/>
                            <w:szCs w:val="28"/>
                          </w:rPr>
                          <w:t>12</w:t>
                        </w:r>
                      </w:p>
                    </w:txbxContent>
                  </v:textbox>
                </v:oval>
                <v:line id="Rechte verbindingslijn 4" o:spid="_x0000_s1096" style="position:absolute;visibility:visible;mso-wrap-style:square" from="6191,3333" to="6191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kThMMAAADaAAAADwAAAGRycy9kb3ducmV2LnhtbESPUWsCMRCE34X+h7BC3zSnbUVPo4hQ&#10;kNaX2v6A9bLeHV4212TVs7++EQp9HGbmG2ax6lyjLhRi7dnAaJiBIi68rbk08PX5OpiCioJssfFM&#10;Bm4UYbV86C0wt/7KH3TZS6kShGOOBiqRNtc6FhU5jEPfEifv6INDSTKU2ga8Jrhr9DjLJtphzWmh&#10;wpY2FRWn/dkZ+H7fbePt0Ixl8vLzdgrr6UyeojGP/W49ByXUyX/4r721Bp7hfiXdAL38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pE4TDAAAA2gAAAA8AAAAAAAAAAAAA&#10;AAAAoQIAAGRycy9kb3ducmV2LnhtbFBLBQYAAAAABAAEAPkAAACRAwAAAAA=&#10;" strokecolor="#4579b8 [3044]"/>
                <v:line id="Rechte verbindingslijn 5" o:spid="_x0000_s1097" style="position:absolute;visibility:visible;mso-wrap-style:square" from="6096,9715" to="6096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W2H8MAAADaAAAADwAAAGRycy9kb3ducmV2LnhtbESPUWsCMRCE3wv9D2ELvtVcFUVPo4hQ&#10;kNqXqj9gvWzvDi+bM9nq2V9vCgUfh5n5hpkvO9eoC4VYezbw1s9AERfe1lwaOOzfXyegoiBbbDyT&#10;gRtFWC6en+aYW3/lL7rspFQJwjFHA5VIm2sdi4ocxr5viZP37YNDSTKU2ga8Jrhr9CDLxtphzWmh&#10;wpbWFRWn3Y8zcN5+buLt2AxkPPr9OIXVZCrDaEzvpVvNQAl18gj/tzfWwAj+rqQboB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lth/DAAAA2gAAAA8AAAAAAAAAAAAA&#10;AAAAoQIAAGRycy9kb3ducmV2LnhtbFBLBQYAAAAABAAEAPkAAACRAwAAAAA=&#10;" strokecolor="#4579b8 [3044]"/>
              </v:group>
            </w:pict>
          </mc:Fallback>
        </mc:AlternateContent>
      </w:r>
    </w:p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F4D"/>
    <w:rsid w:val="00250A45"/>
    <w:rsid w:val="00B24C80"/>
    <w:rsid w:val="00C7087C"/>
    <w:rsid w:val="00E84F4D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9FC33089</Template>
  <TotalTime>11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 Eeken</dc:creator>
  <cp:lastModifiedBy>Adrie Eeken</cp:lastModifiedBy>
  <cp:revision>1</cp:revision>
  <dcterms:created xsi:type="dcterms:W3CDTF">2012-10-15T11:55:00Z</dcterms:created>
  <dcterms:modified xsi:type="dcterms:W3CDTF">2012-10-15T12:06:00Z</dcterms:modified>
</cp:coreProperties>
</file>