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7C" w:rsidRPr="00F002CC" w:rsidRDefault="00250A45" w:rsidP="00C7087C">
      <w:pPr>
        <w:spacing w:after="0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B409833" wp14:editId="481BA3C9">
                <wp:simplePos x="0" y="0"/>
                <wp:positionH relativeFrom="column">
                  <wp:posOffset>4910455</wp:posOffset>
                </wp:positionH>
                <wp:positionV relativeFrom="paragraph">
                  <wp:posOffset>2881630</wp:posOffset>
                </wp:positionV>
                <wp:extent cx="1190625" cy="1438275"/>
                <wp:effectExtent l="0" t="0" r="28575" b="28575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hthoek 45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Ovaal 46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hte verbindingslijn 47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Rechte verbindingslijn 48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3" o:spid="_x0000_s1026" style="position:absolute;margin-left:386.65pt;margin-top:226.9pt;width:93.75pt;height:113.25pt;z-index:251676672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">
                <v:rect id="Rechthoek 44" o:spid="_x0000_s1027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c/i8YA&#10;AADbAAAADwAAAGRycy9kb3ducmV2LnhtbESPT2vCQBTE74V+h+UVvIhuFCkSXaW0tORQCvXPwdsz&#10;+8ymZt+G7Kum375bKHgcZuY3zHLd+0ZdqIt1YAOTcQaKuAy25srAbvs6moOKgmyxCUwGfijCenV/&#10;t8Tchit/0mUjlUoQjjkacCJtrnUsHXmM49ASJ+8UOo+SZFdp2+E1wX2jp1n2qD3WnBYctvTsqDxv&#10;vr2BQ9FL9TV5k/czDvfDwh3Lj5ejMYOH/mkBSqiXW/i/XVgDs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c/i8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45" o:spid="_x0000_s1028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uaEMYA&#10;AADbAAAADwAAAGRycy9kb3ducmV2LnhtbESPQWvCQBSE74X+h+UVehHdKK1IdJXSYsmhFLT14O2Z&#10;fWZTs29D9lXTf98tFDwOM/MNs1j1vlFn6mId2MB4lIEiLoOtuTLw+bEezkBFQbbYBCYDPxRhtby9&#10;WWBuw4U3dN5KpRKEY44GnEibax1LRx7jKLTEyTuGzqMk2VXadnhJcN/oSZZNtcea04LDlp4dlaft&#10;tzewL3qpvsav8nbCwW5QuEP5/nIw5v6uf5qDEurlGv5vF9bAwy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uaEM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oval id="Ovaal 46" o:spid="_x0000_s1029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0MsMMA&#10;AADbAAAADwAAAGRycy9kb3ducmV2LnhtbESPzWrDMBCE74G8g9hAL6GR6gZjnCimFNqmxzh9gMXa&#10;2CbWyliqf96+KhR6HGbmG+ZYzLYTIw2+dazhaadAEFfOtFxr+Lq+PWYgfEA22DkmDQt5KE7r1RFz&#10;4ya+0FiGWkQI+xw1NCH0uZS+asii37meOHo3N1gMUQ61NANOEW47mSiVSostx4UGe3ptqLqX31bD&#10;+J6cabvgMtVZv6jL9uPzrp61ftjMLwcQgebwH/5rn42GfQq/X+IPkK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0MsMMAAADbAAAADwAAAAAAAAAAAAAAAACYAgAAZHJzL2Rv&#10;d25yZXYueG1sUEsFBgAAAAAEAAQA9QAAAIg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30</w:t>
                        </w:r>
                      </w:p>
                    </w:txbxContent>
                  </v:textbox>
                </v:oval>
                <v:line id="Rechte verbindingslijn 47" o:spid="_x0000_s1030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ZK8cUAAADbAAAADwAAAGRycy9kb3ducmV2LnhtbESPzWoCQRCE74G8w9CB3OJsjPFn4ygS&#10;ECTxEvUB2p12d3GnZzPT6urTZwKBHIuq+oqazjvXqDOFWHs28NzLQBEX3tZcGthtl09jUFGQLTae&#10;ycCVIsxn93dTzK2/8BedN1KqBOGYo4FKpM21jkVFDmPPt8TJO/jgUJIMpbYBLwnuGt3PsqF2WHNa&#10;qLCl94qK4+bkDHx/rlfxum/6Mny9fRzDYjyRl2jM40O3eAMl1Ml/+K+9sgYGI/j9kn6An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ZK8cUAAADbAAAADwAAAAAAAAAA&#10;AAAAAAChAgAAZHJzL2Rvd25yZXYueG1sUEsFBgAAAAAEAAQA+QAAAJMDAAAAAA==&#10;" strokecolor="#4579b8 [3044]"/>
                <v:line id="Rechte verbindingslijn 48" o:spid="_x0000_s1031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neg8EAAADbAAAADwAAAGRycy9kb3ducmV2LnhtbERPzWoCMRC+C32HMAVvmq1/2K1RRCiI&#10;9aL2Aaab6e7iZrImU1379M2h4PHj+1+sOteoK4VYezbwMsxAERfe1lwa+Dy9D+agoiBbbDyTgTtF&#10;WC2fegvMrb/xga5HKVUK4ZijgUqkzbWORUUO49C3xIn79sGhJBhKbQPeUrhr9CjLZtphzamhwpY2&#10;FRXn448zcPnYb+P9qxnJbPq7O4f1/FXG0Zj+c7d+AyXUyUP8795aA5M0Nn1JP0Av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Od6DwQAAANsAAAAPAAAAAAAAAAAAAAAA&#10;AKECAABkcnMvZG93bnJldi54bWxQSwUGAAAAAAQABAD5AAAAjwMAAAAA&#10;" strokecolor="#4579b8 [3044]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49D1958" wp14:editId="09E22482">
                <wp:simplePos x="0" y="0"/>
                <wp:positionH relativeFrom="column">
                  <wp:posOffset>3272155</wp:posOffset>
                </wp:positionH>
                <wp:positionV relativeFrom="paragraph">
                  <wp:posOffset>2881630</wp:posOffset>
                </wp:positionV>
                <wp:extent cx="1190625" cy="1438275"/>
                <wp:effectExtent l="0" t="0" r="28575" b="2857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38" name="Rechthoek 38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hthoek 39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Ovaal 40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hte verbindingslijn 41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Rechte verbindingslijn 42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7" o:spid="_x0000_s1032" style="position:absolute;margin-left:257.65pt;margin-top:226.9pt;width:93.75pt;height:113.25pt;z-index:251675648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">
                <v:rect id="Rechthoek 38" o:spid="_x0000_s1033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xG88IA&#10;AADbAAAADwAAAGRycy9kb3ducmV2LnhtbERPTWvCQBC9C/6HZYRepG6sICV1laK05FAEbXvobcxO&#10;s6nZ2ZCdavz37kHw+Hjfi1XvG3WiLtaBDUwnGSjiMtiaKwNfn2+Pz6CiIFtsApOBC0VYLYeDBeY2&#10;nHlHp71UKoVwzNGAE2lzrWPpyGOchJY4cb+h8ygJdpW2HZ5TuG/0U5bNtceaU4PDltaOyuP+3xv4&#10;KXqp/qbv8nHE8fe4cIdyuzkY8zDqX19ACfVyF9/chTUwS2P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jEbzwgAAANsAAAAPAAAAAAAAAAAAAAAAAJgCAABkcnMvZG93&#10;bnJldi54bWxQSwUGAAAAAAQABAD1AAAAhw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39" o:spid="_x0000_s1034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DjaMYA&#10;AADbAAAADwAAAGRycy9kb3ducmV2LnhtbESPQWvCQBSE74X+h+UVehHdaKFodJXSYsmhFLT14O2Z&#10;fWZTs29D9lXTf98tFDwOM/MNs1j1vlFn6mId2MB4lIEiLoOtuTLw+bEeTkFFQbbYBCYDPxRhtby9&#10;WWBuw4U3dN5KpRKEY44GnEibax1LRx7jKLTEyTuGzqMk2VXadnhJcN/oSZY9ao81pwWHLT07Kk/b&#10;b29gX/RSfY1f5e2Eg92gcIfy/eVgzP1d/zQHJdTLNfzfLqyBhxn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DjaM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oval id="Ovaal 40" o:spid="_x0000_s1035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gxX78A&#10;AADbAAAADwAAAGRycy9kb3ducmV2LnhtbERPy4rCMBTdC/MP4QqzkTHxwSDVVAbBUZfqfMCludOW&#10;NjeliX38vVkILg/nvdsPthYdtb50rGExVyCIM2dKzjX83Y9fGxA+IBusHZOGkTzs04/JDhPjer5S&#10;dwu5iCHsE9RQhNAkUvqsIIt+7hriyP271mKIsM2labGP4baWS6W+pcWSY0OBDR0Kyqrbw2rofpdn&#10;mo049vmmGdV1drpUaqX153T42YIINIS3+OU+Gw3ruD5+iT9Ap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eDFfvwAAANsAAAAPAAAAAAAAAAAAAAAAAJgCAABkcnMvZG93bnJl&#10;di54bWxQSwUGAAAAAAQABAD1AAAAhA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16</w:t>
                        </w:r>
                      </w:p>
                    </w:txbxContent>
                  </v:textbox>
                </v:oval>
                <v:line id="Rechte verbindingslijn 41" o:spid="_x0000_s1036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N3HsQAAADbAAAADwAAAGRycy9kb3ducmV2LnhtbESPUWsCMRCE3wv9D2ELfas5tYpejSIF&#10;QWpf1P6A7WW9O7xsrslWz/56UxB8HGbmG2a26FyjThRi7dlAv5eBIi68rbk08LVfvUxARUG22Hgm&#10;AxeKsJg/Pswwt/7MWzrtpFQJwjFHA5VIm2sdi4ocxp5viZN38MGhJBlKbQOeE9w1epBlY+2w5rRQ&#10;YUvvFRXH3a8z8LP5XMfLdzOQ8ejv4xiWk6kMozHPT93yDZRQJ/fwrb22Bl778P8l/QA9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3cexAAAANsAAAAPAAAAAAAAAAAA&#10;AAAAAKECAABkcnMvZG93bnJldi54bWxQSwUGAAAAAAQABAD5AAAAkgMAAAAA&#10;" strokecolor="#4579b8 [3044]"/>
                <v:line id="Rechte verbindingslijn 42" o:spid="_x0000_s1037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HpacQAAADbAAAADwAAAGRycy9kb3ducmV2LnhtbESPUWvCQBCE3wv9D8cW+lYvjVU09RQR&#10;BGn7ou0PWHPbJJjbS+9Wjf31vYLg4zAz3zCzRe9adaIQG88GngcZKOLS24YrA1+f66cJqCjIFlvP&#10;ZOBCERbz+7sZFtafeUunnVQqQTgWaKAW6QqtY1mTwzjwHXHyvn1wKEmGStuA5wR3rc6zbKwdNpwW&#10;auxoVVN52B2dgZ/3j0287NtcxqPft0NYTqYyjMY8PvTLV1BCvdzC1/bGGnjJ4f9L+gF6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0elpxAAAANsAAAAPAAAAAAAAAAAA&#10;AAAAAKECAABkcnMvZG93bnJldi54bWxQSwUGAAAAAAQABAD5AAAAkgMAAAAA&#10;" strokecolor="#4579b8 [3044]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705AB60" wp14:editId="5F8C73FD">
                <wp:simplePos x="0" y="0"/>
                <wp:positionH relativeFrom="column">
                  <wp:posOffset>1624330</wp:posOffset>
                </wp:positionH>
                <wp:positionV relativeFrom="paragraph">
                  <wp:posOffset>2881630</wp:posOffset>
                </wp:positionV>
                <wp:extent cx="1190625" cy="1438275"/>
                <wp:effectExtent l="0" t="0" r="28575" b="2857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32" name="Rechthoek 32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hthoek 33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al 34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hte verbindingslijn 35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1" o:spid="_x0000_s1038" style="position:absolute;margin-left:127.9pt;margin-top:226.9pt;width:93.75pt;height:113.25pt;z-index:251674624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">
                <v:rect id="Rechthoek 32" o:spid="_x0000_s1039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RxGcYA&#10;AADbAAAADwAAAGRycy9kb3ducmV2LnhtbESPT2vCQBTE74V+h+UVehHdaKFIdJWitORQCvXPwdsz&#10;+8ymZt+G7Kum375bKHgcZuY3zHzZ+0ZdqIt1YAPjUQaKuAy25srAbvs6nIKKgmyxCUwGfijCcnF/&#10;N8fchit/0mUjlUoQjjkacCJtrnUsHXmMo9ASJ+8UOo+SZFdp2+E1wX2jJ1n2rD3WnBYctrRyVJ43&#10;397Aoeil+hq/yfsZB/tB4Y7lx/pozOND/zIDJdTLLfzfLqyBpwn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RxGc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33" o:spid="_x0000_s1040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jUgsYA&#10;AADbAAAADwAAAGRycy9kb3ducmV2LnhtbESPT2vCQBTE74V+h+UVvIhuVCgSXaW0tORQCvXPwdsz&#10;+8ymZt+G7Kum375bKHgcZuY3zHLd+0ZdqIt1YAOTcQaKuAy25srAbvs6moOKgmyxCUwGfijCenV/&#10;t8Tchit/0mUjlUoQjjkacCJtrnUsHXmM49ASJ+8UOo+SZFdp2+E1wX2jp1n2qD3WnBYctvTsqDxv&#10;vr2BQ9FL9TV5k/czDvfDwh3Lj5ejMYOH/mkBSqiXW/i/XVgDs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jUgs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oval id="Ovaal 34" o:spid="_x0000_s1041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VEIcEA&#10;AADbAAAADwAAAGRycy9kb3ducmV2LnhtbESP3YrCMBSE7wXfIRzBG9FkVUSqUWRB17305wEOzbEt&#10;Nielif15+40g7OUwM98w231nS9FQ7QvHGr5mCgRx6kzBmYb77Thdg/AB2WDpmDT05GG/Gw62mBjX&#10;8oWaa8hEhLBPUEMeQpVI6dOcLPqZq4ij93C1xRBlnUlTYxvhtpRzpVbSYsFxIceKvnNKn9eX1dCc&#10;5mea9Ni32brq1WXy8/tUC63Ho+6wARGoC//hT/tsNCyW8P4Sf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FRCHBAAAA2wAAAA8AAAAAAAAAAAAAAAAAmAIAAGRycy9kb3du&#10;cmV2LnhtbFBLBQYAAAAABAAEAPUAAACGAwAAAAA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10</w:t>
                        </w:r>
                      </w:p>
                    </w:txbxContent>
                  </v:textbox>
                </v:oval>
                <v:line id="Rechte verbindingslijn 35" o:spid="_x0000_s1042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4CYMQAAADbAAAADwAAAGRycy9kb3ducmV2LnhtbESPUWsCMRCE34X+h7AF3zRXRdHTKFIo&#10;iO1LbX/AelnvDi+ba7Lq6a9vCgUfh5n5hlmuO9eoC4VYezbwMsxAERfe1lwa+P56G8xARUG22Hgm&#10;AzeKsF499ZaYW3/lT7rspVQJwjFHA5VIm2sdi4ocxqFviZN39MGhJBlKbQNeE9w1epRlU+2w5rRQ&#10;YUuvFRWn/dkZ+Hn/2MbboRnJdHLfncJmNpdxNKb/3G0WoIQ6eYT/21trYDyBvy/pB+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PgJgxAAAANsAAAAPAAAAAAAAAAAA&#10;AAAAAKECAABkcnMvZG93bnJldi54bWxQSwUGAAAAAAQABAD5AAAAkgMAAAAA&#10;" strokecolor="#4579b8 [3044]"/>
                <v:line id="Rechte verbindingslijn 36" o:spid="_x0000_s1043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ycF8QAAADbAAAADwAAAGRycy9kb3ducmV2LnhtbESPUWvCQBCE3wv+h2OFvtWLSoNNPUUE&#10;QVpfavsDtrk1Ceb24t2qsb++JxT6OMzMN8x82btWXSjExrOB8SgDRVx623Bl4Otz8zQDFQXZYuuZ&#10;DNwownIxeJhjYf2VP+iyl0olCMcCDdQiXaF1LGtyGEe+I07ewQeHkmSotA14TXDX6kmW5dphw2mh&#10;xo7WNZXH/dkZOL3vtvH23U4kf/55O4bV7EWm0ZjHYb96BSXUy3/4r721BqY53L+kH6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7JwXxAAAANsAAAAPAAAAAAAAAAAA&#10;AAAAAKECAABkcnMvZG93bnJldi54bWxQSwUGAAAAAAQABAD5AAAAkgMAAAAA&#10;" strokecolor="#4579b8 [3044]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B378D46" wp14:editId="6D336063">
                <wp:simplePos x="0" y="0"/>
                <wp:positionH relativeFrom="column">
                  <wp:posOffset>-52070</wp:posOffset>
                </wp:positionH>
                <wp:positionV relativeFrom="paragraph">
                  <wp:posOffset>2881630</wp:posOffset>
                </wp:positionV>
                <wp:extent cx="1190625" cy="1438275"/>
                <wp:effectExtent l="0" t="0" r="28575" b="2857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hthoek 27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al 28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5" o:spid="_x0000_s1044" style="position:absolute;margin-left:-4.1pt;margin-top:226.9pt;width:93.75pt;height:113.25pt;z-index:251673600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">
                <v:rect id="Rechthoek 26" o:spid="_x0000_s1045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hx8UA&#10;AADbAAAADwAAAGRycy9kb3ducmV2LnhtbESPQWvCQBSE74X+h+UVvIhu9CAluoq0tOQghWp78PbM&#10;PrPR7NuQfWr8991CocdhZr5hFqveN+pKXawDG5iMM1DEZbA1Vwa+dm+jZ1BRkC02gcnAnSKslo8P&#10;C8xtuPEnXbdSqQThmKMBJ9LmWsfSkcc4Di1x8o6h8yhJdpW2Hd4S3Dd6mmUz7bHmtOCwpRdH5Xl7&#10;8Qb2RS/VafIumzMOv4eFO5QfrwdjBk/9eg5KqJf/8F+7sAamM/j9kn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uHHxQAAANsAAAAPAAAAAAAAAAAAAAAAAJgCAABkcnMv&#10;ZG93bnJldi54bWxQSwUGAAAAAAQABAD1AAAAig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27" o:spid="_x0000_s1046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pEXMYA&#10;AADbAAAADwAAAGRycy9kb3ducmV2LnhtbESPT2vCQBTE74V+h+UVehHd6KGV6CpFacmhFOqfg7dn&#10;9plNzb4N2VdNv323UPA4zMxvmPmy9426UBfrwAbGowwUcRlszZWB3fZ1OAUVBdliE5gM/FCE5eL+&#10;bo65DVf+pMtGKpUgHHM04ETaXOtYOvIYR6ElTt4pdB4lya7StsNrgvtGT7LsSXusOS04bGnlqDxv&#10;vr2BQ9FL9TV+k/czDvaDwh3Lj/XRmMeH/mUGSqiXW/i/XVgDk2f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pEXM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oval id="Ovaal 28" o:spid="_x0000_s1047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HY+b0A&#10;AADbAAAADwAAAGRycy9kb3ducmV2LnhtbERPyarCMBTdC/5DuMLbiCZWEKlGEcFp6fABl+baFpub&#10;0sQOf/+yePCWhzNv972tREuNLx1rWMwVCOLMmZJzDa/nabYG4QOywcoxaRjIw343Hm0xNa7jO7WP&#10;kIsYwj5FDUUIdSqlzwqy6OeuJo7c2zUWQ4RNLk2DXQy3lUyUWkmLJceGAms6FpR9Hl+roT0nV5oO&#10;OHT5uh7UfXq5fdRS659Jf9iACNSHf/Gf+2o0JHFs/BJ/gNz9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NHY+b0AAADbAAAADwAAAAAAAAAAAAAAAACYAgAAZHJzL2Rvd25yZXYu&#10;eG1sUEsFBgAAAAAEAAQA9QAAAII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oval>
                <v:line id="Rechte verbindingslijn 29" o:spid="_x0000_s1048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qeuMQAAADbAAAADwAAAGRycy9kb3ducmV2LnhtbESPUWvCQBCE34X+h2MLvumlKYpGT5FC&#10;QWxfav0Ba25Ngrm99G6rsb/eKxT6OMzMN8xy3btWXSjExrOBp3EGirj0tuHKwOHzdTQDFQXZYuuZ&#10;DNwownr1MFhiYf2VP+iyl0olCMcCDdQiXaF1LGtyGMe+I07eyQeHkmSotA14TXDX6jzLptphw2mh&#10;xo5eairP+29n4OvtfRtvxzaX6eRndw6b2VyeozHDx36zACXUy3/4r721BvI5/H5JP0Cv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qp64xAAAANsAAAAPAAAAAAAAAAAA&#10;AAAAAKECAABkcnMvZG93bnJldi54bWxQSwUGAAAAAAQABAD5AAAAkgMAAAAA&#10;" strokecolor="#4579b8 [3044]"/>
                <v:line id="Rechte verbindingslijn 30" o:spid="_x0000_s1049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mh+MAAAADbAAAADwAAAGRycy9kb3ducmV2LnhtbERPzWoCMRC+F3yHMIK3mq1S0a1RRBDE&#10;eqn6ANPNdHdxM1mTUdc+fXMQevz4/ufLzjXqRiHWng28DTNQxIW3NZcGTsfN6xRUFGSLjWcy8KAI&#10;y0XvZY659Xf+ottBSpVCOOZooBJpc61jUZHDOPQtceJ+fHAoCYZS24D3FO4aPcqyiXZYc2qosKV1&#10;RcX5cHUGLp/7bXx8NyOZvP/uzmE1nck4GjPod6sPUEKd/Iuf7q01ME7r05f0A/Ti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tJofjAAAAA2wAAAA8AAAAAAAAAAAAAAAAA&#10;oQIAAGRycy9kb3ducmV2LnhtbFBLBQYAAAAABAAEAPkAAACOAwAAAAA=&#10;" strokecolor="#4579b8 [3044]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92B0AB8" wp14:editId="43470697">
                <wp:simplePos x="0" y="0"/>
                <wp:positionH relativeFrom="column">
                  <wp:posOffset>4910455</wp:posOffset>
                </wp:positionH>
                <wp:positionV relativeFrom="paragraph">
                  <wp:posOffset>5824855</wp:posOffset>
                </wp:positionV>
                <wp:extent cx="1190625" cy="1438275"/>
                <wp:effectExtent l="0" t="0" r="28575" b="28575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hthoek 69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Ovaal 70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Rechte verbindingslijn 71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Rechte verbindingslijn 72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7" o:spid="_x0000_s1050" style="position:absolute;margin-left:386.65pt;margin-top:458.65pt;width:93.75pt;height:113.25pt;z-index:251681792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">
                <v:rect id="Rechthoek 68" o:spid="_x0000_s1051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9p7sIA&#10;AADbAAAADwAAAGRycy9kb3ducmV2LnhtbERPS2vCQBC+C/6HZQpepG7sQSR1lVJpyUEEX4fexuw0&#10;m5qdDdmpxn/vHgo9fnzvxar3jbpSF+vABqaTDBRxGWzNlYHj4eN5DioKssUmMBm4U4TVcjhYYG7D&#10;jXd03UulUgjHHA04kTbXOpaOPMZJaIkT9x06j5JgV2nb4S2F+0a/ZNlMe6w5NThs6d1Redn/egNf&#10;RS/Vz/RTNhccn8aFO5fb9dmY0VP/9gpKqJd/8Z+7sAZmaWz6kn6AX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2nuwgAAANsAAAAPAAAAAAAAAAAAAAAAAJgCAABkcnMvZG93&#10;bnJldi54bWxQSwUGAAAAAAQABAD1AAAAhw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69" o:spid="_x0000_s1052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MdcYA&#10;AADbAAAADwAAAGRycy9kb3ducmV2LnhtbESPT2vCQBTE74V+h+UVvIhu9CA1ukppacmhFOqfg7dn&#10;9plNzb4N2VdNv323UPA4zMxvmOW69426UBfrwAYm4wwUcRlszZWB3fZ19AgqCrLFJjAZ+KEI69X9&#10;3RJzG678SZeNVCpBOOZowIm0udaxdOQxjkNLnLxT6DxKkl2lbYfXBPeNnmbZTHusOS04bOnZUXne&#10;fHsDh6KX6mvyJu9nHO6HhTuWHy9HYwYP/dMClFAvt/B/u7AGZnP4+5J+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PMdc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oval id="Ovaal 70" o:spid="_x0000_s1053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T74r8A&#10;AADbAAAADwAAAGRycy9kb3ducmV2LnhtbERPy4rCMBTdC/MP4QqzkTFRwZFqKoPgqEt1PuDS3GlL&#10;m5vSxD7+3iwEl4fz3u0HW4uOWl861rCYKxDEmTMl5xr+7sevDQgfkA3WjknDSB726cdkh4lxPV+p&#10;u4VcxBD2CWooQmgSKX1WkEU/dw1x5P5dazFE2ObStNjHcFvLpVJrabHk2FBgQ4eCsur2sBq63+WZ&#10;ZiOOfb5pRnWdnS6VWmn9OR1+tiACDeEtfrnPRsN3XB+/xB8g0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FPvivwAAANsAAAAPAAAAAAAAAAAAAAAAAJgCAABkcnMvZG93bnJl&#10;di54bWxQSwUGAAAAAAQABAD1AAAAhA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40</w:t>
                        </w:r>
                      </w:p>
                    </w:txbxContent>
                  </v:textbox>
                </v:oval>
                <v:line id="Rechte verbindingslijn 71" o:spid="_x0000_s1054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+9o8UAAADbAAAADwAAAGRycy9kb3ducmV2LnhtbESPzWoCQRCE74G8w9CB3HRWJf5sHEUC&#10;gsRc1DxAZ6fdXdzp2cx0dM3TOwEhx6KqvqLmy8416kwh1p4NDPoZKOLC25pLA5+HdW8KKgqyxcYz&#10;GbhShOXi8WGOufUX3tF5L6VKEI45GqhE2lzrWFTkMPZ9S5y8ow8OJclQahvwkuCu0cMsG2uHNaeF&#10;Clt6q6g47X+cge/txyZev5qhjF9+309hNZ3JKBrz/NStXkEJdfIfvrc31sBkAH9f0g/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+9o8UAAADbAAAADwAAAAAAAAAA&#10;AAAAAAChAgAAZHJzL2Rvd25yZXYueG1sUEsFBgAAAAAEAAQA+QAAAJMDAAAAAA==&#10;" strokecolor="#4579b8 [3044]"/>
                <v:line id="Rechte verbindingslijn 72" o:spid="_x0000_s1055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0j1MUAAADbAAAADwAAAGRycy9kb3ducmV2LnhtbESP3WrCQBSE7wt9h+UUeqebRupP6ioi&#10;CNL2RtsHOGZPk2D2bLp71Nin7xaEXg4z8w0zX/auVWcKsfFs4GmYgSIuvW24MvD5sRlMQUVBtth6&#10;JgNXirBc3N/NsbD+wjs676VSCcKxQAO1SFdoHcuaHMah74iT9+WDQ0kyVNoGvCS4a3WeZWPtsOG0&#10;UGNH65rK4/7kDHy/vW/j9dDmMn7+eT2G1XQmo2jM40O/egEl1Mt/+NbeWgOTHP6+pB+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r0j1MUAAADbAAAADwAAAAAAAAAA&#10;AAAAAAChAgAAZHJzL2Rvd25yZXYueG1sUEsFBgAAAAAEAAQA+QAAAJMDAAAAAA==&#10;" strokecolor="#4579b8 [3044]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6D4AF37" wp14:editId="78529B15">
                <wp:simplePos x="0" y="0"/>
                <wp:positionH relativeFrom="column">
                  <wp:posOffset>3272155</wp:posOffset>
                </wp:positionH>
                <wp:positionV relativeFrom="paragraph">
                  <wp:posOffset>5824855</wp:posOffset>
                </wp:positionV>
                <wp:extent cx="1190625" cy="1438275"/>
                <wp:effectExtent l="0" t="0" r="28575" b="2857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hthoek 63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Ovaal 64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hte verbindingslijn 65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Rechte verbindingslijn 66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1" o:spid="_x0000_s1056" style="position:absolute;margin-left:257.65pt;margin-top:458.65pt;width:93.75pt;height:113.25pt;z-index:251680768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">
                <v:rect id="Rechthoek 62" o:spid="_x0000_s1057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deBMUA&#10;AADbAAAADwAAAGRycy9kb3ducmV2LnhtbESPQWvCQBSE74X+h+UVvIhu9CAluoq0tOQghWp78PbM&#10;PrPR7NuQfWr8991CocdhZr5hFqveN+pKXawDG5iMM1DEZbA1Vwa+dm+jZ1BRkC02gcnAnSKslo8P&#10;C8xtuPEnXbdSqQThmKMBJ9LmWsfSkcc4Di1x8o6h8yhJdpW2Hd4S3Dd6mmUz7bHmtOCwpRdH5Xl7&#10;8Qb2RS/VafIumzMOv4eFO5QfrwdjBk/9eg5KqJf/8F+7sAZmU/j9kn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14ExQAAANsAAAAPAAAAAAAAAAAAAAAAAJgCAABkcnMv&#10;ZG93bnJldi54bWxQSwUGAAAAAAQABAD1AAAAig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63" o:spid="_x0000_s1058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7n8YA&#10;AADbAAAADwAAAGRycy9kb3ducmV2LnhtbESPT2vCQBTE74V+h+UVvIhutCASXaW0tORQCvXPwdsz&#10;+8ymZt+G7Kum375bKHgcZuY3zHLd+0ZdqIt1YAOTcQaKuAy25srAbvs6moOKgmyxCUwGfijCenV/&#10;t8Tchit/0mUjlUoQjjkacCJtrnUsHXmM49ASJ+8UOo+SZFdp2+E1wX2jp1k20x5rTgsOW3p2VJ43&#10;397Aoeil+pq8yfsZh/th4Y7lx8vRmMFD/7QAJdTLLfzfLqyB2SP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v7n8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oval id="Ovaal 64" o:spid="_x0000_s1059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ZrPMMA&#10;AADbAAAADwAAAGRycy9kb3ducmV2LnhtbESPzWrDMBCE74G8g9hAL6GR6gZjnCimFNqmxzh9gMXa&#10;2CbWyliqf96+KhR6HGbmG+ZYzLYTIw2+dazhaadAEFfOtFxr+Lq+PWYgfEA22DkmDQt5KE7r1RFz&#10;4ya+0FiGWkQI+xw1NCH0uZS+asii37meOHo3N1gMUQ61NANOEW47mSiVSostx4UGe3ptqLqX31bD&#10;+J6cabvgMtVZv6jL9uPzrp61ftjMLwcQgebwH/5rn42GdA+/X+IPkK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ZrPMMAAADbAAAADwAAAAAAAAAAAAAAAACYAgAAZHJzL2Rv&#10;d25yZXYueG1sUEsFBgAAAAAEAAQA9QAAAIg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20</w:t>
                        </w:r>
                      </w:p>
                    </w:txbxContent>
                  </v:textbox>
                </v:oval>
                <v:line id="Rechte verbindingslijn 65" o:spid="_x0000_s1060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0tfcQAAADbAAAADwAAAGRycy9kb3ducmV2LnhtbESPUWvCQBCE34X+h2MLfdOLFoNGT5FC&#10;Qdq+VP0Ba25Ngrm99G6rsb++Vyj4OMzMN8xy3btWXSjExrOB8SgDRVx623Bl4LB/Hc5ARUG22Hom&#10;AzeKsF49DJZYWH/lT7rspFIJwrFAA7VIV2gdy5ocxpHviJN38sGhJBkqbQNeE9y1epJluXbYcFqo&#10;saOXmsrz7tsZ+Hr/2MbbsZ1IPv15O4fNbC7P0Zinx36zACXUyz38395aA/kU/r6kH6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jS19xAAAANsAAAAPAAAAAAAAAAAA&#10;AAAAAKECAABkcnMvZG93bnJldi54bWxQSwUGAAAAAAQABAD5AAAAkgMAAAAA&#10;" strokecolor="#4579b8 [3044]"/>
                <v:line id="Rechte verbindingslijn 66" o:spid="_x0000_s1061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+zCsQAAADbAAAADwAAAGRycy9kb3ducmV2LnhtbESPUWvCQBCE3wv9D8cWfKuXWgwaPUUE&#10;QWxfavsD1tyaBHN76d1WY3+9Vyj4OMzMN8x82btWnSnExrOBl2EGirj0tuHKwNfn5nkCKgqyxdYz&#10;GbhShOXi8WGOhfUX/qDzXiqVIBwLNFCLdIXWsazJYRz6jjh5Rx8cSpKh0jbgJcFdq0dZlmuHDaeF&#10;Gjta11Se9j/OwPfb+zZeD+1I8vHv7hRWk6m8RmMGT/1qBkqol3v4v721BvIc/r6kH6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X7MKxAAAANsAAAAPAAAAAAAAAAAA&#10;AAAAAKECAABkcnMvZG93bnJldi54bWxQSwUGAAAAAAQABAD5AAAAkgMAAAAA&#10;" strokecolor="#4579b8 [3044]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414671F" wp14:editId="6DC4D8B7">
                <wp:simplePos x="0" y="0"/>
                <wp:positionH relativeFrom="column">
                  <wp:posOffset>1624330</wp:posOffset>
                </wp:positionH>
                <wp:positionV relativeFrom="paragraph">
                  <wp:posOffset>5824855</wp:posOffset>
                </wp:positionV>
                <wp:extent cx="1190625" cy="1438275"/>
                <wp:effectExtent l="0" t="0" r="28575" b="2857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56" name="Rechthoek 56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Rechthoek 57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Ovaal 58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echte verbindingslijn 59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Rechte verbindingslijn 60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5" o:spid="_x0000_s1062" style="position:absolute;margin-left:127.9pt;margin-top:458.65pt;width:93.75pt;height:113.25pt;z-index:251679744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">
                <v:rect id="Rechthoek 56" o:spid="_x0000_s1063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CSusYA&#10;AADbAAAADwAAAGRycy9kb3ducmV2LnhtbESPT2vCQBTE74V+h+UVvIhuFCoSXaW0tORQCvXPwdsz&#10;+8ymZt+G7Kum375bKHgcZuY3zHLd+0ZdqIt1YAOTcQaKuAy25srAbvs6moOKgmyxCUwGfijCenV/&#10;t8Tchit/0mUjlUoQjjkacCJtrnUsHXmM49ASJ+8UOo+SZFdp2+E1wX2jp1k20x5rTgsOW3p2VJ43&#10;397Aoeil+pq8yfsZh/th4Y7lx8vRmMFD/7QAJdTLLfzfLqyBx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CSus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57" o:spid="_x0000_s1064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3IcYA&#10;AADbAAAADwAAAGRycy9kb3ducmV2LnhtbESPQWvCQBSE74X+h+UVehHdKLRKdJXSYsmhFLT14O2Z&#10;fWZTs29D9lXTf98tFDwOM/MNs1j1vlFn6mId2MB4lIEiLoOtuTLw+bEezkBFQbbYBCYDPxRhtby9&#10;WWBuw4U3dN5KpRKEY44GnEibax1LRx7jKLTEyTuGzqMk2VXadnhJcN/oSZY9ao81pwWHLT07Kk/b&#10;b29gX/RSfY1f5e2Eg92gcIfy/eVgzP1d/zQHJdTLNfzfLqyBhyn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w3Ic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oval id="Ovaal 58" o:spid="_x0000_s1065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erhL8A&#10;AADbAAAADwAAAGRycy9kb3ducmV2LnhtbERPy4rCMBTdC/MP4QqzkTFRcZBqKoPgqEt1PuDS3GlL&#10;m5vSxD7+3iwEl4fz3u0HW4uOWl861rCYKxDEmTMl5xr+7sevDQgfkA3WjknDSB726cdkh4lxPV+p&#10;u4VcxBD2CWooQmgSKX1WkEU/dw1x5P5dazFE2ObStNjHcFvLpVLf0mLJsaHAhg4FZdXtYTV0v8sz&#10;zUYc+3zTjOo6O10qtdL6czr8bEEEGsJb/HKfjYZ1HBu/xB8g0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16uEvwAAANsAAAAPAAAAAAAAAAAAAAAAAJgCAABkcnMvZG93bnJl&#10;di54bWxQSwUGAAAAAAQABAD1AAAAhA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18</w:t>
                        </w:r>
                      </w:p>
                    </w:txbxContent>
                  </v:textbox>
                </v:oval>
                <v:line id="Rechte verbindingslijn 59" o:spid="_x0000_s1066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ztxcQAAADbAAAADwAAAGRycy9kb3ducmV2LnhtbESPUWsCMRCE34X+h7AF3zSnouhpFCkU&#10;xPaltj9gvax3h5fNNdnq6a9vCgUfh5n5hlltOteoC4VYezYwGmagiAtvay4NfH2+DuagoiBbbDyT&#10;gRtF2KyfeivMrb/yB10OUqoE4ZijgUqkzbWORUUO49C3xMk7+eBQkgyltgGvCe4aPc6ymXZYc1qo&#10;sKWXiorz4ccZ+H5738XbsRnLbHrfn8N2vpBJNKb/3G2XoIQ6eYT/2ztrYLqAvy/pB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rO3FxAAAANsAAAAPAAAAAAAAAAAA&#10;AAAAAKECAABkcnMvZG93bnJldi54bWxQSwUGAAAAAAQABAD5AAAAkgMAAAAA&#10;" strokecolor="#4579b8 [3044]"/>
                <v:line id="Rechte verbindingslijn 60" o:spid="_x0000_s1067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qO5cEAAADbAAAADwAAAGRycy9kb3ducmV2LnhtbERPzWrCQBC+F3yHZQRvdaNisKmriCCI&#10;7aW2DzDNTpNgdjbujhr79O6h0OPH979c965VVwqx8WxgMs5AEZfeNlwZ+PrcPS9ARUG22HomA3eK&#10;sF4NnpZYWH/jD7oepVIphGOBBmqRrtA6ljU5jGPfESfuxweHkmCotA14S+Gu1dMsy7XDhlNDjR1t&#10;aypPx4szcH5738f7dzuVfP57OIXN4kVm0ZjRsN+8ghLq5V/8595bA3lan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+o7lwQAAANsAAAAPAAAAAAAAAAAAAAAA&#10;AKECAABkcnMvZG93bnJldi54bWxQSwUGAAAAAAQABAD5AAAAjwMAAAAA&#10;" strokecolor="#4579b8 [3044]"/>
              </v:group>
            </w:pict>
          </mc:Fallback>
        </mc:AlternateContent>
      </w:r>
      <w:r w:rsidR="00E84F4D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3BAD71F" wp14:editId="21DB96CE">
                <wp:simplePos x="0" y="0"/>
                <wp:positionH relativeFrom="column">
                  <wp:posOffset>-52070</wp:posOffset>
                </wp:positionH>
                <wp:positionV relativeFrom="paragraph">
                  <wp:posOffset>5824855</wp:posOffset>
                </wp:positionV>
                <wp:extent cx="1190625" cy="1438275"/>
                <wp:effectExtent l="0" t="0" r="28575" b="2857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hthoek 51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Ovaal 52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hte verbindingslijn 53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Rechte verbindingslijn 54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9" o:spid="_x0000_s1068" style="position:absolute;margin-left:-4.1pt;margin-top:458.65pt;width:93.75pt;height:113.25pt;z-index:251678720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">
                <v:rect id="Rechthoek 50" o:spid="_x0000_s1069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WvVcIA&#10;AADbAAAADwAAAGRycy9kb3ducmV2LnhtbERPTWvCQBC9C/6HZYRepG4sKCV1laK05FAEbXvobcxO&#10;s6nZ2ZCdavz37kHw+Hjfi1XvG3WiLtaBDUwnGSjiMtiaKwNfn2+Pz6CiIFtsApOBC0VYLYeDBeY2&#10;nHlHp71UKoVwzNGAE2lzrWPpyGOchJY4cb+h8ygJdpW2HZ5TuG/0U5bNtceaU4PDltaOyuP+3xv4&#10;KXqp/qbv8nHE8fe4cIdyuzkY8zDqX19ACfVyF9/chTUwS+v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a9VwgAAANsAAAAPAAAAAAAAAAAAAAAAAJgCAABkcnMvZG93&#10;bnJldi54bWxQSwUGAAAAAAQABAD1AAAAhw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51" o:spid="_x0000_s1070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KzsYA&#10;AADbAAAADwAAAGRycy9kb3ducmV2LnhtbESPQUvDQBSE74L/YXlCL6XdRFAk7baIouQgBas99Paa&#10;fc2mzb4N2dc2/nu3IHgcZuYbZr4cfKvO1McmsIF8moEiroJtuDbw/fU2eQIVBdliG5gM/FCE5eL2&#10;Zo6FDRf+pPNaapUgHAs04ES6QutYOfIYp6EjTt4+9B4lyb7WtsdLgvtW32fZo/bYcFpw2NGLo+q4&#10;PnkD23KQ+pC/y8cRx5tx6XbV6nVnzOhueJ6BEhrkP/zXLq2BhxyuX9IP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kKzs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rect>
                <v:oval id="Ovaal 52" o:spid="_x0000_s1071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+cbsEA&#10;AADbAAAADwAAAGRycy9kb3ducmV2LnhtbESP3YrCMBSE7xd8h3CEvRFNtrKLVKOI4N+lrg9waI5t&#10;sTkpTbY/b78RBC+HmfmGWW16W4mWGl861vA1UyCIM2dKzjXcfvfTBQgfkA1WjknDQB4269HHClPj&#10;Or5Qew25iBD2KWooQqhTKX1WkEU/czVx9O6usRiibHJpGuwi3FYyUepHWiw5LhRY066g7HH9sxra&#10;Q3KiyYBDly/qQV0mx/NDzbX+HPfbJYhAfXiHX+2T0fCdwPNL/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/nG7BAAAA2wAAAA8AAAAAAAAAAAAAAAAAmAIAAGRycy9kb3du&#10;cmV2LnhtbFBLBQYAAAAABAAEAPUAAACGAwAAAAA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9</w:t>
                        </w:r>
                      </w:p>
                    </w:txbxContent>
                  </v:textbox>
                </v:oval>
                <v:line id="Rechte verbindingslijn 53" o:spid="_x0000_s1072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TaL8QAAADbAAAADwAAAGRycy9kb3ducmV2LnhtbESPUWsCMRCE34X+h7AF3zRXRdHTKFIo&#10;iO1LbX/AelnvDi+ba7Lq6a9vCgUfh5n5hlmuO9eoC4VYezbwMsxAERfe1lwa+P56G8xARUG22Hgm&#10;AzeKsF499ZaYW3/lT7rspVQJwjFHA5VIm2sdi4ocxqFviZN39MGhJBlKbQNeE9w1epRlU+2w5rRQ&#10;YUuvFRWn/dkZ+Hn/2MbboRnJdHLfncJmNpdxNKb/3G0WoIQ6eYT/21trYDKGvy/pB+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RNovxAAAANsAAAAPAAAAAAAAAAAA&#10;AAAAAKECAABkcnMvZG93bnJldi54bWxQSwUGAAAAAAQABAD5AAAAkgMAAAAA&#10;" strokecolor="#4579b8 [3044]"/>
                <v:line id="Rechte verbindingslijn 54" o:spid="_x0000_s1073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CW8QAAADbAAAADwAAAGRycy9kb3ducmV2LnhtbESPzWoCQRCE70LeYeiAN52Nf+jGUSQg&#10;iMklJg/Q2Wl3F3d6NjOtrnn6TCDgsaiqr6jlunONulCItWcDT8MMFHHhbc2lgc+P7WAOKgqyxcYz&#10;GbhRhPXqobfE3Porv9PlIKVKEI45GqhE2lzrWFTkMA59S5y8ow8OJclQahvwmuCu0aMsm2mHNaeF&#10;Clt6qag4Hc7OwPfr2y7evpqRzKY/+1PYzBcyjsb0H7vNMyihTu7h//bOGphO4O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rUJbxAAAANsAAAAPAAAAAAAAAAAA&#10;AAAAAKECAABkcnMvZG93bnJldi54bWxQSwUGAAAAAAQABAD5AAAAkgMAAAAA&#10;" strokecolor="#4579b8 [3044]"/>
              </v:group>
            </w:pict>
          </mc:Fallback>
        </mc:AlternateContent>
      </w:r>
      <w:r w:rsidR="00E84F4D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567A181" wp14:editId="63AB9A3E">
                <wp:simplePos x="0" y="0"/>
                <wp:positionH relativeFrom="column">
                  <wp:posOffset>4977130</wp:posOffset>
                </wp:positionH>
                <wp:positionV relativeFrom="paragraph">
                  <wp:posOffset>52705</wp:posOffset>
                </wp:positionV>
                <wp:extent cx="1190625" cy="1438275"/>
                <wp:effectExtent l="0" t="0" r="28575" b="2857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hthoek 21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vaal 22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9" o:spid="_x0000_s1074" style="position:absolute;margin-left:391.9pt;margin-top:4.15pt;width:93.75pt;height:113.25pt;z-index:251671552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">
                <v:rect id="Rechthoek 20" o:spid="_x0000_s1075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cKMIA&#10;AADbAAAADwAAAGRycy9kb3ducmV2LnhtbERPS2vCQBC+F/wPywhepG70UEp0laK05CCF+jh4G7PT&#10;bGp2NmRHjf++eyj0+PG9F6veN+pGXawDG5hOMlDEZbA1VwYO+/fnV1BRkC02gcnAgyKsloOnBeY2&#10;3PmLbjupVArhmKMBJ9LmWsfSkcc4CS1x4r5D51ES7CptO7yncN/oWZa9aI81pwaHLa0dlZfd1Rs4&#10;Fb1UP9MP2V5wfBwX7lx+bs7GjIb92xyUUC//4j93YQ3M0vr0Jf0Av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9wowgAAANsAAAAPAAAAAAAAAAAAAAAAAJgCAABkcnMvZG93&#10;bnJldi54bWxQSwUGAAAAAAQABAD1AAAAhw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21" o:spid="_x0000_s1076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95s8UA&#10;AADbAAAADwAAAGRycy9kb3ducmV2LnhtbESPQWvCQBSE7wX/w/IEL6KbeCgluopYWnIQobY99PbM&#10;vmZTs29D9lXjv+8WCj0OM/MNs9oMvlUX6mMT2EA+z0ARV8E2XBt4e32aPYCKgmyxDUwGbhRhsx7d&#10;rbCw4covdDlKrRKEY4EGnEhXaB0rRx7jPHTEyfsMvUdJsq+17fGa4L7Viyy71x4bTgsOO9o5qs7H&#10;b2/goxyk/sqfZX/G6fu0dKfq8HgyZjIetktQQoP8h//apTWwyOH3S/oB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3mzxQAAANsAAAAPAAAAAAAAAAAAAAAAAJgCAABkcnMv&#10;ZG93bnJldi54bWxQSwUGAAAAAAQABAD1AAAAig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oval id="Ovaal 22" o:spid="_x0000_s1077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vE8EA&#10;AADbAAAADwAAAGRycy9kb3ducmV2LnhtbESP3YrCMBSE74V9h3CEvZE1sYKUrlFkQVcv1X2AQ3O2&#10;LTYnpYn9eXsjCF4OM/MNs94OthYdtb5yrGExVyCIc2cqLjT8XfdfKQgfkA3WjknDSB62m4/JGjPj&#10;ej5TdwmFiBD2GWooQ2gyKX1ekkU/dw1x9P5dazFE2RbStNhHuK1lotRKWqw4LpTY0E9J+e1ytxq6&#10;Q3Kk2YhjX6TNqM6z39NNLbX+nA67bxCBhvAOv9pHoyFJ4Pkl/gC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57xPBAAAA2wAAAA8AAAAAAAAAAAAAAAAAmAIAAGRycy9kb3du&#10;cmV2LnhtbFBLBQYAAAAABAAEAPUAAACGAwAAAAA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8</w:t>
                        </w:r>
                      </w:p>
                    </w:txbxContent>
                  </v:textbox>
                </v:oval>
                <v:line id="Rechte verbindingslijn 23" o:spid="_x0000_s1078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KpUsQAAADbAAAADwAAAGRycy9kb3ducmV2LnhtbESPUWvCQBCE3wv9D8cW+lYvjSgaPUUK&#10;grR9qfoD1tw2Ceb20rtVY3+9Vyj4OMzMN8x82btWnSnExrOB10EGirj0tuHKwH63fpmAioJssfVM&#10;Bq4UYbl4fJhjYf2Fv+i8lUolCMcCDdQiXaF1LGtyGAe+I07etw8OJclQaRvwkuCu1XmWjbXDhtNC&#10;jR291VQetydn4OfjcxOvhzaX8ej3/RhWk6kMozHPT/1qBkqol3v4v72xBvIh/H1JP0Av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QqlSxAAAANsAAAAPAAAAAAAAAAAA&#10;AAAAAKECAABkcnMvZG93bnJldi54bWxQSwUGAAAAAAQABAD5AAAAkgMAAAAA&#10;" strokecolor="#4579b8 [3044]"/>
                <v:line id="Rechte verbindingslijn 24" o:spid="_x0000_s1079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sxJsQAAADbAAAADwAAAGRycy9kb3ducmV2LnhtbESPUWvCQBCE3wv9D8cW+lYvjVU09RQR&#10;BGn7ou0PWHPbJJjbS+9Wjf31vYLg4zAz3zCzRe9adaIQG88GngcZKOLS24YrA1+f66cJqCjIFlvP&#10;ZOBCERbz+7sZFtafeUunnVQqQTgWaKAW6QqtY1mTwzjwHXHyvn1wKEmGStuA5wR3rc6zbKwdNpwW&#10;auxoVVN52B2dgZ/3j0287NtcxqPft0NYTqYyjMY8PvTLV1BCvdzC1/bGGshf4P9L+gF6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qzEmxAAAANsAAAAPAAAAAAAAAAAA&#10;AAAAAKECAABkcnMvZG93bnJldi54bWxQSwUGAAAAAAQABAD5AAAAkgMAAAAA&#10;" strokecolor="#4579b8 [3044]"/>
              </v:group>
            </w:pict>
          </mc:Fallback>
        </mc:AlternateContent>
      </w:r>
      <w:r w:rsidR="00E84F4D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48E1213" wp14:editId="295823F1">
                <wp:simplePos x="0" y="0"/>
                <wp:positionH relativeFrom="column">
                  <wp:posOffset>1691005</wp:posOffset>
                </wp:positionH>
                <wp:positionV relativeFrom="paragraph">
                  <wp:posOffset>52705</wp:posOffset>
                </wp:positionV>
                <wp:extent cx="1190625" cy="1438275"/>
                <wp:effectExtent l="0" t="0" r="28575" b="2857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hoek 9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al 10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 verbindingslijn 11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Rechte verbindingslijn 12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7" o:spid="_x0000_s1080" style="position:absolute;margin-left:133.15pt;margin-top:4.15pt;width:93.75pt;height:113.25pt;z-index:251667456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">
                <v:rect id="Rechthoek 8" o:spid="_x0000_s1081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7AB8EA&#10;AADaAAAADwAAAGRycy9kb3ducmV2LnhtbERPTWvCQBC9F/wPywheRDd6KCW6iiiWHEqhth68jdkx&#10;G83OhuxU03/fPRR6fLzv5br3jbpTF+vABmbTDBRxGWzNlYGvz/3kBVQUZItNYDLwQxHWq8HTEnMb&#10;HvxB94NUKoVwzNGAE2lzrWPpyGOchpY4cZfQeZQEu0rbDh8p3Dd6nmXP2mPNqcFhS1tH5e3w7Q2c&#10;il6q6+xV3m44Po4Ldy7fd2djRsN+swAl1Mu/+M9dWANpa7qSboBe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OwAfBAAAA2gAAAA8AAAAAAAAAAAAAAAAAmAIAAGRycy9kb3du&#10;cmV2LnhtbFBLBQYAAAAABAAEAPUAAACGAwAAAAA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9" o:spid="_x0000_s1082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JlnMUA&#10;AADaAAAADwAAAGRycy9kb3ducmV2LnhtbESPQWvCQBSE74L/YXmCF6kbexCbuopYWnKQQrU99PbM&#10;vmZTs29D9qnpv+8WCh6HmfmGWa5736gLdbEObGA2zUARl8HWXBl4PzzfLUBFQbbYBCYDPxRhvRoO&#10;lpjbcOU3uuylUgnCMUcDTqTNtY6lI49xGlri5H2FzqMk2VXadnhNcN/o+yyba481pwWHLW0dlaf9&#10;2Rv4LHqpvmcvsjvh5GNSuGP5+nQ0ZjzqN4+ghHq5hf/bhTXwAH9X0g3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mWcxQAAANoAAAAPAAAAAAAAAAAAAAAAAJgCAABkcnMv&#10;ZG93bnJldi54bWxQSwUGAAAAAAQABAD1AAAAig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oval id="Ovaal 10" o:spid="_x0000_s1083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seQsIA&#10;AADbAAAADwAAAGRycy9kb3ducmV2LnhtbESPzWoCQRCE70LeYeiAF9GZKIisjhKE+HPU5AGanc7u&#10;4k7PsjPuz9vbh0Bu3VR11de7w+Br1VEbq8AWPhYGFHEeXMWFhZ/vr/kGVEzIDuvAZGGkCIf922SH&#10;mQs936i7p0JJCMcMLZQpNZnWMS/JY1yEhli039B6TLK2hXYt9hLua700Zq09ViwNJTZ0LCl/3J/e&#10;QndaXmg24tgXm2Y0t9n5+jAra6fvw+cWVKIh/Zv/ri9O8IVefpEB9P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x5CwgAAANsAAAAPAAAAAAAAAAAAAAAAAJgCAABkcnMvZG93&#10;bnJldi54bWxQSwUGAAAAAAQABAD1AAAAhw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oval>
                <v:line id="Rechte verbindingslijn 11" o:spid="_x0000_s1084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BYA8EAAADbAAAADwAAAGRycy9kb3ducmV2LnhtbERPzWoCMRC+F3yHMEJvNaui6NYoUihI&#10;20vVB5huxt3FzWRNRl379KZQ8DYf3+8sVp1r1IVCrD0bGA4yUMSFtzWXBva795cZqCjIFhvPZOBG&#10;EVbL3tMCc+uv/E2XrZQqhXDM0UAl0uZax6Iih3HgW+LEHXxwKAmGUtuA1xTuGj3Ksql2WHNqqLCl&#10;t4qK4/bsDJw+vzbx9tOMZDr5/TiG9Wwu42jMc79bv4IS6uQh/ndvbJo/hL9f0gF6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sFgDwQAAANsAAAAPAAAAAAAAAAAAAAAA&#10;AKECAABkcnMvZG93bnJldi54bWxQSwUGAAAAAAQABAD5AAAAjwMAAAAA&#10;" strokecolor="#4579b8 [3044]"/>
                <v:line id="Rechte verbindingslijn 12" o:spid="_x0000_s1085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LGdMEAAADbAAAADwAAAGRycy9kb3ducmV2LnhtbERPzWrCQBC+C32HZQredNMURaOrSKEg&#10;tpfaPsCYHZNgdjbdnWrs07uFgrf5+H5nue5dq84UYuPZwNM4A0VcettwZeDr83U0AxUF2WLrmQxc&#10;KcJ69TBYYmH9hT/ovJdKpRCOBRqoRbpC61jW5DCOfUecuKMPDiXBUGkb8JLCXavzLJtqhw2nhho7&#10;eqmpPO1/nIHvt/dtvB7aXKaT390pbGZzeY7GDB/7zQKUUC938b97a9P8HP5+SQfo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sZ0wQAAANsAAAAPAAAAAAAAAAAAAAAA&#10;AKECAABkcnMvZG93bnJldi54bWxQSwUGAAAAAAQABAD5AAAAjwMAAAAA&#10;" strokecolor="#4579b8 [3044]"/>
              </v:group>
            </w:pict>
          </mc:Fallback>
        </mc:AlternateContent>
      </w:r>
      <w:r w:rsidR="00E84F4D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6331E89" wp14:editId="22276B80">
                <wp:simplePos x="0" y="0"/>
                <wp:positionH relativeFrom="column">
                  <wp:posOffset>3338830</wp:posOffset>
                </wp:positionH>
                <wp:positionV relativeFrom="paragraph">
                  <wp:posOffset>52705</wp:posOffset>
                </wp:positionV>
                <wp:extent cx="1190625" cy="1438275"/>
                <wp:effectExtent l="0" t="0" r="28575" b="2857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hoek 15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al 16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Rechte verbindingslijn 18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3" o:spid="_x0000_s1086" style="position:absolute;margin-left:262.9pt;margin-top:4.15pt;width:93.75pt;height:113.25pt;z-index:251669504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">
                <v:rect id="Rechthoek 14" o:spid="_x0000_s1087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QQlsMA&#10;AADbAAAADwAAAGRycy9kb3ducmV2LnhtbERPTWvCQBC9F/wPywi9iG4spZToKmJpyaEUtPXgbcxO&#10;s6nZ2ZCdavz3bkHobR7vc+bL3jfqRF2sAxuYTjJQxGWwNVcGvj5fx8+goiBbbAKTgQtFWC4Gd3PM&#10;bTjzhk5bqVQK4ZijASfS5lrH0pHHOAktceK+Q+dREuwqbTs8p3Df6Icse9Iea04NDltaOyqP219v&#10;YF/0Uv1M3+T9iKPdqHCH8uPlYMz9sF/NQAn18i++uQub5j/C3y/pAL2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QQlsMAAADbAAAADwAAAAAAAAAAAAAAAACYAgAAZHJzL2Rv&#10;d25yZXYueG1sUEsFBgAAAAAEAAQA9QAAAIg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15" o:spid="_x0000_s1088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i1DcMA&#10;AADbAAAADwAAAGRycy9kb3ducmV2LnhtbERPTWvCQBC9F/wPywi9iG4stJToKmJpyaEUtPXgbcxO&#10;s6nZ2ZCdavz3bkHobR7vc+bL3jfqRF2sAxuYTjJQxGWwNVcGvj5fx8+goiBbbAKTgQtFWC4Gd3PM&#10;bTjzhk5bqVQK4ZijASfS5lrH0pHHOAktceK+Q+dREuwqbTs8p3Df6Icse9Iea04NDltaOyqP219v&#10;YF/0Uv1M3+T9iKPdqHCH8uPlYMz9sF/NQAn18i++uQub5j/C3y/pAL2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i1DcMAAADbAAAADwAAAAAAAAAAAAAAAACYAgAAZHJzL2Rv&#10;d25yZXYueG1sUEsFBgAAAAAEAAQA9QAAAIg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oval id="Ovaal 16" o:spid="_x0000_s1089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4jrcAA&#10;AADbAAAADwAAAGRycy9kb3ducmV2LnhtbERP22oCMRB9L/gPYYS+iCa1ILKaXUSo2kdtP2DYjNnF&#10;zWTZxL38fVMo9G0O5zr7YnSN6KkLtWcNbysFgrj0pmar4fvrY7kFESKywcYzaZgoQJHPXvaYGT/w&#10;lfpbtCKFcMhQQxVjm0kZyoochpVviRN3953DmGBnpelwSOGukWulNtJhzamhwpaOFZWP29Np6E/r&#10;Cy0mnAa7bSd1XZw/H+pd69f5eNiBiDTGf/Gf+2LS/A38/pIOkPk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G4jrcAAAADbAAAADwAAAAAAAAAAAAAAAACYAgAAZHJzL2Rvd25y&#10;ZXYueG1sUEsFBgAAAAAEAAQA9QAAAIU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24</w:t>
                        </w:r>
                      </w:p>
                    </w:txbxContent>
                  </v:textbox>
                </v:oval>
                <v:line id="Rechte verbindingslijn 17" o:spid="_x0000_s1090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Vl7MIAAADbAAAADwAAAGRycy9kb3ducmV2LnhtbERPzWoCMRC+C32HMEJvNaulVlejiFCQ&#10;1kttH2DcjLuLm8k2GXXt0zdCwdt8fL8zX3auUWcKsfZsYDjIQBEX3tZcGvj+enuagIqCbLHxTAau&#10;FGG5eOjNMbf+wp903kmpUgjHHA1UIm2udSwqchgHviVO3MEHh5JgKLUNeEnhrtGjLBtrhzWnhgpb&#10;WldUHHcnZ+DnY7uJ130zkvHL7/sxrCZTeY7GPPa71QyUUCd38b97Y9P8V7j9kg7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Vl7MIAAADbAAAADwAAAAAAAAAAAAAA&#10;AAChAgAAZHJzL2Rvd25yZXYueG1sUEsFBgAAAAAEAAQA+QAAAJADAAAAAA==&#10;" strokecolor="#4579b8 [3044]"/>
                <v:line id="Rechte verbindingslijn 18" o:spid="_x0000_s1091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rxnsQAAADb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Cqu/6AB2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ivGexAAAANsAAAAPAAAAAAAAAAAA&#10;AAAAAKECAABkcnMvZG93bnJldi54bWxQSwUGAAAAAAQABAD5AAAAkgMAAAAA&#10;" strokecolor="#4579b8 [3044]"/>
              </v:group>
            </w:pict>
          </mc:Fallback>
        </mc:AlternateContent>
      </w:r>
      <w:r w:rsidR="00E84F4D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52705</wp:posOffset>
                </wp:positionV>
                <wp:extent cx="1190625" cy="1438275"/>
                <wp:effectExtent l="0" t="0" r="28575" b="2857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hthoek 2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al 3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e verbindingslijn 4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e verbindingslijn 5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" o:spid="_x0000_s1092" style="position:absolute;margin-left:1.15pt;margin-top:4.15pt;width:93.75pt;height:113.25pt;z-index:251665408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">
                <v:rect id="Rechthoek 1" o:spid="_x0000_s1093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2" o:spid="_x0000_s1094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b37cUA&#10;AADaAAAADwAAAGRycy9kb3ducmV2LnhtbESPT2vCQBTE74LfYXlCL1I3eigldRWxVHIoBf/00Nsz&#10;+5pNzb4N2aem374rFDwOM/MbZr7sfaMu1MU6sIHpJANFXAZbc2XgsH97fAYVBdliE5gM/FKE5WI4&#10;mGNuw5W3dNlJpRKEY44GnEibax1LRx7jJLTEyfsOnUdJsqu07fCa4L7Rsyx70h5rTgsOW1o7Kk+7&#10;szfwVfRS/Uw38n7C8ee4cMfy4/VozMOoX72AEurlHv5vF9bADG5X0g3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pvftxQAAANoAAAAPAAAAAAAAAAAAAAAAAJgCAABkcnMv&#10;ZG93bnJldi54bWxQSwUGAAAAAAQABAD1AAAAig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oval id="Ovaal 3" o:spid="_x0000_s1095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AEc8EA&#10;AADaAAAADwAAAGRycy9kb3ducmV2LnhtbESP3YrCMBSE74V9h3AWvJFtooJI1yiy4K5e+vMAh+bY&#10;ljYnpcn25+2NIHg5zMw3zGY32Fp01PrSsYZ5okAQZ86UnGu4XQ9faxA+IBusHZOGkTzsth+TDabG&#10;9Xym7hJyESHsU9RQhNCkUvqsIIs+cQ1x9O6utRiibHNpWuwj3NZyodRKWiw5LhTY0E9BWXX5txq6&#10;38WRZiOOfb5uRnWe/Z0qtdR6+jnsv0EEGsI7/GofjYYlPK/EGyC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gBHPBAAAA2gAAAA8AAAAAAAAAAAAAAAAAmAIAAGRycy9kb3du&#10;cmV2LnhtbFBLBQYAAAAABAAEAPUAAACGAwAAAAA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12</w:t>
                        </w:r>
                      </w:p>
                    </w:txbxContent>
                  </v:textbox>
                </v:oval>
                <v:line id="Rechte verbindingslijn 4" o:spid="_x0000_s1096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kThMMAAADaAAAADwAAAGRycy9kb3ducmV2LnhtbESPUWsCMRCE34X+h7BC3zSnbUVPo4hQ&#10;kNaX2v6A9bLeHV4212TVs7++EQp9HGbmG2ax6lyjLhRi7dnAaJiBIi68rbk08PX5OpiCioJssfFM&#10;Bm4UYbV86C0wt/7KH3TZS6kShGOOBiqRNtc6FhU5jEPfEifv6INDSTKU2ga8Jrhr9DjLJtphzWmh&#10;wpY2FRWn/dkZ+H7fbePt0Ixl8vLzdgrr6UyeojGP/W49ByXUyX/4r721Bp7hfiXdAL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pE4TDAAAA2gAAAA8AAAAAAAAAAAAA&#10;AAAAoQIAAGRycy9kb3ducmV2LnhtbFBLBQYAAAAABAAEAPkAAACRAwAAAAA=&#10;" strokecolor="#4579b8 [3044]"/>
                <v:line id="Rechte verbindingslijn 5" o:spid="_x0000_s1097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W2H8MAAADaAAAADwAAAGRycy9kb3ducmV2LnhtbESPUWsCMRCE3wv9D2ELvtVcFUVPo4hQ&#10;kNqXqj9gvWzvDi+bM9nq2V9vCgUfh5n5hpkvO9eoC4VYezbw1s9AERfe1lwaOOzfXyegoiBbbDyT&#10;gRtFWC6en+aYW3/lL7rspFQJwjFHA5VIm2sdi4ocxr5viZP37YNDSTKU2ga8Jrhr9CDLxtphzWmh&#10;wpbWFRWn3Y8zcN5+buLt2AxkPPr9OIXVZCrDaEzvpVvNQAl18gj/tzfWwAj+rqQbo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lth/DAAAA2gAAAA8AAAAAAAAAAAAA&#10;AAAAoQIAAGRycy9kb3ducmV2LnhtbFBLBQYAAAAABAAEAPkAAACRAwAAAAA=&#10;" strokecolor="#4579b8 [3044]"/>
              </v:group>
            </w:pict>
          </mc:Fallback>
        </mc:AlternateContent>
      </w:r>
    </w:p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4D"/>
    <w:rsid w:val="00250A45"/>
    <w:rsid w:val="003B2EEA"/>
    <w:rsid w:val="00B24C80"/>
    <w:rsid w:val="00C7087C"/>
    <w:rsid w:val="00E84F4D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9FC33089</Template>
  <TotalTime>2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 Eeken</dc:creator>
  <cp:lastModifiedBy>Adrie Eeken</cp:lastModifiedBy>
  <cp:revision>2</cp:revision>
  <dcterms:created xsi:type="dcterms:W3CDTF">2012-10-15T12:08:00Z</dcterms:created>
  <dcterms:modified xsi:type="dcterms:W3CDTF">2012-10-15T12:08:00Z</dcterms:modified>
</cp:coreProperties>
</file>