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F6B" w:rsidRDefault="00491F6B"/>
    <w:p w:rsidR="009252FF" w:rsidRPr="009D3329" w:rsidRDefault="009252FF" w:rsidP="009252FF">
      <w:pPr>
        <w:rPr>
          <w:rFonts w:ascii="Arial" w:hAnsi="Arial" w:cs="Arial"/>
          <w:sz w:val="22"/>
          <w:szCs w:val="22"/>
        </w:rPr>
      </w:pPr>
      <w:r w:rsidRPr="009D3329">
        <w:rPr>
          <w:rFonts w:ascii="Arial" w:hAnsi="Arial" w:cs="Arial"/>
          <w:sz w:val="22"/>
          <w:szCs w:val="22"/>
        </w:rPr>
        <w:t xml:space="preserve">Lesbrief 1 </w:t>
      </w:r>
      <w:r w:rsidR="00F64801" w:rsidRPr="009D3329">
        <w:rPr>
          <w:rFonts w:ascii="Arial" w:hAnsi="Arial" w:cs="Arial"/>
          <w:sz w:val="22"/>
          <w:szCs w:val="22"/>
        </w:rPr>
        <w:t>O</w:t>
      </w:r>
      <w:r w:rsidRPr="009D3329">
        <w:rPr>
          <w:rFonts w:ascii="Arial" w:hAnsi="Arial" w:cs="Arial"/>
          <w:sz w:val="22"/>
          <w:szCs w:val="22"/>
        </w:rPr>
        <w:t>ogste</w:t>
      </w:r>
      <w:r w:rsidR="00F64801" w:rsidRPr="009D3329">
        <w:rPr>
          <w:rFonts w:ascii="Arial" w:hAnsi="Arial" w:cs="Arial"/>
          <w:sz w:val="22"/>
          <w:szCs w:val="22"/>
        </w:rPr>
        <w:t xml:space="preserve">n van  boomkwekerijgewassen </w:t>
      </w:r>
      <w:r w:rsidR="00D450AB" w:rsidRPr="009D3329">
        <w:rPr>
          <w:rFonts w:ascii="Arial" w:hAnsi="Arial" w:cs="Arial"/>
          <w:sz w:val="22"/>
          <w:szCs w:val="22"/>
        </w:rPr>
        <w:t xml:space="preserve">niveau </w:t>
      </w:r>
      <w:r w:rsidR="00005E16">
        <w:rPr>
          <w:rFonts w:ascii="Arial" w:hAnsi="Arial" w:cs="Arial"/>
          <w:sz w:val="22"/>
          <w:szCs w:val="22"/>
        </w:rPr>
        <w:t>2</w:t>
      </w:r>
    </w:p>
    <w:p w:rsidR="009252FF" w:rsidRPr="009D3329" w:rsidRDefault="009252FF" w:rsidP="009252FF">
      <w:pPr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9252FF" w:rsidRPr="009D3329" w:rsidTr="00593830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9252FF" w:rsidRPr="009D3329" w:rsidTr="00593830">
        <w:trPr>
          <w:cantSplit/>
        </w:trPr>
        <w:tc>
          <w:tcPr>
            <w:tcW w:w="10135" w:type="dxa"/>
            <w:gridSpan w:val="2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 verzamelen                                                                                                                                             10 min</w:t>
            </w:r>
          </w:p>
        </w:tc>
      </w:tr>
      <w:tr w:rsidR="009252FF" w:rsidRPr="009D3329" w:rsidTr="00593830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9252FF" w:rsidRPr="009D3329" w:rsidTr="00593830">
        <w:trPr>
          <w:cantSplit/>
        </w:trPr>
        <w:tc>
          <w:tcPr>
            <w:tcW w:w="10135" w:type="dxa"/>
            <w:gridSpan w:val="2"/>
          </w:tcPr>
          <w:p w:rsidR="009252FF" w:rsidRPr="009D3329" w:rsidRDefault="009252FF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C97B96" w:rsidRDefault="00005E16" w:rsidP="00C97B9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met de hand rooien en ingazen</w:t>
            </w:r>
          </w:p>
          <w:p w:rsidR="00005E16" w:rsidRDefault="00005E16" w:rsidP="00C97B9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bepalen wat een klant wil</w:t>
            </w:r>
          </w:p>
          <w:p w:rsidR="00005E16" w:rsidRDefault="00005E16" w:rsidP="00C97B9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aangeven </w:t>
            </w:r>
            <w:r w:rsidRPr="00005E16">
              <w:rPr>
                <w:rFonts w:ascii="Arial" w:hAnsi="Arial" w:cs="Arial"/>
                <w:sz w:val="22"/>
                <w:szCs w:val="22"/>
              </w:rPr>
              <w:t>welke leveringseisen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05E16">
              <w:rPr>
                <w:rFonts w:ascii="Arial" w:hAnsi="Arial" w:cs="Arial"/>
                <w:sz w:val="22"/>
                <w:szCs w:val="22"/>
              </w:rPr>
              <w:t xml:space="preserve"> deze klanten belangrijk vinden</w:t>
            </w:r>
          </w:p>
          <w:p w:rsidR="00005E16" w:rsidRPr="00005E16" w:rsidRDefault="00005E16" w:rsidP="00C97B9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 de afkortingen in de advertenties betekenen</w:t>
            </w:r>
          </w:p>
          <w:p w:rsidR="009252FF" w:rsidRPr="009D3329" w:rsidRDefault="009252FF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2FF" w:rsidRPr="009D3329" w:rsidTr="00593830">
        <w:tc>
          <w:tcPr>
            <w:tcW w:w="9001" w:type="dxa"/>
            <w:shd w:val="pct40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252FF" w:rsidRPr="009D3329" w:rsidTr="00593830">
        <w:tc>
          <w:tcPr>
            <w:tcW w:w="9001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>teer wat je weet over het oogsten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van boomkwekerijgewassen.</w:t>
            </w:r>
          </w:p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9252FF" w:rsidRPr="009D3329" w:rsidTr="00593830">
        <w:tc>
          <w:tcPr>
            <w:tcW w:w="9001" w:type="dxa"/>
            <w:shd w:val="pct37" w:color="000000" w:fill="FFFFFF"/>
          </w:tcPr>
          <w:p w:rsidR="009252FF" w:rsidRPr="009D3329" w:rsidRDefault="009252FF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9252FF" w:rsidRPr="009D3329" w:rsidTr="00593830">
        <w:trPr>
          <w:cantSplit/>
        </w:trPr>
        <w:tc>
          <w:tcPr>
            <w:tcW w:w="9001" w:type="dxa"/>
            <w:vMerge w:val="restart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 xml:space="preserve">s op te doen over  het oogsten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van boomkwekerijgewassen 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 xml:space="preserve">maak je gebruik van de </w:t>
            </w:r>
            <w:proofErr w:type="spellStart"/>
            <w:r w:rsidR="00FD7F90" w:rsidRPr="009D3329">
              <w:rPr>
                <w:rFonts w:ascii="Arial" w:hAnsi="Arial" w:cs="Arial"/>
                <w:sz w:val="22"/>
                <w:szCs w:val="22"/>
              </w:rPr>
              <w:t>webquest</w:t>
            </w:r>
            <w:proofErr w:type="spellEnd"/>
            <w:r w:rsidR="00FD7F90" w:rsidRPr="009D3329">
              <w:rPr>
                <w:rFonts w:ascii="Arial" w:hAnsi="Arial" w:cs="Arial"/>
                <w:sz w:val="22"/>
                <w:szCs w:val="22"/>
              </w:rPr>
              <w:t xml:space="preserve"> oogst </w:t>
            </w:r>
            <w:r w:rsidR="00005E16">
              <w:rPr>
                <w:rFonts w:ascii="Arial" w:hAnsi="Arial" w:cs="Arial"/>
                <w:sz w:val="22"/>
                <w:szCs w:val="22"/>
              </w:rPr>
              <w:t xml:space="preserve">van boomkwekerijgewassen  </w:t>
            </w:r>
            <w:proofErr w:type="spellStart"/>
            <w:r w:rsidR="00005E16">
              <w:rPr>
                <w:rFonts w:ascii="Arial" w:hAnsi="Arial" w:cs="Arial"/>
                <w:sz w:val="22"/>
                <w:szCs w:val="22"/>
              </w:rPr>
              <w:t>niv</w:t>
            </w:r>
            <w:proofErr w:type="spellEnd"/>
            <w:r w:rsidR="00005E16">
              <w:rPr>
                <w:rFonts w:ascii="Arial" w:hAnsi="Arial" w:cs="Arial"/>
                <w:sz w:val="22"/>
                <w:szCs w:val="22"/>
              </w:rPr>
              <w:t xml:space="preserve"> 2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>.</w:t>
            </w:r>
            <w:r w:rsidR="00005E16">
              <w:rPr>
                <w:rFonts w:ascii="Arial" w:hAnsi="Arial" w:cs="Arial"/>
                <w:sz w:val="22"/>
                <w:szCs w:val="22"/>
              </w:rPr>
              <w:t xml:space="preserve"> Je gaat in deze les de eerste 2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opdrachten maken. De antwoorden  noteer je op het antwoordvel en deze sla je op in word .Zodra deze opdrachten  gemaakt zijn worden deze door de  docent nagekeken .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FD7F9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="003D155B"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05E16" w:rsidRPr="009D3329" w:rsidRDefault="00005E16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Bij bro</w:t>
            </w:r>
            <w:r w:rsidR="0024506D">
              <w:rPr>
                <w:rFonts w:ascii="Arial" w:hAnsi="Arial" w:cs="Arial"/>
                <w:sz w:val="22"/>
                <w:szCs w:val="22"/>
              </w:rPr>
              <w:t>nnen niveau 2</w:t>
            </w:r>
          </w:p>
          <w:p w:rsidR="003D155B" w:rsidRPr="009D3329" w:rsidRDefault="00005E16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We</w:t>
            </w:r>
            <w:r w:rsidR="0024506D">
              <w:rPr>
                <w:rFonts w:ascii="Arial" w:hAnsi="Arial" w:cs="Arial"/>
                <w:sz w:val="22"/>
                <w:szCs w:val="22"/>
              </w:rPr>
              <w:t xml:space="preserve">bquest  verkoop oogsten van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boomkwekerij gewassen niveau  </w:t>
            </w:r>
            <w:r w:rsidR="0024506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9252FF" w:rsidRPr="009D3329" w:rsidTr="00593830">
        <w:trPr>
          <w:cantSplit/>
        </w:trPr>
        <w:tc>
          <w:tcPr>
            <w:tcW w:w="9001" w:type="dxa"/>
            <w:vMerge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9252FF" w:rsidRPr="009D3329" w:rsidTr="00593830">
        <w:trPr>
          <w:cantSplit/>
        </w:trPr>
        <w:tc>
          <w:tcPr>
            <w:tcW w:w="9001" w:type="dxa"/>
            <w:vMerge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2FF" w:rsidRPr="009D3329" w:rsidTr="00593830">
        <w:tc>
          <w:tcPr>
            <w:tcW w:w="9001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252FF" w:rsidRPr="009D3329" w:rsidTr="00593830">
        <w:tc>
          <w:tcPr>
            <w:tcW w:w="9001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9252FF" w:rsidRPr="009D3329" w:rsidRDefault="009252FF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9252FF" w:rsidRDefault="009252F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24506D" w:rsidRPr="009D3329" w:rsidRDefault="0024506D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luisteren</w:t>
            </w:r>
          </w:p>
          <w:p w:rsidR="009252FF" w:rsidRPr="009D3329" w:rsidRDefault="009252F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9252FF" w:rsidRPr="009D3329" w:rsidRDefault="009252F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9252FF" w:rsidRPr="009D3329" w:rsidRDefault="009252FF" w:rsidP="00593830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4506D" w:rsidRDefault="009252FF" w:rsidP="00593830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</w:p>
          <w:p w:rsidR="009252FF" w:rsidRPr="009D3329" w:rsidRDefault="0024506D" w:rsidP="00593830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Opdracht 1en 2</w:t>
            </w:r>
            <w:r w:rsidR="009252FF" w:rsidRPr="009D3329">
              <w:rPr>
                <w:rFonts w:ascii="Arial" w:hAnsi="Arial" w:cs="Arial"/>
                <w:sz w:val="22"/>
                <w:szCs w:val="22"/>
              </w:rPr>
              <w:t xml:space="preserve"> van de webquest  </w:t>
            </w:r>
            <w:r>
              <w:rPr>
                <w:rFonts w:ascii="Arial" w:hAnsi="Arial" w:cs="Arial"/>
                <w:sz w:val="22"/>
                <w:szCs w:val="22"/>
              </w:rPr>
              <w:t>oogsten van boomkwekerij gewassen niveau 2</w:t>
            </w:r>
            <w:r w:rsidR="009252FF" w:rsidRPr="009D3329">
              <w:rPr>
                <w:rFonts w:ascii="Arial" w:hAnsi="Arial" w:cs="Arial"/>
                <w:sz w:val="22"/>
                <w:szCs w:val="22"/>
              </w:rPr>
              <w:tab/>
            </w:r>
          </w:p>
          <w:p w:rsidR="009252FF" w:rsidRPr="009D3329" w:rsidRDefault="009252FF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9252FF" w:rsidRPr="00AC51F6" w:rsidRDefault="009252FF" w:rsidP="003D155B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BPV-opdracht</w:t>
            </w:r>
            <w:r w:rsidRPr="00AC51F6">
              <w:rPr>
                <w:rFonts w:ascii="Arial" w:hAnsi="Arial" w:cs="Arial"/>
                <w:b w:val="0"/>
                <w:sz w:val="22"/>
                <w:szCs w:val="22"/>
              </w:rPr>
              <w:t xml:space="preserve">: </w:t>
            </w:r>
            <w:r w:rsidR="00AC51F6" w:rsidRPr="00AC51F6">
              <w:rPr>
                <w:rFonts w:ascii="Arial" w:hAnsi="Arial" w:cs="Arial"/>
                <w:b w:val="0"/>
                <w:sz w:val="22"/>
                <w:szCs w:val="22"/>
              </w:rPr>
              <w:t>zie overzicht bpv opdrachten</w:t>
            </w:r>
          </w:p>
          <w:p w:rsidR="009252FF" w:rsidRPr="009D3329" w:rsidRDefault="009252FF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2FF" w:rsidRPr="009D3329" w:rsidTr="00593830">
        <w:trPr>
          <w:trHeight w:val="223"/>
        </w:trPr>
        <w:tc>
          <w:tcPr>
            <w:tcW w:w="9001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252FF" w:rsidRPr="009D3329" w:rsidTr="00593830">
        <w:trPr>
          <w:cantSplit/>
        </w:trPr>
        <w:tc>
          <w:tcPr>
            <w:tcW w:w="9001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9252FF" w:rsidRPr="009D3329" w:rsidRDefault="009252FF" w:rsidP="009252FF">
      <w:pPr>
        <w:rPr>
          <w:rFonts w:ascii="Arial" w:hAnsi="Arial" w:cs="Arial"/>
          <w:sz w:val="22"/>
          <w:szCs w:val="22"/>
        </w:rPr>
      </w:pPr>
    </w:p>
    <w:p w:rsidR="009252FF" w:rsidRPr="009D3329" w:rsidRDefault="009252FF" w:rsidP="009252FF">
      <w:pPr>
        <w:rPr>
          <w:rFonts w:ascii="Arial" w:hAnsi="Arial" w:cs="Arial"/>
          <w:sz w:val="22"/>
          <w:szCs w:val="22"/>
        </w:rPr>
      </w:pPr>
    </w:p>
    <w:p w:rsidR="009252FF" w:rsidRPr="009D3329" w:rsidRDefault="009252FF" w:rsidP="009252FF">
      <w:pPr>
        <w:rPr>
          <w:rFonts w:ascii="Arial" w:hAnsi="Arial" w:cs="Arial"/>
          <w:sz w:val="22"/>
          <w:szCs w:val="22"/>
        </w:rPr>
      </w:pPr>
    </w:p>
    <w:p w:rsidR="009D3329" w:rsidRDefault="009D3329" w:rsidP="009D3329">
      <w:pPr>
        <w:tabs>
          <w:tab w:val="left" w:pos="5205"/>
        </w:tabs>
        <w:rPr>
          <w:rFonts w:ascii="Arial" w:hAnsi="Arial" w:cs="Arial"/>
          <w:sz w:val="22"/>
          <w:szCs w:val="22"/>
        </w:rPr>
      </w:pPr>
    </w:p>
    <w:p w:rsidR="003D155B" w:rsidRPr="009D3329" w:rsidRDefault="003D155B" w:rsidP="009D3329">
      <w:pPr>
        <w:tabs>
          <w:tab w:val="left" w:pos="5205"/>
        </w:tabs>
        <w:rPr>
          <w:rFonts w:ascii="Arial" w:hAnsi="Arial" w:cs="Arial"/>
          <w:sz w:val="22"/>
          <w:szCs w:val="22"/>
        </w:rPr>
      </w:pPr>
      <w:r w:rsidRPr="009D3329">
        <w:rPr>
          <w:rFonts w:ascii="Arial" w:hAnsi="Arial" w:cs="Arial"/>
          <w:sz w:val="22"/>
          <w:szCs w:val="22"/>
        </w:rPr>
        <w:t xml:space="preserve">Lesbrief 2 Oogsten van  boomkwekerijgewassen </w:t>
      </w:r>
      <w:r w:rsidR="00D450AB" w:rsidRPr="009D3329">
        <w:rPr>
          <w:rFonts w:ascii="Arial" w:hAnsi="Arial" w:cs="Arial"/>
          <w:sz w:val="22"/>
          <w:szCs w:val="22"/>
        </w:rPr>
        <w:t xml:space="preserve">niveau </w:t>
      </w:r>
      <w:r w:rsidR="00005E16">
        <w:rPr>
          <w:rFonts w:ascii="Arial" w:hAnsi="Arial" w:cs="Arial"/>
          <w:sz w:val="22"/>
          <w:szCs w:val="22"/>
        </w:rPr>
        <w:t>2</w:t>
      </w:r>
      <w:r w:rsidR="009D3329" w:rsidRPr="009D3329">
        <w:rPr>
          <w:rFonts w:ascii="Arial" w:hAnsi="Arial" w:cs="Arial"/>
          <w:sz w:val="22"/>
          <w:szCs w:val="22"/>
        </w:rPr>
        <w:tab/>
      </w:r>
    </w:p>
    <w:p w:rsidR="003D155B" w:rsidRDefault="003D155B" w:rsidP="00F16FD5">
      <w:pPr>
        <w:ind w:firstLine="708"/>
        <w:jc w:val="center"/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3D155B" w:rsidRPr="00744DAF" w:rsidTr="00593830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3D155B" w:rsidRPr="00744DAF" w:rsidRDefault="003D155B" w:rsidP="00593830">
            <w:r>
              <w:t>Aftrap</w:t>
            </w:r>
          </w:p>
        </w:tc>
      </w:tr>
      <w:tr w:rsidR="003D155B" w:rsidRPr="00744DAF" w:rsidTr="009D3329">
        <w:trPr>
          <w:cantSplit/>
          <w:trHeight w:val="70"/>
        </w:trPr>
        <w:tc>
          <w:tcPr>
            <w:tcW w:w="10135" w:type="dxa"/>
            <w:gridSpan w:val="2"/>
          </w:tcPr>
          <w:p w:rsidR="003D155B" w:rsidRDefault="003D155B" w:rsidP="00593830">
            <w:r>
              <w:t>Informatie  verzamelen                                                                                                                                             10 min</w:t>
            </w:r>
          </w:p>
        </w:tc>
      </w:tr>
      <w:tr w:rsidR="003D155B" w:rsidRPr="00744DAF" w:rsidTr="00593830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3D155B" w:rsidRPr="00744DAF" w:rsidRDefault="003D155B" w:rsidP="00593830">
            <w:pPr>
              <w:rPr>
                <w:b/>
              </w:rPr>
            </w:pPr>
            <w:r w:rsidRPr="00744DAF">
              <w:rPr>
                <w:b/>
              </w:rPr>
              <w:t>Leerdoelen:</w:t>
            </w:r>
          </w:p>
        </w:tc>
      </w:tr>
      <w:tr w:rsidR="003D155B" w:rsidRPr="009D3329" w:rsidTr="00593830">
        <w:trPr>
          <w:cantSplit/>
        </w:trPr>
        <w:tc>
          <w:tcPr>
            <w:tcW w:w="10135" w:type="dxa"/>
            <w:gridSpan w:val="2"/>
          </w:tcPr>
          <w:p w:rsidR="003D155B" w:rsidRPr="009D3329" w:rsidRDefault="003D155B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3D155B" w:rsidRDefault="0024506D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rooien en verplanten</w:t>
            </w:r>
          </w:p>
          <w:p w:rsidR="0024506D" w:rsidRPr="009D3329" w:rsidRDefault="0024506D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welke hulpmiddelen je je nodig hebt bij het oogsten</w:t>
            </w:r>
          </w:p>
          <w:p w:rsidR="003D155B" w:rsidRPr="009D3329" w:rsidRDefault="0024506D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volgorde van handelen aangeven bij het rooien</w:t>
            </w:r>
          </w:p>
          <w:p w:rsidR="003D155B" w:rsidRPr="009D3329" w:rsidRDefault="003D155B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155B" w:rsidRPr="009D3329" w:rsidTr="00593830">
        <w:tc>
          <w:tcPr>
            <w:tcW w:w="9001" w:type="dxa"/>
            <w:shd w:val="pct40" w:color="000000" w:fill="FFFFFF"/>
          </w:tcPr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D155B" w:rsidRPr="009D3329" w:rsidTr="00593830">
        <w:tc>
          <w:tcPr>
            <w:tcW w:w="9001" w:type="dxa"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Bespreek en noteer wat je weet over het  </w:t>
            </w:r>
            <w:r w:rsidR="0024506D">
              <w:rPr>
                <w:rFonts w:ascii="Arial" w:hAnsi="Arial" w:cs="Arial"/>
                <w:sz w:val="22"/>
                <w:szCs w:val="22"/>
              </w:rPr>
              <w:t xml:space="preserve">rooien en verplanten van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boomkwekerijgewassen </w:t>
            </w:r>
          </w:p>
          <w:p w:rsidR="003D155B" w:rsidRPr="009D3329" w:rsidRDefault="003D155B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3D155B" w:rsidRPr="009D3329" w:rsidTr="00593830">
        <w:tc>
          <w:tcPr>
            <w:tcW w:w="9001" w:type="dxa"/>
            <w:shd w:val="pct37" w:color="000000" w:fill="FFFFFF"/>
          </w:tcPr>
          <w:p w:rsidR="003D155B" w:rsidRPr="009D3329" w:rsidRDefault="003D155B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3D155B" w:rsidRPr="009D3329" w:rsidTr="00593830">
        <w:trPr>
          <w:cantSplit/>
        </w:trPr>
        <w:tc>
          <w:tcPr>
            <w:tcW w:w="9001" w:type="dxa"/>
            <w:vMerge w:val="restart"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Om  wat meer kennis op te doen over  het oogsten van boomkwekerijgewassen maak je gebruik van de webquest oogst </w:t>
            </w:r>
            <w:r w:rsidR="0024506D">
              <w:rPr>
                <w:rFonts w:ascii="Arial" w:hAnsi="Arial" w:cs="Arial"/>
                <w:sz w:val="22"/>
                <w:szCs w:val="22"/>
              </w:rPr>
              <w:t xml:space="preserve">van boomkwekerijgewassen  </w:t>
            </w:r>
            <w:proofErr w:type="spellStart"/>
            <w:r w:rsidR="0024506D">
              <w:rPr>
                <w:rFonts w:ascii="Arial" w:hAnsi="Arial" w:cs="Arial"/>
                <w:sz w:val="22"/>
                <w:szCs w:val="22"/>
              </w:rPr>
              <w:t>niv</w:t>
            </w:r>
            <w:proofErr w:type="spellEnd"/>
            <w:r w:rsidR="0024506D">
              <w:rPr>
                <w:rFonts w:ascii="Arial" w:hAnsi="Arial" w:cs="Arial"/>
                <w:sz w:val="22"/>
                <w:szCs w:val="22"/>
              </w:rPr>
              <w:t xml:space="preserve"> 2 </w:t>
            </w:r>
            <w:r w:rsidRPr="009D3329">
              <w:rPr>
                <w:rFonts w:ascii="Arial" w:hAnsi="Arial" w:cs="Arial"/>
                <w:sz w:val="22"/>
                <w:szCs w:val="22"/>
              </w:rPr>
              <w:t>Je gaat in dez</w:t>
            </w:r>
            <w:r w:rsidR="0024506D">
              <w:rPr>
                <w:rFonts w:ascii="Arial" w:hAnsi="Arial" w:cs="Arial"/>
                <w:sz w:val="22"/>
                <w:szCs w:val="22"/>
              </w:rPr>
              <w:t>e les de eerste  de opdrachten 3 t/m 4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maken.  De antwoorden  noteer je op het antwoordvel en deze sla je op in word .Zodra deze opdrachten  gemaakt zijn worden deze door de  docent nagekeken .</w:t>
            </w: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24506D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4506D" w:rsidRDefault="0024506D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Webquest oogsten van  boomkwekerij gewassen niv</w:t>
            </w:r>
            <w:r w:rsidR="00F16FD5" w:rsidRPr="009D3329">
              <w:rPr>
                <w:rFonts w:ascii="Arial" w:hAnsi="Arial" w:cs="Arial"/>
                <w:sz w:val="22"/>
                <w:szCs w:val="22"/>
              </w:rPr>
              <w:t xml:space="preserve">eau </w:t>
            </w:r>
            <w:r w:rsidR="0024506D">
              <w:rPr>
                <w:rFonts w:ascii="Arial" w:hAnsi="Arial" w:cs="Arial"/>
                <w:sz w:val="22"/>
                <w:szCs w:val="22"/>
              </w:rPr>
              <w:t xml:space="preserve"> 2</w:t>
            </w: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3D155B" w:rsidRPr="009D3329" w:rsidTr="00593830">
        <w:trPr>
          <w:cantSplit/>
        </w:trPr>
        <w:tc>
          <w:tcPr>
            <w:tcW w:w="9001" w:type="dxa"/>
            <w:vMerge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3D155B" w:rsidRPr="009D3329" w:rsidTr="00593830">
        <w:trPr>
          <w:cantSplit/>
        </w:trPr>
        <w:tc>
          <w:tcPr>
            <w:tcW w:w="9001" w:type="dxa"/>
            <w:vMerge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155B" w:rsidRPr="009D3329" w:rsidTr="00593830">
        <w:tc>
          <w:tcPr>
            <w:tcW w:w="9001" w:type="dxa"/>
            <w:shd w:val="pct37" w:color="000000" w:fill="FFFFFF"/>
          </w:tcPr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D155B" w:rsidRPr="009D3329" w:rsidTr="00593830">
        <w:tc>
          <w:tcPr>
            <w:tcW w:w="9001" w:type="dxa"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3D155B" w:rsidRPr="009D3329" w:rsidRDefault="003D155B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D1431" w:rsidRDefault="002D1431" w:rsidP="002D143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2D1431" w:rsidRPr="009D3329" w:rsidRDefault="002D1431" w:rsidP="002D143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luisteren</w:t>
            </w:r>
          </w:p>
          <w:p w:rsidR="002D1431" w:rsidRPr="009D3329" w:rsidRDefault="002D1431" w:rsidP="002D143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2D1431" w:rsidRPr="009D3329" w:rsidRDefault="002D1431" w:rsidP="002D143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3D155B" w:rsidRPr="009D3329" w:rsidRDefault="003D155B" w:rsidP="00593830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D155B" w:rsidRPr="009D3329" w:rsidRDefault="003D155B" w:rsidP="00593830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="0024506D">
              <w:rPr>
                <w:rFonts w:ascii="Arial" w:hAnsi="Arial" w:cs="Arial"/>
                <w:sz w:val="22"/>
                <w:szCs w:val="22"/>
              </w:rPr>
              <w:t xml:space="preserve">Opdracht  3 en4 </w:t>
            </w:r>
            <w:r w:rsidR="00F16FD5"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D3329">
              <w:rPr>
                <w:rFonts w:ascii="Arial" w:hAnsi="Arial" w:cs="Arial"/>
                <w:sz w:val="22"/>
                <w:szCs w:val="22"/>
              </w:rPr>
              <w:t>van de webquest</w:t>
            </w:r>
            <w:r w:rsidR="00F16FD5" w:rsidRPr="009D3329">
              <w:rPr>
                <w:rFonts w:ascii="Arial" w:hAnsi="Arial" w:cs="Arial"/>
                <w:sz w:val="22"/>
                <w:szCs w:val="22"/>
              </w:rPr>
              <w:t xml:space="preserve">  oogsten van gewassen</w:t>
            </w:r>
            <w:r w:rsidR="0024506D">
              <w:rPr>
                <w:rFonts w:ascii="Arial" w:hAnsi="Arial" w:cs="Arial"/>
                <w:sz w:val="22"/>
                <w:szCs w:val="22"/>
              </w:rPr>
              <w:t xml:space="preserve"> niveau  2</w:t>
            </w:r>
          </w:p>
          <w:p w:rsidR="003D155B" w:rsidRPr="009D3329" w:rsidRDefault="003D155B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 w:rsidR="00AC51F6" w:rsidRPr="00AC51F6">
              <w:rPr>
                <w:rFonts w:ascii="Arial" w:hAnsi="Arial" w:cs="Arial"/>
                <w:b w:val="0"/>
                <w:sz w:val="22"/>
                <w:szCs w:val="22"/>
              </w:rPr>
              <w:t>zie overzicht bpv opdrachten</w:t>
            </w:r>
          </w:p>
          <w:p w:rsidR="003D155B" w:rsidRPr="009D3329" w:rsidRDefault="003D155B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155B" w:rsidRPr="009D3329" w:rsidTr="00593830">
        <w:trPr>
          <w:trHeight w:val="223"/>
        </w:trPr>
        <w:tc>
          <w:tcPr>
            <w:tcW w:w="9001" w:type="dxa"/>
            <w:shd w:val="pct37" w:color="000000" w:fill="FFFFFF"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D155B" w:rsidRPr="009D3329" w:rsidTr="00593830">
        <w:trPr>
          <w:cantSplit/>
        </w:trPr>
        <w:tc>
          <w:tcPr>
            <w:tcW w:w="9001" w:type="dxa"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3D155B" w:rsidRPr="009D3329" w:rsidRDefault="003D155B" w:rsidP="003D155B">
      <w:pPr>
        <w:rPr>
          <w:rFonts w:ascii="Arial" w:hAnsi="Arial" w:cs="Arial"/>
          <w:sz w:val="22"/>
          <w:szCs w:val="22"/>
        </w:rPr>
      </w:pPr>
    </w:p>
    <w:p w:rsidR="003D155B" w:rsidRPr="009D3329" w:rsidRDefault="003D155B" w:rsidP="003D155B">
      <w:pPr>
        <w:rPr>
          <w:rFonts w:ascii="Arial" w:hAnsi="Arial" w:cs="Arial"/>
          <w:sz w:val="22"/>
          <w:szCs w:val="22"/>
        </w:rPr>
      </w:pPr>
    </w:p>
    <w:p w:rsidR="003D155B" w:rsidRPr="009D3329" w:rsidRDefault="003D155B" w:rsidP="003D155B">
      <w:pPr>
        <w:rPr>
          <w:rFonts w:ascii="Arial" w:hAnsi="Arial" w:cs="Arial"/>
          <w:sz w:val="22"/>
          <w:szCs w:val="22"/>
        </w:rPr>
      </w:pPr>
    </w:p>
    <w:p w:rsidR="003D155B" w:rsidRPr="009D3329" w:rsidRDefault="003D155B" w:rsidP="003D155B">
      <w:pPr>
        <w:rPr>
          <w:rFonts w:ascii="Arial" w:hAnsi="Arial" w:cs="Arial"/>
          <w:sz w:val="22"/>
          <w:szCs w:val="22"/>
        </w:rPr>
      </w:pPr>
    </w:p>
    <w:p w:rsidR="009D3329" w:rsidRDefault="009D3329" w:rsidP="00F16FD5">
      <w:pPr>
        <w:rPr>
          <w:rFonts w:ascii="Arial" w:hAnsi="Arial" w:cs="Arial"/>
          <w:sz w:val="22"/>
          <w:szCs w:val="22"/>
        </w:rPr>
      </w:pPr>
    </w:p>
    <w:p w:rsidR="00F16FD5" w:rsidRPr="009D3329" w:rsidRDefault="0024506D" w:rsidP="00F16F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Lesbrief 3  Oogsten </w:t>
      </w:r>
      <w:r w:rsidR="00F16FD5" w:rsidRPr="009D3329">
        <w:rPr>
          <w:rFonts w:ascii="Arial" w:hAnsi="Arial" w:cs="Arial"/>
          <w:sz w:val="22"/>
          <w:szCs w:val="22"/>
        </w:rPr>
        <w:t xml:space="preserve">van  boomkwekerijgewassen </w:t>
      </w:r>
      <w:r w:rsidR="00D450AB" w:rsidRPr="009D3329">
        <w:rPr>
          <w:rFonts w:ascii="Arial" w:hAnsi="Arial" w:cs="Arial"/>
          <w:sz w:val="22"/>
          <w:szCs w:val="22"/>
        </w:rPr>
        <w:t xml:space="preserve">niveau </w:t>
      </w:r>
      <w:r w:rsidR="00005E16">
        <w:rPr>
          <w:rFonts w:ascii="Arial" w:hAnsi="Arial" w:cs="Arial"/>
          <w:sz w:val="22"/>
          <w:szCs w:val="22"/>
        </w:rPr>
        <w:t>2</w:t>
      </w:r>
    </w:p>
    <w:p w:rsidR="00F16FD5" w:rsidRPr="009D3329" w:rsidRDefault="00F16FD5" w:rsidP="00F16FD5">
      <w:pPr>
        <w:ind w:firstLine="708"/>
        <w:jc w:val="center"/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F16FD5" w:rsidRPr="009D3329" w:rsidTr="00593830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F16FD5" w:rsidRPr="009D3329" w:rsidTr="00593830">
        <w:trPr>
          <w:cantSplit/>
        </w:trPr>
        <w:tc>
          <w:tcPr>
            <w:tcW w:w="10135" w:type="dxa"/>
            <w:gridSpan w:val="2"/>
          </w:tcPr>
          <w:p w:rsidR="00F16FD5" w:rsidRPr="009D3329" w:rsidRDefault="007E4853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  <w:r w:rsidR="00F16FD5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</w:t>
            </w:r>
            <w:r w:rsidR="00F16FD5" w:rsidRPr="009D3329">
              <w:rPr>
                <w:rFonts w:ascii="Arial" w:hAnsi="Arial" w:cs="Arial"/>
                <w:sz w:val="22"/>
                <w:szCs w:val="22"/>
              </w:rPr>
              <w:t xml:space="preserve"> 10 min</w:t>
            </w:r>
          </w:p>
        </w:tc>
      </w:tr>
      <w:tr w:rsidR="00F16FD5" w:rsidRPr="009D3329" w:rsidTr="00593830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F16FD5" w:rsidRPr="009D3329" w:rsidRDefault="00F16FD5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F16FD5" w:rsidRPr="009D3329" w:rsidTr="00593830">
        <w:trPr>
          <w:cantSplit/>
        </w:trPr>
        <w:tc>
          <w:tcPr>
            <w:tcW w:w="10135" w:type="dxa"/>
            <w:gridSpan w:val="2"/>
          </w:tcPr>
          <w:p w:rsidR="00F16FD5" w:rsidRPr="009D3329" w:rsidRDefault="00F16FD5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F16FD5" w:rsidRDefault="0024506D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uitleggen wat interne transportsystemen zijn </w:t>
            </w:r>
          </w:p>
          <w:p w:rsidR="002D1431" w:rsidRDefault="002D1431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er een aantal benoemen</w:t>
            </w:r>
          </w:p>
          <w:p w:rsidR="0024506D" w:rsidRDefault="002D1431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hoe deze werken</w:t>
            </w:r>
          </w:p>
          <w:p w:rsidR="002D1431" w:rsidRDefault="002D1431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verpakken</w:t>
            </w:r>
          </w:p>
          <w:p w:rsidR="002D1431" w:rsidRDefault="002D1431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aangeven welke fustsoorten er zijn </w:t>
            </w:r>
          </w:p>
          <w:p w:rsidR="002D1431" w:rsidRPr="009D3329" w:rsidRDefault="002D1431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welke fustsoort bij welke plant hoort</w:t>
            </w:r>
          </w:p>
          <w:p w:rsidR="00F16FD5" w:rsidRPr="009D3329" w:rsidRDefault="00F16FD5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6FD5" w:rsidRPr="009D3329" w:rsidTr="00593830">
        <w:tc>
          <w:tcPr>
            <w:tcW w:w="9001" w:type="dxa"/>
            <w:shd w:val="pct40" w:color="000000" w:fill="FFFFFF"/>
          </w:tcPr>
          <w:p w:rsidR="00F16FD5" w:rsidRPr="009D3329" w:rsidRDefault="00F16FD5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F16FD5" w:rsidRPr="009D3329" w:rsidRDefault="00F16FD5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F16FD5" w:rsidRPr="009D3329" w:rsidTr="00593830">
        <w:tc>
          <w:tcPr>
            <w:tcW w:w="9001" w:type="dxa"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F16FD5" w:rsidRPr="009D3329" w:rsidRDefault="00F16FD5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Bespreek en noteer wat je weet over het  </w:t>
            </w:r>
            <w:r w:rsidR="002D1431">
              <w:rPr>
                <w:rFonts w:ascii="Arial" w:hAnsi="Arial" w:cs="Arial"/>
                <w:sz w:val="22"/>
                <w:szCs w:val="22"/>
              </w:rPr>
              <w:t>over interne transportsystemen en verpakking van boomkwekerijproducten</w:t>
            </w:r>
          </w:p>
          <w:p w:rsidR="00F16FD5" w:rsidRPr="009D3329" w:rsidRDefault="00F16FD5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F16FD5" w:rsidRPr="009D3329" w:rsidRDefault="00F16FD5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F16FD5" w:rsidRPr="009D3329" w:rsidTr="00593830">
        <w:tc>
          <w:tcPr>
            <w:tcW w:w="9001" w:type="dxa"/>
            <w:shd w:val="pct37" w:color="000000" w:fill="FFFFFF"/>
          </w:tcPr>
          <w:p w:rsidR="00F16FD5" w:rsidRPr="009D3329" w:rsidRDefault="00F16FD5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F16FD5" w:rsidRPr="009D3329" w:rsidRDefault="00F16FD5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F16FD5" w:rsidRPr="009D3329" w:rsidTr="00593830">
        <w:trPr>
          <w:cantSplit/>
        </w:trPr>
        <w:tc>
          <w:tcPr>
            <w:tcW w:w="9001" w:type="dxa"/>
            <w:vMerge w:val="restart"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te doe</w:t>
            </w:r>
            <w:r w:rsidR="002D1431">
              <w:rPr>
                <w:rFonts w:ascii="Arial" w:hAnsi="Arial" w:cs="Arial"/>
                <w:sz w:val="22"/>
                <w:szCs w:val="22"/>
              </w:rPr>
              <w:t>n over  het  oogsten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van boomkwekerijgewassen maak je gebruik van </w:t>
            </w:r>
            <w:r w:rsidR="002D1431">
              <w:rPr>
                <w:rFonts w:ascii="Arial" w:hAnsi="Arial" w:cs="Arial"/>
                <w:sz w:val="22"/>
                <w:szCs w:val="22"/>
              </w:rPr>
              <w:t>de webquest  oogsten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van boomkwekerijgewa</w:t>
            </w:r>
            <w:r w:rsidR="002D1431">
              <w:rPr>
                <w:rFonts w:ascii="Arial" w:hAnsi="Arial" w:cs="Arial"/>
                <w:sz w:val="22"/>
                <w:szCs w:val="22"/>
              </w:rPr>
              <w:t>ssen  niveau 2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F16FD5" w:rsidRPr="009D3329" w:rsidRDefault="002D1431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gaat in deze les de eerste  2</w:t>
            </w:r>
            <w:r w:rsidR="00F16FD5" w:rsidRPr="009D3329">
              <w:rPr>
                <w:rFonts w:ascii="Arial" w:hAnsi="Arial" w:cs="Arial"/>
                <w:sz w:val="22"/>
                <w:szCs w:val="22"/>
              </w:rPr>
              <w:t xml:space="preserve"> opdrachten  maken.  De antwoorden  noteer je op het antwoordvel en deze sla je op in word .Zodra deze opdrachten  gemaakt zijn worden deze door de  docent nagekeken .</w:t>
            </w: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6B0D3F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D1431" w:rsidRDefault="00005E16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Bij br</w:t>
            </w:r>
            <w:r w:rsidR="002D1431">
              <w:rPr>
                <w:rFonts w:ascii="Arial" w:hAnsi="Arial" w:cs="Arial"/>
                <w:sz w:val="22"/>
                <w:szCs w:val="22"/>
              </w:rPr>
              <w:t>onnen niveau 2</w:t>
            </w:r>
          </w:p>
          <w:p w:rsidR="00F16FD5" w:rsidRPr="009D3329" w:rsidRDefault="002D1431" w:rsidP="00005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Oogsten</w:t>
            </w:r>
            <w:r w:rsidR="00005E16" w:rsidRPr="009D3329">
              <w:rPr>
                <w:rFonts w:ascii="Arial" w:hAnsi="Arial" w:cs="Arial"/>
                <w:sz w:val="22"/>
                <w:szCs w:val="22"/>
              </w:rPr>
              <w:t xml:space="preserve"> van  boomkwekerij gewassen niveau 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F16FD5" w:rsidRPr="009D3329" w:rsidTr="00593830">
        <w:trPr>
          <w:cantSplit/>
        </w:trPr>
        <w:tc>
          <w:tcPr>
            <w:tcW w:w="9001" w:type="dxa"/>
            <w:vMerge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F16FD5" w:rsidRPr="009D3329" w:rsidRDefault="00F16FD5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F16FD5" w:rsidRPr="009D3329" w:rsidTr="00593830">
        <w:trPr>
          <w:cantSplit/>
        </w:trPr>
        <w:tc>
          <w:tcPr>
            <w:tcW w:w="9001" w:type="dxa"/>
            <w:vMerge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6FD5" w:rsidRPr="009D3329" w:rsidTr="00593830">
        <w:tc>
          <w:tcPr>
            <w:tcW w:w="9001" w:type="dxa"/>
            <w:shd w:val="pct37" w:color="000000" w:fill="FFFFFF"/>
          </w:tcPr>
          <w:p w:rsidR="00F16FD5" w:rsidRPr="009D3329" w:rsidRDefault="00F16FD5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F16FD5" w:rsidRPr="009D3329" w:rsidRDefault="00F16FD5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F16FD5" w:rsidRPr="009D3329" w:rsidTr="00593830">
        <w:tc>
          <w:tcPr>
            <w:tcW w:w="9001" w:type="dxa"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F16FD5" w:rsidRPr="009D3329" w:rsidRDefault="00F16FD5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D1431" w:rsidRDefault="002D1431" w:rsidP="002D143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2D1431" w:rsidRPr="009D3329" w:rsidRDefault="002D1431" w:rsidP="002D143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luisteren</w:t>
            </w:r>
          </w:p>
          <w:p w:rsidR="002D1431" w:rsidRPr="009D3329" w:rsidRDefault="002D1431" w:rsidP="002D143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2D1431" w:rsidRPr="009D3329" w:rsidRDefault="002D1431" w:rsidP="002D143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F16FD5" w:rsidRPr="009D3329" w:rsidRDefault="00F16FD5" w:rsidP="00593830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16FD5" w:rsidRPr="009D3329" w:rsidRDefault="00F16FD5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D1431" w:rsidRPr="009D3329" w:rsidRDefault="00F16FD5" w:rsidP="002D1431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="002D1431">
              <w:rPr>
                <w:rFonts w:ascii="Arial" w:hAnsi="Arial" w:cs="Arial"/>
                <w:sz w:val="22"/>
                <w:szCs w:val="22"/>
              </w:rPr>
              <w:t>Opdracht  5 en 6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van de webquest  </w:t>
            </w:r>
            <w:r w:rsidR="002D1431" w:rsidRPr="009D3329">
              <w:rPr>
                <w:rFonts w:ascii="Arial" w:hAnsi="Arial" w:cs="Arial"/>
                <w:sz w:val="22"/>
                <w:szCs w:val="22"/>
              </w:rPr>
              <w:t>oogsten van gewassen</w:t>
            </w:r>
            <w:r w:rsidR="002D1431">
              <w:rPr>
                <w:rFonts w:ascii="Arial" w:hAnsi="Arial" w:cs="Arial"/>
                <w:sz w:val="22"/>
                <w:szCs w:val="22"/>
              </w:rPr>
              <w:t xml:space="preserve"> niveau  2</w:t>
            </w:r>
          </w:p>
          <w:p w:rsidR="00F16FD5" w:rsidRPr="009D3329" w:rsidRDefault="00F16FD5" w:rsidP="00593830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F16FD5" w:rsidRPr="009D3329" w:rsidRDefault="00F16FD5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F16FD5" w:rsidRPr="009D3329" w:rsidRDefault="00F16FD5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 w:rsidR="00AC51F6" w:rsidRPr="00AC51F6">
              <w:rPr>
                <w:rFonts w:ascii="Arial" w:hAnsi="Arial" w:cs="Arial"/>
                <w:b w:val="0"/>
                <w:sz w:val="22"/>
                <w:szCs w:val="22"/>
              </w:rPr>
              <w:t>zie overzicht bpv opdrachten</w:t>
            </w:r>
          </w:p>
          <w:p w:rsidR="00F16FD5" w:rsidRPr="009D3329" w:rsidRDefault="00F16FD5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6FD5" w:rsidRPr="009D3329" w:rsidTr="00593830">
        <w:trPr>
          <w:trHeight w:val="223"/>
        </w:trPr>
        <w:tc>
          <w:tcPr>
            <w:tcW w:w="9001" w:type="dxa"/>
            <w:shd w:val="pct37" w:color="000000" w:fill="FFFFFF"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F16FD5" w:rsidRPr="009D3329" w:rsidRDefault="00F16FD5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F16FD5" w:rsidRPr="009D3329" w:rsidTr="00593830">
        <w:trPr>
          <w:cantSplit/>
        </w:trPr>
        <w:tc>
          <w:tcPr>
            <w:tcW w:w="9001" w:type="dxa"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F16FD5" w:rsidRPr="009D3329" w:rsidRDefault="00F16FD5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9D3329" w:rsidRDefault="009D3329" w:rsidP="006B0D3F">
      <w:pPr>
        <w:rPr>
          <w:rFonts w:ascii="Arial" w:hAnsi="Arial" w:cs="Arial"/>
          <w:sz w:val="22"/>
          <w:szCs w:val="22"/>
        </w:rPr>
      </w:pPr>
    </w:p>
    <w:p w:rsidR="006B0D3F" w:rsidRPr="009D3329" w:rsidRDefault="00E30F15" w:rsidP="006B0D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Lesbrief 4  Oogst van boomkwekerij gewassen </w:t>
      </w:r>
      <w:r w:rsidR="00D450AB" w:rsidRPr="009D3329">
        <w:rPr>
          <w:rFonts w:ascii="Arial" w:hAnsi="Arial" w:cs="Arial"/>
          <w:sz w:val="22"/>
          <w:szCs w:val="22"/>
        </w:rPr>
        <w:t xml:space="preserve">niveau </w:t>
      </w:r>
      <w:r w:rsidR="00005E16">
        <w:rPr>
          <w:rFonts w:ascii="Arial" w:hAnsi="Arial" w:cs="Arial"/>
          <w:sz w:val="22"/>
          <w:szCs w:val="22"/>
        </w:rPr>
        <w:t>2</w:t>
      </w:r>
    </w:p>
    <w:p w:rsidR="006B0D3F" w:rsidRPr="009D3329" w:rsidRDefault="006B0D3F" w:rsidP="006B0D3F">
      <w:pPr>
        <w:ind w:firstLine="708"/>
        <w:jc w:val="center"/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6B0D3F" w:rsidRPr="009D3329" w:rsidTr="00593830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6B0D3F" w:rsidRPr="009D3329" w:rsidTr="00593830">
        <w:trPr>
          <w:cantSplit/>
        </w:trPr>
        <w:tc>
          <w:tcPr>
            <w:tcW w:w="10135" w:type="dxa"/>
            <w:gridSpan w:val="2"/>
          </w:tcPr>
          <w:p w:rsidR="006B0D3F" w:rsidRPr="009D3329" w:rsidRDefault="007E4853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  <w:r w:rsidR="006B0D3F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</w:t>
            </w:r>
            <w:r w:rsidR="006B0D3F"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6B0D3F" w:rsidRPr="009D3329" w:rsidTr="00593830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6B0D3F" w:rsidRPr="009D3329" w:rsidRDefault="006B0D3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6B0D3F" w:rsidRPr="009D3329" w:rsidTr="00593830">
        <w:trPr>
          <w:cantSplit/>
        </w:trPr>
        <w:tc>
          <w:tcPr>
            <w:tcW w:w="10135" w:type="dxa"/>
            <w:gridSpan w:val="2"/>
          </w:tcPr>
          <w:p w:rsidR="006B0D3F" w:rsidRPr="009D3329" w:rsidRDefault="006B0D3F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6B0D3F" w:rsidRPr="009D3329" w:rsidRDefault="006B0D3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uitleggen welke administratie software er in de Boomteelt gebruikt wordt</w:t>
            </w:r>
          </w:p>
          <w:p w:rsidR="006B0D3F" w:rsidRPr="009D3329" w:rsidRDefault="006B0D3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aangeven wat biopotten zijn </w:t>
            </w:r>
          </w:p>
          <w:p w:rsidR="006B0D3F" w:rsidRPr="009D3329" w:rsidRDefault="006B0D3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de voorraad opslaan</w:t>
            </w:r>
          </w:p>
          <w:p w:rsidR="006B0D3F" w:rsidRPr="009D3329" w:rsidRDefault="006B0D3F" w:rsidP="006B0D3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een  toets maken</w:t>
            </w:r>
          </w:p>
          <w:p w:rsidR="006B0D3F" w:rsidRPr="009D3329" w:rsidRDefault="006B0D3F" w:rsidP="006B0D3F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aangeven wat je hebt geleerd</w:t>
            </w:r>
          </w:p>
          <w:p w:rsidR="006B0D3F" w:rsidRPr="009D3329" w:rsidRDefault="006B0D3F" w:rsidP="00D450AB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6B0D3F" w:rsidRPr="009D3329" w:rsidRDefault="006B0D3F" w:rsidP="006B0D3F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6B0D3F" w:rsidRPr="009D3329" w:rsidRDefault="006B0D3F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0D3F" w:rsidRPr="009D3329" w:rsidTr="00593830">
        <w:tc>
          <w:tcPr>
            <w:tcW w:w="9001" w:type="dxa"/>
            <w:shd w:val="pct40" w:color="000000" w:fill="FFFFFF"/>
          </w:tcPr>
          <w:p w:rsidR="006B0D3F" w:rsidRPr="009D3329" w:rsidRDefault="006B0D3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6B0D3F" w:rsidRPr="009D3329" w:rsidRDefault="006B0D3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6B0D3F" w:rsidRPr="009D3329" w:rsidTr="00593830">
        <w:tc>
          <w:tcPr>
            <w:tcW w:w="9001" w:type="dxa"/>
          </w:tcPr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6B0D3F" w:rsidRPr="009D3329" w:rsidRDefault="006B0D3F" w:rsidP="00593830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noteer wat je weet</w:t>
            </w:r>
            <w:r w:rsidR="00D450AB" w:rsidRPr="009D3329">
              <w:rPr>
                <w:rFonts w:ascii="Arial" w:hAnsi="Arial" w:cs="Arial"/>
                <w:sz w:val="22"/>
                <w:szCs w:val="22"/>
              </w:rPr>
              <w:t xml:space="preserve"> over  administratieve software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50AB" w:rsidRPr="009D3329">
              <w:rPr>
                <w:rFonts w:ascii="Arial" w:hAnsi="Arial" w:cs="Arial"/>
                <w:sz w:val="22"/>
                <w:szCs w:val="22"/>
              </w:rPr>
              <w:t xml:space="preserve"> en voorraadbeheer  in de  boomkwekerij</w:t>
            </w:r>
          </w:p>
          <w:p w:rsidR="006B0D3F" w:rsidRPr="009D3329" w:rsidRDefault="006B0D3F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6B0D3F" w:rsidRPr="009D3329" w:rsidRDefault="006B0D3F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6B0D3F" w:rsidRPr="009D3329" w:rsidRDefault="006B0D3F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6B0D3F" w:rsidRPr="009D3329" w:rsidTr="00593830">
        <w:tc>
          <w:tcPr>
            <w:tcW w:w="9001" w:type="dxa"/>
            <w:shd w:val="pct37" w:color="000000" w:fill="FFFFFF"/>
          </w:tcPr>
          <w:p w:rsidR="006B0D3F" w:rsidRPr="009D3329" w:rsidRDefault="006B0D3F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6B0D3F" w:rsidRPr="009D3329" w:rsidRDefault="006B0D3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6B0D3F" w:rsidRPr="009D3329" w:rsidTr="00593830">
        <w:trPr>
          <w:cantSplit/>
        </w:trPr>
        <w:tc>
          <w:tcPr>
            <w:tcW w:w="9001" w:type="dxa"/>
            <w:vMerge w:val="restart"/>
          </w:tcPr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te doen over  het  verkoop klaar maken van boomkwekerijgewassen maak je gebruik van de w</w:t>
            </w:r>
            <w:r w:rsidR="00E30F15">
              <w:rPr>
                <w:rFonts w:ascii="Arial" w:hAnsi="Arial" w:cs="Arial"/>
                <w:sz w:val="22"/>
                <w:szCs w:val="22"/>
              </w:rPr>
              <w:t>ebquest oogst van   niveau 2</w:t>
            </w: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J</w:t>
            </w:r>
            <w:r w:rsidR="00D450AB" w:rsidRPr="009D3329">
              <w:rPr>
                <w:rFonts w:ascii="Arial" w:hAnsi="Arial" w:cs="Arial"/>
                <w:sz w:val="22"/>
                <w:szCs w:val="22"/>
              </w:rPr>
              <w:t xml:space="preserve">e gaat in deze les de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opdrachten  </w:t>
            </w:r>
            <w:r w:rsidR="00D450AB" w:rsidRPr="009D3329">
              <w:rPr>
                <w:rFonts w:ascii="Arial" w:hAnsi="Arial" w:cs="Arial"/>
                <w:sz w:val="22"/>
                <w:szCs w:val="22"/>
              </w:rPr>
              <w:t xml:space="preserve">5 t/m 8 </w:t>
            </w:r>
            <w:r w:rsidRPr="009D3329">
              <w:rPr>
                <w:rFonts w:ascii="Arial" w:hAnsi="Arial" w:cs="Arial"/>
                <w:sz w:val="22"/>
                <w:szCs w:val="22"/>
              </w:rPr>
              <w:t>maken.  De antwoorden  noteer je op het antwoordvel en deze sla je op in word .Zodra deze opdrachten  gemaakt zijn worden deze door de  docent nagekeken .</w:t>
            </w: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B0D3F" w:rsidRPr="009D3329" w:rsidRDefault="00E30F15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6B0D3F" w:rsidRPr="009D3329" w:rsidRDefault="00E30F15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Webquest  2</w:t>
            </w: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6B0D3F" w:rsidRPr="009D3329" w:rsidTr="00593830">
        <w:trPr>
          <w:cantSplit/>
        </w:trPr>
        <w:tc>
          <w:tcPr>
            <w:tcW w:w="9001" w:type="dxa"/>
            <w:vMerge/>
          </w:tcPr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6B0D3F" w:rsidRPr="009D3329" w:rsidRDefault="006B0D3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6B0D3F" w:rsidRPr="009D3329" w:rsidTr="00593830">
        <w:trPr>
          <w:cantSplit/>
        </w:trPr>
        <w:tc>
          <w:tcPr>
            <w:tcW w:w="9001" w:type="dxa"/>
            <w:vMerge/>
          </w:tcPr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0D3F" w:rsidRPr="009D3329" w:rsidTr="00593830">
        <w:tc>
          <w:tcPr>
            <w:tcW w:w="9001" w:type="dxa"/>
            <w:shd w:val="pct37" w:color="000000" w:fill="FFFFFF"/>
          </w:tcPr>
          <w:p w:rsidR="006B0D3F" w:rsidRPr="009D3329" w:rsidRDefault="006B0D3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6B0D3F" w:rsidRPr="009D3329" w:rsidRDefault="006B0D3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6B0D3F" w:rsidRPr="009D3329" w:rsidTr="00593830">
        <w:tc>
          <w:tcPr>
            <w:tcW w:w="9001" w:type="dxa"/>
          </w:tcPr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6B0D3F" w:rsidRPr="009D3329" w:rsidRDefault="006B0D3F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30F15" w:rsidRDefault="00E30F15" w:rsidP="00E30F1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E30F15" w:rsidRPr="009D3329" w:rsidRDefault="00E30F15" w:rsidP="00E30F1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luisteren</w:t>
            </w:r>
          </w:p>
          <w:p w:rsidR="00E30F15" w:rsidRPr="009D3329" w:rsidRDefault="00E30F15" w:rsidP="00E30F1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E30F15" w:rsidRPr="009D3329" w:rsidRDefault="00E30F15" w:rsidP="00E30F1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6B0D3F" w:rsidRPr="009D3329" w:rsidRDefault="006B0D3F" w:rsidP="00593830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B0D3F" w:rsidRPr="009D3329" w:rsidRDefault="006B0D3F" w:rsidP="00E30F15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Opdracht  </w:t>
            </w:r>
            <w:r w:rsidR="00D450AB" w:rsidRPr="009D3329"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t/m </w:t>
            </w:r>
            <w:r w:rsidR="00D450AB" w:rsidRPr="009D3329">
              <w:rPr>
                <w:rFonts w:ascii="Arial" w:hAnsi="Arial" w:cs="Arial"/>
                <w:sz w:val="22"/>
                <w:szCs w:val="22"/>
              </w:rPr>
              <w:t>8</w:t>
            </w:r>
            <w:r w:rsidR="00E30F15">
              <w:rPr>
                <w:rFonts w:ascii="Arial" w:hAnsi="Arial" w:cs="Arial"/>
                <w:sz w:val="22"/>
                <w:szCs w:val="22"/>
              </w:rPr>
              <w:t xml:space="preserve"> van de webquest oogsten van boomkwekerij gewassen</w:t>
            </w:r>
            <w:r w:rsidR="00E30F15"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D3329">
              <w:rPr>
                <w:rFonts w:ascii="Arial" w:hAnsi="Arial" w:cs="Arial"/>
                <w:sz w:val="22"/>
                <w:szCs w:val="22"/>
              </w:rPr>
              <w:t>niveau</w:t>
            </w:r>
            <w:r w:rsidR="00D450AB"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30F15">
              <w:rPr>
                <w:rFonts w:ascii="Arial" w:hAnsi="Arial" w:cs="Arial"/>
                <w:sz w:val="22"/>
                <w:szCs w:val="22"/>
              </w:rPr>
              <w:t xml:space="preserve"> 2</w:t>
            </w:r>
          </w:p>
          <w:p w:rsidR="006B0D3F" w:rsidRPr="009D3329" w:rsidRDefault="006B0D3F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 w:rsidR="00AC51F6" w:rsidRPr="00AC51F6">
              <w:rPr>
                <w:rFonts w:ascii="Arial" w:hAnsi="Arial" w:cs="Arial"/>
                <w:b w:val="0"/>
                <w:sz w:val="22"/>
                <w:szCs w:val="22"/>
              </w:rPr>
              <w:t>zie overzicht bpv opdrachten</w:t>
            </w: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0D3F" w:rsidRPr="009D3329" w:rsidTr="00593830">
        <w:trPr>
          <w:trHeight w:val="223"/>
        </w:trPr>
        <w:tc>
          <w:tcPr>
            <w:tcW w:w="9001" w:type="dxa"/>
            <w:shd w:val="pct37" w:color="000000" w:fill="FFFFFF"/>
          </w:tcPr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6B0D3F" w:rsidRPr="009D3329" w:rsidRDefault="006B0D3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6B0D3F" w:rsidRPr="009D3329" w:rsidTr="00593830">
        <w:trPr>
          <w:cantSplit/>
        </w:trPr>
        <w:tc>
          <w:tcPr>
            <w:tcW w:w="9001" w:type="dxa"/>
          </w:tcPr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6B0D3F" w:rsidRPr="009D3329" w:rsidRDefault="006B0D3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E30F15" w:rsidRDefault="00E30F15" w:rsidP="00D450AB">
      <w:pPr>
        <w:rPr>
          <w:rFonts w:ascii="Arial" w:hAnsi="Arial" w:cs="Arial"/>
          <w:sz w:val="22"/>
          <w:szCs w:val="22"/>
        </w:rPr>
      </w:pPr>
    </w:p>
    <w:p w:rsidR="00E30F15" w:rsidRDefault="00E30F15" w:rsidP="00D450AB">
      <w:pPr>
        <w:rPr>
          <w:rFonts w:ascii="Arial" w:hAnsi="Arial" w:cs="Arial"/>
          <w:sz w:val="22"/>
          <w:szCs w:val="22"/>
        </w:rPr>
      </w:pPr>
    </w:p>
    <w:p w:rsidR="00D450AB" w:rsidRPr="009D3329" w:rsidRDefault="00F14EB3" w:rsidP="00D450A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Lesbrief 5 Techniek in de boomkwekerij </w:t>
      </w:r>
      <w:r w:rsidR="00005E16">
        <w:rPr>
          <w:rFonts w:ascii="Arial" w:hAnsi="Arial" w:cs="Arial"/>
          <w:sz w:val="22"/>
          <w:szCs w:val="22"/>
        </w:rPr>
        <w:t>niveau 2</w:t>
      </w:r>
    </w:p>
    <w:p w:rsidR="00D450AB" w:rsidRPr="009D3329" w:rsidRDefault="00D450AB" w:rsidP="00D450AB">
      <w:pPr>
        <w:ind w:firstLine="708"/>
        <w:jc w:val="center"/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D450AB" w:rsidRPr="009D3329" w:rsidTr="00593830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D450AB" w:rsidRPr="009D3329" w:rsidTr="00593830">
        <w:trPr>
          <w:cantSplit/>
        </w:trPr>
        <w:tc>
          <w:tcPr>
            <w:tcW w:w="10135" w:type="dxa"/>
            <w:gridSpan w:val="2"/>
          </w:tcPr>
          <w:p w:rsidR="00D450AB" w:rsidRPr="009D3329" w:rsidRDefault="007E4853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  <w:r w:rsidR="00D450AB" w:rsidRPr="009D3329">
              <w:rPr>
                <w:rFonts w:ascii="Arial" w:hAnsi="Arial" w:cs="Arial"/>
                <w:sz w:val="22"/>
                <w:szCs w:val="22"/>
              </w:rPr>
              <w:t xml:space="preserve">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10min</w:t>
            </w:r>
            <w:r w:rsidR="00D450AB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</w:t>
            </w:r>
          </w:p>
        </w:tc>
      </w:tr>
      <w:tr w:rsidR="00D450AB" w:rsidRPr="009D3329" w:rsidTr="00593830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D450AB" w:rsidRPr="009D3329" w:rsidRDefault="00D450A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D450AB" w:rsidRPr="009D3329" w:rsidTr="00593830">
        <w:trPr>
          <w:cantSplit/>
        </w:trPr>
        <w:tc>
          <w:tcPr>
            <w:tcW w:w="10135" w:type="dxa"/>
            <w:gridSpan w:val="2"/>
          </w:tcPr>
          <w:p w:rsidR="00D450AB" w:rsidRPr="009D3329" w:rsidRDefault="00D450AB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D450AB" w:rsidRDefault="00FF06DB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rooimachines herkennen</w:t>
            </w:r>
          </w:p>
          <w:p w:rsidR="00FF06DB" w:rsidRPr="00FF06DB" w:rsidRDefault="00FF06DB" w:rsidP="00FF06DB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FF06DB">
              <w:rPr>
                <w:rFonts w:ascii="Arial" w:hAnsi="Arial" w:cs="Arial"/>
                <w:sz w:val="22"/>
                <w:szCs w:val="22"/>
              </w:rPr>
              <w:t xml:space="preserve">rooimachines </w:t>
            </w:r>
            <w:r>
              <w:rPr>
                <w:rFonts w:ascii="Arial" w:hAnsi="Arial" w:cs="Arial"/>
                <w:sz w:val="22"/>
                <w:szCs w:val="22"/>
              </w:rPr>
              <w:t>ben</w:t>
            </w:r>
            <w:r w:rsidRPr="00FF06DB">
              <w:rPr>
                <w:rFonts w:ascii="Arial" w:hAnsi="Arial" w:cs="Arial"/>
                <w:sz w:val="22"/>
                <w:szCs w:val="22"/>
              </w:rPr>
              <w:t>oemen</w:t>
            </w:r>
          </w:p>
          <w:p w:rsidR="00FF06DB" w:rsidRDefault="00FF06DB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hoe rooimachines werken</w:t>
            </w:r>
          </w:p>
          <w:p w:rsidR="00FF06DB" w:rsidRDefault="00FF06DB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veilig werken met rooimachines</w:t>
            </w:r>
          </w:p>
          <w:p w:rsidR="00FF06DB" w:rsidRDefault="00FF06DB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het onderhoud aangeven</w:t>
            </w:r>
          </w:p>
          <w:p w:rsidR="00FF06DB" w:rsidRPr="009D3329" w:rsidRDefault="00FF06DB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rooimachine bedrijfsklaar maken</w:t>
            </w:r>
          </w:p>
          <w:p w:rsidR="00D450AB" w:rsidRPr="009D3329" w:rsidRDefault="00D450AB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0AB" w:rsidRPr="009D3329" w:rsidTr="00593830">
        <w:tc>
          <w:tcPr>
            <w:tcW w:w="9001" w:type="dxa"/>
            <w:shd w:val="pct40" w:color="000000" w:fill="FFFFFF"/>
          </w:tcPr>
          <w:p w:rsidR="00D450AB" w:rsidRPr="009D3329" w:rsidRDefault="00D450A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D450AB" w:rsidRPr="009D3329" w:rsidRDefault="00D450A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D450AB" w:rsidRPr="009D3329" w:rsidTr="00593830">
        <w:tc>
          <w:tcPr>
            <w:tcW w:w="9001" w:type="dxa"/>
          </w:tcPr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D450AB" w:rsidRPr="009D3329" w:rsidRDefault="00D450AB" w:rsidP="00593830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Bespreek en noteer wat je weet over  </w:t>
            </w:r>
            <w:r w:rsidR="00593830" w:rsidRPr="009D3329">
              <w:rPr>
                <w:rFonts w:ascii="Arial" w:hAnsi="Arial" w:cs="Arial"/>
                <w:sz w:val="22"/>
                <w:szCs w:val="22"/>
              </w:rPr>
              <w:t xml:space="preserve">trends </w:t>
            </w:r>
            <w:r w:rsidRPr="009D3329">
              <w:rPr>
                <w:rFonts w:ascii="Arial" w:hAnsi="Arial" w:cs="Arial"/>
                <w:sz w:val="22"/>
                <w:szCs w:val="22"/>
              </w:rPr>
              <w:t>in de  boomkwekerij</w:t>
            </w:r>
            <w:r w:rsidR="00593830" w:rsidRPr="009D3329">
              <w:rPr>
                <w:rFonts w:ascii="Arial" w:hAnsi="Arial" w:cs="Arial"/>
                <w:sz w:val="22"/>
                <w:szCs w:val="22"/>
              </w:rPr>
              <w:t xml:space="preserve"> en de nieuwe afzetkanalen</w:t>
            </w:r>
          </w:p>
          <w:p w:rsidR="00D450AB" w:rsidRPr="009D3329" w:rsidRDefault="00D450AB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D450AB" w:rsidRPr="009D3329" w:rsidRDefault="00D450AB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D450AB" w:rsidRPr="009D3329" w:rsidRDefault="00D450AB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D450AB" w:rsidRPr="009D3329" w:rsidTr="00593830">
        <w:tc>
          <w:tcPr>
            <w:tcW w:w="9001" w:type="dxa"/>
            <w:shd w:val="pct37" w:color="000000" w:fill="FFFFFF"/>
          </w:tcPr>
          <w:p w:rsidR="00D450AB" w:rsidRPr="009D3329" w:rsidRDefault="00D450AB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D450AB" w:rsidRPr="009D3329" w:rsidRDefault="00D450A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D450AB" w:rsidRPr="009D3329" w:rsidTr="00593830">
        <w:trPr>
          <w:cantSplit/>
        </w:trPr>
        <w:tc>
          <w:tcPr>
            <w:tcW w:w="9001" w:type="dxa"/>
            <w:vMerge w:val="restart"/>
          </w:tcPr>
          <w:p w:rsidR="00F14EB3" w:rsidRPr="009D3329" w:rsidRDefault="00D450AB" w:rsidP="00F14EB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te doen o</w:t>
            </w:r>
            <w:r w:rsidR="00593830" w:rsidRPr="009D3329">
              <w:rPr>
                <w:rFonts w:ascii="Arial" w:hAnsi="Arial" w:cs="Arial"/>
                <w:sz w:val="22"/>
                <w:szCs w:val="22"/>
              </w:rPr>
              <w:t xml:space="preserve">ver  de inkoop en afzet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van boomkwekerijgewassen maak je gebruik van </w:t>
            </w:r>
            <w:r w:rsidR="00593830" w:rsidRPr="009D3329">
              <w:rPr>
                <w:rFonts w:ascii="Arial" w:hAnsi="Arial" w:cs="Arial"/>
                <w:sz w:val="22"/>
                <w:szCs w:val="22"/>
              </w:rPr>
              <w:t xml:space="preserve">de </w:t>
            </w:r>
            <w:proofErr w:type="spellStart"/>
            <w:r w:rsidR="00593830" w:rsidRPr="009D3329">
              <w:rPr>
                <w:rFonts w:ascii="Arial" w:hAnsi="Arial" w:cs="Arial"/>
                <w:sz w:val="22"/>
                <w:szCs w:val="22"/>
              </w:rPr>
              <w:t>webquest</w:t>
            </w:r>
            <w:proofErr w:type="spellEnd"/>
            <w:r w:rsidR="00593830" w:rsidRPr="009D3329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F14EB3">
              <w:rPr>
                <w:rFonts w:ascii="Arial" w:hAnsi="Arial" w:cs="Arial"/>
                <w:sz w:val="22"/>
                <w:szCs w:val="22"/>
              </w:rPr>
              <w:t>techniek in de boomkwekerij niveau 2</w:t>
            </w:r>
          </w:p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Je gaat in deze les de opdrachten  </w:t>
            </w:r>
            <w:r w:rsidR="00F14EB3">
              <w:rPr>
                <w:rFonts w:ascii="Arial" w:hAnsi="Arial" w:cs="Arial"/>
                <w:sz w:val="22"/>
                <w:szCs w:val="22"/>
              </w:rPr>
              <w:t>1 t/m 3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maken.  De antwoorden  noteer je op het antwoordvel en deze sla je op in word .Zodra deze opdrachten  gemaakt zijn worden deze door de  docent nagekeken .</w:t>
            </w:r>
          </w:p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14EB3" w:rsidRDefault="00F14EB3" w:rsidP="00F14E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Bij bronnen niveau 2 </w:t>
            </w:r>
          </w:p>
          <w:p w:rsidR="00F14EB3" w:rsidRPr="009D3329" w:rsidRDefault="00D450AB" w:rsidP="00F14EB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</w:t>
            </w:r>
            <w:r w:rsidR="00593830" w:rsidRPr="009D3329">
              <w:rPr>
                <w:rFonts w:ascii="Arial" w:hAnsi="Arial" w:cs="Arial"/>
                <w:sz w:val="22"/>
                <w:szCs w:val="22"/>
              </w:rPr>
              <w:t xml:space="preserve">ebquest  </w:t>
            </w:r>
            <w:r w:rsidR="00F14EB3">
              <w:rPr>
                <w:rFonts w:ascii="Arial" w:hAnsi="Arial" w:cs="Arial"/>
                <w:sz w:val="22"/>
                <w:szCs w:val="22"/>
              </w:rPr>
              <w:t>Techniek in de boomkwekerij niveau 2</w:t>
            </w:r>
          </w:p>
          <w:p w:rsidR="00D450AB" w:rsidRPr="009D3329" w:rsidRDefault="00D450AB" w:rsidP="00F14E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D450AB" w:rsidRPr="009D3329" w:rsidTr="00593830">
        <w:trPr>
          <w:cantSplit/>
        </w:trPr>
        <w:tc>
          <w:tcPr>
            <w:tcW w:w="9001" w:type="dxa"/>
            <w:vMerge/>
          </w:tcPr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D450AB" w:rsidRPr="009D3329" w:rsidRDefault="00D450A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D450AB" w:rsidRPr="009D3329" w:rsidTr="00593830">
        <w:trPr>
          <w:cantSplit/>
        </w:trPr>
        <w:tc>
          <w:tcPr>
            <w:tcW w:w="9001" w:type="dxa"/>
            <w:vMerge/>
          </w:tcPr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0AB" w:rsidRPr="009D3329" w:rsidTr="00593830">
        <w:tc>
          <w:tcPr>
            <w:tcW w:w="9001" w:type="dxa"/>
            <w:shd w:val="pct37" w:color="000000" w:fill="FFFFFF"/>
          </w:tcPr>
          <w:p w:rsidR="00D450AB" w:rsidRPr="009D3329" w:rsidRDefault="00D450A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D450AB" w:rsidRPr="009D3329" w:rsidRDefault="00D450A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D450AB" w:rsidRPr="009D3329" w:rsidTr="00593830">
        <w:tc>
          <w:tcPr>
            <w:tcW w:w="9001" w:type="dxa"/>
          </w:tcPr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D450AB" w:rsidRPr="009D3329" w:rsidRDefault="00D450AB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F06DB" w:rsidRDefault="00FF06DB" w:rsidP="00FF06DB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FF06DB" w:rsidRPr="009D3329" w:rsidRDefault="00FF06DB" w:rsidP="00FF06DB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luisteren</w:t>
            </w:r>
          </w:p>
          <w:p w:rsidR="00FF06DB" w:rsidRPr="009D3329" w:rsidRDefault="00FF06DB" w:rsidP="00FF06DB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FF06DB" w:rsidRPr="009D3329" w:rsidRDefault="00FF06DB" w:rsidP="00FF06DB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D450AB" w:rsidRPr="009D3329" w:rsidRDefault="00D450AB" w:rsidP="00593830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450AB" w:rsidRPr="009D3329" w:rsidRDefault="00D450A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14EB3" w:rsidRPr="009D3329" w:rsidRDefault="00D450AB" w:rsidP="00F14EB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Opdracht  </w:t>
            </w:r>
            <w:r w:rsidR="00593830" w:rsidRPr="009D3329">
              <w:rPr>
                <w:rFonts w:ascii="Arial" w:hAnsi="Arial" w:cs="Arial"/>
                <w:sz w:val="22"/>
                <w:szCs w:val="22"/>
              </w:rPr>
              <w:t>1</w:t>
            </w:r>
            <w:r w:rsidR="00F14EB3">
              <w:rPr>
                <w:rFonts w:ascii="Arial" w:hAnsi="Arial" w:cs="Arial"/>
                <w:sz w:val="22"/>
                <w:szCs w:val="22"/>
              </w:rPr>
              <w:t xml:space="preserve"> t/m  3 van de w</w:t>
            </w:r>
            <w:r w:rsidRPr="009D3329">
              <w:rPr>
                <w:rFonts w:ascii="Arial" w:hAnsi="Arial" w:cs="Arial"/>
                <w:sz w:val="22"/>
                <w:szCs w:val="22"/>
              </w:rPr>
              <w:t>ebquest</w:t>
            </w:r>
            <w:r w:rsidR="00593830" w:rsidRPr="009D3329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F14EB3">
              <w:rPr>
                <w:rFonts w:ascii="Arial" w:hAnsi="Arial" w:cs="Arial"/>
                <w:sz w:val="22"/>
                <w:szCs w:val="22"/>
              </w:rPr>
              <w:t>techniek in de boomkwekerij niveau 2</w:t>
            </w:r>
          </w:p>
          <w:p w:rsidR="00D450AB" w:rsidRPr="009D3329" w:rsidRDefault="00D450AB" w:rsidP="00593830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D450AB" w:rsidRPr="009D3329" w:rsidRDefault="00D450AB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D450AB" w:rsidRPr="009D3329" w:rsidRDefault="00D450AB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 w:rsidR="00AC51F6" w:rsidRPr="00AC51F6">
              <w:rPr>
                <w:rFonts w:ascii="Arial" w:hAnsi="Arial" w:cs="Arial"/>
                <w:b w:val="0"/>
                <w:sz w:val="22"/>
                <w:szCs w:val="22"/>
              </w:rPr>
              <w:t>zie overzicht bpv opdrachten</w:t>
            </w:r>
          </w:p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50AB" w:rsidRPr="009D3329" w:rsidTr="00593830">
        <w:trPr>
          <w:trHeight w:val="223"/>
        </w:trPr>
        <w:tc>
          <w:tcPr>
            <w:tcW w:w="9001" w:type="dxa"/>
            <w:shd w:val="pct37" w:color="000000" w:fill="FFFFFF"/>
          </w:tcPr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D450AB" w:rsidRPr="009D3329" w:rsidRDefault="00D450A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D450AB" w:rsidRPr="009D3329" w:rsidTr="00593830">
        <w:trPr>
          <w:cantSplit/>
        </w:trPr>
        <w:tc>
          <w:tcPr>
            <w:tcW w:w="9001" w:type="dxa"/>
          </w:tcPr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FF06DB" w:rsidRDefault="00FF06DB" w:rsidP="00F14EB3">
      <w:pPr>
        <w:rPr>
          <w:rFonts w:ascii="Arial" w:hAnsi="Arial" w:cs="Arial"/>
          <w:sz w:val="22"/>
          <w:szCs w:val="22"/>
        </w:rPr>
      </w:pPr>
    </w:p>
    <w:p w:rsidR="00F14EB3" w:rsidRPr="009D3329" w:rsidRDefault="00593830" w:rsidP="00F14EB3">
      <w:pPr>
        <w:rPr>
          <w:rFonts w:ascii="Arial" w:hAnsi="Arial" w:cs="Arial"/>
          <w:sz w:val="22"/>
          <w:szCs w:val="22"/>
        </w:rPr>
      </w:pPr>
      <w:r w:rsidRPr="009D3329">
        <w:rPr>
          <w:rFonts w:ascii="Arial" w:hAnsi="Arial" w:cs="Arial"/>
          <w:sz w:val="22"/>
          <w:szCs w:val="22"/>
        </w:rPr>
        <w:lastRenderedPageBreak/>
        <w:t xml:space="preserve">Lesbrief 6  </w:t>
      </w:r>
      <w:r w:rsidR="00F14EB3">
        <w:rPr>
          <w:rFonts w:ascii="Arial" w:hAnsi="Arial" w:cs="Arial"/>
          <w:sz w:val="22"/>
          <w:szCs w:val="22"/>
        </w:rPr>
        <w:t>Techniek in de boomkwekerij niveau 2</w:t>
      </w:r>
    </w:p>
    <w:p w:rsidR="00593830" w:rsidRPr="009D3329" w:rsidRDefault="00593830" w:rsidP="00593830">
      <w:pPr>
        <w:rPr>
          <w:rFonts w:ascii="Arial" w:hAnsi="Arial" w:cs="Arial"/>
          <w:sz w:val="22"/>
          <w:szCs w:val="22"/>
        </w:rPr>
      </w:pPr>
    </w:p>
    <w:p w:rsidR="00593830" w:rsidRPr="009D3329" w:rsidRDefault="00593830" w:rsidP="00593830">
      <w:pPr>
        <w:ind w:firstLine="708"/>
        <w:jc w:val="center"/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593830" w:rsidRPr="009D3329" w:rsidTr="00593830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593830" w:rsidRPr="009D3329" w:rsidTr="00593830">
        <w:trPr>
          <w:cantSplit/>
        </w:trPr>
        <w:tc>
          <w:tcPr>
            <w:tcW w:w="10135" w:type="dxa"/>
            <w:gridSpan w:val="2"/>
          </w:tcPr>
          <w:p w:rsidR="00593830" w:rsidRPr="009D3329" w:rsidRDefault="007E4853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  <w:r w:rsidR="00593830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</w:t>
            </w:r>
            <w:r w:rsidR="00593830"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593830" w:rsidRPr="009D3329" w:rsidTr="00593830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593830" w:rsidRPr="009D3329" w:rsidRDefault="00593830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593830" w:rsidRPr="009D3329" w:rsidTr="00593830">
        <w:trPr>
          <w:cantSplit/>
        </w:trPr>
        <w:tc>
          <w:tcPr>
            <w:tcW w:w="10135" w:type="dxa"/>
            <w:gridSpan w:val="2"/>
          </w:tcPr>
          <w:p w:rsidR="00593830" w:rsidRPr="009D3329" w:rsidRDefault="00593830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593830" w:rsidRDefault="00FF06DB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veiligheid bij het werken met machines aangeven</w:t>
            </w:r>
          </w:p>
          <w:p w:rsidR="00FF06DB" w:rsidRDefault="00FF06DB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gevaren herkennen bij het werken met rooimachines</w:t>
            </w:r>
          </w:p>
          <w:p w:rsidR="00FF06DB" w:rsidRDefault="00FF06DB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hoe je gevaarlijke situaties moet voorkomen</w:t>
            </w:r>
          </w:p>
          <w:p w:rsidR="00FF06DB" w:rsidRDefault="00FF06DB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hoe je kerstbomen het beste kunt oogsten</w:t>
            </w:r>
          </w:p>
          <w:p w:rsidR="00FF06DB" w:rsidRPr="009D3329" w:rsidRDefault="00FF06DB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een palletmachine doet</w:t>
            </w:r>
          </w:p>
          <w:p w:rsidR="00593830" w:rsidRPr="009D3329" w:rsidRDefault="00593830" w:rsidP="000A19E2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3830" w:rsidRPr="009D3329" w:rsidTr="00593830">
        <w:tc>
          <w:tcPr>
            <w:tcW w:w="9001" w:type="dxa"/>
            <w:shd w:val="pct40" w:color="000000" w:fill="FFFFFF"/>
          </w:tcPr>
          <w:p w:rsidR="00593830" w:rsidRPr="009D3329" w:rsidRDefault="00593830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593830" w:rsidRPr="009D3329" w:rsidRDefault="00593830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593830" w:rsidRPr="009D3329" w:rsidTr="00593830">
        <w:tc>
          <w:tcPr>
            <w:tcW w:w="9001" w:type="dxa"/>
          </w:tcPr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593830" w:rsidRPr="009D3329" w:rsidRDefault="00593830" w:rsidP="00593830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noteer wat je</w:t>
            </w:r>
            <w:r w:rsidR="004D5F31" w:rsidRPr="009D3329">
              <w:rPr>
                <w:rFonts w:ascii="Arial" w:hAnsi="Arial" w:cs="Arial"/>
                <w:sz w:val="22"/>
                <w:szCs w:val="22"/>
              </w:rPr>
              <w:t xml:space="preserve"> weet over  schaalvergroting in de boomkwekerij en over  mogelijke acties hoe je de verkoop van boomkwekerijproducten kunt stimuleren</w:t>
            </w:r>
          </w:p>
          <w:p w:rsidR="00593830" w:rsidRPr="009D3329" w:rsidRDefault="00593830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593830" w:rsidRPr="009D3329" w:rsidRDefault="00593830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593830" w:rsidRPr="009D3329" w:rsidRDefault="00593830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593830" w:rsidRPr="009D3329" w:rsidTr="00593830">
        <w:tc>
          <w:tcPr>
            <w:tcW w:w="9001" w:type="dxa"/>
            <w:shd w:val="pct37" w:color="000000" w:fill="FFFFFF"/>
          </w:tcPr>
          <w:p w:rsidR="00593830" w:rsidRPr="009D3329" w:rsidRDefault="00593830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593830" w:rsidRPr="009D3329" w:rsidRDefault="00593830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593830" w:rsidRPr="009D3329" w:rsidTr="00593830">
        <w:trPr>
          <w:cantSplit/>
        </w:trPr>
        <w:tc>
          <w:tcPr>
            <w:tcW w:w="9001" w:type="dxa"/>
            <w:vMerge w:val="restart"/>
          </w:tcPr>
          <w:p w:rsidR="00F14EB3" w:rsidRPr="009D3329" w:rsidRDefault="00593830" w:rsidP="00F14EB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Om  wat meer kennis op te doen over  de inkoop en afzet  van boomkwekerijgewassen maak je gebruik van de webquest  </w:t>
            </w:r>
            <w:r w:rsidR="000A19E2">
              <w:rPr>
                <w:rFonts w:ascii="Arial" w:hAnsi="Arial" w:cs="Arial"/>
                <w:sz w:val="22"/>
                <w:szCs w:val="22"/>
              </w:rPr>
              <w:t>t</w:t>
            </w:r>
            <w:r w:rsidR="00F14EB3">
              <w:rPr>
                <w:rFonts w:ascii="Arial" w:hAnsi="Arial" w:cs="Arial"/>
                <w:sz w:val="22"/>
                <w:szCs w:val="22"/>
              </w:rPr>
              <w:t>echniek in de boomkwekerij niveau 2</w:t>
            </w:r>
          </w:p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Je g</w:t>
            </w:r>
            <w:r w:rsidR="00F14EB3">
              <w:rPr>
                <w:rFonts w:ascii="Arial" w:hAnsi="Arial" w:cs="Arial"/>
                <w:sz w:val="22"/>
                <w:szCs w:val="22"/>
              </w:rPr>
              <w:t>aat in deze les de opdrachten  4 t/m 5</w:t>
            </w:r>
            <w:r w:rsidR="00E77A02"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maken.  De antwoorden  noteer je op het antwoordvel en deze sla je op in word .Zodra deze opdrachten  gemaakt zijn worden deze door de  docent nagekeken .</w:t>
            </w:r>
          </w:p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93830" w:rsidRPr="009D3329" w:rsidRDefault="00F14EB3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F14EB3" w:rsidRPr="009D3329" w:rsidRDefault="00593830" w:rsidP="00F14EB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Webquest  </w:t>
            </w:r>
            <w:r w:rsidR="00F14EB3">
              <w:rPr>
                <w:rFonts w:ascii="Arial" w:hAnsi="Arial" w:cs="Arial"/>
                <w:sz w:val="22"/>
                <w:szCs w:val="22"/>
              </w:rPr>
              <w:t>techniek in de boomkwekerij niveau 2</w:t>
            </w:r>
          </w:p>
          <w:p w:rsidR="00593830" w:rsidRPr="009D3329" w:rsidRDefault="00593830" w:rsidP="00F14E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593830" w:rsidRPr="009D3329" w:rsidTr="00593830">
        <w:trPr>
          <w:cantSplit/>
        </w:trPr>
        <w:tc>
          <w:tcPr>
            <w:tcW w:w="9001" w:type="dxa"/>
            <w:vMerge/>
          </w:tcPr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593830" w:rsidRPr="009D3329" w:rsidRDefault="00593830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593830" w:rsidRPr="009D3329" w:rsidTr="00593830">
        <w:trPr>
          <w:cantSplit/>
        </w:trPr>
        <w:tc>
          <w:tcPr>
            <w:tcW w:w="9001" w:type="dxa"/>
            <w:vMerge/>
          </w:tcPr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3830" w:rsidRPr="009D3329" w:rsidTr="00593830">
        <w:tc>
          <w:tcPr>
            <w:tcW w:w="9001" w:type="dxa"/>
            <w:shd w:val="pct37" w:color="000000" w:fill="FFFFFF"/>
          </w:tcPr>
          <w:p w:rsidR="00593830" w:rsidRPr="009D3329" w:rsidRDefault="00593830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593830" w:rsidRPr="009D3329" w:rsidRDefault="00593830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593830" w:rsidRPr="009D3329" w:rsidTr="00593830">
        <w:tc>
          <w:tcPr>
            <w:tcW w:w="9001" w:type="dxa"/>
          </w:tcPr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593830" w:rsidRPr="009D3329" w:rsidRDefault="00593830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F06DB" w:rsidRDefault="00FF06DB" w:rsidP="00FF06DB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FF06DB" w:rsidRPr="009D3329" w:rsidRDefault="00FF06DB" w:rsidP="00FF06DB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luisteren</w:t>
            </w:r>
          </w:p>
          <w:p w:rsidR="00FF06DB" w:rsidRPr="009D3329" w:rsidRDefault="00FF06DB" w:rsidP="00FF06DB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FF06DB" w:rsidRPr="009D3329" w:rsidRDefault="00FF06DB" w:rsidP="00FF06DB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593830" w:rsidRPr="009D3329" w:rsidRDefault="00593830" w:rsidP="00593830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93830" w:rsidRPr="009D3329" w:rsidRDefault="00593830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14EB3" w:rsidRPr="009D3329" w:rsidRDefault="00593830" w:rsidP="00F14EB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="00F14EB3">
              <w:rPr>
                <w:rFonts w:ascii="Arial" w:hAnsi="Arial" w:cs="Arial"/>
                <w:sz w:val="22"/>
                <w:szCs w:val="22"/>
              </w:rPr>
              <w:t>Opdracht  4t/m 5 van de w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ebquest  </w:t>
            </w:r>
            <w:r w:rsidR="00F14EB3">
              <w:rPr>
                <w:rFonts w:ascii="Arial" w:hAnsi="Arial" w:cs="Arial"/>
                <w:sz w:val="22"/>
                <w:szCs w:val="22"/>
              </w:rPr>
              <w:t>techniek in de boomkwekerij niveau 2</w:t>
            </w:r>
          </w:p>
          <w:p w:rsidR="00593830" w:rsidRPr="009D3329" w:rsidRDefault="00593830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593830" w:rsidRPr="009D3329" w:rsidRDefault="00593830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 w:rsidR="00AC51F6" w:rsidRPr="00AC51F6">
              <w:rPr>
                <w:rFonts w:ascii="Arial" w:hAnsi="Arial" w:cs="Arial"/>
                <w:b w:val="0"/>
                <w:sz w:val="22"/>
                <w:szCs w:val="22"/>
              </w:rPr>
              <w:t>zie overzicht bpv opdrachten</w:t>
            </w:r>
          </w:p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3830" w:rsidRPr="009D3329" w:rsidTr="00593830">
        <w:trPr>
          <w:trHeight w:val="223"/>
        </w:trPr>
        <w:tc>
          <w:tcPr>
            <w:tcW w:w="9001" w:type="dxa"/>
            <w:shd w:val="pct37" w:color="000000" w:fill="FFFFFF"/>
          </w:tcPr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593830" w:rsidRPr="009D3329" w:rsidRDefault="00593830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593830" w:rsidRPr="009D3329" w:rsidTr="00593830">
        <w:trPr>
          <w:cantSplit/>
        </w:trPr>
        <w:tc>
          <w:tcPr>
            <w:tcW w:w="9001" w:type="dxa"/>
          </w:tcPr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593830" w:rsidRPr="009D3329" w:rsidRDefault="00593830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0A19E2" w:rsidRDefault="000A19E2" w:rsidP="00F14EB3">
      <w:pPr>
        <w:rPr>
          <w:rFonts w:ascii="Arial" w:hAnsi="Arial" w:cs="Arial"/>
          <w:sz w:val="22"/>
          <w:szCs w:val="22"/>
        </w:rPr>
      </w:pPr>
    </w:p>
    <w:p w:rsidR="000A19E2" w:rsidRDefault="000A19E2" w:rsidP="00F14EB3">
      <w:pPr>
        <w:rPr>
          <w:rFonts w:ascii="Arial" w:hAnsi="Arial" w:cs="Arial"/>
          <w:sz w:val="22"/>
          <w:szCs w:val="22"/>
        </w:rPr>
      </w:pPr>
    </w:p>
    <w:p w:rsidR="000A19E2" w:rsidRDefault="000A19E2" w:rsidP="00F14EB3">
      <w:pPr>
        <w:rPr>
          <w:rFonts w:ascii="Arial" w:hAnsi="Arial" w:cs="Arial"/>
          <w:sz w:val="22"/>
          <w:szCs w:val="22"/>
        </w:rPr>
      </w:pPr>
    </w:p>
    <w:p w:rsidR="00FF06DB" w:rsidRDefault="00FF06DB" w:rsidP="00F14EB3">
      <w:pPr>
        <w:rPr>
          <w:rFonts w:ascii="Arial" w:hAnsi="Arial" w:cs="Arial"/>
          <w:sz w:val="22"/>
          <w:szCs w:val="22"/>
        </w:rPr>
      </w:pPr>
    </w:p>
    <w:p w:rsidR="00F14EB3" w:rsidRPr="009D3329" w:rsidRDefault="00E77A02" w:rsidP="00F14EB3">
      <w:pPr>
        <w:rPr>
          <w:rFonts w:ascii="Arial" w:hAnsi="Arial" w:cs="Arial"/>
          <w:sz w:val="22"/>
          <w:szCs w:val="22"/>
        </w:rPr>
      </w:pPr>
      <w:r w:rsidRPr="009D3329">
        <w:rPr>
          <w:rFonts w:ascii="Arial" w:hAnsi="Arial" w:cs="Arial"/>
          <w:sz w:val="22"/>
          <w:szCs w:val="22"/>
        </w:rPr>
        <w:lastRenderedPageBreak/>
        <w:t xml:space="preserve">Lesbrief 7  </w:t>
      </w:r>
      <w:r w:rsidR="00F14EB3">
        <w:rPr>
          <w:rFonts w:ascii="Arial" w:hAnsi="Arial" w:cs="Arial"/>
          <w:sz w:val="22"/>
          <w:szCs w:val="22"/>
        </w:rPr>
        <w:t>Techniek in de boomkwekerij niveau 2</w:t>
      </w:r>
    </w:p>
    <w:p w:rsidR="00E77A02" w:rsidRPr="009D3329" w:rsidRDefault="00E77A02" w:rsidP="00E77A02">
      <w:pPr>
        <w:rPr>
          <w:rFonts w:ascii="Arial" w:hAnsi="Arial" w:cs="Arial"/>
          <w:sz w:val="22"/>
          <w:szCs w:val="22"/>
        </w:rPr>
      </w:pPr>
    </w:p>
    <w:p w:rsidR="00E77A02" w:rsidRPr="009D3329" w:rsidRDefault="00E77A02" w:rsidP="00E77A02">
      <w:pPr>
        <w:ind w:firstLine="708"/>
        <w:jc w:val="center"/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E77A02" w:rsidRPr="009D3329" w:rsidTr="00005E16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E77A02" w:rsidRPr="009D3329" w:rsidTr="00005E16">
        <w:trPr>
          <w:cantSplit/>
        </w:trPr>
        <w:tc>
          <w:tcPr>
            <w:tcW w:w="10135" w:type="dxa"/>
            <w:gridSpan w:val="2"/>
          </w:tcPr>
          <w:p w:rsidR="00E77A02" w:rsidRPr="009D3329" w:rsidRDefault="007E4853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</w:t>
            </w:r>
            <w:r w:rsidR="00E77A02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  10 min</w:t>
            </w:r>
          </w:p>
        </w:tc>
      </w:tr>
      <w:tr w:rsidR="00E77A02" w:rsidRPr="009D3329" w:rsidTr="00005E16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E77A02" w:rsidRPr="009D3329" w:rsidRDefault="00E77A02" w:rsidP="00005E1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E77A02" w:rsidRPr="009D3329" w:rsidTr="00005E16">
        <w:trPr>
          <w:cantSplit/>
        </w:trPr>
        <w:tc>
          <w:tcPr>
            <w:tcW w:w="10135" w:type="dxa"/>
            <w:gridSpan w:val="2"/>
          </w:tcPr>
          <w:p w:rsidR="00E77A02" w:rsidRPr="009D3329" w:rsidRDefault="00E77A02" w:rsidP="00005E16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E77A02" w:rsidRDefault="00FF06DB" w:rsidP="00005E1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lieren is</w:t>
            </w:r>
          </w:p>
          <w:p w:rsidR="00FF06DB" w:rsidRDefault="00FF06DB" w:rsidP="00005E1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bij welke gewassen je het lieren toepast</w:t>
            </w:r>
          </w:p>
          <w:p w:rsidR="00FF06DB" w:rsidRDefault="00FF06DB" w:rsidP="00005E1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welke methoden er zijn voor het rooien met kluit</w:t>
            </w:r>
          </w:p>
          <w:p w:rsidR="00FF06DB" w:rsidRDefault="00FF06DB" w:rsidP="00FF06DB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welke methoden er zijn voor het rooien zonder kluit</w:t>
            </w:r>
          </w:p>
          <w:p w:rsidR="00FF06DB" w:rsidRPr="009D3329" w:rsidRDefault="00FF06DB" w:rsidP="00FF06DB">
            <w:pPr>
              <w:rPr>
                <w:rFonts w:ascii="Arial" w:hAnsi="Arial" w:cs="Arial"/>
                <w:sz w:val="22"/>
                <w:szCs w:val="22"/>
              </w:rPr>
            </w:pPr>
          </w:p>
          <w:p w:rsidR="00E77A02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</w:p>
          <w:p w:rsidR="000A19E2" w:rsidRPr="009D3329" w:rsidRDefault="000A19E2" w:rsidP="00005E1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7A02" w:rsidRPr="009D3329" w:rsidTr="00005E16">
        <w:tc>
          <w:tcPr>
            <w:tcW w:w="9001" w:type="dxa"/>
            <w:shd w:val="pct40" w:color="000000" w:fill="FFFFFF"/>
          </w:tcPr>
          <w:p w:rsidR="00E77A02" w:rsidRPr="009D3329" w:rsidRDefault="00E77A02" w:rsidP="00005E1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E77A02" w:rsidRPr="009D3329" w:rsidRDefault="00E77A02" w:rsidP="00005E1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E77A02" w:rsidRPr="009D3329" w:rsidTr="00005E16">
        <w:tc>
          <w:tcPr>
            <w:tcW w:w="9001" w:type="dxa"/>
          </w:tcPr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E77A02" w:rsidRPr="009D3329" w:rsidRDefault="00E77A02" w:rsidP="00005E16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noteer wat je weet over  schaalvergroting in de boomkwekerij en over  mogelijke acties hoe je de verkoop van boomkwekerijproducten kunt stimuleren</w:t>
            </w:r>
          </w:p>
          <w:p w:rsidR="00E77A02" w:rsidRPr="009D3329" w:rsidRDefault="00E77A02" w:rsidP="00005E16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E77A02" w:rsidRPr="009D3329" w:rsidRDefault="00E77A02" w:rsidP="00005E16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E77A02" w:rsidRPr="009D3329" w:rsidRDefault="00E77A02" w:rsidP="00005E16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E77A02" w:rsidRPr="009D3329" w:rsidTr="00005E16">
        <w:tc>
          <w:tcPr>
            <w:tcW w:w="9001" w:type="dxa"/>
            <w:shd w:val="pct37" w:color="000000" w:fill="FFFFFF"/>
          </w:tcPr>
          <w:p w:rsidR="00E77A02" w:rsidRPr="009D3329" w:rsidRDefault="00E77A02" w:rsidP="00005E16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E77A02" w:rsidRPr="009D3329" w:rsidRDefault="00E77A02" w:rsidP="00005E1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E77A02" w:rsidRPr="009D3329" w:rsidTr="00005E16">
        <w:trPr>
          <w:cantSplit/>
        </w:trPr>
        <w:tc>
          <w:tcPr>
            <w:tcW w:w="9001" w:type="dxa"/>
            <w:vMerge w:val="restart"/>
          </w:tcPr>
          <w:p w:rsidR="000A19E2" w:rsidRPr="009D3329" w:rsidRDefault="00E77A02" w:rsidP="000A19E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te doen over  de inkoop en afzet  van boomkwekerijgewassen m</w:t>
            </w:r>
            <w:r w:rsidR="000A19E2">
              <w:rPr>
                <w:rFonts w:ascii="Arial" w:hAnsi="Arial" w:cs="Arial"/>
                <w:sz w:val="22"/>
                <w:szCs w:val="22"/>
              </w:rPr>
              <w:t>aak je gebruik van de webquest techniek in de boomkwekerij niveau 2</w:t>
            </w:r>
          </w:p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Je gaat in de</w:t>
            </w:r>
            <w:r w:rsidR="000A19E2">
              <w:rPr>
                <w:rFonts w:ascii="Arial" w:hAnsi="Arial" w:cs="Arial"/>
                <w:sz w:val="22"/>
                <w:szCs w:val="22"/>
              </w:rPr>
              <w:t>ze les opdracht 7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maken.  De antwoorden  noteer je op het antwoordvel en deze sla je op in word .Zodra deze opdrachten  gemaakt zijn worden deze door de  docent nagekeken .</w:t>
            </w:r>
          </w:p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77A02" w:rsidRPr="009D3329" w:rsidRDefault="00F14EB3" w:rsidP="00005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F14EB3" w:rsidRPr="009D3329" w:rsidRDefault="00E77A02" w:rsidP="00F14EB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Webquest  </w:t>
            </w:r>
            <w:r w:rsidR="00F14EB3">
              <w:rPr>
                <w:rFonts w:ascii="Arial" w:hAnsi="Arial" w:cs="Arial"/>
                <w:sz w:val="22"/>
                <w:szCs w:val="22"/>
              </w:rPr>
              <w:t>Techniek in de boomkwekerij niveau 2</w:t>
            </w:r>
          </w:p>
          <w:p w:rsidR="00E77A02" w:rsidRPr="009D3329" w:rsidRDefault="00E77A02" w:rsidP="00F14E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E77A02" w:rsidRPr="009D3329" w:rsidTr="00005E16">
        <w:trPr>
          <w:cantSplit/>
        </w:trPr>
        <w:tc>
          <w:tcPr>
            <w:tcW w:w="9001" w:type="dxa"/>
            <w:vMerge/>
          </w:tcPr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E77A02" w:rsidRPr="009D3329" w:rsidRDefault="00E77A02" w:rsidP="00005E1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E77A02" w:rsidRPr="009D3329" w:rsidTr="00005E16">
        <w:trPr>
          <w:cantSplit/>
        </w:trPr>
        <w:tc>
          <w:tcPr>
            <w:tcW w:w="9001" w:type="dxa"/>
            <w:vMerge/>
          </w:tcPr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7A02" w:rsidRPr="009D3329" w:rsidTr="00005E16">
        <w:tc>
          <w:tcPr>
            <w:tcW w:w="9001" w:type="dxa"/>
            <w:shd w:val="pct37" w:color="000000" w:fill="FFFFFF"/>
          </w:tcPr>
          <w:p w:rsidR="00E77A02" w:rsidRPr="009D3329" w:rsidRDefault="00E77A02" w:rsidP="00005E1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E77A02" w:rsidRPr="009D3329" w:rsidRDefault="00E77A02" w:rsidP="00005E1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E77A02" w:rsidRPr="009D3329" w:rsidTr="00005E16">
        <w:tc>
          <w:tcPr>
            <w:tcW w:w="9001" w:type="dxa"/>
          </w:tcPr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E77A02" w:rsidRPr="009D3329" w:rsidRDefault="00E77A02" w:rsidP="00005E16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F06DB" w:rsidRDefault="00FF06DB" w:rsidP="00FF06DB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FF06DB" w:rsidRPr="009D3329" w:rsidRDefault="00FF06DB" w:rsidP="00FF06DB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luisteren</w:t>
            </w:r>
          </w:p>
          <w:p w:rsidR="00FF06DB" w:rsidRPr="009D3329" w:rsidRDefault="00FF06DB" w:rsidP="00FF06DB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FF06DB" w:rsidRPr="009D3329" w:rsidRDefault="00FF06DB" w:rsidP="00FF06DB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E77A02" w:rsidRPr="009D3329" w:rsidRDefault="00E77A02" w:rsidP="00005E16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77A02" w:rsidRPr="009D3329" w:rsidRDefault="00E77A02" w:rsidP="00005E1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14EB3" w:rsidRPr="009D3329" w:rsidRDefault="00E77A02" w:rsidP="00F14EB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="00F14EB3">
              <w:rPr>
                <w:rFonts w:ascii="Arial" w:hAnsi="Arial" w:cs="Arial"/>
                <w:sz w:val="22"/>
                <w:szCs w:val="22"/>
              </w:rPr>
              <w:t xml:space="preserve">Opdracht  7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van de webquest  </w:t>
            </w:r>
            <w:r w:rsidR="00F14EB3">
              <w:rPr>
                <w:rFonts w:ascii="Arial" w:hAnsi="Arial" w:cs="Arial"/>
                <w:sz w:val="22"/>
                <w:szCs w:val="22"/>
              </w:rPr>
              <w:t>techniek in de boomkwekerij niveau 2</w:t>
            </w:r>
          </w:p>
          <w:p w:rsidR="00E77A02" w:rsidRPr="009D3329" w:rsidRDefault="00E77A02" w:rsidP="00005E16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005E16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005E16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 w:rsidR="00AC51F6" w:rsidRPr="00AC51F6">
              <w:rPr>
                <w:rFonts w:ascii="Arial" w:hAnsi="Arial" w:cs="Arial"/>
                <w:b w:val="0"/>
                <w:sz w:val="22"/>
                <w:szCs w:val="22"/>
              </w:rPr>
              <w:t>zie overzicht bpv opdrachten</w:t>
            </w:r>
          </w:p>
          <w:p w:rsidR="00E77A02" w:rsidRPr="009D3329" w:rsidRDefault="00E77A02" w:rsidP="00005E16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7A02" w:rsidRPr="009D3329" w:rsidTr="00005E16">
        <w:trPr>
          <w:trHeight w:val="223"/>
        </w:trPr>
        <w:tc>
          <w:tcPr>
            <w:tcW w:w="9001" w:type="dxa"/>
            <w:shd w:val="pct37" w:color="000000" w:fill="FFFFFF"/>
          </w:tcPr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E77A02" w:rsidRPr="009D3329" w:rsidRDefault="00E77A02" w:rsidP="00005E1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E77A02" w:rsidRPr="009D3329" w:rsidTr="00005E16">
        <w:trPr>
          <w:cantSplit/>
        </w:trPr>
        <w:tc>
          <w:tcPr>
            <w:tcW w:w="9001" w:type="dxa"/>
          </w:tcPr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FF06DB" w:rsidRDefault="00FF06DB" w:rsidP="00F14EB3">
      <w:pPr>
        <w:rPr>
          <w:rFonts w:ascii="Arial" w:hAnsi="Arial" w:cs="Arial"/>
          <w:sz w:val="22"/>
          <w:szCs w:val="22"/>
        </w:rPr>
      </w:pPr>
    </w:p>
    <w:p w:rsidR="00F14EB3" w:rsidRPr="009D3329" w:rsidRDefault="00E77A02" w:rsidP="00F14EB3">
      <w:pPr>
        <w:rPr>
          <w:rFonts w:ascii="Arial" w:hAnsi="Arial" w:cs="Arial"/>
          <w:sz w:val="22"/>
          <w:szCs w:val="22"/>
        </w:rPr>
      </w:pPr>
      <w:r w:rsidRPr="009D3329">
        <w:rPr>
          <w:rFonts w:ascii="Arial" w:hAnsi="Arial" w:cs="Arial"/>
          <w:sz w:val="22"/>
          <w:szCs w:val="22"/>
        </w:rPr>
        <w:lastRenderedPageBreak/>
        <w:t xml:space="preserve">Lesbrief 8  </w:t>
      </w:r>
      <w:r w:rsidR="00F14EB3">
        <w:rPr>
          <w:rFonts w:ascii="Arial" w:hAnsi="Arial" w:cs="Arial"/>
          <w:sz w:val="22"/>
          <w:szCs w:val="22"/>
        </w:rPr>
        <w:t>Techniek in de boomkwekerij niveau 2</w:t>
      </w:r>
    </w:p>
    <w:p w:rsidR="00E77A02" w:rsidRPr="009D3329" w:rsidRDefault="00E77A02" w:rsidP="00E77A02">
      <w:pPr>
        <w:rPr>
          <w:rFonts w:ascii="Arial" w:hAnsi="Arial" w:cs="Arial"/>
          <w:sz w:val="22"/>
          <w:szCs w:val="22"/>
        </w:rPr>
      </w:pPr>
    </w:p>
    <w:p w:rsidR="00E77A02" w:rsidRPr="009D3329" w:rsidRDefault="00E77A02" w:rsidP="00E77A02">
      <w:pPr>
        <w:ind w:firstLine="708"/>
        <w:jc w:val="center"/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E77A02" w:rsidRPr="009D3329" w:rsidTr="00005E16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E77A02" w:rsidRPr="009D3329" w:rsidTr="00005E16">
        <w:trPr>
          <w:cantSplit/>
        </w:trPr>
        <w:tc>
          <w:tcPr>
            <w:tcW w:w="10135" w:type="dxa"/>
            <w:gridSpan w:val="2"/>
          </w:tcPr>
          <w:p w:rsidR="00E77A02" w:rsidRPr="009D3329" w:rsidRDefault="007E4853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</w:t>
            </w:r>
            <w:r w:rsidR="00E77A02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</w:t>
            </w:r>
            <w:r w:rsidR="00E77A02"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E77A02" w:rsidRPr="009D3329" w:rsidTr="00005E16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E77A02" w:rsidRPr="009D3329" w:rsidRDefault="00E77A02" w:rsidP="00005E1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E77A02" w:rsidRPr="009D3329" w:rsidTr="00005E16">
        <w:trPr>
          <w:cantSplit/>
        </w:trPr>
        <w:tc>
          <w:tcPr>
            <w:tcW w:w="10135" w:type="dxa"/>
            <w:gridSpan w:val="2"/>
          </w:tcPr>
          <w:p w:rsidR="00E77A02" w:rsidRPr="009D3329" w:rsidRDefault="00E77A02" w:rsidP="00005E16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E77A02" w:rsidRDefault="008B549A" w:rsidP="00005E1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wat je van deze webquest hebt geleerd?</w:t>
            </w:r>
          </w:p>
          <w:p w:rsidR="008B549A" w:rsidRDefault="008B549A" w:rsidP="00005E1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webquiz techniek in de boomteelt voldoende maken</w:t>
            </w:r>
          </w:p>
          <w:p w:rsidR="008B549A" w:rsidRDefault="008B549A" w:rsidP="00005E1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webquiz oogsten van boomkwekerijgewassen voldoende maken</w:t>
            </w:r>
          </w:p>
          <w:p w:rsidR="008B549A" w:rsidRDefault="008B549A" w:rsidP="00005E1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 gemaakte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bpv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opdrachten over oogst laten zien</w:t>
            </w:r>
          </w:p>
          <w:p w:rsidR="008B549A" w:rsidRDefault="008B549A" w:rsidP="00005E1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gemaakte praktijkopdrachten laten zien</w:t>
            </w:r>
          </w:p>
          <w:p w:rsidR="008B549A" w:rsidRDefault="008B549A" w:rsidP="00005E1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een samenvatting van je logboek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bpv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laten zien</w:t>
            </w:r>
          </w:p>
          <w:p w:rsidR="008B549A" w:rsidRDefault="008B549A" w:rsidP="00005E1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welke opdrachten je in je werkomgeving hebt staan</w:t>
            </w:r>
          </w:p>
          <w:p w:rsidR="008B549A" w:rsidRPr="009D3329" w:rsidRDefault="008B549A" w:rsidP="00005E1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aantonen dat alle opdrachten af zijn voor de toets</w:t>
            </w:r>
          </w:p>
          <w:p w:rsidR="00E77A02" w:rsidRDefault="00E77A02" w:rsidP="00005E16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0A19E2" w:rsidRDefault="000A19E2" w:rsidP="00005E16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0A19E2" w:rsidRPr="009D3329" w:rsidRDefault="000A19E2" w:rsidP="00005E16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7A02" w:rsidRPr="009D3329" w:rsidTr="00005E16">
        <w:tc>
          <w:tcPr>
            <w:tcW w:w="9001" w:type="dxa"/>
            <w:shd w:val="pct40" w:color="000000" w:fill="FFFFFF"/>
          </w:tcPr>
          <w:p w:rsidR="00E77A02" w:rsidRPr="009D3329" w:rsidRDefault="00E77A02" w:rsidP="00005E1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E77A02" w:rsidRPr="009D3329" w:rsidRDefault="00E77A02" w:rsidP="00005E1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E77A02" w:rsidRPr="009D3329" w:rsidTr="00005E16">
        <w:tc>
          <w:tcPr>
            <w:tcW w:w="9001" w:type="dxa"/>
          </w:tcPr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E77A02" w:rsidRPr="009D3329" w:rsidRDefault="00E77A02" w:rsidP="00005E16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noteer wat je weet over  de buitenlandse afzet en het produceren in het buitenland</w:t>
            </w:r>
          </w:p>
          <w:p w:rsidR="00E77A02" w:rsidRPr="009D3329" w:rsidRDefault="00E77A02" w:rsidP="00005E16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E77A02" w:rsidRPr="009D3329" w:rsidRDefault="00E77A02" w:rsidP="00005E16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E77A02" w:rsidRPr="009D3329" w:rsidTr="00005E16">
        <w:tc>
          <w:tcPr>
            <w:tcW w:w="9001" w:type="dxa"/>
            <w:shd w:val="pct37" w:color="000000" w:fill="FFFFFF"/>
          </w:tcPr>
          <w:p w:rsidR="00E77A02" w:rsidRPr="009D3329" w:rsidRDefault="00E77A02" w:rsidP="00005E16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E77A02" w:rsidRPr="009D3329" w:rsidRDefault="00E77A02" w:rsidP="00005E1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E77A02" w:rsidRPr="009D3329" w:rsidTr="00005E16">
        <w:trPr>
          <w:cantSplit/>
        </w:trPr>
        <w:tc>
          <w:tcPr>
            <w:tcW w:w="9001" w:type="dxa"/>
            <w:vMerge w:val="restart"/>
          </w:tcPr>
          <w:p w:rsidR="000A19E2" w:rsidRPr="009D3329" w:rsidRDefault="00E77A02" w:rsidP="000A19E2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</w:t>
            </w:r>
            <w:r w:rsidR="00965C8E" w:rsidRPr="009D3329">
              <w:rPr>
                <w:rFonts w:ascii="Arial" w:hAnsi="Arial" w:cs="Arial"/>
                <w:sz w:val="22"/>
                <w:szCs w:val="22"/>
              </w:rPr>
              <w:t>e doen over  de  internationale handel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van boomkwekerijgewassen maak je gebruik va</w:t>
            </w:r>
            <w:r w:rsidR="00965C8E" w:rsidRPr="009D3329">
              <w:rPr>
                <w:rFonts w:ascii="Arial" w:hAnsi="Arial" w:cs="Arial"/>
                <w:sz w:val="22"/>
                <w:szCs w:val="22"/>
              </w:rPr>
              <w:t xml:space="preserve">n de webquest  </w:t>
            </w:r>
            <w:r w:rsidR="000A19E2">
              <w:rPr>
                <w:rFonts w:ascii="Arial" w:hAnsi="Arial" w:cs="Arial"/>
                <w:sz w:val="22"/>
                <w:szCs w:val="22"/>
              </w:rPr>
              <w:t>techniek in de boomkwekerij niveau 2</w:t>
            </w:r>
          </w:p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Je gaat in deze les de</w:t>
            </w:r>
            <w:r w:rsidR="000A19E2">
              <w:rPr>
                <w:rFonts w:ascii="Arial" w:hAnsi="Arial" w:cs="Arial"/>
                <w:sz w:val="22"/>
                <w:szCs w:val="22"/>
              </w:rPr>
              <w:t xml:space="preserve"> opdrachten  8 t/m 9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maken.  De antwoorden  noteer je op het antwoordvel en deze sla je op in word .Zodra deze opdrachten  gemaakt zijn worden deze door de  docent nagekeken .</w:t>
            </w:r>
          </w:p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77A02" w:rsidRPr="009D3329" w:rsidRDefault="00F14EB3" w:rsidP="00005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F14EB3" w:rsidRPr="009D3329" w:rsidRDefault="00F14EB3" w:rsidP="00F14E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Webquest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 xml:space="preserve">  techniek in de boomkwekerij niveau 2</w:t>
            </w:r>
          </w:p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E77A02" w:rsidRPr="009D3329" w:rsidTr="00005E16">
        <w:trPr>
          <w:cantSplit/>
        </w:trPr>
        <w:tc>
          <w:tcPr>
            <w:tcW w:w="9001" w:type="dxa"/>
            <w:vMerge/>
          </w:tcPr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E77A02" w:rsidRPr="009D3329" w:rsidRDefault="00E77A02" w:rsidP="00005E1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E77A02" w:rsidRPr="009D3329" w:rsidTr="00005E16">
        <w:trPr>
          <w:cantSplit/>
        </w:trPr>
        <w:tc>
          <w:tcPr>
            <w:tcW w:w="9001" w:type="dxa"/>
            <w:vMerge/>
          </w:tcPr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7A02" w:rsidRPr="009D3329" w:rsidTr="00005E16">
        <w:tc>
          <w:tcPr>
            <w:tcW w:w="9001" w:type="dxa"/>
            <w:shd w:val="pct37" w:color="000000" w:fill="FFFFFF"/>
          </w:tcPr>
          <w:p w:rsidR="00E77A02" w:rsidRPr="009D3329" w:rsidRDefault="00E77A02" w:rsidP="00005E1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E77A02" w:rsidRPr="009D3329" w:rsidRDefault="00E77A02" w:rsidP="00005E1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E77A02" w:rsidRPr="009D3329" w:rsidTr="00005E16">
        <w:tc>
          <w:tcPr>
            <w:tcW w:w="9001" w:type="dxa"/>
          </w:tcPr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E77A02" w:rsidRPr="009D3329" w:rsidRDefault="00E77A02" w:rsidP="00005E16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F06DB" w:rsidRDefault="00FF06DB" w:rsidP="00FF06DB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FF06DB" w:rsidRPr="009D3329" w:rsidRDefault="00FF06DB" w:rsidP="00FF06DB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luisteren</w:t>
            </w:r>
          </w:p>
          <w:p w:rsidR="00FF06DB" w:rsidRPr="009D3329" w:rsidRDefault="00FF06DB" w:rsidP="00FF06DB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FF06DB" w:rsidRPr="009D3329" w:rsidRDefault="00FF06DB" w:rsidP="00FF06DB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E77A02" w:rsidRPr="009D3329" w:rsidRDefault="00E77A02" w:rsidP="00005E16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14EB3" w:rsidRPr="009D3329" w:rsidRDefault="00E77A02" w:rsidP="00F14EB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="00F14EB3" w:rsidRPr="00F14EB3">
              <w:rPr>
                <w:rFonts w:ascii="Arial" w:hAnsi="Arial" w:cs="Arial"/>
                <w:sz w:val="22"/>
                <w:szCs w:val="22"/>
              </w:rPr>
              <w:t>Opdracht</w:t>
            </w:r>
            <w:r w:rsidR="00F14EB3">
              <w:rPr>
                <w:rFonts w:ascii="Arial" w:hAnsi="Arial" w:cs="Arial"/>
                <w:sz w:val="22"/>
                <w:szCs w:val="22"/>
              </w:rPr>
              <w:t xml:space="preserve"> 8 t/m 9  van  webquest techniek in de boomkwekerij niveau 2</w:t>
            </w:r>
          </w:p>
          <w:p w:rsidR="00E77A02" w:rsidRPr="009D3329" w:rsidRDefault="00E77A02" w:rsidP="00FF06DB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 w:rsidR="00AC51F6" w:rsidRPr="00AC51F6">
              <w:rPr>
                <w:rFonts w:ascii="Arial" w:hAnsi="Arial" w:cs="Arial"/>
                <w:sz w:val="22"/>
                <w:szCs w:val="22"/>
              </w:rPr>
              <w:t>zie overzicht bpv opdrachten</w:t>
            </w:r>
          </w:p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80 min</w:t>
            </w:r>
          </w:p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7A02" w:rsidRPr="009D3329" w:rsidTr="00005E16">
        <w:trPr>
          <w:trHeight w:val="223"/>
        </w:trPr>
        <w:tc>
          <w:tcPr>
            <w:tcW w:w="9001" w:type="dxa"/>
            <w:shd w:val="pct37" w:color="000000" w:fill="FFFFFF"/>
          </w:tcPr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E77A02" w:rsidRPr="009D3329" w:rsidRDefault="00E77A02" w:rsidP="00005E1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E77A02" w:rsidRPr="009D3329" w:rsidTr="00005E16">
        <w:trPr>
          <w:cantSplit/>
        </w:trPr>
        <w:tc>
          <w:tcPr>
            <w:tcW w:w="9001" w:type="dxa"/>
          </w:tcPr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77A02" w:rsidRPr="009D3329" w:rsidRDefault="00E77A02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</w:tbl>
    <w:p w:rsidR="00965C8E" w:rsidRPr="009D3329" w:rsidRDefault="00965C8E" w:rsidP="00965C8E">
      <w:pPr>
        <w:rPr>
          <w:rFonts w:ascii="Arial" w:hAnsi="Arial" w:cs="Arial"/>
          <w:sz w:val="22"/>
          <w:szCs w:val="22"/>
        </w:rPr>
      </w:pPr>
      <w:r w:rsidRPr="009D3329">
        <w:rPr>
          <w:rFonts w:ascii="Arial" w:hAnsi="Arial" w:cs="Arial"/>
          <w:sz w:val="22"/>
          <w:szCs w:val="22"/>
        </w:rPr>
        <w:lastRenderedPageBreak/>
        <w:t>Lesbrief 9</w:t>
      </w:r>
      <w:r w:rsidR="00C97B96" w:rsidRPr="009D3329">
        <w:rPr>
          <w:rFonts w:ascii="Arial" w:hAnsi="Arial" w:cs="Arial"/>
          <w:sz w:val="22"/>
          <w:szCs w:val="22"/>
        </w:rPr>
        <w:t xml:space="preserve">  Toets</w:t>
      </w:r>
      <w:r w:rsidR="00005E16">
        <w:rPr>
          <w:rFonts w:ascii="Arial" w:hAnsi="Arial" w:cs="Arial"/>
          <w:sz w:val="22"/>
          <w:szCs w:val="22"/>
        </w:rPr>
        <w:t xml:space="preserve"> niveau 2</w:t>
      </w:r>
    </w:p>
    <w:p w:rsidR="00965C8E" w:rsidRPr="009D3329" w:rsidRDefault="00965C8E" w:rsidP="00965C8E">
      <w:pPr>
        <w:ind w:firstLine="708"/>
        <w:jc w:val="center"/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965C8E" w:rsidRPr="009D3329" w:rsidTr="00005E16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965C8E" w:rsidRPr="009D3329" w:rsidRDefault="00965C8E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965C8E" w:rsidRPr="009D3329" w:rsidTr="00005E16">
        <w:trPr>
          <w:cantSplit/>
        </w:trPr>
        <w:tc>
          <w:tcPr>
            <w:tcW w:w="10135" w:type="dxa"/>
            <w:gridSpan w:val="2"/>
          </w:tcPr>
          <w:p w:rsidR="00965C8E" w:rsidRPr="009D3329" w:rsidRDefault="007E4853" w:rsidP="008B549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Zorgvuldig werken</w:t>
            </w:r>
            <w:r w:rsidR="00965C8E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</w:t>
            </w:r>
          </w:p>
        </w:tc>
      </w:tr>
      <w:tr w:rsidR="00965C8E" w:rsidRPr="009D3329" w:rsidTr="00005E16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965C8E" w:rsidRPr="009D3329" w:rsidRDefault="00965C8E" w:rsidP="00005E1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965C8E" w:rsidRPr="009D3329" w:rsidTr="00005E16">
        <w:trPr>
          <w:cantSplit/>
        </w:trPr>
        <w:tc>
          <w:tcPr>
            <w:tcW w:w="10135" w:type="dxa"/>
            <w:gridSpan w:val="2"/>
          </w:tcPr>
          <w:p w:rsidR="00965C8E" w:rsidRPr="009D3329" w:rsidRDefault="00965C8E" w:rsidP="00005E16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965C8E" w:rsidRPr="009D3329" w:rsidRDefault="00C97B96" w:rsidP="00C97B9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de toets  oogsten van boomkwekerijgewassen voldoende maken</w:t>
            </w:r>
          </w:p>
          <w:p w:rsidR="00C97B96" w:rsidRPr="009D3329" w:rsidRDefault="00F14EB3" w:rsidP="00C97B9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toets  techniek in boomkwekerij</w:t>
            </w:r>
            <w:r w:rsidR="00C97B96" w:rsidRPr="009D3329">
              <w:rPr>
                <w:rFonts w:ascii="Arial" w:hAnsi="Arial" w:cs="Arial"/>
                <w:sz w:val="22"/>
                <w:szCs w:val="22"/>
              </w:rPr>
              <w:t xml:space="preserve"> voldoende maken</w:t>
            </w:r>
          </w:p>
          <w:p w:rsidR="00C97B96" w:rsidRPr="009D3329" w:rsidRDefault="00C97B96" w:rsidP="000A19E2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5C8E" w:rsidRPr="009D3329" w:rsidTr="00005E16">
        <w:tc>
          <w:tcPr>
            <w:tcW w:w="9001" w:type="dxa"/>
            <w:shd w:val="pct40" w:color="000000" w:fill="FFFFFF"/>
          </w:tcPr>
          <w:p w:rsidR="00965C8E" w:rsidRPr="009D3329" w:rsidRDefault="00965C8E" w:rsidP="00005E1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965C8E" w:rsidRPr="009D3329" w:rsidRDefault="00965C8E" w:rsidP="00005E1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65C8E" w:rsidRPr="009D3329" w:rsidTr="00005E16">
        <w:tc>
          <w:tcPr>
            <w:tcW w:w="9001" w:type="dxa"/>
          </w:tcPr>
          <w:p w:rsidR="00965C8E" w:rsidRPr="009D3329" w:rsidRDefault="00965C8E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965C8E" w:rsidRPr="009D3329" w:rsidRDefault="00965C8E" w:rsidP="00005E16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965C8E" w:rsidRPr="009D3329" w:rsidRDefault="00965C8E" w:rsidP="00005E16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965C8E" w:rsidRPr="009D3329" w:rsidRDefault="00965C8E" w:rsidP="00005E1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5C8E" w:rsidRPr="009D3329" w:rsidTr="00005E16">
        <w:tc>
          <w:tcPr>
            <w:tcW w:w="9001" w:type="dxa"/>
            <w:shd w:val="pct37" w:color="000000" w:fill="FFFFFF"/>
          </w:tcPr>
          <w:p w:rsidR="00965C8E" w:rsidRPr="009D3329" w:rsidRDefault="00965C8E" w:rsidP="00005E16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965C8E" w:rsidRPr="009D3329" w:rsidRDefault="00965C8E" w:rsidP="00005E1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965C8E" w:rsidRPr="009D3329" w:rsidTr="00005E16">
        <w:trPr>
          <w:cantSplit/>
        </w:trPr>
        <w:tc>
          <w:tcPr>
            <w:tcW w:w="9001" w:type="dxa"/>
            <w:vMerge w:val="restart"/>
          </w:tcPr>
          <w:p w:rsidR="00C97B96" w:rsidRPr="009D3329" w:rsidRDefault="00C97B96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De webquiz  van de webquests worden gebruikt voor de toets</w:t>
            </w:r>
          </w:p>
          <w:p w:rsidR="00C97B96" w:rsidRPr="009D3329" w:rsidRDefault="00C97B96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Je bpv opdrachten worden gebruikt voor de toets</w:t>
            </w:r>
          </w:p>
          <w:p w:rsidR="00C97B96" w:rsidRPr="009D3329" w:rsidRDefault="000E7324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Je logboeken bpv worden gebruikt voor  de  toets</w:t>
            </w:r>
          </w:p>
          <w:p w:rsidR="00E52304" w:rsidRPr="009D3329" w:rsidRDefault="00E52304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Je praktijklessen worden gebruikt voor de toets</w:t>
            </w:r>
          </w:p>
          <w:p w:rsidR="000E7324" w:rsidRPr="009D3329" w:rsidRDefault="000E7324" w:rsidP="00005E16">
            <w:pPr>
              <w:rPr>
                <w:rFonts w:ascii="Arial" w:hAnsi="Arial" w:cs="Arial"/>
                <w:sz w:val="22"/>
                <w:szCs w:val="22"/>
              </w:rPr>
            </w:pPr>
          </w:p>
          <w:p w:rsidR="00965C8E" w:rsidRPr="009D3329" w:rsidRDefault="00965C8E" w:rsidP="00C97B9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65C8E" w:rsidRPr="009D3329" w:rsidRDefault="008B549A" w:rsidP="00005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965C8E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965C8E" w:rsidRPr="009D3329" w:rsidTr="00005E16">
        <w:trPr>
          <w:cantSplit/>
        </w:trPr>
        <w:tc>
          <w:tcPr>
            <w:tcW w:w="9001" w:type="dxa"/>
            <w:vMerge/>
          </w:tcPr>
          <w:p w:rsidR="00965C8E" w:rsidRPr="009D3329" w:rsidRDefault="00965C8E" w:rsidP="00005E1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965C8E" w:rsidRPr="009D3329" w:rsidRDefault="00965C8E" w:rsidP="00005E1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965C8E" w:rsidRPr="009D3329" w:rsidTr="00005E16">
        <w:trPr>
          <w:cantSplit/>
        </w:trPr>
        <w:tc>
          <w:tcPr>
            <w:tcW w:w="9001" w:type="dxa"/>
            <w:vMerge/>
          </w:tcPr>
          <w:p w:rsidR="00965C8E" w:rsidRPr="009D3329" w:rsidRDefault="00965C8E" w:rsidP="00005E1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65C8E" w:rsidRPr="009D3329" w:rsidRDefault="00965C8E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965C8E" w:rsidRPr="009D3329" w:rsidRDefault="00965C8E" w:rsidP="00005E1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5C8E" w:rsidRPr="009D3329" w:rsidTr="00005E16">
        <w:tc>
          <w:tcPr>
            <w:tcW w:w="9001" w:type="dxa"/>
            <w:shd w:val="pct37" w:color="000000" w:fill="FFFFFF"/>
          </w:tcPr>
          <w:p w:rsidR="00965C8E" w:rsidRPr="009D3329" w:rsidRDefault="00965C8E" w:rsidP="00005E1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965C8E" w:rsidRPr="009D3329" w:rsidRDefault="00965C8E" w:rsidP="00005E1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65C8E" w:rsidRPr="009D3329" w:rsidTr="00005E16">
        <w:tc>
          <w:tcPr>
            <w:tcW w:w="9001" w:type="dxa"/>
          </w:tcPr>
          <w:p w:rsidR="00965C8E" w:rsidRPr="009D3329" w:rsidRDefault="000E7324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Toets</w:t>
            </w:r>
            <w:r w:rsidR="00965C8E" w:rsidRPr="009D3329">
              <w:rPr>
                <w:rFonts w:ascii="Arial" w:hAnsi="Arial" w:cs="Arial"/>
                <w:sz w:val="22"/>
                <w:szCs w:val="22"/>
              </w:rPr>
              <w:t>doelen:</w:t>
            </w:r>
          </w:p>
          <w:p w:rsidR="00965C8E" w:rsidRPr="009D3329" w:rsidRDefault="00965C8E" w:rsidP="00005E16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E7324" w:rsidRPr="009D3329" w:rsidRDefault="000E7324" w:rsidP="000E7324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 niveau</w:t>
            </w:r>
            <w:r w:rsidR="007E4853" w:rsidRPr="009D3329">
              <w:rPr>
                <w:rFonts w:ascii="Arial" w:hAnsi="Arial" w:cs="Arial"/>
                <w:sz w:val="22"/>
                <w:szCs w:val="22"/>
              </w:rPr>
              <w:t xml:space="preserve">   werken</w:t>
            </w:r>
          </w:p>
          <w:p w:rsidR="000E7324" w:rsidRPr="009D3329" w:rsidRDefault="000E7324" w:rsidP="000E7324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binnen de gestelde tijd de vragen maken</w:t>
            </w:r>
          </w:p>
          <w:p w:rsidR="000E7324" w:rsidRPr="009D3329" w:rsidRDefault="000E7324" w:rsidP="000E7324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voldoen aan de  gestelde cesuur</w:t>
            </w:r>
          </w:p>
          <w:p w:rsidR="00965C8E" w:rsidRPr="009D3329" w:rsidRDefault="00965C8E" w:rsidP="00005E1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65C8E" w:rsidRPr="009D3329" w:rsidRDefault="00965C8E" w:rsidP="00005E16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="000E7324" w:rsidRPr="009D3329">
              <w:rPr>
                <w:rFonts w:ascii="Arial" w:hAnsi="Arial" w:cs="Arial"/>
                <w:sz w:val="22"/>
                <w:szCs w:val="22"/>
              </w:rPr>
              <w:t>basis voor de toets</w:t>
            </w:r>
          </w:p>
          <w:p w:rsidR="00965C8E" w:rsidRPr="009D3329" w:rsidRDefault="00965C8E" w:rsidP="00005E16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965C8E" w:rsidRPr="009D3329" w:rsidRDefault="00965C8E" w:rsidP="00005E16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 w:rsidR="000E7324" w:rsidRPr="009D3329">
              <w:rPr>
                <w:rFonts w:ascii="Arial" w:hAnsi="Arial" w:cs="Arial"/>
                <w:b w:val="0"/>
                <w:sz w:val="22"/>
                <w:szCs w:val="22"/>
              </w:rPr>
              <w:t>basis voor de toets</w:t>
            </w:r>
          </w:p>
          <w:p w:rsidR="000E7324" w:rsidRPr="009D3329" w:rsidRDefault="000E7324" w:rsidP="000E7324">
            <w:pPr>
              <w:rPr>
                <w:rFonts w:ascii="Arial" w:hAnsi="Arial" w:cs="Arial"/>
                <w:sz w:val="22"/>
                <w:szCs w:val="22"/>
              </w:rPr>
            </w:pPr>
          </w:p>
          <w:p w:rsidR="000E7324" w:rsidRPr="009D3329" w:rsidRDefault="000E7324" w:rsidP="000E7324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Logboek: </w:t>
            </w:r>
            <w:r w:rsidRPr="009D3329">
              <w:rPr>
                <w:rFonts w:ascii="Arial" w:hAnsi="Arial" w:cs="Arial"/>
                <w:sz w:val="22"/>
                <w:szCs w:val="22"/>
              </w:rPr>
              <w:t>basis voor de toets</w:t>
            </w:r>
          </w:p>
          <w:p w:rsidR="000E7324" w:rsidRPr="009D3329" w:rsidRDefault="000E7324" w:rsidP="000E7324">
            <w:pPr>
              <w:rPr>
                <w:rFonts w:ascii="Arial" w:hAnsi="Arial" w:cs="Arial"/>
                <w:sz w:val="22"/>
                <w:szCs w:val="22"/>
              </w:rPr>
            </w:pPr>
          </w:p>
          <w:p w:rsidR="00965C8E" w:rsidRPr="009D3329" w:rsidRDefault="000E7324" w:rsidP="00005E16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Praktijk: </w:t>
            </w:r>
            <w:r w:rsidRPr="009D3329">
              <w:rPr>
                <w:rFonts w:ascii="Arial" w:hAnsi="Arial" w:cs="Arial"/>
                <w:b w:val="0"/>
                <w:sz w:val="22"/>
                <w:szCs w:val="22"/>
              </w:rPr>
              <w:t>basis voor de toets</w:t>
            </w:r>
          </w:p>
          <w:p w:rsidR="00965C8E" w:rsidRPr="009D3329" w:rsidRDefault="00965C8E" w:rsidP="00005E1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65C8E" w:rsidRPr="009D3329" w:rsidRDefault="00965C8E" w:rsidP="00005E16">
            <w:pPr>
              <w:rPr>
                <w:rFonts w:ascii="Arial" w:hAnsi="Arial" w:cs="Arial"/>
                <w:sz w:val="22"/>
                <w:szCs w:val="22"/>
              </w:rPr>
            </w:pPr>
          </w:p>
          <w:p w:rsidR="00965C8E" w:rsidRPr="009D3329" w:rsidRDefault="00965C8E" w:rsidP="00005E16">
            <w:pPr>
              <w:rPr>
                <w:rFonts w:ascii="Arial" w:hAnsi="Arial" w:cs="Arial"/>
                <w:sz w:val="22"/>
                <w:szCs w:val="22"/>
              </w:rPr>
            </w:pPr>
          </w:p>
          <w:p w:rsidR="00965C8E" w:rsidRPr="009D3329" w:rsidRDefault="008B549A" w:rsidP="00005E1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55 </w:t>
            </w:r>
            <w:r w:rsidR="00965C8E" w:rsidRPr="009D3329">
              <w:rPr>
                <w:rFonts w:ascii="Arial" w:hAnsi="Arial" w:cs="Arial"/>
                <w:sz w:val="22"/>
                <w:szCs w:val="22"/>
              </w:rPr>
              <w:t>min</w:t>
            </w:r>
          </w:p>
          <w:p w:rsidR="00965C8E" w:rsidRPr="009D3329" w:rsidRDefault="00965C8E" w:rsidP="00005E16">
            <w:pPr>
              <w:rPr>
                <w:rFonts w:ascii="Arial" w:hAnsi="Arial" w:cs="Arial"/>
                <w:sz w:val="22"/>
                <w:szCs w:val="22"/>
              </w:rPr>
            </w:pPr>
          </w:p>
          <w:p w:rsidR="00965C8E" w:rsidRPr="009D3329" w:rsidRDefault="00965C8E" w:rsidP="00005E1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5C8E" w:rsidRPr="009D3329" w:rsidTr="00005E16">
        <w:trPr>
          <w:trHeight w:val="223"/>
        </w:trPr>
        <w:tc>
          <w:tcPr>
            <w:tcW w:w="9001" w:type="dxa"/>
            <w:shd w:val="pct37" w:color="000000" w:fill="FFFFFF"/>
          </w:tcPr>
          <w:p w:rsidR="00965C8E" w:rsidRPr="009D3329" w:rsidRDefault="00965C8E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965C8E" w:rsidRPr="009D3329" w:rsidRDefault="00965C8E" w:rsidP="00005E1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65C8E" w:rsidRPr="009D3329" w:rsidTr="00005E16">
        <w:trPr>
          <w:cantSplit/>
        </w:trPr>
        <w:tc>
          <w:tcPr>
            <w:tcW w:w="9001" w:type="dxa"/>
          </w:tcPr>
          <w:p w:rsidR="00965C8E" w:rsidRPr="009D3329" w:rsidRDefault="00965C8E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965C8E" w:rsidRPr="009D3329" w:rsidRDefault="00965C8E" w:rsidP="00005E16">
            <w:pPr>
              <w:rPr>
                <w:rFonts w:ascii="Arial" w:hAnsi="Arial" w:cs="Arial"/>
                <w:sz w:val="22"/>
                <w:szCs w:val="22"/>
              </w:rPr>
            </w:pPr>
          </w:p>
          <w:p w:rsidR="00965C8E" w:rsidRPr="009D3329" w:rsidRDefault="00965C8E" w:rsidP="00005E16">
            <w:pPr>
              <w:rPr>
                <w:rFonts w:ascii="Arial" w:hAnsi="Arial" w:cs="Arial"/>
                <w:sz w:val="22"/>
                <w:szCs w:val="22"/>
              </w:rPr>
            </w:pPr>
          </w:p>
          <w:p w:rsidR="00965C8E" w:rsidRPr="009D3329" w:rsidRDefault="00965C8E" w:rsidP="00005E1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65C8E" w:rsidRPr="009D3329" w:rsidRDefault="00965C8E" w:rsidP="00005E1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min</w:t>
            </w:r>
          </w:p>
        </w:tc>
      </w:tr>
    </w:tbl>
    <w:p w:rsidR="00965C8E" w:rsidRPr="009D3329" w:rsidRDefault="00965C8E" w:rsidP="00965C8E">
      <w:pPr>
        <w:rPr>
          <w:rFonts w:ascii="Arial" w:hAnsi="Arial" w:cs="Arial"/>
          <w:sz w:val="22"/>
          <w:szCs w:val="22"/>
        </w:rPr>
      </w:pPr>
    </w:p>
    <w:p w:rsidR="00965C8E" w:rsidRPr="009D3329" w:rsidRDefault="00965C8E" w:rsidP="00965C8E">
      <w:pPr>
        <w:rPr>
          <w:rFonts w:ascii="Arial" w:hAnsi="Arial" w:cs="Arial"/>
          <w:sz w:val="22"/>
          <w:szCs w:val="22"/>
        </w:rPr>
      </w:pPr>
    </w:p>
    <w:p w:rsidR="00965C8E" w:rsidRPr="009D3329" w:rsidRDefault="00965C8E" w:rsidP="00965C8E">
      <w:pPr>
        <w:rPr>
          <w:rFonts w:ascii="Arial" w:hAnsi="Arial" w:cs="Arial"/>
          <w:sz w:val="22"/>
          <w:szCs w:val="22"/>
        </w:rPr>
      </w:pPr>
    </w:p>
    <w:p w:rsidR="00965C8E" w:rsidRPr="009D3329" w:rsidRDefault="00965C8E" w:rsidP="00965C8E">
      <w:pPr>
        <w:rPr>
          <w:rFonts w:ascii="Arial" w:hAnsi="Arial" w:cs="Arial"/>
          <w:sz w:val="22"/>
          <w:szCs w:val="22"/>
        </w:rPr>
      </w:pPr>
    </w:p>
    <w:p w:rsidR="00E77A02" w:rsidRPr="009D3329" w:rsidRDefault="00E77A02">
      <w:pPr>
        <w:rPr>
          <w:rFonts w:ascii="Arial" w:hAnsi="Arial" w:cs="Arial"/>
          <w:sz w:val="22"/>
          <w:szCs w:val="22"/>
        </w:rPr>
      </w:pPr>
    </w:p>
    <w:sectPr w:rsidR="00E77A02" w:rsidRPr="009D33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49A" w:rsidRDefault="008B549A" w:rsidP="003D155B">
      <w:r>
        <w:separator/>
      </w:r>
    </w:p>
  </w:endnote>
  <w:endnote w:type="continuationSeparator" w:id="0">
    <w:p w:rsidR="008B549A" w:rsidRDefault="008B549A" w:rsidP="003D1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49A" w:rsidRDefault="008B549A" w:rsidP="003D155B">
      <w:r>
        <w:separator/>
      </w:r>
    </w:p>
  </w:footnote>
  <w:footnote w:type="continuationSeparator" w:id="0">
    <w:p w:rsidR="008B549A" w:rsidRDefault="008B549A" w:rsidP="003D15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2FF"/>
    <w:rsid w:val="000057D0"/>
    <w:rsid w:val="00005E16"/>
    <w:rsid w:val="000A19E2"/>
    <w:rsid w:val="000E7324"/>
    <w:rsid w:val="00220D7E"/>
    <w:rsid w:val="0024506D"/>
    <w:rsid w:val="002D1431"/>
    <w:rsid w:val="002F76F7"/>
    <w:rsid w:val="003D155B"/>
    <w:rsid w:val="00491F6B"/>
    <w:rsid w:val="004971D9"/>
    <w:rsid w:val="004D5F31"/>
    <w:rsid w:val="004F2DB8"/>
    <w:rsid w:val="00593830"/>
    <w:rsid w:val="006B0D3F"/>
    <w:rsid w:val="00750B5D"/>
    <w:rsid w:val="007E4853"/>
    <w:rsid w:val="008B549A"/>
    <w:rsid w:val="009252FF"/>
    <w:rsid w:val="00943B78"/>
    <w:rsid w:val="00965C8E"/>
    <w:rsid w:val="009D3329"/>
    <w:rsid w:val="00A97392"/>
    <w:rsid w:val="00AC51F6"/>
    <w:rsid w:val="00C97B96"/>
    <w:rsid w:val="00D450AB"/>
    <w:rsid w:val="00E30F15"/>
    <w:rsid w:val="00E52304"/>
    <w:rsid w:val="00E77A02"/>
    <w:rsid w:val="00F14EB3"/>
    <w:rsid w:val="00F16FD5"/>
    <w:rsid w:val="00F64801"/>
    <w:rsid w:val="00FD7F90"/>
    <w:rsid w:val="00FF0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5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9252FF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9252FF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5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9252FF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9252FF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59E38-062C-49FE-9874-83B6F280C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6652967F</Template>
  <TotalTime>48</TotalTime>
  <Pages>9</Pages>
  <Words>1991</Words>
  <Characters>10955</Characters>
  <Application>Microsoft Office Word</Application>
  <DocSecurity>0</DocSecurity>
  <Lines>91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Sandmann</dc:creator>
  <cp:lastModifiedBy>sandmann</cp:lastModifiedBy>
  <cp:revision>3</cp:revision>
  <dcterms:created xsi:type="dcterms:W3CDTF">2012-09-21T06:45:00Z</dcterms:created>
  <dcterms:modified xsi:type="dcterms:W3CDTF">2012-09-21T07:37:00Z</dcterms:modified>
</cp:coreProperties>
</file>