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493" w:rsidRPr="00DB5493" w:rsidRDefault="00DB5493" w:rsidP="00DB5493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 xml:space="preserve">Atlas of </w:t>
      </w:r>
      <w:proofErr w:type="spellStart"/>
      <w:r w:rsidRPr="00DB5493">
        <w:rPr>
          <w:rFonts w:ascii="Arial" w:hAnsi="Arial" w:cs="Arial"/>
          <w:color w:val="000000"/>
          <w:sz w:val="24"/>
          <w:szCs w:val="24"/>
        </w:rPr>
        <w:t>europeanvalues</w:t>
      </w:r>
      <w:proofErr w:type="spellEnd"/>
    </w:p>
    <w:p w:rsidR="00DB5493" w:rsidRPr="00DB5493" w:rsidRDefault="00DB5493" w:rsidP="00DB5493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Solo of Samen?</w:t>
      </w:r>
      <w:r w:rsidRPr="00DB5493">
        <w:rPr>
          <w:rFonts w:ascii="Arial" w:hAnsi="Arial" w:cs="Arial"/>
          <w:color w:val="000000"/>
          <w:sz w:val="24"/>
          <w:szCs w:val="24"/>
        </w:rPr>
        <w:tab/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1. Beantwoord de volgende vragen.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- Maak je deel uit van een grote, hechte vriendengroep en/of grote, hechte familie of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ben je meer op jezelf gericht en heb je enkele goede vrienden en/of een goed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contact met enkele familieleden?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- Beschrijf wat de voordelen en de nadelen zijn van een meer individueel bestaan 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van het leven in een grote, hechte groep.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individueel groep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_____________________________ _____________________________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_____________________________ _____________________________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 _____________________________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_____________________________ _____________________________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 ____________________________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2. Bespreek je antwoorden in je groep/klas.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Maak nu de opdrachten 3 en 4.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3. In welke landen van Europa brengt men volgens jou veel tijd en in welke landen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weinig tijd met vrienden door en waarom is dat volgens jou zo?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 xml:space="preserve">++ </w:t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>- -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 _____________________________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 _____________________________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 _____________________________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4. In welke landen van Europa is volgens jou de sociale controle bijzonder groot en in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welke landen niet zo groot en waarom is dat volgens jou zo?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 xml:space="preserve">++ </w:t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ab/>
      </w:r>
      <w:r w:rsidRPr="00DB5493">
        <w:rPr>
          <w:rFonts w:ascii="Arial" w:hAnsi="Arial" w:cs="Arial"/>
          <w:color w:val="000000"/>
          <w:sz w:val="24"/>
          <w:szCs w:val="24"/>
        </w:rPr>
        <w:t>- -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______________________________ 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______________________________ 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______________________________ ___________________________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5. Controleer nu je antwoorden bij 3 en 4 met behulp van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FF"/>
          <w:sz w:val="24"/>
          <w:szCs w:val="24"/>
        </w:rPr>
        <w:t xml:space="preserve">www.atlasofeuropeanvalues.eu </w:t>
      </w:r>
      <w:r w:rsidRPr="00DB5493">
        <w:rPr>
          <w:rFonts w:ascii="Arial" w:hAnsi="Arial" w:cs="Arial"/>
          <w:color w:val="000000"/>
          <w:sz w:val="24"/>
          <w:szCs w:val="24"/>
        </w:rPr>
        <w:t>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Voor 3: Ga naar</w:t>
      </w:r>
      <w:r w:rsidRPr="00DB5493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DB54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5493">
        <w:rPr>
          <w:rFonts w:ascii="Arial" w:hAnsi="Arial" w:cs="Arial"/>
          <w:color w:val="000000"/>
          <w:sz w:val="24"/>
          <w:szCs w:val="24"/>
        </w:rPr>
        <w:t>kaarten</w:t>
      </w:r>
      <w:r w:rsidRPr="00DB5493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DB54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5493">
        <w:rPr>
          <w:rFonts w:ascii="Arial" w:hAnsi="Arial" w:cs="Arial"/>
          <w:color w:val="000000"/>
          <w:sz w:val="24"/>
          <w:szCs w:val="24"/>
        </w:rPr>
        <w:t>maatschappij</w:t>
      </w:r>
      <w:r w:rsidRPr="00DB5493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DB5493">
        <w:rPr>
          <w:rFonts w:ascii="Arial" w:hAnsi="Arial" w:cs="Arial"/>
          <w:color w:val="000000"/>
          <w:sz w:val="24"/>
          <w:szCs w:val="24"/>
        </w:rPr>
        <w:t xml:space="preserve"> “mensen die regelmatig tijd met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anderen doorbrengen” Kloppen je inschattingen? Wat valt je op/ had je niet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verwacht?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Voor 4: Ga naar</w:t>
      </w:r>
      <w:r w:rsidRPr="00DB5493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DB54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5493">
        <w:rPr>
          <w:rFonts w:ascii="Arial" w:hAnsi="Arial" w:cs="Arial"/>
          <w:color w:val="000000"/>
          <w:sz w:val="24"/>
          <w:szCs w:val="24"/>
        </w:rPr>
        <w:t>kaarten</w:t>
      </w:r>
      <w:r w:rsidRPr="00DB5493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DB5493">
        <w:rPr>
          <w:rFonts w:ascii="Arial" w:hAnsi="Arial" w:cs="Arial"/>
          <w:color w:val="000000"/>
          <w:sz w:val="24"/>
          <w:szCs w:val="24"/>
        </w:rPr>
        <w:t xml:space="preserve"> society/maatschappij</w:t>
      </w:r>
      <w:r w:rsidRPr="00DB5493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DB5493">
        <w:rPr>
          <w:rFonts w:ascii="Arial" w:hAnsi="Arial" w:cs="Arial"/>
          <w:color w:val="000000"/>
          <w:sz w:val="24"/>
          <w:szCs w:val="24"/>
        </w:rPr>
        <w:t xml:space="preserve"> “afwijking van burgerlijke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regels en normen” en “afwijking in ethische en seksuele kwesties”</w:t>
      </w:r>
      <w:r w:rsidRPr="00DB5493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DB5493">
        <w:rPr>
          <w:rFonts w:ascii="Arial" w:hAnsi="Arial" w:cs="Arial"/>
          <w:color w:val="000000"/>
          <w:sz w:val="24"/>
          <w:szCs w:val="24"/>
        </w:rPr>
        <w:t xml:space="preserve"> selecteren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aanklikken</w:t>
      </w:r>
      <w:r w:rsidRPr="00DB5493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DB5493">
        <w:rPr>
          <w:rFonts w:ascii="Arial" w:hAnsi="Arial" w:cs="Arial"/>
          <w:color w:val="000000"/>
          <w:sz w:val="24"/>
          <w:szCs w:val="24"/>
        </w:rPr>
        <w:t xml:space="preserve"> r</w:t>
      </w:r>
      <w:r w:rsidRPr="00DB5493">
        <w:rPr>
          <w:rFonts w:ascii="Arial" w:hAnsi="Arial" w:cs="Arial"/>
          <w:color w:val="000000"/>
          <w:sz w:val="24"/>
          <w:szCs w:val="24"/>
        </w:rPr>
        <w:t>esultaat omkeren</w:t>
      </w:r>
      <w:r w:rsidRPr="00DB5493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DB5493">
        <w:rPr>
          <w:rFonts w:ascii="Arial" w:hAnsi="Arial" w:cs="Arial"/>
          <w:color w:val="000000"/>
          <w:sz w:val="24"/>
          <w:szCs w:val="24"/>
        </w:rPr>
        <w:t xml:space="preserve"> resultaat samenstellen. Er verschijnt nu een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 xml:space="preserve">kaart. 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Had je het bij het goede eind? Wat vind je verrassend?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Bespreek je bevindingen met je groep/klas.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DB5493">
        <w:rPr>
          <w:rFonts w:ascii="Arial" w:hAnsi="Arial" w:cs="Arial"/>
          <w:color w:val="000000"/>
          <w:sz w:val="24"/>
          <w:szCs w:val="24"/>
        </w:rPr>
        <w:lastRenderedPageBreak/>
        <w:t>Docenteninformatie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1. Beantwoord de volgende vragen.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- Maak je deel uit van een grote, hechte vriendengroep en/of grote, hechte familie of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ben je meer op jezelf gericht en heb je enkele goede vrienden en/of een goed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contact met enkele familieleden? eigen antwoorden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- Beschrijf wat de voordelen en de nadelen zijn van een meer individueel bestaan 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van het leven in een grote, hechte groep.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individueel groep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eigen antwoorden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2. Bespreek je antwoorden in je groep/klas.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Maak nu de opdrachten 3 en 4.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3. In welke landen van Europa brengt men volgens jou veel tijd en in welke landen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weinig tijd met vrienden door en waarom is dat volgens jou zo?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eigen antwoorden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4. In welke landen van Europa is volgens jou de sociale controle bijzonder groot en in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welke landen niet zo groot en waarom is dat volgens jou zo?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eigen antwoorden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5. Controleer nu je antwoorden bij 3 en 4 met behulp van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FF"/>
          <w:sz w:val="24"/>
          <w:szCs w:val="24"/>
        </w:rPr>
        <w:t xml:space="preserve">www.atlasofeuropeanvalues.eu </w:t>
      </w:r>
      <w:r w:rsidRPr="00DB5493">
        <w:rPr>
          <w:rFonts w:ascii="Arial" w:hAnsi="Arial" w:cs="Arial"/>
          <w:color w:val="000000"/>
          <w:sz w:val="24"/>
          <w:szCs w:val="24"/>
        </w:rPr>
        <w:t>.Voor 3: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Voor 4:</w:t>
      </w:r>
    </w:p>
    <w:p w:rsidR="00DB5493" w:rsidRPr="00DB5493" w:rsidRDefault="00DB5493" w:rsidP="00DB5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5493">
        <w:rPr>
          <w:rFonts w:ascii="Arial" w:hAnsi="Arial" w:cs="Arial"/>
          <w:color w:val="000000"/>
          <w:sz w:val="24"/>
          <w:szCs w:val="24"/>
        </w:rPr>
        <w:t>Bespreek je bevindingen met je groep/klas.</w:t>
      </w:r>
    </w:p>
    <w:p w:rsidR="00FC0C9A" w:rsidRPr="00DB5493" w:rsidRDefault="00FC0C9A" w:rsidP="00DB5493">
      <w:pPr>
        <w:rPr>
          <w:rFonts w:ascii="Arial" w:hAnsi="Arial" w:cs="Arial"/>
          <w:sz w:val="24"/>
          <w:szCs w:val="24"/>
        </w:rPr>
      </w:pPr>
    </w:p>
    <w:sectPr w:rsidR="00FC0C9A" w:rsidRPr="00DB5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493"/>
    <w:rsid w:val="00DB5493"/>
    <w:rsid w:val="00FC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B15D5426</Template>
  <TotalTime>8</TotalTime>
  <Pages>2</Pages>
  <Words>465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Ambroz, Daniel</dc:creator>
  <cp:lastModifiedBy>Ambroz, Daniel</cp:lastModifiedBy>
  <cp:revision>1</cp:revision>
  <dcterms:created xsi:type="dcterms:W3CDTF">2012-04-02T13:37:00Z</dcterms:created>
  <dcterms:modified xsi:type="dcterms:W3CDTF">2012-04-02T13:45:00Z</dcterms:modified>
</cp:coreProperties>
</file>