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8B" w:rsidRDefault="00B46C8B" w:rsidP="00EB7529">
      <w:pPr>
        <w:jc w:val="center"/>
        <w:rPr>
          <w:b/>
          <w:sz w:val="28"/>
          <w:szCs w:val="28"/>
        </w:rPr>
      </w:pPr>
      <w:r w:rsidRPr="00EB7529">
        <w:rPr>
          <w:b/>
          <w:sz w:val="28"/>
          <w:szCs w:val="28"/>
        </w:rPr>
        <w:t>Plaats bouwkundige elementen</w:t>
      </w:r>
    </w:p>
    <w:p w:rsidR="00EB7529" w:rsidRPr="00EB7529" w:rsidRDefault="00EB7529" w:rsidP="00EB7529">
      <w:pPr>
        <w:jc w:val="center"/>
        <w:rPr>
          <w:b/>
          <w:szCs w:val="24"/>
        </w:rPr>
      </w:pPr>
    </w:p>
    <w:p w:rsidR="00EB7529" w:rsidRPr="00EB7529" w:rsidRDefault="00EB7529" w:rsidP="00EB7529">
      <w:pPr>
        <w:jc w:val="center"/>
        <w:rPr>
          <w:b/>
          <w:szCs w:val="24"/>
        </w:rPr>
      </w:pPr>
    </w:p>
    <w:p w:rsidR="00EB7529" w:rsidRDefault="00B46C8B" w:rsidP="00B46C8B">
      <w:pPr>
        <w:rPr>
          <w:szCs w:val="24"/>
        </w:rPr>
      </w:pPr>
      <w:r w:rsidRPr="00EB7529">
        <w:rPr>
          <w:b/>
          <w:szCs w:val="24"/>
        </w:rPr>
        <w:t>Doel:</w:t>
      </w:r>
      <w:r w:rsidRPr="00865B47">
        <w:rPr>
          <w:szCs w:val="24"/>
        </w:rPr>
        <w:t xml:space="preserve"> </w:t>
      </w:r>
      <w:r>
        <w:rPr>
          <w:szCs w:val="24"/>
        </w:rPr>
        <w:t xml:space="preserve">  </w:t>
      </w:r>
    </w:p>
    <w:p w:rsidR="00B46C8B" w:rsidRPr="00EB7529" w:rsidRDefault="00B46C8B" w:rsidP="00B46C8B">
      <w:pPr>
        <w:rPr>
          <w:sz w:val="22"/>
          <w:szCs w:val="22"/>
        </w:rPr>
      </w:pPr>
      <w:r w:rsidRPr="00EB7529">
        <w:rPr>
          <w:sz w:val="22"/>
          <w:szCs w:val="22"/>
        </w:rPr>
        <w:t>De materialen zijn vakkundig</w:t>
      </w:r>
      <w:r w:rsidR="00EB7529">
        <w:rPr>
          <w:sz w:val="22"/>
          <w:szCs w:val="22"/>
        </w:rPr>
        <w:t xml:space="preserve"> verwerkt. De constructies zijn </w:t>
      </w:r>
      <w:r w:rsidRPr="00EB7529">
        <w:rPr>
          <w:sz w:val="22"/>
          <w:szCs w:val="22"/>
        </w:rPr>
        <w:t xml:space="preserve">volgens afspraak gemaakt. </w:t>
      </w:r>
    </w:p>
    <w:p w:rsidR="00B46C8B" w:rsidRDefault="00B46C8B" w:rsidP="00B46C8B">
      <w:pPr>
        <w:rPr>
          <w:szCs w:val="24"/>
        </w:rPr>
      </w:pPr>
    </w:p>
    <w:p w:rsidR="00B46C8B" w:rsidRPr="00DD2A9F" w:rsidRDefault="00B46C8B" w:rsidP="00B46C8B">
      <w:pPr>
        <w:rPr>
          <w:b/>
          <w:szCs w:val="24"/>
        </w:rPr>
      </w:pPr>
      <w:r w:rsidRPr="00DD2A9F">
        <w:rPr>
          <w:b/>
          <w:szCs w:val="24"/>
        </w:rPr>
        <w:t xml:space="preserve">Uitvoeringsvoorbeeld: </w:t>
      </w:r>
    </w:p>
    <w:p w:rsidR="00B46C8B" w:rsidRPr="00EB7529" w:rsidRDefault="00B46C8B" w:rsidP="00B46C8B">
      <w:pPr>
        <w:rPr>
          <w:sz w:val="22"/>
          <w:szCs w:val="22"/>
        </w:rPr>
      </w:pPr>
      <w:r w:rsidRPr="00EB7529">
        <w:rPr>
          <w:sz w:val="22"/>
          <w:szCs w:val="22"/>
        </w:rPr>
        <w:t>De leerling gaat bijvoorbeeld een afrastering plaatsen. De leerling krijgt hiervoor de materialen en gereedschappen aangereikt. De leerling kan hiermee vakkundig een afrastering maken.</w:t>
      </w:r>
    </w:p>
    <w:p w:rsidR="00B46C8B" w:rsidRPr="00865B47" w:rsidRDefault="00B46C8B" w:rsidP="00B46C8B"/>
    <w:p w:rsidR="00B46C8B" w:rsidRPr="00EB7529" w:rsidRDefault="00B46C8B" w:rsidP="00B46C8B">
      <w:pPr>
        <w:rPr>
          <w:b/>
          <w:szCs w:val="24"/>
        </w:rPr>
      </w:pPr>
      <w:r w:rsidRPr="00EB7529">
        <w:rPr>
          <w:b/>
          <w:szCs w:val="24"/>
        </w:rPr>
        <w:t>Werkwijze:</w:t>
      </w:r>
    </w:p>
    <w:p w:rsidR="00B46C8B" w:rsidRPr="00EB7529" w:rsidRDefault="00B46C8B" w:rsidP="00B46C8B">
      <w:pPr>
        <w:rPr>
          <w:sz w:val="22"/>
          <w:szCs w:val="22"/>
        </w:rPr>
      </w:pPr>
      <w:r w:rsidRPr="00EB7529">
        <w:rPr>
          <w:sz w:val="22"/>
          <w:szCs w:val="22"/>
        </w:rPr>
        <w:t>Overleg met je stagebegeleider op welke manier je dit werkproces o</w:t>
      </w:r>
      <w:r w:rsidR="00EB7529">
        <w:rPr>
          <w:sz w:val="22"/>
          <w:szCs w:val="22"/>
        </w:rPr>
        <w:t xml:space="preserve">p je leerbedrijf kunt uitvoeren. </w:t>
      </w:r>
      <w:r w:rsidRPr="00EB7529">
        <w:rPr>
          <w:sz w:val="22"/>
          <w:szCs w:val="22"/>
        </w:rPr>
        <w:t>Je moet dit werkproces minimaal 1 keer tijdens je natuurbehe</w:t>
      </w:r>
      <w:r w:rsidR="00EB7529">
        <w:rPr>
          <w:sz w:val="22"/>
          <w:szCs w:val="22"/>
        </w:rPr>
        <w:t xml:space="preserve">erstage </w:t>
      </w:r>
      <w:r w:rsidRPr="00EB7529">
        <w:rPr>
          <w:sz w:val="22"/>
          <w:szCs w:val="22"/>
        </w:rPr>
        <w:t>uitvoeren,  het mag natuurlijk vaker.</w:t>
      </w:r>
    </w:p>
    <w:p w:rsidR="00B46C8B" w:rsidRPr="00EB7529" w:rsidRDefault="00B46C8B" w:rsidP="00B46C8B">
      <w:pPr>
        <w:rPr>
          <w:sz w:val="22"/>
          <w:szCs w:val="22"/>
        </w:rPr>
      </w:pPr>
    </w:p>
    <w:p w:rsidR="00B46C8B" w:rsidRPr="00EB7529" w:rsidRDefault="00B46C8B" w:rsidP="00B46C8B">
      <w:pPr>
        <w:rPr>
          <w:sz w:val="22"/>
          <w:szCs w:val="22"/>
        </w:rPr>
      </w:pPr>
      <w:r w:rsidRPr="00EB7529">
        <w:rPr>
          <w:sz w:val="22"/>
          <w:szCs w:val="22"/>
        </w:rPr>
        <w:t>Vul de tabel in het sla deze opdracht op zodat je hem kunt toevoegen aan je verslag.</w:t>
      </w:r>
    </w:p>
    <w:p w:rsidR="00B46C8B" w:rsidRPr="00EB7529" w:rsidRDefault="00B46C8B" w:rsidP="00B46C8B">
      <w:pPr>
        <w:rPr>
          <w:sz w:val="22"/>
          <w:szCs w:val="22"/>
        </w:rPr>
      </w:pPr>
    </w:p>
    <w:p w:rsidR="00B46C8B" w:rsidRPr="00F944BF" w:rsidRDefault="001E56B2" w:rsidP="00B46C8B">
      <w:pPr>
        <w:rPr>
          <w:b/>
          <w:szCs w:val="24"/>
        </w:rPr>
      </w:pPr>
      <w:r>
        <w:rPr>
          <w:b/>
          <w:szCs w:val="24"/>
        </w:rPr>
        <w:t>Voer de werkzaamheden uit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B46C8B" w:rsidTr="00B93CAC">
        <w:tc>
          <w:tcPr>
            <w:tcW w:w="7313" w:type="dxa"/>
            <w:shd w:val="clear" w:color="auto" w:fill="auto"/>
          </w:tcPr>
          <w:p w:rsidR="00B46C8B" w:rsidRDefault="00B46C8B" w:rsidP="00B93CAC">
            <w:r>
              <w:t>Beschrijving van de uitvoering:</w:t>
            </w:r>
          </w:p>
        </w:tc>
        <w:tc>
          <w:tcPr>
            <w:tcW w:w="938" w:type="dxa"/>
            <w:shd w:val="clear" w:color="auto" w:fill="auto"/>
          </w:tcPr>
          <w:p w:rsidR="00B46C8B" w:rsidRDefault="00B46C8B" w:rsidP="00B93CAC">
            <w:r>
              <w:t xml:space="preserve">Datum </w:t>
            </w:r>
          </w:p>
        </w:tc>
      </w:tr>
      <w:tr w:rsidR="00B46C8B" w:rsidTr="00B93CAC">
        <w:tc>
          <w:tcPr>
            <w:tcW w:w="7313" w:type="dxa"/>
            <w:shd w:val="clear" w:color="auto" w:fill="auto"/>
          </w:tcPr>
          <w:p w:rsidR="00B46C8B" w:rsidRDefault="00B46C8B" w:rsidP="00B93CAC">
            <w:r>
              <w:t>1.</w:t>
            </w:r>
          </w:p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</w:tc>
        <w:tc>
          <w:tcPr>
            <w:tcW w:w="938" w:type="dxa"/>
            <w:shd w:val="clear" w:color="auto" w:fill="auto"/>
          </w:tcPr>
          <w:p w:rsidR="00B46C8B" w:rsidRDefault="00B46C8B" w:rsidP="00B93CAC"/>
        </w:tc>
      </w:tr>
      <w:tr w:rsidR="00B46C8B" w:rsidTr="00B93CAC">
        <w:tc>
          <w:tcPr>
            <w:tcW w:w="7313" w:type="dxa"/>
            <w:shd w:val="clear" w:color="auto" w:fill="auto"/>
          </w:tcPr>
          <w:p w:rsidR="00B46C8B" w:rsidRDefault="00B46C8B" w:rsidP="00B93CAC">
            <w:r>
              <w:t>2.</w:t>
            </w:r>
          </w:p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</w:tc>
        <w:tc>
          <w:tcPr>
            <w:tcW w:w="938" w:type="dxa"/>
            <w:shd w:val="clear" w:color="auto" w:fill="auto"/>
          </w:tcPr>
          <w:p w:rsidR="00B46C8B" w:rsidRDefault="00B46C8B" w:rsidP="00B93CAC"/>
        </w:tc>
      </w:tr>
      <w:tr w:rsidR="00B46C8B" w:rsidTr="00B93CAC">
        <w:tc>
          <w:tcPr>
            <w:tcW w:w="7313" w:type="dxa"/>
            <w:shd w:val="clear" w:color="auto" w:fill="auto"/>
          </w:tcPr>
          <w:p w:rsidR="00B46C8B" w:rsidRDefault="00B46C8B" w:rsidP="00B93CAC">
            <w:r>
              <w:t>3.</w:t>
            </w:r>
          </w:p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</w:tc>
        <w:tc>
          <w:tcPr>
            <w:tcW w:w="938" w:type="dxa"/>
            <w:shd w:val="clear" w:color="auto" w:fill="auto"/>
          </w:tcPr>
          <w:p w:rsidR="00B46C8B" w:rsidRDefault="00B46C8B" w:rsidP="00B93CAC"/>
        </w:tc>
      </w:tr>
      <w:tr w:rsidR="00B46C8B" w:rsidTr="00B93CAC">
        <w:tc>
          <w:tcPr>
            <w:tcW w:w="7313" w:type="dxa"/>
            <w:shd w:val="clear" w:color="auto" w:fill="auto"/>
          </w:tcPr>
          <w:p w:rsidR="00B46C8B" w:rsidRDefault="00B46C8B" w:rsidP="00B93CAC">
            <w:r>
              <w:t>4.</w:t>
            </w:r>
          </w:p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  <w:p w:rsidR="00B46C8B" w:rsidRDefault="00B46C8B" w:rsidP="00B93CAC"/>
        </w:tc>
        <w:tc>
          <w:tcPr>
            <w:tcW w:w="938" w:type="dxa"/>
            <w:shd w:val="clear" w:color="auto" w:fill="auto"/>
          </w:tcPr>
          <w:p w:rsidR="00B46C8B" w:rsidRDefault="00B46C8B" w:rsidP="00B93CAC"/>
        </w:tc>
      </w:tr>
    </w:tbl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8B"/>
    <w:rsid w:val="001E56B2"/>
    <w:rsid w:val="00B24C80"/>
    <w:rsid w:val="00B46C8B"/>
    <w:rsid w:val="00C7087C"/>
    <w:rsid w:val="00EB7529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6C8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6C8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CB2865BD</Template>
  <TotalTime>0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dcterms:created xsi:type="dcterms:W3CDTF">2012-04-19T12:41:00Z</dcterms:created>
  <dcterms:modified xsi:type="dcterms:W3CDTF">2012-04-19T12:41:00Z</dcterms:modified>
</cp:coreProperties>
</file>