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C60" w:rsidRPr="0040026F" w:rsidRDefault="00153C60" w:rsidP="00153C60">
      <w:pPr>
        <w:rPr>
          <w:sz w:val="32"/>
          <w:szCs w:val="32"/>
        </w:rPr>
      </w:pPr>
      <w:r w:rsidRPr="0040026F">
        <w:rPr>
          <w:sz w:val="32"/>
          <w:szCs w:val="32"/>
        </w:rPr>
        <w:t>Voer bosexploitatie uit</w:t>
      </w:r>
      <w:r>
        <w:rPr>
          <w:sz w:val="32"/>
          <w:szCs w:val="32"/>
        </w:rPr>
        <w:t>.</w:t>
      </w:r>
    </w:p>
    <w:p w:rsidR="00153C60" w:rsidRDefault="00153C60" w:rsidP="00153C60">
      <w:pPr>
        <w:rPr>
          <w:szCs w:val="24"/>
        </w:rPr>
      </w:pPr>
      <w:r>
        <w:rPr>
          <w:szCs w:val="24"/>
        </w:rPr>
        <w:t>Doel: Werkzaamheden ten behoeve van bosontwikkeling zijn vakkundig uitgevoerd. Het hout is vakkundig geoogst.</w:t>
      </w:r>
    </w:p>
    <w:p w:rsidR="00153C60" w:rsidRDefault="00153C60" w:rsidP="00153C60">
      <w:pPr>
        <w:rPr>
          <w:szCs w:val="24"/>
        </w:rPr>
      </w:pPr>
    </w:p>
    <w:p w:rsidR="00153C60" w:rsidRDefault="00153C60" w:rsidP="00153C60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153C60" w:rsidRDefault="00153C60" w:rsidP="00153C60">
      <w:pPr>
        <w:rPr>
          <w:szCs w:val="24"/>
        </w:rPr>
      </w:pPr>
      <w:r>
        <w:rPr>
          <w:szCs w:val="24"/>
        </w:rPr>
        <w:t>De leerling gaat bijvoorbeeld meewerken bij het knotten van wilgen. Hij werkt met handgereedschap en gebruikt indien nodig de motorkettingzaag. Hij houdt zich aan de voorgeschreven veiligheidsregels.</w:t>
      </w:r>
    </w:p>
    <w:p w:rsidR="00153C60" w:rsidRDefault="00153C60" w:rsidP="00153C60">
      <w:pPr>
        <w:rPr>
          <w:szCs w:val="24"/>
        </w:rPr>
      </w:pPr>
    </w:p>
    <w:p w:rsidR="00153C60" w:rsidRDefault="00153C60" w:rsidP="00153C60">
      <w:pPr>
        <w:rPr>
          <w:b/>
        </w:rPr>
      </w:pPr>
      <w:r>
        <w:rPr>
          <w:b/>
        </w:rPr>
        <w:t>Werkwijze:</w:t>
      </w:r>
    </w:p>
    <w:p w:rsidR="00153C60" w:rsidRDefault="00153C60" w:rsidP="00153C60">
      <w:r>
        <w:t>Overleg met je stage</w:t>
      </w:r>
      <w:r w:rsidRPr="00865B47">
        <w:t xml:space="preserve">begeleider op welke manier je </w:t>
      </w:r>
      <w:r>
        <w:t>dit werkproces</w:t>
      </w:r>
      <w:r w:rsidRPr="00865B47">
        <w:t xml:space="preserve"> op je leerbedrijf kunt uitvoeren.</w:t>
      </w:r>
      <w:r>
        <w:t xml:space="preserve">  Je moet dit werkproces minimaal 1 keer tijdens je natuurbeheerstage  uitvoeren,  het mag natuurlijk vaker</w:t>
      </w:r>
    </w:p>
    <w:p w:rsidR="00153C60" w:rsidRDefault="00153C60" w:rsidP="00153C60"/>
    <w:p w:rsidR="00153C60" w:rsidRDefault="00153C60" w:rsidP="00153C60">
      <w:r>
        <w:t>Vul de tabel in het sla deze opdracht op zodat je hem kunt toevoegen aan je verslag.</w:t>
      </w:r>
    </w:p>
    <w:p w:rsidR="00153C60" w:rsidRPr="001A45B4" w:rsidRDefault="00153C60" w:rsidP="00153C60">
      <w:pPr>
        <w:rPr>
          <w:b/>
        </w:rPr>
      </w:pPr>
      <w:r w:rsidRPr="001A45B4">
        <w:rPr>
          <w:b/>
        </w:rPr>
        <w:t>Lever het werk 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60" w:rsidRDefault="00153C60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60" w:rsidRDefault="00153C60" w:rsidP="00B93CAC">
            <w:r>
              <w:t xml:space="preserve">Datum </w:t>
            </w:r>
          </w:p>
        </w:tc>
      </w:tr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>
            <w:r>
              <w:t>1.</w:t>
            </w:r>
          </w:p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/>
        </w:tc>
      </w:tr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>
            <w:r>
              <w:t>2.</w:t>
            </w:r>
          </w:p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/>
        </w:tc>
      </w:tr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>
            <w:r>
              <w:t>3.</w:t>
            </w:r>
          </w:p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/>
        </w:tc>
      </w:tr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>
            <w:r>
              <w:t>4.</w:t>
            </w:r>
          </w:p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/>
        </w:tc>
      </w:tr>
    </w:tbl>
    <w:p w:rsidR="00C7087C" w:rsidRPr="00F002CC" w:rsidRDefault="00C7087C" w:rsidP="00C7087C">
      <w:bookmarkStart w:id="0" w:name="_GoBack"/>
      <w:bookmarkEnd w:id="0"/>
    </w:p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C60"/>
    <w:rsid w:val="00153C60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3C6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3C6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C53E73A7</Template>
  <TotalTime>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1</cp:revision>
  <dcterms:created xsi:type="dcterms:W3CDTF">2011-08-29T12:17:00Z</dcterms:created>
  <dcterms:modified xsi:type="dcterms:W3CDTF">2011-08-29T12:17:00Z</dcterms:modified>
</cp:coreProperties>
</file>