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5D" w:rsidRDefault="00FF465D" w:rsidP="008A2EF9">
      <w:pPr>
        <w:jc w:val="center"/>
        <w:rPr>
          <w:b/>
          <w:szCs w:val="24"/>
        </w:rPr>
      </w:pPr>
      <w:r w:rsidRPr="008A2EF9">
        <w:rPr>
          <w:b/>
          <w:sz w:val="28"/>
          <w:szCs w:val="28"/>
        </w:rPr>
        <w:t>Onderhoud bouwkundige elementen</w:t>
      </w:r>
    </w:p>
    <w:p w:rsidR="008A2EF9" w:rsidRDefault="008A2EF9" w:rsidP="008A2EF9">
      <w:pPr>
        <w:jc w:val="center"/>
        <w:rPr>
          <w:b/>
          <w:szCs w:val="24"/>
        </w:rPr>
      </w:pPr>
    </w:p>
    <w:p w:rsidR="008A2EF9" w:rsidRPr="008A2EF9" w:rsidRDefault="008A2EF9" w:rsidP="008A2EF9">
      <w:pPr>
        <w:jc w:val="center"/>
        <w:rPr>
          <w:b/>
          <w:szCs w:val="24"/>
        </w:rPr>
      </w:pPr>
    </w:p>
    <w:p w:rsidR="008A2EF9" w:rsidRDefault="00FF465D" w:rsidP="00FF465D">
      <w:pPr>
        <w:rPr>
          <w:szCs w:val="24"/>
        </w:rPr>
      </w:pPr>
      <w:r w:rsidRPr="008A2EF9">
        <w:rPr>
          <w:b/>
          <w:szCs w:val="24"/>
        </w:rPr>
        <w:t>Doel:</w:t>
      </w:r>
      <w:r>
        <w:rPr>
          <w:szCs w:val="24"/>
        </w:rPr>
        <w:t xml:space="preserve">  </w:t>
      </w: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 xml:space="preserve">De bouwkundige elementen zijn volgens afspraak onderhouden. </w:t>
      </w:r>
    </w:p>
    <w:p w:rsidR="00FF465D" w:rsidRPr="008A2EF9" w:rsidRDefault="00FF465D" w:rsidP="00FF465D">
      <w:pPr>
        <w:rPr>
          <w:sz w:val="22"/>
          <w:szCs w:val="22"/>
        </w:rPr>
      </w:pPr>
    </w:p>
    <w:p w:rsidR="00FF465D" w:rsidRDefault="00FF465D" w:rsidP="00FF465D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>De leerling gaat bijvoorbeeld ee</w:t>
      </w:r>
      <w:r w:rsidR="008A2EF9">
        <w:rPr>
          <w:sz w:val="22"/>
          <w:szCs w:val="22"/>
        </w:rPr>
        <w:t>n oeverbeschoeiing onderhouden. Hij herstelt</w:t>
      </w:r>
      <w:r w:rsidRPr="008A2EF9">
        <w:rPr>
          <w:sz w:val="22"/>
          <w:szCs w:val="22"/>
        </w:rPr>
        <w:t xml:space="preserve"> delen die kapot zijn en maakt de beschoeiing schoon.</w:t>
      </w:r>
    </w:p>
    <w:p w:rsidR="00FF465D" w:rsidRPr="008A2EF9" w:rsidRDefault="00FF465D" w:rsidP="00FF465D">
      <w:pPr>
        <w:rPr>
          <w:b/>
          <w:sz w:val="22"/>
          <w:szCs w:val="22"/>
        </w:rPr>
      </w:pPr>
    </w:p>
    <w:p w:rsidR="00FF465D" w:rsidRDefault="00FF465D" w:rsidP="00FF465D">
      <w:pPr>
        <w:rPr>
          <w:b/>
        </w:rPr>
      </w:pPr>
      <w:r>
        <w:rPr>
          <w:b/>
        </w:rPr>
        <w:t>Werkwijze:</w:t>
      </w: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>Overleg met je stagebegeleider op welke manier je dit werkproces o</w:t>
      </w:r>
      <w:r w:rsidR="008A2EF9">
        <w:rPr>
          <w:sz w:val="22"/>
          <w:szCs w:val="22"/>
        </w:rPr>
        <w:t xml:space="preserve">p je leerbedrijf kunt uitvoeren. </w:t>
      </w:r>
      <w:r w:rsidRPr="008A2EF9">
        <w:rPr>
          <w:sz w:val="22"/>
          <w:szCs w:val="22"/>
        </w:rPr>
        <w:t>Je moet dit werkproces minimaal 1 kee</w:t>
      </w:r>
      <w:r w:rsidR="008A2EF9">
        <w:rPr>
          <w:sz w:val="22"/>
          <w:szCs w:val="22"/>
        </w:rPr>
        <w:t xml:space="preserve">r tijdens je natuurbeheerstage uitvoeren,  het mag natuurlijk </w:t>
      </w:r>
      <w:r w:rsidRPr="008A2EF9">
        <w:rPr>
          <w:sz w:val="22"/>
          <w:szCs w:val="22"/>
        </w:rPr>
        <w:t>vaker</w:t>
      </w:r>
    </w:p>
    <w:p w:rsidR="00FF465D" w:rsidRPr="008A2EF9" w:rsidRDefault="00FF465D" w:rsidP="00FF465D">
      <w:pPr>
        <w:rPr>
          <w:sz w:val="22"/>
          <w:szCs w:val="22"/>
        </w:rPr>
      </w:pPr>
    </w:p>
    <w:p w:rsidR="00FF465D" w:rsidRPr="008A2EF9" w:rsidRDefault="00FF465D" w:rsidP="00FF465D">
      <w:pPr>
        <w:rPr>
          <w:sz w:val="22"/>
          <w:szCs w:val="22"/>
        </w:rPr>
      </w:pPr>
      <w:r w:rsidRPr="008A2EF9">
        <w:rPr>
          <w:sz w:val="22"/>
          <w:szCs w:val="22"/>
        </w:rPr>
        <w:t>Vul de tabel in het sla deze opdracht op zodat je hem kunt toevoegen aan je verslag.</w:t>
      </w:r>
    </w:p>
    <w:p w:rsidR="008A2EF9" w:rsidRDefault="008A2EF9" w:rsidP="00FF465D">
      <w:pPr>
        <w:rPr>
          <w:sz w:val="22"/>
          <w:szCs w:val="22"/>
        </w:rPr>
      </w:pPr>
    </w:p>
    <w:p w:rsidR="00FF465D" w:rsidRDefault="00FF465D" w:rsidP="00FF465D">
      <w:r>
        <w:rPr>
          <w:b/>
          <w:szCs w:val="24"/>
        </w:rPr>
        <w:t>Bewaak het uitvoeringsbudget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5D" w:rsidRDefault="00FF465D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5D" w:rsidRDefault="00FF465D" w:rsidP="00B93CAC">
            <w:r>
              <w:t xml:space="preserve">Datum </w:t>
            </w:r>
          </w:p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1.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>
            <w:bookmarkStart w:id="0" w:name="_GoBack"/>
            <w:bookmarkEnd w:id="0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2.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3.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  <w:tr w:rsidR="00FF465D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>
            <w:r>
              <w:t>4.</w:t>
            </w:r>
          </w:p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  <w:p w:rsidR="00FF465D" w:rsidRDefault="00FF465D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5D" w:rsidRDefault="00FF465D" w:rsidP="00B93CAC"/>
        </w:tc>
      </w:tr>
    </w:tbl>
    <w:p w:rsidR="00FF465D" w:rsidRDefault="00FF465D" w:rsidP="00FF465D"/>
    <w:p w:rsidR="00FF465D" w:rsidRDefault="00FF465D" w:rsidP="00FF465D">
      <w:pPr>
        <w:rPr>
          <w:szCs w:val="24"/>
        </w:rPr>
      </w:pPr>
    </w:p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5D"/>
    <w:rsid w:val="008A2EF9"/>
    <w:rsid w:val="00B24C80"/>
    <w:rsid w:val="00C7087C"/>
    <w:rsid w:val="00F002CC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46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46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E99F2C49</Template>
  <TotalTime>0</TotalTime>
  <Pages>1</Pages>
  <Words>104</Words>
  <Characters>572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2012-04-19T09:58:00Z</dcterms:created>
  <dcterms:modified xsi:type="dcterms:W3CDTF">2012-04-19T09:58:00Z</dcterms:modified>
</cp:coreProperties>
</file>