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A01" w:rsidRDefault="00B61A01" w:rsidP="001D14DB">
      <w:pPr>
        <w:jc w:val="center"/>
        <w:rPr>
          <w:b/>
          <w:sz w:val="22"/>
          <w:szCs w:val="22"/>
        </w:rPr>
      </w:pPr>
      <w:bookmarkStart w:id="0" w:name="_GoBack"/>
      <w:r w:rsidRPr="001D14DB">
        <w:rPr>
          <w:b/>
          <w:sz w:val="28"/>
          <w:szCs w:val="28"/>
        </w:rPr>
        <w:t>Voer waterbeheer uit</w:t>
      </w:r>
    </w:p>
    <w:bookmarkEnd w:id="0"/>
    <w:p w:rsidR="001D14DB" w:rsidRDefault="001D14DB" w:rsidP="001D14DB">
      <w:pPr>
        <w:jc w:val="center"/>
        <w:rPr>
          <w:b/>
          <w:sz w:val="22"/>
          <w:szCs w:val="22"/>
        </w:rPr>
      </w:pPr>
    </w:p>
    <w:p w:rsidR="001D14DB" w:rsidRPr="001D14DB" w:rsidRDefault="001D14DB" w:rsidP="001D14DB">
      <w:pPr>
        <w:jc w:val="center"/>
        <w:rPr>
          <w:b/>
          <w:sz w:val="22"/>
          <w:szCs w:val="22"/>
        </w:rPr>
      </w:pPr>
    </w:p>
    <w:p w:rsidR="001D14DB" w:rsidRDefault="00B61A01" w:rsidP="00B61A01">
      <w:pPr>
        <w:rPr>
          <w:szCs w:val="24"/>
        </w:rPr>
      </w:pPr>
      <w:r w:rsidRPr="001D14DB">
        <w:rPr>
          <w:b/>
          <w:szCs w:val="24"/>
        </w:rPr>
        <w:t>Doel:</w:t>
      </w:r>
      <w:r>
        <w:rPr>
          <w:szCs w:val="24"/>
        </w:rPr>
        <w:t xml:space="preserve"> </w:t>
      </w:r>
    </w:p>
    <w:p w:rsidR="00B61A01" w:rsidRPr="001D14DB" w:rsidRDefault="00B61A01" w:rsidP="00B61A01">
      <w:pPr>
        <w:rPr>
          <w:sz w:val="22"/>
          <w:szCs w:val="22"/>
        </w:rPr>
      </w:pPr>
      <w:r w:rsidRPr="001D14DB">
        <w:rPr>
          <w:sz w:val="22"/>
          <w:szCs w:val="22"/>
        </w:rPr>
        <w:t>De beheersmaatregelen aan het water zijn deskundig uitgevoerd.</w:t>
      </w:r>
    </w:p>
    <w:p w:rsidR="00B61A01" w:rsidRPr="001D14DB" w:rsidRDefault="00B61A01" w:rsidP="00B61A01">
      <w:pPr>
        <w:rPr>
          <w:sz w:val="22"/>
          <w:szCs w:val="22"/>
        </w:rPr>
      </w:pPr>
    </w:p>
    <w:p w:rsidR="00B61A01" w:rsidRDefault="00B61A01" w:rsidP="00B61A01">
      <w:pPr>
        <w:rPr>
          <w:b/>
          <w:szCs w:val="24"/>
        </w:rPr>
      </w:pPr>
      <w:r>
        <w:rPr>
          <w:b/>
          <w:szCs w:val="24"/>
        </w:rPr>
        <w:t xml:space="preserve">Uitvoeringsvoorbeeld: </w:t>
      </w:r>
    </w:p>
    <w:p w:rsidR="00B61A01" w:rsidRPr="001D14DB" w:rsidRDefault="001D14DB" w:rsidP="00B61A01">
      <w:pPr>
        <w:rPr>
          <w:sz w:val="22"/>
          <w:szCs w:val="22"/>
        </w:rPr>
      </w:pPr>
      <w:r>
        <w:rPr>
          <w:sz w:val="22"/>
          <w:szCs w:val="22"/>
        </w:rPr>
        <w:t>De leerling</w:t>
      </w:r>
      <w:r w:rsidR="00B61A01" w:rsidRPr="001D14DB">
        <w:rPr>
          <w:sz w:val="22"/>
          <w:szCs w:val="22"/>
        </w:rPr>
        <w:t xml:space="preserve"> gaat bijvoorbeeld een natuu</w:t>
      </w:r>
      <w:r>
        <w:rPr>
          <w:sz w:val="22"/>
          <w:szCs w:val="22"/>
        </w:rPr>
        <w:t>rvriendelijke oever onderhouden. H</w:t>
      </w:r>
      <w:r w:rsidR="00B61A01" w:rsidRPr="001D14DB">
        <w:rPr>
          <w:sz w:val="22"/>
          <w:szCs w:val="22"/>
        </w:rPr>
        <w:t xml:space="preserve">ij verwijdert het </w:t>
      </w:r>
      <w:proofErr w:type="spellStart"/>
      <w:r w:rsidR="00B61A01" w:rsidRPr="001D14DB">
        <w:rPr>
          <w:sz w:val="22"/>
          <w:szCs w:val="22"/>
        </w:rPr>
        <w:t>opschot</w:t>
      </w:r>
      <w:proofErr w:type="spellEnd"/>
      <w:r w:rsidR="00B61A01" w:rsidRPr="001D14DB">
        <w:rPr>
          <w:sz w:val="22"/>
          <w:szCs w:val="22"/>
        </w:rPr>
        <w:t xml:space="preserve"> met de bosmaaier. </w:t>
      </w:r>
    </w:p>
    <w:p w:rsidR="00B61A01" w:rsidRPr="001D14DB" w:rsidRDefault="00B61A01" w:rsidP="00B61A01">
      <w:pPr>
        <w:rPr>
          <w:sz w:val="22"/>
          <w:szCs w:val="22"/>
        </w:rPr>
      </w:pPr>
    </w:p>
    <w:p w:rsidR="00B61A01" w:rsidRDefault="00B61A01" w:rsidP="00B61A01">
      <w:pPr>
        <w:rPr>
          <w:b/>
        </w:rPr>
      </w:pPr>
      <w:r>
        <w:rPr>
          <w:b/>
        </w:rPr>
        <w:t>Werkwijze:</w:t>
      </w:r>
    </w:p>
    <w:p w:rsidR="00B61A01" w:rsidRPr="001D14DB" w:rsidRDefault="00B61A01" w:rsidP="00B61A01">
      <w:pPr>
        <w:rPr>
          <w:sz w:val="22"/>
          <w:szCs w:val="22"/>
        </w:rPr>
      </w:pPr>
      <w:r w:rsidRPr="001D14DB">
        <w:rPr>
          <w:sz w:val="22"/>
          <w:szCs w:val="22"/>
        </w:rPr>
        <w:t>Overleg met je stage</w:t>
      </w:r>
      <w:r w:rsidR="001D14DB">
        <w:rPr>
          <w:sz w:val="22"/>
          <w:szCs w:val="22"/>
        </w:rPr>
        <w:t xml:space="preserve">begeleider </w:t>
      </w:r>
      <w:r w:rsidRPr="001D14DB">
        <w:rPr>
          <w:sz w:val="22"/>
          <w:szCs w:val="22"/>
        </w:rPr>
        <w:t>op welke manier je dit werkproces op je leerbedrijf kunt uitvoeren.</w:t>
      </w:r>
      <w:r w:rsidR="001D14DB">
        <w:rPr>
          <w:sz w:val="22"/>
          <w:szCs w:val="22"/>
        </w:rPr>
        <w:t xml:space="preserve"> </w:t>
      </w:r>
      <w:r w:rsidRPr="001D14DB">
        <w:rPr>
          <w:sz w:val="22"/>
          <w:szCs w:val="22"/>
        </w:rPr>
        <w:t>Dit werkproces valt voor veel  leerbedrijven onder de dagelijkse werkzaamheden. Je zult dit werkproces vaker uitvoeren.</w:t>
      </w:r>
    </w:p>
    <w:p w:rsidR="00B61A01" w:rsidRDefault="00B61A01" w:rsidP="00B61A01">
      <w:pPr>
        <w:rPr>
          <w:sz w:val="22"/>
          <w:szCs w:val="22"/>
        </w:rPr>
      </w:pPr>
      <w:r w:rsidRPr="001D14DB">
        <w:rPr>
          <w:sz w:val="22"/>
          <w:szCs w:val="22"/>
        </w:rPr>
        <w:t>Vul de tabel in het sla deze opdracht op zodat je hem kunt toevoegen aan je verslag.</w:t>
      </w:r>
    </w:p>
    <w:p w:rsidR="001D14DB" w:rsidRPr="001D14DB" w:rsidRDefault="001D14DB" w:rsidP="00B61A01">
      <w:pPr>
        <w:rPr>
          <w:sz w:val="22"/>
          <w:szCs w:val="22"/>
        </w:rPr>
      </w:pPr>
    </w:p>
    <w:p w:rsidR="00B61A01" w:rsidRPr="001A45B4" w:rsidRDefault="00B61A01" w:rsidP="00B61A01">
      <w:pPr>
        <w:rPr>
          <w:b/>
        </w:rPr>
      </w:pPr>
      <w:r w:rsidRPr="001A45B4">
        <w:rPr>
          <w:b/>
        </w:rPr>
        <w:t>Lever het werk op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3"/>
        <w:gridCol w:w="938"/>
      </w:tblGrid>
      <w:tr w:rsidR="00B61A01" w:rsidTr="001D14DB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01" w:rsidRDefault="00B61A01" w:rsidP="001D14DB">
            <w:r>
              <w:t>Beschrijving van de uitvoering: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A01" w:rsidRDefault="00B61A01" w:rsidP="001D14DB">
            <w:r>
              <w:t xml:space="preserve">Datum </w:t>
            </w:r>
          </w:p>
        </w:tc>
      </w:tr>
      <w:tr w:rsidR="00B61A01" w:rsidTr="001D14DB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01" w:rsidRDefault="00B61A01" w:rsidP="001D14DB">
            <w:r>
              <w:t>1.</w:t>
            </w:r>
          </w:p>
          <w:p w:rsidR="00B61A01" w:rsidRDefault="00B61A01" w:rsidP="001D14DB"/>
          <w:p w:rsidR="00B61A01" w:rsidRDefault="00B61A01" w:rsidP="001D14DB"/>
          <w:p w:rsidR="00B61A01" w:rsidRDefault="00B61A01" w:rsidP="001D14DB"/>
          <w:p w:rsidR="00B61A01" w:rsidRDefault="00B61A01" w:rsidP="001D14DB"/>
          <w:p w:rsidR="00B61A01" w:rsidRDefault="00B61A01" w:rsidP="001D14DB"/>
          <w:p w:rsidR="00B61A01" w:rsidRDefault="00B61A01" w:rsidP="001D14DB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01" w:rsidRDefault="00B61A01" w:rsidP="001D14DB"/>
        </w:tc>
      </w:tr>
      <w:tr w:rsidR="00B61A01" w:rsidTr="001D14DB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01" w:rsidRDefault="00B61A01" w:rsidP="001D14DB">
            <w:r>
              <w:t>2.</w:t>
            </w:r>
          </w:p>
          <w:p w:rsidR="00B61A01" w:rsidRDefault="00B61A01" w:rsidP="001D14DB"/>
          <w:p w:rsidR="00B61A01" w:rsidRDefault="00B61A01" w:rsidP="001D14DB"/>
          <w:p w:rsidR="00B61A01" w:rsidRDefault="00B61A01" w:rsidP="001D14DB"/>
          <w:p w:rsidR="00B61A01" w:rsidRDefault="00B61A01" w:rsidP="001D14DB"/>
          <w:p w:rsidR="00B61A01" w:rsidRDefault="00B61A01" w:rsidP="001D14DB"/>
          <w:p w:rsidR="00B61A01" w:rsidRDefault="00B61A01" w:rsidP="001D14DB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01" w:rsidRDefault="00B61A01" w:rsidP="001D14DB"/>
        </w:tc>
      </w:tr>
      <w:tr w:rsidR="00B61A01" w:rsidTr="001D14DB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01" w:rsidRDefault="00B61A01" w:rsidP="001D14DB">
            <w:r>
              <w:t>3.</w:t>
            </w:r>
          </w:p>
          <w:p w:rsidR="00B61A01" w:rsidRDefault="00B61A01" w:rsidP="001D14DB"/>
          <w:p w:rsidR="00B61A01" w:rsidRDefault="00B61A01" w:rsidP="001D14DB"/>
          <w:p w:rsidR="00B61A01" w:rsidRDefault="00B61A01" w:rsidP="001D14DB"/>
          <w:p w:rsidR="00B61A01" w:rsidRDefault="00B61A01" w:rsidP="001D14DB"/>
          <w:p w:rsidR="00B61A01" w:rsidRDefault="00B61A01" w:rsidP="001D14DB"/>
          <w:p w:rsidR="00B61A01" w:rsidRDefault="00B61A01" w:rsidP="001D14DB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01" w:rsidRDefault="00B61A01" w:rsidP="001D14DB"/>
        </w:tc>
      </w:tr>
      <w:tr w:rsidR="00B61A01" w:rsidTr="001D14DB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01" w:rsidRDefault="00B61A01" w:rsidP="001D14DB">
            <w:r>
              <w:t>4.</w:t>
            </w:r>
          </w:p>
          <w:p w:rsidR="00B61A01" w:rsidRDefault="00B61A01" w:rsidP="001D14DB"/>
          <w:p w:rsidR="00B61A01" w:rsidRDefault="00B61A01" w:rsidP="001D14DB"/>
          <w:p w:rsidR="00B61A01" w:rsidRDefault="00B61A01" w:rsidP="001D14DB"/>
          <w:p w:rsidR="00B61A01" w:rsidRDefault="00B61A01" w:rsidP="001D14DB"/>
          <w:p w:rsidR="00B61A01" w:rsidRDefault="00B61A01" w:rsidP="001D14DB"/>
          <w:p w:rsidR="00B61A01" w:rsidRDefault="00B61A01" w:rsidP="001D14DB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A01" w:rsidRDefault="00B61A01" w:rsidP="001D14DB"/>
        </w:tc>
      </w:tr>
    </w:tbl>
    <w:p w:rsidR="00C7087C" w:rsidRPr="00F002CC" w:rsidRDefault="00C7087C" w:rsidP="00C7087C"/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A01"/>
    <w:rsid w:val="001D14DB"/>
    <w:rsid w:val="00875B92"/>
    <w:rsid w:val="00B24C80"/>
    <w:rsid w:val="00B61A01"/>
    <w:rsid w:val="00C7087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1A0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61A0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1D13F16</Template>
  <TotalTime>1</TotalTime>
  <Pages>1</Pages>
  <Words>100</Words>
  <Characters>555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2</cp:revision>
  <dcterms:created xsi:type="dcterms:W3CDTF">2012-04-19T11:20:00Z</dcterms:created>
  <dcterms:modified xsi:type="dcterms:W3CDTF">2012-04-19T11:20:00Z</dcterms:modified>
</cp:coreProperties>
</file>