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9C9" w:rsidRDefault="002C19C9" w:rsidP="000D1FB6">
      <w:pPr>
        <w:jc w:val="center"/>
        <w:rPr>
          <w:b/>
          <w:szCs w:val="24"/>
        </w:rPr>
      </w:pPr>
      <w:r w:rsidRPr="000D1FB6">
        <w:rPr>
          <w:b/>
          <w:sz w:val="28"/>
          <w:szCs w:val="28"/>
        </w:rPr>
        <w:t>Voer flora en fauna beheer uit</w:t>
      </w:r>
    </w:p>
    <w:p w:rsidR="000D1FB6" w:rsidRDefault="000D1FB6" w:rsidP="000D1FB6">
      <w:pPr>
        <w:jc w:val="center"/>
        <w:rPr>
          <w:b/>
          <w:szCs w:val="24"/>
        </w:rPr>
      </w:pPr>
    </w:p>
    <w:p w:rsidR="000D1FB6" w:rsidRPr="000D1FB6" w:rsidRDefault="000D1FB6" w:rsidP="000D1FB6">
      <w:pPr>
        <w:jc w:val="center"/>
        <w:rPr>
          <w:b/>
          <w:szCs w:val="24"/>
        </w:rPr>
      </w:pPr>
    </w:p>
    <w:p w:rsidR="000D1FB6" w:rsidRDefault="002C19C9" w:rsidP="002C19C9">
      <w:pPr>
        <w:rPr>
          <w:szCs w:val="24"/>
        </w:rPr>
      </w:pPr>
      <w:r w:rsidRPr="000D1FB6">
        <w:rPr>
          <w:b/>
          <w:szCs w:val="24"/>
        </w:rPr>
        <w:t>Doel:</w:t>
      </w:r>
      <w:r>
        <w:rPr>
          <w:szCs w:val="24"/>
        </w:rPr>
        <w:t xml:space="preserve"> </w:t>
      </w:r>
    </w:p>
    <w:p w:rsidR="002C19C9" w:rsidRPr="000D1FB6" w:rsidRDefault="002C19C9" w:rsidP="002C19C9">
      <w:pPr>
        <w:rPr>
          <w:sz w:val="22"/>
          <w:szCs w:val="22"/>
        </w:rPr>
      </w:pPr>
      <w:r w:rsidRPr="000D1FB6">
        <w:rPr>
          <w:sz w:val="22"/>
          <w:szCs w:val="22"/>
        </w:rPr>
        <w:t>De beheersmaatregelen aan flora en fauna zijn vakkundig uitgevoerd.</w:t>
      </w:r>
    </w:p>
    <w:p w:rsidR="002C19C9" w:rsidRPr="000D1FB6" w:rsidRDefault="002C19C9" w:rsidP="002C19C9">
      <w:pPr>
        <w:rPr>
          <w:sz w:val="22"/>
          <w:szCs w:val="22"/>
        </w:rPr>
      </w:pPr>
    </w:p>
    <w:p w:rsidR="002C19C9" w:rsidRDefault="002C19C9" w:rsidP="002C19C9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2C19C9" w:rsidRPr="000D1FB6" w:rsidRDefault="002C19C9" w:rsidP="002C19C9">
      <w:pPr>
        <w:rPr>
          <w:sz w:val="22"/>
          <w:szCs w:val="22"/>
        </w:rPr>
      </w:pPr>
      <w:r w:rsidRPr="000D1FB6">
        <w:rPr>
          <w:sz w:val="22"/>
          <w:szCs w:val="22"/>
        </w:rPr>
        <w:t>De leerling gaat bijvoorbeeld meewerken bij maaiwerkzaamheden. Hi</w:t>
      </w:r>
      <w:r w:rsidR="000D1FB6">
        <w:rPr>
          <w:sz w:val="22"/>
          <w:szCs w:val="22"/>
        </w:rPr>
        <w:t xml:space="preserve">j zorgt ervoor dat met maaisel </w:t>
      </w:r>
      <w:r w:rsidRPr="000D1FB6">
        <w:rPr>
          <w:sz w:val="22"/>
          <w:szCs w:val="22"/>
        </w:rPr>
        <w:t>op ruggen geharkt wordt.</w:t>
      </w:r>
    </w:p>
    <w:p w:rsidR="002C19C9" w:rsidRPr="000D1FB6" w:rsidRDefault="002C19C9" w:rsidP="002C19C9">
      <w:pPr>
        <w:rPr>
          <w:sz w:val="22"/>
          <w:szCs w:val="22"/>
        </w:rPr>
      </w:pPr>
    </w:p>
    <w:p w:rsidR="002C19C9" w:rsidRDefault="002C19C9" w:rsidP="002C19C9">
      <w:pPr>
        <w:rPr>
          <w:b/>
        </w:rPr>
      </w:pPr>
      <w:r>
        <w:rPr>
          <w:b/>
        </w:rPr>
        <w:t>Werkwijze:</w:t>
      </w:r>
    </w:p>
    <w:p w:rsidR="002C19C9" w:rsidRPr="000D1FB6" w:rsidRDefault="002C19C9" w:rsidP="002C19C9">
      <w:pPr>
        <w:rPr>
          <w:sz w:val="22"/>
          <w:szCs w:val="22"/>
        </w:rPr>
      </w:pPr>
      <w:r w:rsidRPr="000D1FB6">
        <w:rPr>
          <w:sz w:val="22"/>
          <w:szCs w:val="22"/>
        </w:rPr>
        <w:t>Overleg met je stage</w:t>
      </w:r>
      <w:r w:rsidR="000D1FB6">
        <w:rPr>
          <w:sz w:val="22"/>
          <w:szCs w:val="22"/>
        </w:rPr>
        <w:t xml:space="preserve">begeleider </w:t>
      </w:r>
      <w:r w:rsidRPr="000D1FB6">
        <w:rPr>
          <w:sz w:val="22"/>
          <w:szCs w:val="22"/>
        </w:rPr>
        <w:t>op welke manier je dit werkproces op je leerbedrijf kunt uitvoeren.</w:t>
      </w:r>
      <w:r w:rsidR="000D1FB6">
        <w:rPr>
          <w:sz w:val="22"/>
          <w:szCs w:val="22"/>
        </w:rPr>
        <w:t xml:space="preserve"> </w:t>
      </w:r>
      <w:r w:rsidRPr="000D1FB6">
        <w:rPr>
          <w:sz w:val="22"/>
          <w:szCs w:val="22"/>
        </w:rPr>
        <w:t>Dit werkproces valt voor veel  leerbedrijven ond</w:t>
      </w:r>
      <w:r w:rsidR="000D1FB6">
        <w:rPr>
          <w:sz w:val="22"/>
          <w:szCs w:val="22"/>
        </w:rPr>
        <w:t xml:space="preserve">er de dagelijkse werkzaamheden. </w:t>
      </w:r>
      <w:r w:rsidRPr="000D1FB6">
        <w:rPr>
          <w:sz w:val="22"/>
          <w:szCs w:val="22"/>
        </w:rPr>
        <w:t xml:space="preserve">Je zult dit werkproces vaker uitvoeren. </w:t>
      </w:r>
    </w:p>
    <w:p w:rsidR="002C19C9" w:rsidRPr="000D1FB6" w:rsidRDefault="002C19C9" w:rsidP="002C19C9">
      <w:pPr>
        <w:rPr>
          <w:sz w:val="22"/>
          <w:szCs w:val="22"/>
        </w:rPr>
      </w:pPr>
    </w:p>
    <w:p w:rsidR="002C19C9" w:rsidRDefault="002C19C9" w:rsidP="002C19C9">
      <w:pPr>
        <w:rPr>
          <w:sz w:val="22"/>
          <w:szCs w:val="22"/>
        </w:rPr>
      </w:pPr>
      <w:r w:rsidRPr="000D1FB6">
        <w:rPr>
          <w:sz w:val="22"/>
          <w:szCs w:val="22"/>
        </w:rPr>
        <w:t>Vul de tabel in het sla deze opdracht op zodat je hem kunt toevoegen aan je verslag.</w:t>
      </w:r>
    </w:p>
    <w:p w:rsidR="000D1FB6" w:rsidRPr="000D1FB6" w:rsidRDefault="000D1FB6" w:rsidP="002C19C9">
      <w:pPr>
        <w:rPr>
          <w:sz w:val="22"/>
          <w:szCs w:val="22"/>
        </w:rPr>
      </w:pPr>
    </w:p>
    <w:p w:rsidR="002C19C9" w:rsidRPr="001A45B4" w:rsidRDefault="002C19C9" w:rsidP="002C19C9">
      <w:pPr>
        <w:rPr>
          <w:b/>
        </w:rPr>
      </w:pPr>
      <w:r w:rsidRPr="001A45B4">
        <w:rPr>
          <w:b/>
        </w:rPr>
        <w:t>Lever het werk 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2C19C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C9" w:rsidRDefault="002C19C9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9C9" w:rsidRDefault="002C19C9" w:rsidP="00B93CAC">
            <w:r>
              <w:t xml:space="preserve">Datum </w:t>
            </w:r>
          </w:p>
        </w:tc>
      </w:tr>
      <w:tr w:rsidR="002C19C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>
            <w:r>
              <w:t>1.</w:t>
            </w:r>
          </w:p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/>
        </w:tc>
      </w:tr>
      <w:tr w:rsidR="002C19C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>
            <w:r>
              <w:t>2.</w:t>
            </w:r>
          </w:p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/>
        </w:tc>
      </w:tr>
      <w:tr w:rsidR="002C19C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>
            <w:r>
              <w:t>3.</w:t>
            </w:r>
          </w:p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/>
        </w:tc>
      </w:tr>
      <w:tr w:rsidR="002C19C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>
            <w:r>
              <w:t>4.</w:t>
            </w:r>
          </w:p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/>
          <w:p w:rsidR="002C19C9" w:rsidRDefault="002C19C9" w:rsidP="00B93CAC">
            <w:bookmarkStart w:id="0" w:name="_GoBack"/>
            <w:bookmarkEnd w:id="0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9C9" w:rsidRDefault="002C19C9" w:rsidP="00B93CAC"/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C9"/>
    <w:rsid w:val="000D1FB6"/>
    <w:rsid w:val="002C19C9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19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19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EE78E916</Template>
  <TotalTime>1</TotalTime>
  <Pages>1</Pages>
  <Words>103</Words>
  <Characters>572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2012-04-19T10:20:00Z</dcterms:created>
  <dcterms:modified xsi:type="dcterms:W3CDTF">2012-04-19T10:20:00Z</dcterms:modified>
</cp:coreProperties>
</file>