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0CA" w:rsidRDefault="00D050CA" w:rsidP="007E421F">
      <w:pPr>
        <w:jc w:val="center"/>
        <w:rPr>
          <w:b/>
          <w:szCs w:val="24"/>
        </w:rPr>
      </w:pPr>
      <w:r w:rsidRPr="007E421F">
        <w:rPr>
          <w:b/>
          <w:sz w:val="28"/>
          <w:szCs w:val="28"/>
        </w:rPr>
        <w:t>Laat de werkomgeving verzorgd achter</w:t>
      </w:r>
    </w:p>
    <w:p w:rsidR="007E421F" w:rsidRDefault="007E421F" w:rsidP="007E421F">
      <w:pPr>
        <w:jc w:val="center"/>
        <w:rPr>
          <w:b/>
          <w:szCs w:val="24"/>
        </w:rPr>
      </w:pPr>
    </w:p>
    <w:p w:rsidR="007E421F" w:rsidRPr="007E421F" w:rsidRDefault="007E421F" w:rsidP="007E421F">
      <w:pPr>
        <w:jc w:val="center"/>
        <w:rPr>
          <w:b/>
          <w:szCs w:val="24"/>
        </w:rPr>
      </w:pPr>
    </w:p>
    <w:p w:rsidR="007E421F" w:rsidRDefault="00D050CA" w:rsidP="00D050CA">
      <w:pPr>
        <w:rPr>
          <w:szCs w:val="24"/>
        </w:rPr>
      </w:pPr>
      <w:r w:rsidRPr="007E421F">
        <w:rPr>
          <w:b/>
          <w:szCs w:val="24"/>
        </w:rPr>
        <w:t>Doel:</w:t>
      </w:r>
      <w:r>
        <w:rPr>
          <w:szCs w:val="24"/>
        </w:rPr>
        <w:t xml:space="preserve"> </w:t>
      </w:r>
    </w:p>
    <w:p w:rsidR="00D050CA" w:rsidRPr="007E421F" w:rsidRDefault="00D050CA" w:rsidP="00D050CA">
      <w:pPr>
        <w:rPr>
          <w:sz w:val="22"/>
          <w:szCs w:val="22"/>
        </w:rPr>
      </w:pPr>
      <w:r w:rsidRPr="007E421F">
        <w:rPr>
          <w:sz w:val="22"/>
          <w:szCs w:val="22"/>
        </w:rPr>
        <w:t>Het terrein is verzorgd en opgeruimd achtergelaten.</w:t>
      </w:r>
    </w:p>
    <w:p w:rsidR="00D050CA" w:rsidRPr="007E421F" w:rsidRDefault="00D050CA" w:rsidP="00D050CA">
      <w:pPr>
        <w:rPr>
          <w:sz w:val="22"/>
          <w:szCs w:val="22"/>
        </w:rPr>
      </w:pPr>
    </w:p>
    <w:p w:rsidR="00D050CA" w:rsidRDefault="00D050CA" w:rsidP="00D050CA">
      <w:pPr>
        <w:rPr>
          <w:b/>
          <w:szCs w:val="24"/>
        </w:rPr>
      </w:pPr>
      <w:r>
        <w:rPr>
          <w:b/>
          <w:szCs w:val="24"/>
        </w:rPr>
        <w:t xml:space="preserve">Uitvoeringsvoorbeeld: </w:t>
      </w:r>
    </w:p>
    <w:p w:rsidR="00D050CA" w:rsidRPr="007E421F" w:rsidRDefault="00D050CA" w:rsidP="00D050CA">
      <w:pPr>
        <w:rPr>
          <w:sz w:val="22"/>
          <w:szCs w:val="22"/>
        </w:rPr>
      </w:pPr>
      <w:r w:rsidRPr="007E421F">
        <w:rPr>
          <w:sz w:val="22"/>
          <w:szCs w:val="22"/>
        </w:rPr>
        <w:t>De lee</w:t>
      </w:r>
      <w:r w:rsidR="007E421F">
        <w:rPr>
          <w:sz w:val="22"/>
          <w:szCs w:val="22"/>
        </w:rPr>
        <w:t xml:space="preserve">rling ruimt het gereedschap op. </w:t>
      </w:r>
      <w:bookmarkStart w:id="0" w:name="_GoBack"/>
      <w:bookmarkEnd w:id="0"/>
      <w:r w:rsidRPr="007E421F">
        <w:rPr>
          <w:sz w:val="22"/>
          <w:szCs w:val="22"/>
        </w:rPr>
        <w:t xml:space="preserve">Hij verwijdert vrijgekomen materiaal, scheidt het en voert het af. Hij zorgt ervoor dat de machines, werktuigen en gereedschappen gebruiksklaar zijn voor een volgende keer. </w:t>
      </w:r>
    </w:p>
    <w:p w:rsidR="00D050CA" w:rsidRPr="007E421F" w:rsidRDefault="00D050CA" w:rsidP="00D050CA">
      <w:pPr>
        <w:rPr>
          <w:sz w:val="22"/>
          <w:szCs w:val="22"/>
        </w:rPr>
      </w:pPr>
    </w:p>
    <w:p w:rsidR="00D050CA" w:rsidRDefault="00D050CA" w:rsidP="00D050CA">
      <w:pPr>
        <w:rPr>
          <w:b/>
        </w:rPr>
      </w:pPr>
      <w:r>
        <w:rPr>
          <w:b/>
        </w:rPr>
        <w:t>Werkwijze:</w:t>
      </w:r>
    </w:p>
    <w:p w:rsidR="00D050CA" w:rsidRPr="007E421F" w:rsidRDefault="00D050CA" w:rsidP="00D050CA">
      <w:pPr>
        <w:rPr>
          <w:sz w:val="22"/>
          <w:szCs w:val="22"/>
        </w:rPr>
      </w:pPr>
      <w:r w:rsidRPr="007E421F">
        <w:rPr>
          <w:sz w:val="22"/>
          <w:szCs w:val="22"/>
        </w:rPr>
        <w:t>Overleg met je stagebegeleider op welke manier je dit werkproces op je leerbedrijf kunt uitvoeren. Dit werkproces zal regelmatig terugkeren!</w:t>
      </w:r>
    </w:p>
    <w:p w:rsidR="00D050CA" w:rsidRPr="007E421F" w:rsidRDefault="00D050CA" w:rsidP="00D050CA">
      <w:pPr>
        <w:rPr>
          <w:sz w:val="22"/>
          <w:szCs w:val="22"/>
        </w:rPr>
      </w:pPr>
    </w:p>
    <w:p w:rsidR="00D050CA" w:rsidRDefault="00D050CA" w:rsidP="00D050CA">
      <w:pPr>
        <w:rPr>
          <w:sz w:val="22"/>
          <w:szCs w:val="22"/>
        </w:rPr>
      </w:pPr>
      <w:r w:rsidRPr="007E421F">
        <w:rPr>
          <w:sz w:val="22"/>
          <w:szCs w:val="22"/>
        </w:rPr>
        <w:t>Vul de tabel in het sla deze opdracht op zodat je hem kunt toevoegen aan je verslag.</w:t>
      </w:r>
    </w:p>
    <w:p w:rsidR="007E421F" w:rsidRPr="007E421F" w:rsidRDefault="007E421F" w:rsidP="00D050CA">
      <w:pPr>
        <w:rPr>
          <w:sz w:val="22"/>
          <w:szCs w:val="22"/>
        </w:rPr>
      </w:pPr>
    </w:p>
    <w:p w:rsidR="00D050CA" w:rsidRPr="001A45B4" w:rsidRDefault="00D050CA" w:rsidP="00D050CA">
      <w:pPr>
        <w:rPr>
          <w:b/>
        </w:rPr>
      </w:pPr>
      <w:r w:rsidRPr="001A45B4">
        <w:rPr>
          <w:b/>
        </w:rPr>
        <w:t>Voer de werkzaamheden uit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3"/>
        <w:gridCol w:w="938"/>
      </w:tblGrid>
      <w:tr w:rsidR="00D050CA" w:rsidTr="00B93CAC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0CA" w:rsidRDefault="00D050CA" w:rsidP="00B93CAC">
            <w:r>
              <w:t>Beschrijving van de uitvoering: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0CA" w:rsidRDefault="00D050CA" w:rsidP="00B93CAC">
            <w:r>
              <w:t xml:space="preserve">Datum </w:t>
            </w:r>
          </w:p>
        </w:tc>
      </w:tr>
      <w:tr w:rsidR="00D050CA" w:rsidTr="00B93CAC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CA" w:rsidRDefault="00D050CA" w:rsidP="00B93CAC">
            <w:r>
              <w:t>1.</w:t>
            </w:r>
          </w:p>
          <w:p w:rsidR="00D050CA" w:rsidRDefault="00D050CA" w:rsidP="00B93CAC"/>
          <w:p w:rsidR="00D050CA" w:rsidRDefault="00D050CA" w:rsidP="00B93CAC"/>
          <w:p w:rsidR="00D050CA" w:rsidRDefault="00D050CA" w:rsidP="00B93CAC"/>
          <w:p w:rsidR="00D050CA" w:rsidRDefault="00D050CA" w:rsidP="00B93CAC"/>
          <w:p w:rsidR="00D050CA" w:rsidRDefault="00D050CA" w:rsidP="00B93CAC"/>
          <w:p w:rsidR="00D050CA" w:rsidRDefault="00D050CA" w:rsidP="00B93CAC"/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CA" w:rsidRDefault="00D050CA" w:rsidP="00B93CAC"/>
        </w:tc>
      </w:tr>
      <w:tr w:rsidR="00D050CA" w:rsidTr="00B93CAC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CA" w:rsidRDefault="00D050CA" w:rsidP="00B93CAC">
            <w:r>
              <w:t>2.</w:t>
            </w:r>
          </w:p>
          <w:p w:rsidR="00D050CA" w:rsidRDefault="00D050CA" w:rsidP="00B93CAC"/>
          <w:p w:rsidR="00D050CA" w:rsidRDefault="00D050CA" w:rsidP="00B93CAC"/>
          <w:p w:rsidR="00D050CA" w:rsidRDefault="00D050CA" w:rsidP="00B93CAC"/>
          <w:p w:rsidR="00D050CA" w:rsidRDefault="00D050CA" w:rsidP="00B93CAC"/>
          <w:p w:rsidR="00D050CA" w:rsidRDefault="00D050CA" w:rsidP="00B93CAC"/>
          <w:p w:rsidR="00D050CA" w:rsidRDefault="00D050CA" w:rsidP="00B93CAC"/>
          <w:p w:rsidR="00D050CA" w:rsidRDefault="00D050CA" w:rsidP="00B93CAC"/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CA" w:rsidRDefault="00D050CA" w:rsidP="00B93CAC"/>
        </w:tc>
      </w:tr>
      <w:tr w:rsidR="00D050CA" w:rsidTr="00B93CAC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CA" w:rsidRDefault="00D050CA" w:rsidP="00B93CAC">
            <w:r>
              <w:t>3.</w:t>
            </w:r>
          </w:p>
          <w:p w:rsidR="00D050CA" w:rsidRDefault="00D050CA" w:rsidP="00B93CAC"/>
          <w:p w:rsidR="00D050CA" w:rsidRDefault="00D050CA" w:rsidP="00B93CAC"/>
          <w:p w:rsidR="00D050CA" w:rsidRDefault="00D050CA" w:rsidP="00B93CAC"/>
          <w:p w:rsidR="00D050CA" w:rsidRDefault="00D050CA" w:rsidP="00B93CAC"/>
          <w:p w:rsidR="00D050CA" w:rsidRDefault="00D050CA" w:rsidP="00B93CAC"/>
          <w:p w:rsidR="00D050CA" w:rsidRDefault="00D050CA" w:rsidP="00B93CAC"/>
          <w:p w:rsidR="00D050CA" w:rsidRDefault="00D050CA" w:rsidP="00B93CAC"/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CA" w:rsidRDefault="00D050CA" w:rsidP="00B93CAC"/>
        </w:tc>
      </w:tr>
      <w:tr w:rsidR="00D050CA" w:rsidTr="00B93CAC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CA" w:rsidRDefault="00D050CA" w:rsidP="00B93CAC">
            <w:r>
              <w:t>4.</w:t>
            </w:r>
          </w:p>
          <w:p w:rsidR="00D050CA" w:rsidRDefault="00D050CA" w:rsidP="00B93CAC"/>
          <w:p w:rsidR="00D050CA" w:rsidRDefault="00D050CA" w:rsidP="00B93CAC"/>
          <w:p w:rsidR="00D050CA" w:rsidRDefault="00D050CA" w:rsidP="00B93CAC"/>
          <w:p w:rsidR="00D050CA" w:rsidRDefault="00D050CA" w:rsidP="00B93CAC"/>
          <w:p w:rsidR="00D050CA" w:rsidRDefault="00D050CA" w:rsidP="00B93CAC"/>
          <w:p w:rsidR="00D050CA" w:rsidRDefault="00D050CA" w:rsidP="00B93CAC"/>
          <w:p w:rsidR="00D050CA" w:rsidRDefault="00D050CA" w:rsidP="00B93CAC"/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0CA" w:rsidRDefault="00D050CA" w:rsidP="00B93CAC"/>
        </w:tc>
      </w:tr>
    </w:tbl>
    <w:p w:rsidR="00C7087C" w:rsidRPr="00F002CC" w:rsidRDefault="00C7087C" w:rsidP="00C7087C"/>
    <w:sectPr w:rsidR="00C7087C" w:rsidRPr="00F002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0CA"/>
    <w:rsid w:val="007E421F"/>
    <w:rsid w:val="00B24C80"/>
    <w:rsid w:val="00C7087C"/>
    <w:rsid w:val="00D050CA"/>
    <w:rsid w:val="00F0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050CA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050CA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7F7749D1</Template>
  <TotalTime>0</TotalTime>
  <Pages>1</Pages>
  <Words>105</Words>
  <Characters>583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De Groene Welle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Rutters</dc:creator>
  <cp:lastModifiedBy>Thijs Rutters</cp:lastModifiedBy>
  <cp:revision>2</cp:revision>
  <dcterms:created xsi:type="dcterms:W3CDTF">2012-04-19T10:03:00Z</dcterms:created>
  <dcterms:modified xsi:type="dcterms:W3CDTF">2012-04-19T10:03:00Z</dcterms:modified>
</cp:coreProperties>
</file>