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5B7" w:rsidRDefault="00C775B7" w:rsidP="00C7087C">
      <w:pPr>
        <w:spacing w:after="0"/>
        <w:rPr>
          <w:rFonts w:ascii="Arial" w:hAnsi="Arial" w:cs="Arial"/>
          <w:sz w:val="28"/>
          <w:szCs w:val="28"/>
        </w:rPr>
      </w:pPr>
      <w:r w:rsidRPr="00C775B7">
        <w:rPr>
          <w:rFonts w:ascii="Arial" w:eastAsia="Times New Roman" w:hAnsi="Arial" w:cs="Times New Roman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9264" behindDoc="1" locked="0" layoutInCell="1" allowOverlap="1" wp14:anchorId="73162BCB" wp14:editId="349AFD63">
            <wp:simplePos x="0" y="0"/>
            <wp:positionH relativeFrom="column">
              <wp:posOffset>-899795</wp:posOffset>
            </wp:positionH>
            <wp:positionV relativeFrom="paragraph">
              <wp:posOffset>-909320</wp:posOffset>
            </wp:positionV>
            <wp:extent cx="7677150" cy="11811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jabloon_briefhoofd_nieuw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71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75B7" w:rsidRDefault="00C775B7" w:rsidP="00C7087C">
      <w:pPr>
        <w:spacing w:after="0"/>
        <w:rPr>
          <w:rFonts w:ascii="Arial" w:hAnsi="Arial" w:cs="Arial"/>
          <w:sz w:val="28"/>
          <w:szCs w:val="28"/>
        </w:rPr>
      </w:pPr>
    </w:p>
    <w:p w:rsidR="00C775B7" w:rsidRPr="00C775B7" w:rsidRDefault="00C775B7" w:rsidP="00C775B7">
      <w:pPr>
        <w:spacing w:after="0" w:line="240" w:lineRule="auto"/>
        <w:rPr>
          <w:rFonts w:ascii="Arial" w:eastAsia="Times New Roman" w:hAnsi="Arial" w:cs="Times New Roman"/>
          <w:b/>
          <w:sz w:val="24"/>
          <w:szCs w:val="24"/>
          <w:lang w:eastAsia="nl-NL"/>
        </w:rPr>
      </w:pPr>
    </w:p>
    <w:p w:rsidR="00C775B7" w:rsidRPr="00C775B7" w:rsidRDefault="00C775B7" w:rsidP="00C775B7">
      <w:pPr>
        <w:spacing w:after="0" w:line="240" w:lineRule="auto"/>
        <w:rPr>
          <w:rFonts w:ascii="Arial" w:eastAsia="Times New Roman" w:hAnsi="Arial" w:cs="Times New Roman"/>
          <w:b/>
          <w:sz w:val="22"/>
          <w:lang w:eastAsia="nl-NL"/>
        </w:rPr>
      </w:pPr>
      <w:bookmarkStart w:id="0" w:name="_GoBack"/>
      <w:bookmarkEnd w:id="0"/>
    </w:p>
    <w:p w:rsidR="00231043" w:rsidRPr="0070404A" w:rsidRDefault="00E504E6" w:rsidP="00C7087C">
      <w:pPr>
        <w:spacing w:after="0"/>
        <w:rPr>
          <w:rFonts w:ascii="Arial" w:hAnsi="Arial" w:cs="Arial"/>
          <w:b/>
          <w:sz w:val="28"/>
          <w:szCs w:val="28"/>
        </w:rPr>
      </w:pPr>
      <w:r w:rsidRPr="0070404A">
        <w:rPr>
          <w:rFonts w:ascii="Arial" w:hAnsi="Arial" w:cs="Arial"/>
          <w:b/>
          <w:sz w:val="28"/>
          <w:szCs w:val="28"/>
        </w:rPr>
        <w:t xml:space="preserve">Verklaring omtrent de </w:t>
      </w:r>
      <w:r w:rsidR="00C1065C" w:rsidRPr="0070404A">
        <w:rPr>
          <w:rFonts w:ascii="Arial" w:hAnsi="Arial" w:cs="Arial"/>
          <w:b/>
          <w:sz w:val="28"/>
          <w:szCs w:val="28"/>
        </w:rPr>
        <w:t>stage beoordeling</w:t>
      </w:r>
    </w:p>
    <w:p w:rsidR="00231043" w:rsidRPr="0070404A" w:rsidRDefault="00231043" w:rsidP="00C7087C">
      <w:pPr>
        <w:spacing w:after="0"/>
        <w:rPr>
          <w:rFonts w:ascii="Arial" w:hAnsi="Arial" w:cs="Arial"/>
          <w:sz w:val="28"/>
          <w:szCs w:val="28"/>
        </w:rPr>
      </w:pPr>
    </w:p>
    <w:p w:rsidR="005D1309" w:rsidRDefault="005D1309" w:rsidP="00C7087C">
      <w:pPr>
        <w:spacing w:after="0"/>
        <w:rPr>
          <w:rFonts w:ascii="Arial" w:hAnsi="Arial" w:cs="Arial"/>
          <w:sz w:val="28"/>
          <w:szCs w:val="28"/>
        </w:rPr>
      </w:pPr>
    </w:p>
    <w:p w:rsidR="005D1309" w:rsidRDefault="005D1309" w:rsidP="00C7087C">
      <w:pPr>
        <w:spacing w:after="0"/>
        <w:rPr>
          <w:rFonts w:ascii="Arial" w:hAnsi="Arial" w:cs="Arial"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231043" w:rsidTr="00C1065C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231043" w:rsidRPr="00E504E6" w:rsidRDefault="00231043" w:rsidP="005D1309">
            <w:pPr>
              <w:jc w:val="right"/>
              <w:rPr>
                <w:rFonts w:ascii="Arial" w:hAnsi="Arial" w:cs="Arial"/>
                <w:szCs w:val="20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231043" w:rsidRPr="00C775B7" w:rsidRDefault="00E504E6" w:rsidP="00C708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775B7">
              <w:rPr>
                <w:rFonts w:ascii="Arial" w:hAnsi="Arial" w:cs="Arial"/>
                <w:b/>
                <w:sz w:val="24"/>
                <w:szCs w:val="24"/>
              </w:rPr>
              <w:t>Deelnemer</w:t>
            </w:r>
          </w:p>
        </w:tc>
      </w:tr>
      <w:tr w:rsidR="00231043" w:rsidTr="00C1065C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1043" w:rsidRPr="00C775B7" w:rsidRDefault="00E504E6" w:rsidP="005D1309">
            <w:pPr>
              <w:jc w:val="right"/>
              <w:rPr>
                <w:rFonts w:ascii="Arial" w:hAnsi="Arial" w:cs="Arial"/>
                <w:sz w:val="22"/>
              </w:rPr>
            </w:pPr>
            <w:r w:rsidRPr="00C775B7">
              <w:rPr>
                <w:rFonts w:ascii="Arial" w:hAnsi="Arial" w:cs="Arial"/>
                <w:sz w:val="22"/>
              </w:rPr>
              <w:t>Naam</w:t>
            </w:r>
            <w:r w:rsidR="00C1065C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</w:tcPr>
          <w:p w:rsidR="00231043" w:rsidRPr="005D1309" w:rsidRDefault="00231043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C1065C" w:rsidTr="00C1065C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1065C" w:rsidRPr="00C775B7" w:rsidRDefault="00C1065C" w:rsidP="005D1309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065C" w:rsidRPr="005D1309" w:rsidRDefault="00C1065C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C1065C" w:rsidTr="00C1065C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1065C" w:rsidRPr="00C775B7" w:rsidRDefault="00C1065C" w:rsidP="005D1309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1065C" w:rsidRPr="005D1309" w:rsidRDefault="00C1065C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231043" w:rsidTr="00C1065C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1043" w:rsidRPr="00C775B7" w:rsidRDefault="00E504E6" w:rsidP="005D1309">
            <w:pPr>
              <w:jc w:val="right"/>
              <w:rPr>
                <w:rFonts w:ascii="Arial" w:hAnsi="Arial" w:cs="Arial"/>
                <w:sz w:val="22"/>
              </w:rPr>
            </w:pPr>
            <w:r w:rsidRPr="00C775B7">
              <w:rPr>
                <w:rFonts w:ascii="Arial" w:hAnsi="Arial" w:cs="Arial"/>
                <w:sz w:val="22"/>
              </w:rPr>
              <w:t>Geboortedatum</w:t>
            </w:r>
            <w:r w:rsidR="00C1065C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</w:tcPr>
          <w:p w:rsidR="00231043" w:rsidRPr="005D1309" w:rsidRDefault="00231043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231043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231043" w:rsidRPr="005D1309" w:rsidRDefault="00231043" w:rsidP="005D1309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231043" w:rsidRPr="00C775B7" w:rsidRDefault="00C775B7" w:rsidP="00C7087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E504E6" w:rsidRPr="00C775B7">
              <w:rPr>
                <w:rFonts w:ascii="Arial" w:hAnsi="Arial" w:cs="Arial"/>
                <w:b/>
                <w:sz w:val="24"/>
                <w:szCs w:val="24"/>
              </w:rPr>
              <w:t>tage locatie</w:t>
            </w:r>
          </w:p>
        </w:tc>
      </w:tr>
      <w:tr w:rsidR="00231043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1043" w:rsidRPr="00C775B7" w:rsidRDefault="00E504E6" w:rsidP="005D1309">
            <w:pPr>
              <w:jc w:val="right"/>
              <w:rPr>
                <w:rFonts w:ascii="Arial" w:hAnsi="Arial" w:cs="Arial"/>
                <w:sz w:val="22"/>
              </w:rPr>
            </w:pPr>
            <w:r w:rsidRPr="00C775B7">
              <w:rPr>
                <w:rFonts w:ascii="Arial" w:hAnsi="Arial" w:cs="Arial"/>
                <w:sz w:val="22"/>
              </w:rPr>
              <w:t>Naam</w:t>
            </w:r>
            <w:r w:rsidR="00C1065C">
              <w:rPr>
                <w:rFonts w:ascii="Arial" w:hAnsi="Arial" w:cs="Arial"/>
                <w:sz w:val="22"/>
              </w:rPr>
              <w:t xml:space="preserve"> </w:t>
            </w:r>
            <w:r w:rsidRPr="00C775B7">
              <w:rPr>
                <w:rFonts w:ascii="Arial" w:hAnsi="Arial" w:cs="Arial"/>
                <w:sz w:val="22"/>
              </w:rPr>
              <w:t>bedrijf</w:t>
            </w:r>
            <w:r w:rsidR="00C1065C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6127" w:type="dxa"/>
            <w:tcBorders>
              <w:top w:val="nil"/>
              <w:left w:val="nil"/>
              <w:bottom w:val="nil"/>
              <w:right w:val="nil"/>
            </w:tcBorders>
          </w:tcPr>
          <w:p w:rsidR="00231043" w:rsidRPr="005D1309" w:rsidRDefault="00231043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14605E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4605E" w:rsidRDefault="0014605E" w:rsidP="00C775B7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05E" w:rsidRPr="005D1309" w:rsidRDefault="0014605E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231043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1043" w:rsidRPr="00C775B7" w:rsidRDefault="00C775B7" w:rsidP="00C775B7">
            <w:pPr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Adres (straat, pc+</w:t>
            </w:r>
            <w:r w:rsidR="00E504E6" w:rsidRPr="00C775B7">
              <w:rPr>
                <w:rFonts w:ascii="Arial" w:hAnsi="Arial" w:cs="Arial"/>
                <w:sz w:val="22"/>
              </w:rPr>
              <w:t xml:space="preserve"> plaats)</w:t>
            </w:r>
            <w:r w:rsidR="00C1065C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1043" w:rsidRPr="005D1309" w:rsidRDefault="00231043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14605E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4605E" w:rsidRPr="00C775B7" w:rsidRDefault="0014605E" w:rsidP="005D1309">
            <w:pPr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05E" w:rsidRPr="005D1309" w:rsidRDefault="0014605E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231043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1043" w:rsidRPr="00C775B7" w:rsidRDefault="00E504E6" w:rsidP="005D1309">
            <w:pPr>
              <w:jc w:val="right"/>
              <w:rPr>
                <w:rFonts w:ascii="Arial" w:hAnsi="Arial" w:cs="Arial"/>
                <w:sz w:val="22"/>
              </w:rPr>
            </w:pPr>
            <w:r w:rsidRPr="00C775B7">
              <w:rPr>
                <w:rFonts w:ascii="Arial" w:hAnsi="Arial" w:cs="Arial"/>
                <w:sz w:val="22"/>
              </w:rPr>
              <w:t>Naam stage begeleider</w:t>
            </w:r>
            <w:r w:rsidR="00C1065C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1043" w:rsidRPr="005D1309" w:rsidRDefault="00231043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14605E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4605E" w:rsidRPr="00C775B7" w:rsidRDefault="0014605E" w:rsidP="005D1309">
            <w:pPr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05E" w:rsidRPr="005D1309" w:rsidRDefault="0014605E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14605E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4605E" w:rsidRPr="00C775B7" w:rsidRDefault="0014605E" w:rsidP="005D1309">
            <w:pPr>
              <w:jc w:val="right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605E" w:rsidRPr="005D1309" w:rsidRDefault="0014605E" w:rsidP="00C7087C">
            <w:pPr>
              <w:rPr>
                <w:rFonts w:ascii="Arial" w:hAnsi="Arial" w:cs="Arial"/>
                <w:sz w:val="22"/>
              </w:rPr>
            </w:pPr>
          </w:p>
        </w:tc>
      </w:tr>
      <w:tr w:rsidR="00231043" w:rsidTr="0014605E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231043" w:rsidRPr="00C775B7" w:rsidRDefault="00E504E6" w:rsidP="005D1309">
            <w:pPr>
              <w:jc w:val="right"/>
              <w:rPr>
                <w:rFonts w:ascii="Arial" w:hAnsi="Arial" w:cs="Arial"/>
                <w:b/>
                <w:sz w:val="22"/>
              </w:rPr>
            </w:pPr>
            <w:r w:rsidRPr="00C775B7">
              <w:rPr>
                <w:rFonts w:ascii="Arial" w:hAnsi="Arial" w:cs="Arial"/>
                <w:b/>
                <w:sz w:val="22"/>
              </w:rPr>
              <w:t>Duur van de stage (uren)</w:t>
            </w:r>
            <w:r w:rsidR="00C1065C">
              <w:rPr>
                <w:rFonts w:ascii="Arial" w:hAnsi="Arial" w:cs="Arial"/>
                <w:b/>
                <w:sz w:val="22"/>
              </w:rPr>
              <w:t>:</w:t>
            </w:r>
          </w:p>
        </w:tc>
        <w:tc>
          <w:tcPr>
            <w:tcW w:w="61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1043" w:rsidRPr="005D1309" w:rsidRDefault="00231043" w:rsidP="00C7087C">
            <w:pPr>
              <w:rPr>
                <w:rFonts w:ascii="Arial" w:hAnsi="Arial" w:cs="Arial"/>
                <w:sz w:val="22"/>
              </w:rPr>
            </w:pPr>
          </w:p>
        </w:tc>
      </w:tr>
    </w:tbl>
    <w:p w:rsidR="00231043" w:rsidRDefault="00231043" w:rsidP="00C7087C">
      <w:pPr>
        <w:spacing w:after="0"/>
        <w:rPr>
          <w:rFonts w:ascii="Arial" w:hAnsi="Arial" w:cs="Arial"/>
          <w:sz w:val="28"/>
          <w:szCs w:val="28"/>
        </w:rPr>
      </w:pPr>
    </w:p>
    <w:p w:rsidR="005D1309" w:rsidRDefault="005D1309" w:rsidP="00C7087C">
      <w:pPr>
        <w:spacing w:after="0"/>
        <w:rPr>
          <w:rFonts w:ascii="Arial" w:hAnsi="Arial" w:cs="Arial"/>
          <w:sz w:val="28"/>
          <w:szCs w:val="28"/>
        </w:rPr>
      </w:pPr>
    </w:p>
    <w:p w:rsidR="005D1309" w:rsidRDefault="005D1309" w:rsidP="00C7087C">
      <w:pPr>
        <w:spacing w:after="0"/>
        <w:rPr>
          <w:rFonts w:ascii="Arial" w:hAnsi="Arial" w:cs="Arial"/>
          <w:sz w:val="28"/>
          <w:szCs w:val="28"/>
        </w:rPr>
      </w:pPr>
    </w:p>
    <w:p w:rsidR="00231043" w:rsidRPr="00C775B7" w:rsidRDefault="00E504E6" w:rsidP="00C7087C">
      <w:pPr>
        <w:spacing w:after="0"/>
        <w:rPr>
          <w:rFonts w:ascii="Arial" w:hAnsi="Arial" w:cs="Arial"/>
          <w:sz w:val="22"/>
        </w:rPr>
      </w:pPr>
      <w:r w:rsidRPr="00C775B7">
        <w:rPr>
          <w:rFonts w:ascii="Arial" w:hAnsi="Arial" w:cs="Arial"/>
          <w:sz w:val="22"/>
        </w:rPr>
        <w:t xml:space="preserve">De stagebegeleider verklaart dat de oefensituaties zijn uitgevoerd zoals ze door de leerling zijn beschreven in de opdrachten. </w:t>
      </w:r>
    </w:p>
    <w:p w:rsidR="00E504E6" w:rsidRPr="00C775B7" w:rsidRDefault="00E504E6" w:rsidP="00C7087C">
      <w:pPr>
        <w:spacing w:after="0"/>
        <w:rPr>
          <w:rFonts w:ascii="Arial" w:hAnsi="Arial" w:cs="Arial"/>
          <w:sz w:val="22"/>
        </w:rPr>
      </w:pPr>
      <w:r w:rsidRPr="00C775B7">
        <w:rPr>
          <w:rFonts w:ascii="Arial" w:hAnsi="Arial" w:cs="Arial"/>
          <w:sz w:val="22"/>
        </w:rPr>
        <w:t xml:space="preserve">De stagebegeleider heeft de leerling beoordeeld </w:t>
      </w:r>
      <w:r w:rsidR="005D1309" w:rsidRPr="00C775B7">
        <w:rPr>
          <w:rFonts w:ascii="Arial" w:hAnsi="Arial" w:cs="Arial"/>
          <w:sz w:val="22"/>
        </w:rPr>
        <w:t>middels het daarvoor bestemde formulier.</w:t>
      </w:r>
    </w:p>
    <w:p w:rsidR="005D1309" w:rsidRPr="00C775B7" w:rsidRDefault="005D1309" w:rsidP="00C7087C">
      <w:pPr>
        <w:spacing w:after="0"/>
        <w:rPr>
          <w:rFonts w:ascii="Arial" w:hAnsi="Arial" w:cs="Arial"/>
          <w:sz w:val="22"/>
        </w:rPr>
      </w:pPr>
    </w:p>
    <w:p w:rsidR="005D1309" w:rsidRPr="005D1309" w:rsidRDefault="005D1309" w:rsidP="00C7087C">
      <w:pPr>
        <w:spacing w:after="0"/>
        <w:rPr>
          <w:rFonts w:ascii="Arial" w:hAnsi="Arial" w:cs="Arial"/>
          <w:sz w:val="24"/>
          <w:szCs w:val="24"/>
        </w:rPr>
      </w:pPr>
    </w:p>
    <w:p w:rsidR="005D1309" w:rsidRDefault="005D1309" w:rsidP="00C7087C">
      <w:pPr>
        <w:spacing w:after="0"/>
        <w:rPr>
          <w:rFonts w:ascii="Arial" w:hAnsi="Arial" w:cs="Arial"/>
          <w:szCs w:val="20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425"/>
        <w:gridCol w:w="1418"/>
        <w:gridCol w:w="283"/>
        <w:gridCol w:w="2158"/>
      </w:tblGrid>
      <w:tr w:rsidR="005D1309" w:rsidRPr="005D1309" w:rsidTr="0014605E">
        <w:trPr>
          <w:trHeight w:val="384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5D1309" w:rsidRPr="005D1309" w:rsidRDefault="005D1309" w:rsidP="00C708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D1309">
              <w:rPr>
                <w:rFonts w:ascii="Arial" w:hAnsi="Arial" w:cs="Arial"/>
                <w:b/>
                <w:sz w:val="24"/>
                <w:szCs w:val="24"/>
              </w:rPr>
              <w:t>Ondertekening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065C" w:rsidRPr="00C1065C" w:rsidTr="0014605E">
        <w:trPr>
          <w:gridAfter w:val="5"/>
          <w:wAfter w:w="6694" w:type="dxa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1065C" w:rsidRPr="00C775B7" w:rsidRDefault="00C1065C" w:rsidP="00C708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Plaats: en datum:</w:t>
            </w:r>
          </w:p>
        </w:tc>
      </w:tr>
      <w:tr w:rsidR="00C1065C" w:rsidRPr="005D1309" w:rsidTr="0014605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1065C" w:rsidRPr="00C775B7" w:rsidRDefault="00C1065C" w:rsidP="00C708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1065C" w:rsidRPr="00C1065C" w:rsidRDefault="00C1065C" w:rsidP="00C7087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1065C" w:rsidRPr="00C1065C" w:rsidRDefault="00C1065C" w:rsidP="00C7087C">
            <w:pPr>
              <w:rPr>
                <w:rFonts w:ascii="Arial" w:hAnsi="Arial" w:cs="Arial"/>
                <w:color w:val="FF0000"/>
                <w:sz w:val="22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C1065C" w:rsidRPr="00C1065C" w:rsidRDefault="00C1065C" w:rsidP="00C7087C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5D1309" w:rsidRPr="005D1309" w:rsidTr="0014605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D1309" w:rsidRPr="00C775B7" w:rsidRDefault="005D1309" w:rsidP="00C7087C">
            <w:pPr>
              <w:rPr>
                <w:rFonts w:ascii="Arial" w:hAnsi="Arial" w:cs="Arial"/>
                <w:sz w:val="22"/>
              </w:rPr>
            </w:pPr>
            <w:r w:rsidRPr="00C775B7">
              <w:rPr>
                <w:rFonts w:ascii="Arial" w:hAnsi="Arial" w:cs="Arial"/>
                <w:sz w:val="22"/>
              </w:rPr>
              <w:t>Naam stagebegeleider</w:t>
            </w:r>
            <w:r w:rsidR="00C775B7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D1309" w:rsidRPr="00C775B7" w:rsidRDefault="00C1065C" w:rsidP="00C708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Naam leerling</w:t>
            </w:r>
            <w:r w:rsidR="00C775B7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605E" w:rsidRPr="005D1309" w:rsidTr="0014605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4605E" w:rsidRDefault="0014605E" w:rsidP="00C708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05E" w:rsidRPr="005D1309" w:rsidRDefault="0014605E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4605E" w:rsidRDefault="0014605E" w:rsidP="00C708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05E" w:rsidRPr="005D1309" w:rsidRDefault="0014605E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1309" w:rsidRPr="005D1309" w:rsidTr="0014605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D1309" w:rsidRPr="00C775B7" w:rsidRDefault="00C1065C" w:rsidP="00C708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Handtekening</w:t>
            </w:r>
            <w:r w:rsidR="00C775B7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D1309" w:rsidRPr="00C1065C" w:rsidRDefault="00C1065C" w:rsidP="00C708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Handtekening: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605E" w:rsidRPr="005D1309" w:rsidTr="0014605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14605E" w:rsidRDefault="0014605E" w:rsidP="00C708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05E" w:rsidRPr="005D1309" w:rsidRDefault="0014605E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4605E" w:rsidRDefault="0014605E" w:rsidP="00C7087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605E" w:rsidRPr="005D1309" w:rsidRDefault="0014605E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1309" w:rsidRPr="005D1309" w:rsidTr="0014605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1309" w:rsidRPr="005D1309" w:rsidTr="0014605E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nil"/>
            </w:tcBorders>
          </w:tcPr>
          <w:p w:rsidR="005D1309" w:rsidRPr="005D1309" w:rsidRDefault="005D1309" w:rsidP="00C708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1043" w:rsidRPr="005D1309" w:rsidRDefault="00231043" w:rsidP="00C7087C">
      <w:pPr>
        <w:spacing w:after="0"/>
        <w:rPr>
          <w:rFonts w:ascii="Arial" w:hAnsi="Arial" w:cs="Arial"/>
          <w:sz w:val="24"/>
          <w:szCs w:val="24"/>
        </w:rPr>
      </w:pPr>
    </w:p>
    <w:p w:rsidR="00231043" w:rsidRPr="00F002CC" w:rsidRDefault="00231043" w:rsidP="00C7087C">
      <w:pPr>
        <w:spacing w:after="0"/>
      </w:pPr>
    </w:p>
    <w:sectPr w:rsidR="00231043" w:rsidRPr="00F002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05E" w:rsidRDefault="0014605E" w:rsidP="00C775B7">
      <w:pPr>
        <w:spacing w:after="0" w:line="240" w:lineRule="auto"/>
      </w:pPr>
      <w:r>
        <w:separator/>
      </w:r>
    </w:p>
  </w:endnote>
  <w:endnote w:type="continuationSeparator" w:id="0">
    <w:p w:rsidR="0014605E" w:rsidRDefault="0014605E" w:rsidP="00C7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05E" w:rsidRDefault="0014605E" w:rsidP="00C775B7">
      <w:pPr>
        <w:spacing w:after="0" w:line="240" w:lineRule="auto"/>
      </w:pPr>
      <w:r>
        <w:separator/>
      </w:r>
    </w:p>
  </w:footnote>
  <w:footnote w:type="continuationSeparator" w:id="0">
    <w:p w:rsidR="0014605E" w:rsidRDefault="0014605E" w:rsidP="00C775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/S/ptxrAt6imB2FPqxFGZfuGtRE=" w:salt="w8FxFvMglCbGVI25GjQc0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043"/>
    <w:rsid w:val="00126FDB"/>
    <w:rsid w:val="0014605E"/>
    <w:rsid w:val="00231043"/>
    <w:rsid w:val="005D1309"/>
    <w:rsid w:val="0070404A"/>
    <w:rsid w:val="00B24C80"/>
    <w:rsid w:val="00BB2DF9"/>
    <w:rsid w:val="00C1065C"/>
    <w:rsid w:val="00C7087C"/>
    <w:rsid w:val="00C775B7"/>
    <w:rsid w:val="00E504E6"/>
    <w:rsid w:val="00F002CC"/>
    <w:rsid w:val="00F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1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C77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75B7"/>
  </w:style>
  <w:style w:type="paragraph" w:styleId="Voettekst">
    <w:name w:val="footer"/>
    <w:basedOn w:val="Standaard"/>
    <w:link w:val="VoettekstChar"/>
    <w:uiPriority w:val="99"/>
    <w:unhideWhenUsed/>
    <w:rsid w:val="00C77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75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310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C77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775B7"/>
  </w:style>
  <w:style w:type="paragraph" w:styleId="Voettekst">
    <w:name w:val="footer"/>
    <w:basedOn w:val="Standaard"/>
    <w:link w:val="VoettekstChar"/>
    <w:uiPriority w:val="99"/>
    <w:unhideWhenUsed/>
    <w:rsid w:val="00C775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775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6DBFB-9978-41FF-AEDD-2F164073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4222C8E0</Template>
  <TotalTime>0</TotalTime>
  <Pages>1</Pages>
  <Words>88</Words>
  <Characters>488</Characters>
  <Application>Microsoft Office Word</Application>
  <DocSecurity>8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cp:lastPrinted>2012-04-24T10:53:00Z</cp:lastPrinted>
  <dcterms:created xsi:type="dcterms:W3CDTF">2012-04-24T10:56:00Z</dcterms:created>
  <dcterms:modified xsi:type="dcterms:W3CDTF">2012-04-24T10:56:00Z</dcterms:modified>
</cp:coreProperties>
</file>