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0CF" w:rsidRDefault="001630CF" w:rsidP="00602113">
      <w:pPr>
        <w:jc w:val="center"/>
        <w:rPr>
          <w:b/>
          <w:szCs w:val="24"/>
        </w:rPr>
      </w:pPr>
      <w:r w:rsidRPr="00602113">
        <w:rPr>
          <w:b/>
          <w:sz w:val="28"/>
          <w:szCs w:val="28"/>
        </w:rPr>
        <w:t>Leg groen aan</w:t>
      </w:r>
    </w:p>
    <w:p w:rsidR="00602113" w:rsidRDefault="00602113" w:rsidP="00602113">
      <w:pPr>
        <w:jc w:val="center"/>
        <w:rPr>
          <w:b/>
          <w:szCs w:val="24"/>
        </w:rPr>
      </w:pPr>
    </w:p>
    <w:p w:rsidR="00602113" w:rsidRPr="00602113" w:rsidRDefault="00602113" w:rsidP="00602113">
      <w:pPr>
        <w:jc w:val="center"/>
        <w:rPr>
          <w:b/>
          <w:szCs w:val="24"/>
        </w:rPr>
      </w:pPr>
    </w:p>
    <w:p w:rsidR="00602113" w:rsidRDefault="001630CF" w:rsidP="001630CF">
      <w:pPr>
        <w:rPr>
          <w:szCs w:val="24"/>
        </w:rPr>
      </w:pPr>
      <w:r w:rsidRPr="00602113">
        <w:rPr>
          <w:b/>
          <w:szCs w:val="24"/>
        </w:rPr>
        <w:t>Doel:</w:t>
      </w:r>
      <w:r w:rsidRPr="00865B47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1630CF" w:rsidRPr="00602113" w:rsidRDefault="00602113" w:rsidP="001630CF">
      <w:pPr>
        <w:rPr>
          <w:sz w:val="22"/>
          <w:szCs w:val="22"/>
        </w:rPr>
      </w:pPr>
      <w:r>
        <w:rPr>
          <w:sz w:val="22"/>
          <w:szCs w:val="22"/>
        </w:rPr>
        <w:t xml:space="preserve">Het bos- en natuurterrein is </w:t>
      </w:r>
      <w:r w:rsidR="001630CF" w:rsidRPr="00602113">
        <w:rPr>
          <w:sz w:val="22"/>
          <w:szCs w:val="22"/>
        </w:rPr>
        <w:t>volgens het beplantingsplan</w:t>
      </w:r>
      <w:r>
        <w:rPr>
          <w:sz w:val="22"/>
          <w:szCs w:val="22"/>
        </w:rPr>
        <w:t>, v</w:t>
      </w:r>
      <w:r w:rsidR="001630CF" w:rsidRPr="00602113">
        <w:rPr>
          <w:sz w:val="22"/>
          <w:szCs w:val="22"/>
        </w:rPr>
        <w:t>akkundig aangelegd.</w:t>
      </w:r>
    </w:p>
    <w:p w:rsidR="001630CF" w:rsidRDefault="001630CF" w:rsidP="001630CF">
      <w:pPr>
        <w:rPr>
          <w:szCs w:val="24"/>
        </w:rPr>
      </w:pPr>
    </w:p>
    <w:p w:rsidR="001630CF" w:rsidRDefault="001630CF" w:rsidP="001630CF">
      <w:pPr>
        <w:rPr>
          <w:b/>
          <w:szCs w:val="24"/>
        </w:rPr>
      </w:pPr>
      <w:r w:rsidRPr="00DD2A9F">
        <w:rPr>
          <w:b/>
          <w:szCs w:val="24"/>
        </w:rPr>
        <w:t xml:space="preserve">Uitvoeringsvoorbeeld: </w:t>
      </w:r>
    </w:p>
    <w:p w:rsidR="001630CF" w:rsidRPr="00602113" w:rsidRDefault="001630CF" w:rsidP="001630CF">
      <w:pPr>
        <w:rPr>
          <w:sz w:val="22"/>
          <w:szCs w:val="22"/>
        </w:rPr>
      </w:pPr>
      <w:r w:rsidRPr="00602113">
        <w:rPr>
          <w:sz w:val="22"/>
          <w:szCs w:val="22"/>
        </w:rPr>
        <w:t>De leerling gaat bijvoorbeeld ee</w:t>
      </w:r>
      <w:r w:rsidR="00602113">
        <w:rPr>
          <w:sz w:val="22"/>
          <w:szCs w:val="22"/>
        </w:rPr>
        <w:t xml:space="preserve">n stuk bosplantsoen aanleggen. </w:t>
      </w:r>
      <w:r w:rsidRPr="00602113">
        <w:rPr>
          <w:sz w:val="22"/>
          <w:szCs w:val="22"/>
        </w:rPr>
        <w:t xml:space="preserve">Aan de hand van een beplantingsplan bepaald de leerling waar de </w:t>
      </w:r>
      <w:r w:rsidR="00602113">
        <w:rPr>
          <w:sz w:val="22"/>
          <w:szCs w:val="22"/>
        </w:rPr>
        <w:t xml:space="preserve">planten moeten staan. </w:t>
      </w:r>
      <w:r w:rsidRPr="00602113">
        <w:rPr>
          <w:sz w:val="22"/>
          <w:szCs w:val="22"/>
        </w:rPr>
        <w:t>Hij houdt bij het planten rekening met de eigenschappen</w:t>
      </w:r>
      <w:r w:rsidR="00602113">
        <w:rPr>
          <w:sz w:val="22"/>
          <w:szCs w:val="22"/>
        </w:rPr>
        <w:t xml:space="preserve"> </w:t>
      </w:r>
      <w:r w:rsidRPr="00602113">
        <w:rPr>
          <w:sz w:val="22"/>
          <w:szCs w:val="22"/>
        </w:rPr>
        <w:t>van de planten</w:t>
      </w:r>
      <w:r w:rsidR="00602113">
        <w:rPr>
          <w:sz w:val="22"/>
          <w:szCs w:val="22"/>
        </w:rPr>
        <w:t>,</w:t>
      </w:r>
      <w:r w:rsidRPr="00602113">
        <w:rPr>
          <w:sz w:val="22"/>
          <w:szCs w:val="22"/>
        </w:rPr>
        <w:t xml:space="preserve"> bomen en struiken.</w:t>
      </w:r>
    </w:p>
    <w:p w:rsidR="001630CF" w:rsidRPr="0072644D" w:rsidRDefault="001630CF" w:rsidP="001630CF">
      <w:pPr>
        <w:rPr>
          <w:szCs w:val="24"/>
        </w:rPr>
      </w:pPr>
    </w:p>
    <w:p w:rsidR="001630CF" w:rsidRDefault="001630CF" w:rsidP="001630CF">
      <w:pPr>
        <w:rPr>
          <w:b/>
        </w:rPr>
      </w:pPr>
      <w:r>
        <w:rPr>
          <w:b/>
        </w:rPr>
        <w:t>Werkwijze:</w:t>
      </w:r>
    </w:p>
    <w:p w:rsidR="001630CF" w:rsidRPr="00602113" w:rsidRDefault="001630CF" w:rsidP="001630CF">
      <w:pPr>
        <w:rPr>
          <w:sz w:val="22"/>
          <w:szCs w:val="22"/>
        </w:rPr>
      </w:pPr>
      <w:r w:rsidRPr="00602113">
        <w:rPr>
          <w:sz w:val="22"/>
          <w:szCs w:val="22"/>
        </w:rPr>
        <w:t>Overleg met je stagebegeleider op welke manier je dit werkproces op je leerbedrijf kunt uitvoeren.</w:t>
      </w:r>
      <w:r w:rsidR="00602113">
        <w:rPr>
          <w:sz w:val="22"/>
          <w:szCs w:val="22"/>
        </w:rPr>
        <w:t xml:space="preserve"> </w:t>
      </w:r>
      <w:r w:rsidRPr="00602113">
        <w:rPr>
          <w:sz w:val="22"/>
          <w:szCs w:val="22"/>
        </w:rPr>
        <w:t>Je moet dit werkproces minimaal 1 ke</w:t>
      </w:r>
      <w:r w:rsidR="00602113">
        <w:rPr>
          <w:sz w:val="22"/>
          <w:szCs w:val="22"/>
        </w:rPr>
        <w:t>er tijdens je natuurbeheerstage</w:t>
      </w:r>
      <w:r w:rsidRPr="00602113">
        <w:rPr>
          <w:sz w:val="22"/>
          <w:szCs w:val="22"/>
        </w:rPr>
        <w:t xml:space="preserve"> uitvoeren,  het mag natuurlijk vaker.</w:t>
      </w:r>
    </w:p>
    <w:p w:rsidR="001630CF" w:rsidRDefault="001630CF" w:rsidP="001630CF"/>
    <w:p w:rsidR="001630CF" w:rsidRPr="00602113" w:rsidRDefault="001630CF" w:rsidP="001630CF">
      <w:pPr>
        <w:rPr>
          <w:sz w:val="22"/>
          <w:szCs w:val="22"/>
        </w:rPr>
      </w:pPr>
      <w:r w:rsidRPr="00602113">
        <w:rPr>
          <w:sz w:val="22"/>
          <w:szCs w:val="22"/>
        </w:rPr>
        <w:t>Vul de tabel in het sla deze opdracht op zodat je hem kunt toevoegen aan je verslag.</w:t>
      </w:r>
    </w:p>
    <w:p w:rsidR="001630CF" w:rsidRDefault="001630CF" w:rsidP="001630CF"/>
    <w:p w:rsidR="001630CF" w:rsidRPr="00F944BF" w:rsidRDefault="00B84508" w:rsidP="001630CF">
      <w:pPr>
        <w:rPr>
          <w:b/>
          <w:szCs w:val="24"/>
        </w:rPr>
      </w:pPr>
      <w:r>
        <w:rPr>
          <w:b/>
          <w:szCs w:val="24"/>
        </w:rPr>
        <w:t>Voer de werkzaamheden uit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1630CF" w:rsidTr="00B93CAC">
        <w:tc>
          <w:tcPr>
            <w:tcW w:w="7313" w:type="dxa"/>
            <w:shd w:val="clear" w:color="auto" w:fill="auto"/>
          </w:tcPr>
          <w:p w:rsidR="001630CF" w:rsidRDefault="001630CF" w:rsidP="00B93CAC">
            <w:r>
              <w:t>Beschrijving van de uitvoering:</w:t>
            </w:r>
          </w:p>
        </w:tc>
        <w:tc>
          <w:tcPr>
            <w:tcW w:w="938" w:type="dxa"/>
            <w:shd w:val="clear" w:color="auto" w:fill="auto"/>
          </w:tcPr>
          <w:p w:rsidR="001630CF" w:rsidRDefault="001630CF" w:rsidP="00B93CAC">
            <w:r>
              <w:t xml:space="preserve">Datum </w:t>
            </w:r>
          </w:p>
        </w:tc>
      </w:tr>
      <w:tr w:rsidR="001630CF" w:rsidTr="00B93CAC">
        <w:tc>
          <w:tcPr>
            <w:tcW w:w="7313" w:type="dxa"/>
            <w:shd w:val="clear" w:color="auto" w:fill="auto"/>
          </w:tcPr>
          <w:p w:rsidR="001630CF" w:rsidRDefault="001630CF" w:rsidP="00B93CAC">
            <w:r>
              <w:t>1.</w:t>
            </w:r>
          </w:p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</w:tc>
        <w:tc>
          <w:tcPr>
            <w:tcW w:w="938" w:type="dxa"/>
            <w:shd w:val="clear" w:color="auto" w:fill="auto"/>
          </w:tcPr>
          <w:p w:rsidR="001630CF" w:rsidRDefault="001630CF" w:rsidP="00B93CAC"/>
        </w:tc>
      </w:tr>
      <w:tr w:rsidR="001630CF" w:rsidTr="00B93CAC">
        <w:tc>
          <w:tcPr>
            <w:tcW w:w="7313" w:type="dxa"/>
            <w:shd w:val="clear" w:color="auto" w:fill="auto"/>
          </w:tcPr>
          <w:p w:rsidR="001630CF" w:rsidRDefault="001630CF" w:rsidP="00B93CAC">
            <w:r>
              <w:t>2.</w:t>
            </w:r>
          </w:p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</w:tc>
        <w:tc>
          <w:tcPr>
            <w:tcW w:w="938" w:type="dxa"/>
            <w:shd w:val="clear" w:color="auto" w:fill="auto"/>
          </w:tcPr>
          <w:p w:rsidR="001630CF" w:rsidRDefault="001630CF" w:rsidP="00B93CAC"/>
        </w:tc>
      </w:tr>
      <w:tr w:rsidR="001630CF" w:rsidTr="00B93CAC">
        <w:tc>
          <w:tcPr>
            <w:tcW w:w="7313" w:type="dxa"/>
            <w:shd w:val="clear" w:color="auto" w:fill="auto"/>
          </w:tcPr>
          <w:p w:rsidR="001630CF" w:rsidRDefault="001630CF" w:rsidP="00B93CAC">
            <w:r>
              <w:t>3.</w:t>
            </w:r>
          </w:p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</w:tc>
        <w:tc>
          <w:tcPr>
            <w:tcW w:w="938" w:type="dxa"/>
            <w:shd w:val="clear" w:color="auto" w:fill="auto"/>
          </w:tcPr>
          <w:p w:rsidR="001630CF" w:rsidRDefault="001630CF" w:rsidP="00B93CAC"/>
        </w:tc>
      </w:tr>
      <w:tr w:rsidR="001630CF" w:rsidTr="00B93CAC">
        <w:tc>
          <w:tcPr>
            <w:tcW w:w="7313" w:type="dxa"/>
            <w:shd w:val="clear" w:color="auto" w:fill="auto"/>
          </w:tcPr>
          <w:p w:rsidR="001630CF" w:rsidRDefault="001630CF" w:rsidP="00B93CAC">
            <w:r>
              <w:t>4.</w:t>
            </w:r>
          </w:p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  <w:p w:rsidR="001630CF" w:rsidRDefault="001630CF" w:rsidP="00B93CAC"/>
        </w:tc>
        <w:tc>
          <w:tcPr>
            <w:tcW w:w="938" w:type="dxa"/>
            <w:shd w:val="clear" w:color="auto" w:fill="auto"/>
          </w:tcPr>
          <w:p w:rsidR="001630CF" w:rsidRDefault="001630CF" w:rsidP="00B93CAC"/>
        </w:tc>
      </w:tr>
    </w:tbl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0CF"/>
    <w:rsid w:val="001630CF"/>
    <w:rsid w:val="00602113"/>
    <w:rsid w:val="00B24C80"/>
    <w:rsid w:val="00B84508"/>
    <w:rsid w:val="00C7087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30C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630C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27A2049D</Template>
  <TotalTime>0</TotalTime>
  <Pages>1</Pages>
  <Words>120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3</cp:revision>
  <dcterms:created xsi:type="dcterms:W3CDTF">2012-04-19T09:25:00Z</dcterms:created>
  <dcterms:modified xsi:type="dcterms:W3CDTF">2012-04-19T12:57:00Z</dcterms:modified>
</cp:coreProperties>
</file>