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C12" w:rsidRDefault="00FC4F65">
      <w:r>
        <w:t xml:space="preserve">Hoi </w:t>
      </w:r>
      <w:proofErr w:type="spellStart"/>
      <w:r>
        <w:t>Mehmet</w:t>
      </w:r>
      <w:proofErr w:type="spellEnd"/>
      <w:r>
        <w:t>,</w:t>
      </w:r>
    </w:p>
    <w:p w:rsidR="00FC4F65" w:rsidRDefault="00FC4F65"/>
    <w:p w:rsidR="00FC4F65" w:rsidRDefault="00FC4F65">
      <w:r>
        <w:t xml:space="preserve">Crash, na het start </w:t>
      </w:r>
      <w:proofErr w:type="spellStart"/>
      <w:r>
        <w:t>excel</w:t>
      </w:r>
      <w:proofErr w:type="spellEnd"/>
      <w:r>
        <w:t xml:space="preserve"> openen deze melding:</w:t>
      </w:r>
    </w:p>
    <w:p w:rsidR="00FC4F65" w:rsidRDefault="00FC4F65">
      <w:r>
        <w:rPr>
          <w:noProof/>
          <w:lang w:eastAsia="nl-NL"/>
        </w:rPr>
        <w:drawing>
          <wp:inline distT="0" distB="0" distL="0" distR="0">
            <wp:extent cx="5762625" cy="2552065"/>
            <wp:effectExtent l="0" t="0" r="9525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F65" w:rsidRDefault="00FC4F65"/>
    <w:p w:rsidR="00FC4F65" w:rsidRDefault="00FC4F65">
      <w:r>
        <w:t>En deze is ook weer terug:</w:t>
      </w:r>
    </w:p>
    <w:p w:rsidR="00FC4F65" w:rsidRDefault="00FC4F65">
      <w:r>
        <w:rPr>
          <w:noProof/>
          <w:lang w:eastAsia="nl-NL"/>
        </w:rPr>
        <w:drawing>
          <wp:inline distT="0" distB="0" distL="0" distR="0">
            <wp:extent cx="4646295" cy="2371090"/>
            <wp:effectExtent l="0" t="0" r="190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6295" cy="237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F65" w:rsidRDefault="00FC4F65">
      <w:bookmarkStart w:id="0" w:name="_GoBack"/>
      <w:bookmarkEnd w:id="0"/>
    </w:p>
    <w:sectPr w:rsidR="00FC4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F65"/>
    <w:rsid w:val="004B6C12"/>
    <w:rsid w:val="00FC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C4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4F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C4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4F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8EB5EC88</Template>
  <TotalTime>4</TotalTime>
  <Pages>1</Pages>
  <Words>14</Words>
  <Characters>79</Characters>
  <Application>Microsoft Office Word</Application>
  <DocSecurity>0</DocSecurity>
  <Lines>1</Lines>
  <Paragraphs>1</Paragraphs>
  <ScaleCrop>false</ScaleCrop>
  <Company>AOC Oost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gdejong</dc:creator>
  <cp:lastModifiedBy>gdejong</cp:lastModifiedBy>
  <cp:revision>1</cp:revision>
  <dcterms:created xsi:type="dcterms:W3CDTF">2011-05-17T09:46:00Z</dcterms:created>
  <dcterms:modified xsi:type="dcterms:W3CDTF">2011-05-17T09:50:00Z</dcterms:modified>
</cp:coreProperties>
</file>