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56E" w:rsidRPr="00D54F3F" w:rsidRDefault="00DA156E" w:rsidP="001277B9">
      <w:pPr>
        <w:rPr>
          <w:b/>
          <w:color w:val="800000"/>
          <w:sz w:val="32"/>
          <w:lang w:val="nl-NL"/>
        </w:rPr>
      </w:pPr>
      <w:r>
        <w:rPr>
          <w:b/>
          <w:color w:val="008040"/>
          <w:kern w:val="1"/>
          <w:sz w:val="32"/>
          <w:lang w:val="nl-NL"/>
        </w:rPr>
        <w:t>Praktijk- Harken van voedergewassen</w:t>
      </w:r>
    </w:p>
    <w:p w:rsidR="00DA156E" w:rsidRPr="00593A97" w:rsidRDefault="00DA156E" w:rsidP="00514522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i/>
          <w:color w:val="008040"/>
          <w:kern w:val="1"/>
          <w:sz w:val="28"/>
        </w:rPr>
      </w:pPr>
      <w:r>
        <w:rPr>
          <w:rFonts w:ascii="Helvetica" w:hAnsi="Helvetica"/>
          <w:i/>
          <w:color w:val="008040"/>
          <w:kern w:val="1"/>
          <w:sz w:val="28"/>
        </w:rPr>
        <w:t>Werkblad niveau 2</w:t>
      </w:r>
    </w:p>
    <w:p w:rsidR="00DA156E" w:rsidRPr="000F1CCC" w:rsidRDefault="00DA156E" w:rsidP="004D403C">
      <w:pPr>
        <w:pStyle w:val="Hoofdtekst"/>
        <w:ind w:left="0"/>
        <w:rPr>
          <w:rFonts w:ascii="Helvetica" w:hAnsi="Helvetica"/>
          <w:color w:val="008040"/>
        </w:rPr>
      </w:pPr>
    </w:p>
    <w:p w:rsidR="00DA156E" w:rsidRPr="002E2B63" w:rsidRDefault="00DA156E" w:rsidP="004D403C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  <w:r w:rsidRPr="002E2B63">
        <w:rPr>
          <w:rFonts w:ascii="Helvetica" w:hAnsi="Helvetica"/>
          <w:color w:val="auto"/>
          <w:kern w:val="1"/>
          <w:sz w:val="24"/>
        </w:rPr>
        <w:t>Naam leerling:</w:t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  <w:t>Naam school:</w:t>
      </w:r>
    </w:p>
    <w:p w:rsidR="00DA156E" w:rsidRPr="002E2B63" w:rsidRDefault="00DA156E" w:rsidP="004D403C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  <w:r w:rsidRPr="002E2B63">
        <w:rPr>
          <w:rFonts w:ascii="Helvetica" w:hAnsi="Helvetica"/>
          <w:color w:val="auto"/>
          <w:kern w:val="1"/>
          <w:sz w:val="24"/>
        </w:rPr>
        <w:t>Naam leerbedrijf:</w:t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  <w:t>Datum:</w:t>
      </w:r>
    </w:p>
    <w:p w:rsidR="00DA156E" w:rsidRDefault="00DA156E" w:rsidP="001277B9">
      <w:pPr>
        <w:pStyle w:val="Hoofdtekst"/>
        <w:ind w:left="0"/>
        <w:rPr>
          <w:rFonts w:ascii="Helvetica" w:hAnsi="Helvetica"/>
        </w:rPr>
      </w:pPr>
    </w:p>
    <w:p w:rsidR="00DA156E" w:rsidRPr="00D54F3F" w:rsidRDefault="00DA156E" w:rsidP="001277B9">
      <w:pPr>
        <w:pStyle w:val="Hoofdtekst"/>
        <w:ind w:left="0"/>
        <w:rPr>
          <w:rFonts w:ascii="Helvetica" w:hAnsi="Helvetica"/>
          <w:b/>
          <w:color w:val="800000"/>
          <w:sz w:val="28"/>
        </w:rPr>
      </w:pPr>
      <w:r w:rsidRPr="00D54F3F">
        <w:rPr>
          <w:rFonts w:ascii="Helvetica" w:hAnsi="Helvetica"/>
          <w:b/>
          <w:color w:val="800000"/>
          <w:sz w:val="28"/>
        </w:rPr>
        <w:t>Aannemen opdracht</w:t>
      </w:r>
    </w:p>
    <w:tbl>
      <w:tblPr>
        <w:tblW w:w="0" w:type="auto"/>
        <w:tblInd w:w="60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/>
      </w:tblPr>
      <w:tblGrid>
        <w:gridCol w:w="3675"/>
        <w:gridCol w:w="5355"/>
      </w:tblGrid>
      <w:tr w:rsidR="00DA156E" w:rsidRPr="00D656CC">
        <w:trPr>
          <w:cantSplit/>
          <w:trHeight w:val="396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>
              <w:rPr>
                <w:rFonts w:ascii="Helvetica" w:hAnsi="Helvetica"/>
                <w:b/>
                <w:color w:val="FFFFFF"/>
                <w:sz w:val="24"/>
              </w:rPr>
              <w:t>Aannemen</w:t>
            </w:r>
            <w:r w:rsidRPr="00D656CC">
              <w:rPr>
                <w:rFonts w:ascii="Helvetica" w:hAnsi="Helvetica"/>
                <w:b/>
                <w:color w:val="FFFFFF"/>
                <w:sz w:val="24"/>
              </w:rPr>
              <w:t xml:space="preserve"> opdracht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</w:p>
        </w:tc>
      </w:tr>
      <w:tr w:rsidR="00DA156E" w:rsidRPr="00163952" w:rsidTr="00C02480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54F3F" w:rsidRDefault="00DA156E" w:rsidP="00C02480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  <w:r>
              <w:rPr>
                <w:rFonts w:ascii="Helvetica" w:hAnsi="Helvetica"/>
                <w:color w:val="auto"/>
                <w:sz w:val="24"/>
              </w:rPr>
              <w:t>Wanneer moet de klus worden uitgevoerd?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 w:rsidP="00C02480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163952" w:rsidTr="00C02480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54F3F" w:rsidRDefault="00DA156E" w:rsidP="00C02480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  <w:r>
              <w:rPr>
                <w:rFonts w:ascii="Helvetica" w:hAnsi="Helvetica"/>
                <w:color w:val="auto"/>
                <w:sz w:val="24"/>
              </w:rPr>
              <w:t>Is er een tijd afgesproken?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 w:rsidP="00C02480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163952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Gewas dat je gaat harken?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163952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Wat gaat er met dit gras gebeuren. (Kuil, pakken, direct voeren of iets anders)?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163952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Hoe moet de wiers die je gaat maken eruit zien?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C02480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 w:rsidP="00C02480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Oppervlakte perceel</w:t>
            </w:r>
            <w:r>
              <w:rPr>
                <w:rFonts w:ascii="Helvetica" w:hAnsi="Helvetica"/>
                <w:sz w:val="24"/>
              </w:rPr>
              <w:t>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C02480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 w:rsidP="00C02480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Adresgegevens en telefoonnummer klant: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163952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Waar moet je op letten bij de perceelsgrens?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D656CC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54F3F" w:rsidRDefault="00DA156E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  <w:r w:rsidRPr="00D54F3F">
              <w:rPr>
                <w:rFonts w:ascii="Helvetica" w:hAnsi="Helvetica"/>
                <w:color w:val="auto"/>
                <w:sz w:val="24"/>
              </w:rPr>
              <w:t>Overige bijzonderheden</w:t>
            </w:r>
            <w:r>
              <w:rPr>
                <w:rFonts w:ascii="Helvetica" w:hAnsi="Helvetica"/>
                <w:color w:val="auto"/>
                <w:sz w:val="24"/>
              </w:rPr>
              <w:t>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</w:tbl>
    <w:p w:rsidR="00DA156E" w:rsidRPr="00A074CE" w:rsidRDefault="00DA156E" w:rsidP="00A074CE">
      <w:pPr>
        <w:pageBreakBefore/>
        <w:rPr>
          <w:b/>
          <w:color w:val="800000"/>
          <w:sz w:val="28"/>
          <w:szCs w:val="28"/>
        </w:rPr>
      </w:pPr>
      <w:r w:rsidRPr="00D54F3F">
        <w:rPr>
          <w:b/>
          <w:color w:val="800000"/>
          <w:sz w:val="28"/>
          <w:szCs w:val="28"/>
        </w:rPr>
        <w:t>Keuze/controle machines</w:t>
      </w:r>
    </w:p>
    <w:tbl>
      <w:tblPr>
        <w:tblW w:w="0" w:type="auto"/>
        <w:tblInd w:w="60" w:type="dxa"/>
        <w:tblLayout w:type="fixed"/>
        <w:tblCellMar>
          <w:top w:w="57" w:type="dxa"/>
          <w:bottom w:w="57" w:type="dxa"/>
        </w:tblCellMar>
        <w:tblLook w:val="0000"/>
      </w:tblPr>
      <w:tblGrid>
        <w:gridCol w:w="3675"/>
        <w:gridCol w:w="5355"/>
      </w:tblGrid>
      <w:tr w:rsidR="00DA156E" w:rsidRPr="00585F21">
        <w:trPr>
          <w:cantSplit/>
          <w:trHeight w:val="240"/>
          <w:tblHeader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 w:rsidP="001277B9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>
              <w:rPr>
                <w:rFonts w:ascii="Helvetica" w:hAnsi="Helvetica"/>
                <w:b/>
                <w:color w:val="FFFFFF"/>
                <w:sz w:val="24"/>
              </w:rPr>
              <w:t>Kenmerken maaier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 w:rsidP="001277B9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  <w:r>
              <w:rPr>
                <w:rFonts w:ascii="Helvetica" w:hAnsi="Helvetica"/>
                <w:color w:val="FFFFFF"/>
                <w:sz w:val="24"/>
              </w:rPr>
              <w:t xml:space="preserve"> </w:t>
            </w:r>
          </w:p>
        </w:tc>
      </w:tr>
      <w:tr w:rsidR="00DA156E" w:rsidRPr="00D656CC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 w:rsidP="001277B9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Merk</w:t>
            </w:r>
            <w:r>
              <w:rPr>
                <w:rFonts w:ascii="Helvetica" w:hAnsi="Helvetica"/>
                <w:sz w:val="24"/>
              </w:rPr>
              <w:t>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 w:rsidP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D54F3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54F3F" w:rsidRDefault="00DA156E" w:rsidP="001277B9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  <w:r w:rsidRPr="00D54F3F">
              <w:rPr>
                <w:rFonts w:ascii="Helvetica" w:hAnsi="Helvetica"/>
                <w:color w:val="auto"/>
                <w:sz w:val="24"/>
              </w:rPr>
              <w:t>Type</w:t>
            </w:r>
            <w:r>
              <w:rPr>
                <w:rFonts w:ascii="Helvetica" w:hAnsi="Helvetica"/>
                <w:color w:val="auto"/>
                <w:sz w:val="24"/>
              </w:rPr>
              <w:t>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54F3F" w:rsidRDefault="00DA156E" w:rsidP="001277B9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</w:p>
        </w:tc>
      </w:tr>
      <w:tr w:rsidR="00DA156E" w:rsidRPr="00163952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 w:rsidP="001277B9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Wat voor soort hark is dit?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 w:rsidP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C02480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 w:rsidP="00C02480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Werkbreedte: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 w:rsidP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163952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 w:rsidP="00C02480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Hoeveel rotoren heeft deze machine?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 w:rsidP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163952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 w:rsidP="00514522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Moet je de hark vergrendelen tijdens transport, en hoe?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 w:rsidP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163952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 w:rsidP="00C02480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Wat kun je allemaal afstellen aan deze hark?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 w:rsidP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C02480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54F3F" w:rsidRDefault="00DA156E" w:rsidP="00C02480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  <w:r w:rsidRPr="00D54F3F">
              <w:rPr>
                <w:rFonts w:ascii="Helvetica" w:hAnsi="Helvetica"/>
                <w:color w:val="auto"/>
                <w:sz w:val="24"/>
              </w:rPr>
              <w:t>Uitgevoerde controles vooraf</w:t>
            </w:r>
            <w:r>
              <w:rPr>
                <w:rFonts w:ascii="Helvetica" w:hAnsi="Helvetica"/>
                <w:color w:val="auto"/>
                <w:sz w:val="24"/>
              </w:rPr>
              <w:t>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54F3F" w:rsidRDefault="00DA156E" w:rsidP="001277B9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</w:p>
        </w:tc>
      </w:tr>
      <w:tr w:rsidR="00DA156E" w:rsidRPr="00CF5F7A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54F3F" w:rsidRDefault="00DA156E" w:rsidP="00C02480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  <w:r w:rsidRPr="00D54F3F">
              <w:rPr>
                <w:rFonts w:ascii="Helvetica" w:hAnsi="Helvetica"/>
                <w:color w:val="auto"/>
                <w:sz w:val="24"/>
              </w:rPr>
              <w:t>Controles tijdens</w:t>
            </w:r>
            <w:r>
              <w:rPr>
                <w:rFonts w:ascii="Helvetica" w:hAnsi="Helvetica"/>
                <w:color w:val="auto"/>
                <w:sz w:val="24"/>
              </w:rPr>
              <w:t xml:space="preserve"> het werk:  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54F3F" w:rsidRDefault="00DA156E" w:rsidP="001277B9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</w:p>
        </w:tc>
      </w:tr>
    </w:tbl>
    <w:p w:rsidR="00DA156E" w:rsidRPr="00C02480" w:rsidRDefault="00DA156E" w:rsidP="001277B9">
      <w:pPr>
        <w:rPr>
          <w:color w:val="FF0000"/>
          <w:sz w:val="28"/>
          <w:szCs w:val="28"/>
          <w:lang w:val="nl-NL"/>
        </w:rPr>
      </w:pPr>
    </w:p>
    <w:p w:rsidR="00DA156E" w:rsidRPr="00BA10D2" w:rsidRDefault="00DA156E" w:rsidP="001277B9">
      <w:pPr>
        <w:pageBreakBefore/>
        <w:rPr>
          <w:lang w:val="nl-NL"/>
        </w:rPr>
      </w:pPr>
    </w:p>
    <w:tbl>
      <w:tblPr>
        <w:tblW w:w="0" w:type="auto"/>
        <w:tblInd w:w="60" w:type="dxa"/>
        <w:tblLayout w:type="fixed"/>
        <w:tblCellMar>
          <w:top w:w="57" w:type="dxa"/>
          <w:bottom w:w="57" w:type="dxa"/>
        </w:tblCellMar>
        <w:tblLook w:val="0000"/>
      </w:tblPr>
      <w:tblGrid>
        <w:gridCol w:w="3675"/>
        <w:gridCol w:w="5355"/>
      </w:tblGrid>
      <w:tr w:rsidR="00DA156E" w:rsidRPr="00D656CC">
        <w:trPr>
          <w:cantSplit/>
          <w:trHeight w:val="485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 w:rsidRPr="00D656CC">
              <w:rPr>
                <w:rFonts w:ascii="Helvetica" w:hAnsi="Helvetica"/>
                <w:b/>
                <w:color w:val="FFFFFF"/>
                <w:sz w:val="24"/>
              </w:rPr>
              <w:t>Kenmerken trekker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</w:p>
        </w:tc>
      </w:tr>
      <w:tr w:rsidR="00DA156E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Merk</w:t>
            </w:r>
            <w:r>
              <w:rPr>
                <w:rFonts w:ascii="Helvetica" w:hAnsi="Helvetica"/>
                <w:sz w:val="24"/>
              </w:rPr>
              <w:t>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Type</w:t>
            </w:r>
            <w:r>
              <w:rPr>
                <w:rFonts w:ascii="Helvetica" w:hAnsi="Helvetica"/>
                <w:sz w:val="24"/>
              </w:rPr>
              <w:t>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Vermogen: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Uitgevoerde controles</w:t>
            </w:r>
            <w:r>
              <w:rPr>
                <w:rFonts w:ascii="Helvetica" w:hAnsi="Helvetica"/>
                <w:sz w:val="24"/>
              </w:rPr>
              <w:t>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</w:tbl>
    <w:p w:rsidR="00DA156E" w:rsidRDefault="00DA156E"/>
    <w:p w:rsidR="00DA156E" w:rsidRPr="00D656CC" w:rsidRDefault="00DA156E">
      <w:r>
        <w:rPr>
          <w:b/>
          <w:color w:val="800000"/>
          <w:sz w:val="28"/>
        </w:rPr>
        <w:t>Rijden naar locatie</w:t>
      </w:r>
    </w:p>
    <w:tbl>
      <w:tblPr>
        <w:tblW w:w="0" w:type="auto"/>
        <w:tblInd w:w="60" w:type="dxa"/>
        <w:tblLayout w:type="fixed"/>
        <w:tblLook w:val="0000"/>
      </w:tblPr>
      <w:tblGrid>
        <w:gridCol w:w="3675"/>
        <w:gridCol w:w="5355"/>
      </w:tblGrid>
      <w:tr w:rsidR="00DA156E" w:rsidRPr="00D656CC">
        <w:trPr>
          <w:cantSplit/>
          <w:trHeight w:val="437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 w:rsidRPr="00D656CC">
              <w:rPr>
                <w:rFonts w:ascii="Helvetica" w:hAnsi="Helvetica"/>
                <w:b/>
                <w:color w:val="FFFFFF"/>
                <w:sz w:val="24"/>
              </w:rPr>
              <w:t>Rijden over de openbare weg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</w:p>
        </w:tc>
      </w:tr>
      <w:tr w:rsidR="00DA156E" w:rsidRPr="00163952">
        <w:trPr>
          <w:cantSplit/>
          <w:trHeight w:val="396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 xml:space="preserve">Welke </w:t>
            </w:r>
            <w:r w:rsidRPr="00D656CC">
              <w:rPr>
                <w:rFonts w:ascii="Helvetica" w:hAnsi="Helvetica"/>
                <w:sz w:val="24"/>
              </w:rPr>
              <w:t>veiligheidsmaatregelen</w:t>
            </w:r>
            <w:r>
              <w:rPr>
                <w:rFonts w:ascii="Helvetica" w:hAnsi="Helvetica"/>
                <w:sz w:val="24"/>
              </w:rPr>
              <w:t xml:space="preserve"> heb je genomen?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163952">
        <w:trPr>
          <w:cantSplit/>
          <w:trHeight w:val="416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Ben je nog bijzonderheden op de route tegengekomen?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</w:tbl>
    <w:p w:rsidR="00DA156E" w:rsidRPr="00163952" w:rsidRDefault="00DA156E">
      <w:pPr>
        <w:rPr>
          <w:b/>
          <w:color w:val="800000"/>
          <w:sz w:val="28"/>
          <w:lang w:val="nl-NL"/>
        </w:rPr>
      </w:pPr>
    </w:p>
    <w:p w:rsidR="00DA156E" w:rsidRPr="00D656CC" w:rsidRDefault="00DA156E">
      <w:r>
        <w:rPr>
          <w:b/>
          <w:color w:val="800000"/>
          <w:sz w:val="28"/>
        </w:rPr>
        <w:t>Routing</w:t>
      </w:r>
    </w:p>
    <w:tbl>
      <w:tblPr>
        <w:tblW w:w="0" w:type="auto"/>
        <w:tblInd w:w="60" w:type="dxa"/>
        <w:tblLayout w:type="fixed"/>
        <w:tblLook w:val="0000"/>
      </w:tblPr>
      <w:tblGrid>
        <w:gridCol w:w="3675"/>
        <w:gridCol w:w="5355"/>
      </w:tblGrid>
      <w:tr w:rsidR="00DA156E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 w:rsidRPr="00D656CC">
              <w:rPr>
                <w:rFonts w:ascii="Helvetica" w:hAnsi="Helvetica"/>
                <w:b/>
                <w:color w:val="FFFFFF"/>
                <w:sz w:val="24"/>
              </w:rPr>
              <w:t xml:space="preserve">Routing 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</w:p>
        </w:tc>
      </w:tr>
      <w:tr w:rsidR="00DA156E" w:rsidRPr="00163952">
        <w:trPr>
          <w:cantSplit/>
          <w:trHeight w:val="5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AB343F" w:rsidRDefault="00DA156E" w:rsidP="00AB343F">
            <w:pPr>
              <w:pStyle w:val="hoofdteksttabel0"/>
              <w:spacing w:before="0" w:beforeAutospacing="0" w:after="0" w:afterAutospacing="0"/>
              <w:ind w:left="96" w:right="96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B343F">
              <w:rPr>
                <w:rFonts w:ascii="Tahoma" w:hAnsi="Tahoma" w:cs="Tahoma"/>
                <w:color w:val="000000"/>
                <w:szCs w:val="20"/>
              </w:rPr>
              <w:t xml:space="preserve">Maak een schets van het perceel. </w:t>
            </w:r>
          </w:p>
          <w:p w:rsidR="00DA156E" w:rsidRPr="002429AC" w:rsidRDefault="00DA156E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2429AC" w:rsidRDefault="00DA156E">
            <w:pPr>
              <w:pStyle w:val="Hoofdteksttabel"/>
              <w:rPr>
                <w:rFonts w:ascii="Helvetica" w:hAnsi="Helvetica"/>
                <w:i/>
                <w:color w:val="800000"/>
                <w:sz w:val="24"/>
              </w:rPr>
            </w:pPr>
          </w:p>
        </w:tc>
      </w:tr>
      <w:tr w:rsidR="00DA156E" w:rsidRPr="00163952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AB343F" w:rsidRDefault="00DA156E" w:rsidP="00AB343F">
            <w:pPr>
              <w:pStyle w:val="hoofdteksttabel0"/>
              <w:spacing w:before="0" w:beforeAutospacing="0" w:after="0" w:afterAutospacing="0"/>
              <w:ind w:left="96" w:right="96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B343F">
              <w:rPr>
                <w:rFonts w:ascii="Tahoma" w:hAnsi="Tahoma" w:cs="Tahoma"/>
                <w:color w:val="000000"/>
                <w:szCs w:val="20"/>
              </w:rPr>
              <w:t>Geef in de schets duidelijk aan hoe je hebt</w:t>
            </w:r>
            <w:r>
              <w:rPr>
                <w:rFonts w:ascii="Tahoma" w:hAnsi="Tahoma" w:cs="Tahoma"/>
                <w:color w:val="000000"/>
                <w:szCs w:val="20"/>
              </w:rPr>
              <w:t xml:space="preserve"> gereden. Doe dit met</w:t>
            </w:r>
            <w:r w:rsidRPr="00AB343F">
              <w:rPr>
                <w:rFonts w:ascii="Tahoma" w:hAnsi="Tahoma" w:cs="Tahoma"/>
                <w:color w:val="000000"/>
                <w:szCs w:val="20"/>
              </w:rPr>
              <w:t xml:space="preserve"> pijlen.</w:t>
            </w:r>
          </w:p>
          <w:p w:rsidR="00DA156E" w:rsidRPr="002429AC" w:rsidRDefault="00DA156E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163952">
        <w:trPr>
          <w:cantSplit/>
          <w:trHeight w:val="82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Rijsnelheid tijdens het werk (k</w:t>
            </w:r>
            <w:r w:rsidRPr="00D656CC">
              <w:rPr>
                <w:rFonts w:ascii="Helvetica" w:hAnsi="Helvetica"/>
                <w:sz w:val="24"/>
              </w:rPr>
              <w:t>m/uur)</w:t>
            </w:r>
            <w:r>
              <w:rPr>
                <w:rFonts w:ascii="Helvetica" w:hAnsi="Helvetica"/>
                <w:sz w:val="24"/>
              </w:rPr>
              <w:t>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Gehaalde capaciteit (ha/uur)</w:t>
            </w:r>
            <w:r>
              <w:rPr>
                <w:rFonts w:ascii="Helvetica" w:hAnsi="Helvetica"/>
                <w:sz w:val="24"/>
              </w:rPr>
              <w:t>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</w:tbl>
    <w:p w:rsidR="00DA156E" w:rsidRDefault="00DA156E"/>
    <w:p w:rsidR="00DA156E" w:rsidRDefault="00DA156E">
      <w:r w:rsidRPr="00D54F3F">
        <w:rPr>
          <w:b/>
          <w:color w:val="800000"/>
          <w:sz w:val="28"/>
        </w:rPr>
        <w:t>A</w:t>
      </w:r>
      <w:r>
        <w:rPr>
          <w:b/>
          <w:color w:val="800000"/>
          <w:sz w:val="28"/>
        </w:rPr>
        <w:t>dministratie</w:t>
      </w:r>
    </w:p>
    <w:tbl>
      <w:tblPr>
        <w:tblW w:w="0" w:type="auto"/>
        <w:tblInd w:w="60" w:type="dxa"/>
        <w:tblLayout w:type="fixed"/>
        <w:tblLook w:val="0000"/>
      </w:tblPr>
      <w:tblGrid>
        <w:gridCol w:w="3675"/>
        <w:gridCol w:w="5355"/>
      </w:tblGrid>
      <w:tr w:rsidR="00DA156E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 w:rsidRPr="00D656CC">
              <w:rPr>
                <w:rFonts w:ascii="Helvetica" w:hAnsi="Helvetica"/>
                <w:b/>
                <w:color w:val="FFFFFF"/>
                <w:sz w:val="24"/>
              </w:rPr>
              <w:t>Administratieve afhandeling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</w:p>
        </w:tc>
      </w:tr>
      <w:tr w:rsidR="00DA156E" w:rsidRPr="00163952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Heb je een werkbon ingevuld?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DA156E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Wat moest je invullen?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D656CC" w:rsidRDefault="00DA156E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</w:tbl>
    <w:p w:rsidR="00DA156E" w:rsidRPr="00D656CC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DA156E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DA156E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DA156E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color w:val="800000"/>
          <w:sz w:val="28"/>
        </w:rPr>
      </w:pPr>
    </w:p>
    <w:p w:rsidR="00DA156E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  <w:r>
        <w:rPr>
          <w:rFonts w:ascii="Helvetica" w:hAnsi="Helvetica"/>
          <w:b/>
          <w:color w:val="800000"/>
          <w:sz w:val="28"/>
        </w:rPr>
        <w:t>Gebruiksklaar terugzetten</w:t>
      </w:r>
    </w:p>
    <w:tbl>
      <w:tblPr>
        <w:tblW w:w="0" w:type="auto"/>
        <w:tblInd w:w="60" w:type="dxa"/>
        <w:tblLayout w:type="fixed"/>
        <w:tblLook w:val="00A0"/>
      </w:tblPr>
      <w:tblGrid>
        <w:gridCol w:w="3675"/>
        <w:gridCol w:w="5355"/>
      </w:tblGrid>
      <w:tr w:rsidR="00DA156E" w:rsidRPr="00AB343F" w:rsidTr="00AB343F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AB343F" w:rsidRDefault="00DA156E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b/>
                <w:color w:val="FFFFFF"/>
                <w:sz w:val="24"/>
                <w:lang w:val="nl-NL" w:eastAsia="nl-NL"/>
              </w:rPr>
              <w:t>Gebruiksklaar terugzetten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AB343F" w:rsidRDefault="00DA156E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FFFFFF"/>
                <w:sz w:val="24"/>
                <w:szCs w:val="20"/>
                <w:lang w:val="nl-NL" w:eastAsia="nl-NL"/>
              </w:rPr>
              <w:t>Toelichting</w:t>
            </w:r>
          </w:p>
        </w:tc>
      </w:tr>
      <w:tr w:rsidR="00DA156E" w:rsidRPr="00163952" w:rsidTr="00AB343F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AB343F" w:rsidRDefault="00DA156E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000000"/>
                <w:sz w:val="24"/>
                <w:szCs w:val="20"/>
                <w:lang w:val="nl-NL" w:eastAsia="nl-NL"/>
              </w:rPr>
              <w:t>Wat heb je bij de trekker gedaan zodat hij weer gebruiksklaar is?</w:t>
            </w:r>
          </w:p>
          <w:p w:rsidR="00DA156E" w:rsidRPr="00AB343F" w:rsidRDefault="00DA156E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  <w:t> </w:t>
            </w:r>
          </w:p>
          <w:p w:rsidR="00DA156E" w:rsidRPr="00AB343F" w:rsidRDefault="00DA156E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  <w:t> 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AB343F" w:rsidRDefault="00DA156E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000000"/>
                <w:sz w:val="24"/>
                <w:szCs w:val="20"/>
                <w:lang w:val="nl-NL" w:eastAsia="nl-NL"/>
              </w:rPr>
              <w:t> </w:t>
            </w:r>
          </w:p>
        </w:tc>
      </w:tr>
      <w:tr w:rsidR="00DA156E" w:rsidRPr="00163952" w:rsidTr="00AB343F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AB343F" w:rsidRDefault="00DA156E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000000"/>
                <w:sz w:val="24"/>
                <w:szCs w:val="20"/>
                <w:lang w:val="nl-NL" w:eastAsia="nl-NL"/>
              </w:rPr>
              <w:t>Wat heb je gedaan aan het werktuig voordat je hem teruggezet hebt?</w:t>
            </w:r>
          </w:p>
          <w:p w:rsidR="00DA156E" w:rsidRPr="00AB343F" w:rsidRDefault="00DA156E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  <w:t> </w:t>
            </w:r>
          </w:p>
          <w:p w:rsidR="00DA156E" w:rsidRPr="00AB343F" w:rsidRDefault="00DA156E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  <w:t> 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A156E" w:rsidRPr="00AB343F" w:rsidRDefault="00DA156E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000000"/>
                <w:sz w:val="24"/>
                <w:szCs w:val="20"/>
                <w:lang w:val="nl-NL" w:eastAsia="nl-NL"/>
              </w:rPr>
              <w:t> </w:t>
            </w:r>
          </w:p>
        </w:tc>
      </w:tr>
    </w:tbl>
    <w:p w:rsidR="00DA156E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DA156E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  <w:r>
        <w:rPr>
          <w:rFonts w:ascii="Helvetica" w:hAnsi="Helvetica"/>
          <w:b/>
          <w:kern w:val="1"/>
          <w:sz w:val="24"/>
        </w:rPr>
        <w:t>Afronding</w:t>
      </w:r>
    </w:p>
    <w:p w:rsidR="00DA156E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DA156E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  <w:r>
        <w:rPr>
          <w:rFonts w:ascii="Helvetica" w:hAnsi="Helvetica"/>
          <w:b/>
          <w:kern w:val="1"/>
          <w:sz w:val="24"/>
        </w:rPr>
        <w:t>Tips en tops</w:t>
      </w:r>
    </w:p>
    <w:p w:rsidR="00DA156E" w:rsidRPr="002429AC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</w:p>
    <w:p w:rsidR="00DA156E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  <w:r w:rsidRPr="002429AC">
        <w:rPr>
          <w:rFonts w:ascii="Helvetica" w:hAnsi="Helvetica"/>
          <w:kern w:val="1"/>
          <w:sz w:val="24"/>
        </w:rPr>
        <w:t>Wat zijn de belangrijkste tips (verbeterpunten) en tops (dingen die heel goed gingen) volgens het leerbedrijf, school en volgens jezelf?</w:t>
      </w:r>
    </w:p>
    <w:p w:rsidR="00DA156E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bottom w:w="57" w:type="dxa"/>
        </w:tblCellMar>
        <w:tblLook w:val="00BF"/>
      </w:tblPr>
      <w:tblGrid>
        <w:gridCol w:w="1951"/>
        <w:gridCol w:w="4169"/>
        <w:gridCol w:w="3162"/>
      </w:tblGrid>
      <w:tr w:rsidR="00DA156E" w:rsidRPr="001277B9">
        <w:tc>
          <w:tcPr>
            <w:tcW w:w="1951" w:type="dxa"/>
            <w:tcBorders>
              <w:top w:val="nil"/>
              <w:left w:val="nil"/>
            </w:tcBorders>
          </w:tcPr>
          <w:p w:rsidR="00DA156E" w:rsidRPr="001277B9" w:rsidRDefault="00DA156E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color w:val="FFFFFF"/>
                <w:kern w:val="1"/>
                <w:sz w:val="24"/>
              </w:rPr>
            </w:pPr>
          </w:p>
        </w:tc>
        <w:tc>
          <w:tcPr>
            <w:tcW w:w="4169" w:type="dxa"/>
            <w:shd w:val="clear" w:color="auto" w:fill="008040"/>
          </w:tcPr>
          <w:p w:rsidR="00DA156E" w:rsidRPr="001277B9" w:rsidRDefault="00DA156E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b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b/>
                <w:color w:val="FFFFFF"/>
                <w:kern w:val="1"/>
                <w:sz w:val="24"/>
              </w:rPr>
              <w:t>Tips</w:t>
            </w:r>
          </w:p>
        </w:tc>
        <w:tc>
          <w:tcPr>
            <w:tcW w:w="3162" w:type="dxa"/>
            <w:shd w:val="clear" w:color="auto" w:fill="008040"/>
          </w:tcPr>
          <w:p w:rsidR="00DA156E" w:rsidRPr="001277B9" w:rsidRDefault="00DA156E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b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b/>
                <w:color w:val="FFFFFF"/>
                <w:kern w:val="1"/>
                <w:sz w:val="24"/>
              </w:rPr>
              <w:t>Tops</w:t>
            </w:r>
          </w:p>
        </w:tc>
      </w:tr>
      <w:tr w:rsidR="00DA156E" w:rsidRPr="001277B9">
        <w:tc>
          <w:tcPr>
            <w:tcW w:w="1951" w:type="dxa"/>
            <w:shd w:val="clear" w:color="auto" w:fill="008040"/>
          </w:tcPr>
          <w:p w:rsidR="00DA156E" w:rsidRPr="001277B9" w:rsidRDefault="00DA156E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jc w:val="right"/>
              <w:rPr>
                <w:rFonts w:ascii="Helvetica" w:hAnsi="Helvetica"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color w:val="FFFFFF"/>
                <w:kern w:val="1"/>
                <w:sz w:val="24"/>
              </w:rPr>
              <w:t>Leerbedrijf</w:t>
            </w:r>
          </w:p>
        </w:tc>
        <w:tc>
          <w:tcPr>
            <w:tcW w:w="4169" w:type="dxa"/>
          </w:tcPr>
          <w:p w:rsidR="00DA156E" w:rsidRPr="001277B9" w:rsidRDefault="00DA156E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  <w:tc>
          <w:tcPr>
            <w:tcW w:w="3162" w:type="dxa"/>
          </w:tcPr>
          <w:p w:rsidR="00DA156E" w:rsidRPr="001277B9" w:rsidRDefault="00DA156E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</w:tr>
      <w:tr w:rsidR="00DA156E" w:rsidRPr="001277B9">
        <w:tc>
          <w:tcPr>
            <w:tcW w:w="1951" w:type="dxa"/>
            <w:shd w:val="clear" w:color="auto" w:fill="008040"/>
          </w:tcPr>
          <w:p w:rsidR="00DA156E" w:rsidRPr="001277B9" w:rsidRDefault="00DA156E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jc w:val="right"/>
              <w:rPr>
                <w:rFonts w:ascii="Helvetica" w:hAnsi="Helvetica"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color w:val="FFFFFF"/>
                <w:kern w:val="1"/>
                <w:sz w:val="24"/>
              </w:rPr>
              <w:t>School</w:t>
            </w:r>
          </w:p>
        </w:tc>
        <w:tc>
          <w:tcPr>
            <w:tcW w:w="4169" w:type="dxa"/>
          </w:tcPr>
          <w:p w:rsidR="00DA156E" w:rsidRPr="001277B9" w:rsidRDefault="00DA156E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  <w:tc>
          <w:tcPr>
            <w:tcW w:w="3162" w:type="dxa"/>
          </w:tcPr>
          <w:p w:rsidR="00DA156E" w:rsidRPr="001277B9" w:rsidRDefault="00DA156E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</w:tr>
      <w:tr w:rsidR="00DA156E" w:rsidRPr="001277B9">
        <w:tc>
          <w:tcPr>
            <w:tcW w:w="1951" w:type="dxa"/>
            <w:shd w:val="clear" w:color="auto" w:fill="008040"/>
          </w:tcPr>
          <w:p w:rsidR="00DA156E" w:rsidRPr="001277B9" w:rsidRDefault="00DA156E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jc w:val="right"/>
              <w:rPr>
                <w:rFonts w:ascii="Helvetica" w:hAnsi="Helvetica"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color w:val="FFFFFF"/>
                <w:kern w:val="1"/>
                <w:sz w:val="24"/>
              </w:rPr>
              <w:t>Ikzelf</w:t>
            </w:r>
          </w:p>
        </w:tc>
        <w:tc>
          <w:tcPr>
            <w:tcW w:w="4169" w:type="dxa"/>
          </w:tcPr>
          <w:p w:rsidR="00DA156E" w:rsidRPr="001277B9" w:rsidRDefault="00DA156E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  <w:tc>
          <w:tcPr>
            <w:tcW w:w="3162" w:type="dxa"/>
          </w:tcPr>
          <w:p w:rsidR="00DA156E" w:rsidRPr="001277B9" w:rsidRDefault="00DA156E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</w:tr>
    </w:tbl>
    <w:p w:rsidR="00DA156E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DA156E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DA156E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DA156E" w:rsidRPr="00D656CC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  <w:r w:rsidRPr="00D656CC">
        <w:rPr>
          <w:rFonts w:ascii="Helvetica" w:hAnsi="Helvetica"/>
          <w:b/>
          <w:kern w:val="1"/>
          <w:sz w:val="24"/>
        </w:rPr>
        <w:t>Ondertekening begeleider leerbedrijf</w:t>
      </w:r>
    </w:p>
    <w:p w:rsidR="00DA156E" w:rsidRPr="00D656CC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DA156E" w:rsidRPr="00D656CC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  <w:r w:rsidRPr="00D656CC">
        <w:rPr>
          <w:rFonts w:ascii="Helvetica" w:hAnsi="Helvetica"/>
          <w:kern w:val="1"/>
          <w:sz w:val="24"/>
        </w:rPr>
        <w:t>De deelnemer heeft in de praktijk laten zien dat h</w:t>
      </w:r>
      <w:r>
        <w:rPr>
          <w:rFonts w:ascii="Helvetica" w:hAnsi="Helvetica"/>
          <w:kern w:val="1"/>
          <w:sz w:val="24"/>
        </w:rPr>
        <w:t xml:space="preserve">ij het harken van voedergewassen </w:t>
      </w:r>
      <w:r w:rsidRPr="00D656CC">
        <w:rPr>
          <w:rFonts w:ascii="Helvetica" w:hAnsi="Helvetica"/>
          <w:kern w:val="1"/>
          <w:sz w:val="24"/>
        </w:rPr>
        <w:t>onvoldoende/voldoende/goed beheerst.</w:t>
      </w:r>
    </w:p>
    <w:p w:rsidR="00DA156E" w:rsidRPr="00D656CC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</w:p>
    <w:p w:rsidR="00DA156E" w:rsidRPr="00D656CC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</w:p>
    <w:p w:rsidR="00DA156E" w:rsidRPr="00D656CC" w:rsidRDefault="00DA156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color w:val="auto"/>
          <w:sz w:val="20"/>
        </w:rPr>
      </w:pPr>
      <w:r w:rsidRPr="00D656CC">
        <w:rPr>
          <w:rFonts w:ascii="Helvetica" w:hAnsi="Helvetica"/>
          <w:kern w:val="1"/>
          <w:sz w:val="24"/>
        </w:rPr>
        <w:t>Handtekening praktijkbegeleider</w:t>
      </w:r>
      <w:r w:rsidRPr="00D656CC">
        <w:rPr>
          <w:rFonts w:ascii="Helvetica" w:hAnsi="Helvetica"/>
          <w:kern w:val="1"/>
          <w:sz w:val="24"/>
        </w:rPr>
        <w:tab/>
      </w:r>
      <w:r w:rsidRPr="00D656CC">
        <w:rPr>
          <w:rFonts w:ascii="Helvetica" w:hAnsi="Helvetica"/>
          <w:kern w:val="1"/>
          <w:sz w:val="24"/>
        </w:rPr>
        <w:tab/>
      </w:r>
      <w:r w:rsidRPr="00D656CC">
        <w:rPr>
          <w:rFonts w:ascii="Helvetica" w:hAnsi="Helvetica"/>
          <w:kern w:val="1"/>
          <w:sz w:val="24"/>
        </w:rPr>
        <w:tab/>
      </w:r>
      <w:r w:rsidRPr="00D656CC">
        <w:rPr>
          <w:rFonts w:ascii="Helvetica" w:hAnsi="Helvetica"/>
          <w:kern w:val="1"/>
          <w:sz w:val="24"/>
        </w:rPr>
        <w:tab/>
      </w:r>
      <w:r w:rsidRPr="00D656CC">
        <w:rPr>
          <w:rFonts w:ascii="Helvetica" w:hAnsi="Helvetica"/>
          <w:kern w:val="1"/>
          <w:sz w:val="24"/>
        </w:rPr>
        <w:tab/>
        <w:t>Datum</w:t>
      </w:r>
    </w:p>
    <w:sectPr w:rsidR="00DA156E" w:rsidRPr="00D656CC" w:rsidSect="001277B9">
      <w:headerReference w:type="even" r:id="rId6"/>
      <w:headerReference w:type="default" r:id="rId7"/>
      <w:footerReference w:type="even" r:id="rId8"/>
      <w:footerReference w:type="default" r:id="rId9"/>
      <w:pgSz w:w="11900" w:h="16840"/>
      <w:pgMar w:top="1984" w:right="1417" w:bottom="1134" w:left="1417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56E" w:rsidRDefault="00DA156E" w:rsidP="001277B9">
      <w:r>
        <w:separator/>
      </w:r>
    </w:p>
  </w:endnote>
  <w:endnote w:type="continuationSeparator" w:id="0">
    <w:p w:rsidR="00DA156E" w:rsidRDefault="00DA156E" w:rsidP="00127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Bold">
    <w:panose1 w:val="020F0702030404030204"/>
    <w:charset w:val="00"/>
    <w:family w:val="auto"/>
    <w:notTrueType/>
    <w:pitch w:val="variable"/>
    <w:sig w:usb0="00000003" w:usb1="00000000" w:usb2="00000000" w:usb3="00000000" w:csb0="00000001" w:csb1="00000000"/>
  </w:font>
  <w:font w:name="Gill Sans">
    <w:altName w:val="Gill Sans MT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Italic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6E" w:rsidRDefault="00DA156E">
    <w:pPr>
      <w:pStyle w:val="Kop-envoettekst"/>
      <w:rPr>
        <w:rFonts w:ascii="Times New Roman" w:hAnsi="Times New Roman"/>
        <w:color w:val="auto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6E" w:rsidRDefault="00DA156E">
    <w:pPr>
      <w:pStyle w:val="Kop-envoettekst"/>
      <w:rPr>
        <w:rFonts w:ascii="Times New Roman" w:hAnsi="Times New Roman"/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56E" w:rsidRDefault="00DA156E" w:rsidP="001277B9">
      <w:r>
        <w:separator/>
      </w:r>
    </w:p>
  </w:footnote>
  <w:footnote w:type="continuationSeparator" w:id="0">
    <w:p w:rsidR="00DA156E" w:rsidRDefault="00DA156E" w:rsidP="001277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6E" w:rsidRDefault="00DA156E">
    <w:pPr>
      <w:pStyle w:val="Kop-envoettekst"/>
      <w:rPr>
        <w:rFonts w:ascii="Times New Roman" w:hAnsi="Times New Roman"/>
        <w:color w:val="au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6E" w:rsidRDefault="00DA156E">
    <w:pPr>
      <w:pStyle w:val="Kop-envoettekst"/>
      <w:rPr>
        <w:rFonts w:ascii="Times New Roman" w:hAnsi="Times New Roman"/>
        <w:color w:val="auto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001"/>
  <w:defaultTabStop w:val="720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6313"/>
    <w:rsid w:val="000C6AFA"/>
    <w:rsid w:val="000F1CCC"/>
    <w:rsid w:val="000F2C0F"/>
    <w:rsid w:val="00112C57"/>
    <w:rsid w:val="001277B9"/>
    <w:rsid w:val="00163952"/>
    <w:rsid w:val="001B1E93"/>
    <w:rsid w:val="002429AC"/>
    <w:rsid w:val="00254D6A"/>
    <w:rsid w:val="002938FA"/>
    <w:rsid w:val="002B0C56"/>
    <w:rsid w:val="002E2B63"/>
    <w:rsid w:val="002F7156"/>
    <w:rsid w:val="00432FA5"/>
    <w:rsid w:val="00476DA5"/>
    <w:rsid w:val="004D2CA7"/>
    <w:rsid w:val="004D403C"/>
    <w:rsid w:val="00514522"/>
    <w:rsid w:val="00585F21"/>
    <w:rsid w:val="00593A97"/>
    <w:rsid w:val="006920AF"/>
    <w:rsid w:val="007446D4"/>
    <w:rsid w:val="007B63F5"/>
    <w:rsid w:val="008B5A10"/>
    <w:rsid w:val="009F1476"/>
    <w:rsid w:val="00A074CE"/>
    <w:rsid w:val="00AB343F"/>
    <w:rsid w:val="00B2631A"/>
    <w:rsid w:val="00BA10D2"/>
    <w:rsid w:val="00C02480"/>
    <w:rsid w:val="00C76384"/>
    <w:rsid w:val="00CE55A9"/>
    <w:rsid w:val="00CF5F7A"/>
    <w:rsid w:val="00D54F3F"/>
    <w:rsid w:val="00D656CC"/>
    <w:rsid w:val="00D777BB"/>
    <w:rsid w:val="00DA156E"/>
    <w:rsid w:val="00DF6313"/>
    <w:rsid w:val="00E50761"/>
    <w:rsid w:val="00EE7062"/>
    <w:rsid w:val="00F90965"/>
    <w:rsid w:val="00FC4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Helvetica" w:hAnsi="Helvetica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op-envoettekst">
    <w:name w:val="Kop- en voettekst"/>
    <w:uiPriority w:val="99"/>
    <w:pPr>
      <w:tabs>
        <w:tab w:val="right" w:pos="9632"/>
      </w:tabs>
    </w:pPr>
    <w:rPr>
      <w:rFonts w:ascii="Helvetica" w:eastAsia="ヒラギノ角ゴ Pro W3" w:hAnsi="Helvetica"/>
      <w:color w:val="000000"/>
      <w:sz w:val="20"/>
      <w:szCs w:val="20"/>
    </w:rPr>
  </w:style>
  <w:style w:type="paragraph" w:customStyle="1" w:styleId="Koptekst1">
    <w:name w:val="Koptekst 1"/>
    <w:next w:val="Hoofdtekst"/>
    <w:uiPriority w:val="99"/>
    <w:pPr>
      <w:keepNext/>
      <w:pageBreakBefore/>
      <w:ind w:left="567"/>
      <w:outlineLvl w:val="0"/>
    </w:pPr>
    <w:rPr>
      <w:rFonts w:ascii="Calibri Bold" w:eastAsia="ヒラギノ角ゴ Pro W3" w:hAnsi="Calibri Bold"/>
      <w:color w:val="004080"/>
      <w:sz w:val="36"/>
      <w:szCs w:val="20"/>
    </w:rPr>
  </w:style>
  <w:style w:type="paragraph" w:customStyle="1" w:styleId="Hoofdtekst">
    <w:name w:val="Hoofdtekst"/>
    <w:uiPriority w:val="99"/>
    <w:pPr>
      <w:spacing w:line="288" w:lineRule="auto"/>
      <w:ind w:left="1134"/>
    </w:pPr>
    <w:rPr>
      <w:rFonts w:ascii="Gill Sans" w:eastAsia="ヒラギノ角ゴ Pro W3" w:hAnsi="Gill Sans"/>
      <w:color w:val="000000"/>
      <w:szCs w:val="20"/>
    </w:rPr>
  </w:style>
  <w:style w:type="paragraph" w:customStyle="1" w:styleId="Ondertitelklein">
    <w:name w:val="Ondertitel klein"/>
    <w:next w:val="Hoofdtekst"/>
    <w:uiPriority w:val="99"/>
    <w:pPr>
      <w:keepNext/>
      <w:ind w:left="567"/>
      <w:outlineLvl w:val="0"/>
    </w:pPr>
    <w:rPr>
      <w:rFonts w:ascii="Calibri Italic" w:eastAsia="ヒラギノ角ゴ Pro W3" w:hAnsi="Calibri Italic"/>
      <w:color w:val="004080"/>
      <w:sz w:val="28"/>
      <w:szCs w:val="20"/>
    </w:rPr>
  </w:style>
  <w:style w:type="paragraph" w:customStyle="1" w:styleId="Standaard1">
    <w:name w:val="Standaard1"/>
    <w:uiPriority w:val="99"/>
    <w:pPr>
      <w:spacing w:line="276" w:lineRule="auto"/>
    </w:pPr>
    <w:rPr>
      <w:rFonts w:eastAsia="ヒラギノ角ゴ Pro W3"/>
      <w:color w:val="000000"/>
      <w:szCs w:val="20"/>
    </w:rPr>
  </w:style>
  <w:style w:type="paragraph" w:customStyle="1" w:styleId="Hoofdteksttabel">
    <w:name w:val="Hoofdtekst tabel"/>
    <w:uiPriority w:val="99"/>
    <w:pPr>
      <w:spacing w:line="288" w:lineRule="auto"/>
    </w:pPr>
    <w:rPr>
      <w:rFonts w:ascii="Gill Sans" w:eastAsia="ヒラギノ角ゴ Pro W3" w:hAnsi="Gill Sans"/>
      <w:color w:val="000000"/>
      <w:szCs w:val="20"/>
    </w:rPr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al1">
    <w:name w:val="Normaal1"/>
    <w:uiPriority w:val="99"/>
    <w:rsid w:val="004D403C"/>
    <w:pPr>
      <w:spacing w:line="276" w:lineRule="auto"/>
    </w:pPr>
    <w:rPr>
      <w:rFonts w:eastAsia="ヒラギノ角ゴ Pro W3"/>
      <w:color w:val="000000"/>
      <w:szCs w:val="20"/>
    </w:rPr>
  </w:style>
  <w:style w:type="paragraph" w:customStyle="1" w:styleId="hoofdteksttabel0">
    <w:name w:val="hoofdteksttabel"/>
    <w:basedOn w:val="Normal"/>
    <w:uiPriority w:val="99"/>
    <w:rsid w:val="00AB343F"/>
    <w:pPr>
      <w:spacing w:before="100" w:beforeAutospacing="1" w:after="100" w:afterAutospacing="1"/>
    </w:pPr>
    <w:rPr>
      <w:rFonts w:ascii="Times New Roman" w:hAnsi="Times New Roman"/>
      <w:sz w:val="24"/>
      <w:lang w:val="nl-NL" w:eastAsia="nl-NL"/>
    </w:rPr>
  </w:style>
  <w:style w:type="character" w:styleId="Strong">
    <w:name w:val="Strong"/>
    <w:basedOn w:val="DefaultParagraphFont"/>
    <w:uiPriority w:val="99"/>
    <w:qFormat/>
    <w:rsid w:val="00AB343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313800"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801"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318</Words>
  <Characters>1751</Characters>
  <Application>Microsoft Office Outlook</Application>
  <DocSecurity>0</DocSecurity>
  <Lines>0</Lines>
  <Paragraphs>0</Paragraphs>
  <ScaleCrop>false</ScaleCrop>
  <Company>Scholten, onderwijskundig advies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Praktijk- Harken van voedergewassen</dc:title>
  <dc:subject/>
  <dc:creator>bassae</dc:creator>
  <cp:keywords/>
  <dc:description/>
  <cp:lastModifiedBy>administrator</cp:lastModifiedBy>
  <cp:revision>2</cp:revision>
  <dcterms:created xsi:type="dcterms:W3CDTF">2011-03-30T09:50:00Z</dcterms:created>
  <dcterms:modified xsi:type="dcterms:W3CDTF">2011-03-30T09:50:00Z</dcterms:modified>
</cp:coreProperties>
</file>