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CD2" w:rsidRDefault="009D5CD2" w:rsidP="000766D4">
      <w:pPr>
        <w:pStyle w:val="ListParagraph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Naam Hond:                                                    Datum:                      Tijd</w:t>
      </w:r>
    </w:p>
    <w:p w:rsidR="009D5CD2" w:rsidRDefault="009D5CD2" w:rsidP="000766D4">
      <w:pPr>
        <w:pStyle w:val="ListParagraph"/>
        <w:ind w:left="360"/>
        <w:rPr>
          <w:b/>
          <w:sz w:val="24"/>
          <w:szCs w:val="24"/>
        </w:rPr>
      </w:pPr>
    </w:p>
    <w:p w:rsidR="009D5CD2" w:rsidRDefault="009D5CD2" w:rsidP="000766D4">
      <w:pPr>
        <w:pStyle w:val="ListParagraph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Operatie oid: ja / Nee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Welke:</w:t>
      </w:r>
    </w:p>
    <w:p w:rsidR="009D5CD2" w:rsidRDefault="009D5CD2" w:rsidP="000766D4">
      <w:pPr>
        <w:pStyle w:val="ListParagraph"/>
        <w:ind w:left="360"/>
        <w:rPr>
          <w:b/>
          <w:sz w:val="24"/>
          <w:szCs w:val="24"/>
        </w:rPr>
      </w:pPr>
      <w:r>
        <w:rPr>
          <w:noProof/>
          <w:lang w:eastAsia="nl-NL"/>
        </w:rPr>
        <w:pict>
          <v:line id="_x0000_s1026" style="position:absolute;left:0;text-align:left;z-index:251657216" from="4.15pt,6.35pt" to="441.4pt,6.35pt"/>
        </w:pict>
      </w:r>
    </w:p>
    <w:p w:rsidR="009D5CD2" w:rsidRPr="00A263E8" w:rsidRDefault="009D5CD2" w:rsidP="00DF4FB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263E8">
        <w:rPr>
          <w:b/>
          <w:sz w:val="24"/>
          <w:szCs w:val="24"/>
        </w:rPr>
        <w:t>De hond in de kennel.</w:t>
      </w:r>
    </w:p>
    <w:p w:rsidR="009D5CD2" w:rsidRPr="000766D4" w:rsidRDefault="009D5CD2" w:rsidP="00A263E8">
      <w:pPr>
        <w:spacing w:after="0"/>
        <w:rPr>
          <w:i/>
          <w:sz w:val="24"/>
          <w:szCs w:val="24"/>
          <w:u w:val="single"/>
        </w:rPr>
      </w:pPr>
      <w:r w:rsidRPr="000766D4">
        <w:rPr>
          <w:i/>
          <w:sz w:val="24"/>
          <w:szCs w:val="24"/>
          <w:u w:val="single"/>
        </w:rPr>
        <w:t xml:space="preserve">Is de hond: </w:t>
      </w:r>
    </w:p>
    <w:p w:rsidR="009D5CD2" w:rsidRDefault="009D5CD2" w:rsidP="00A263E8">
      <w:pPr>
        <w:spacing w:after="0"/>
      </w:pPr>
      <w:r>
        <w:t>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ii</w:t>
      </w:r>
    </w:p>
    <w:p w:rsidR="009D5CD2" w:rsidRDefault="009D5CD2" w:rsidP="00A263E8">
      <w:pPr>
        <w:spacing w:after="0"/>
      </w:pPr>
      <w:r>
        <w:t>Rustig</w:t>
      </w:r>
      <w:r>
        <w:tab/>
      </w:r>
      <w:r>
        <w:tab/>
      </w:r>
      <w:r>
        <w:tab/>
        <w:t>0</w:t>
      </w:r>
      <w:r>
        <w:tab/>
      </w:r>
      <w:r>
        <w:tab/>
      </w:r>
      <w:r>
        <w:tab/>
        <w:t>wond of pijngebied negeren</w:t>
      </w:r>
      <w:r>
        <w:tab/>
      </w:r>
      <w:r>
        <w:tab/>
        <w:t>0</w:t>
      </w:r>
    </w:p>
    <w:p w:rsidR="009D5CD2" w:rsidRDefault="009D5CD2" w:rsidP="00A263E8">
      <w:pPr>
        <w:spacing w:after="0"/>
      </w:pPr>
      <w:r>
        <w:t>Janken of huilen</w:t>
      </w:r>
      <w:r>
        <w:tab/>
        <w:t>1</w:t>
      </w:r>
      <w:r>
        <w:tab/>
      </w:r>
      <w:r>
        <w:tab/>
      </w:r>
      <w:r>
        <w:tab/>
        <w:t>kijken naar  wond of pijngebied</w:t>
      </w:r>
      <w:r>
        <w:tab/>
      </w:r>
      <w:r>
        <w:tab/>
        <w:t>1</w:t>
      </w:r>
    </w:p>
    <w:p w:rsidR="009D5CD2" w:rsidRDefault="009D5CD2" w:rsidP="00A263E8">
      <w:pPr>
        <w:spacing w:after="0"/>
      </w:pPr>
      <w:r>
        <w:t>Steunen, kreunen</w:t>
      </w:r>
      <w:r>
        <w:tab/>
        <w:t>2</w:t>
      </w:r>
      <w:r>
        <w:tab/>
      </w:r>
      <w:r>
        <w:tab/>
      </w:r>
      <w:r>
        <w:tab/>
        <w:t>likken aan wond of pijngebied</w:t>
      </w:r>
      <w:r>
        <w:tab/>
      </w:r>
      <w:r>
        <w:tab/>
        <w:t>2</w:t>
      </w:r>
    </w:p>
    <w:p w:rsidR="009D5CD2" w:rsidRDefault="009D5CD2" w:rsidP="00A263E8">
      <w:pPr>
        <w:spacing w:after="0"/>
      </w:pPr>
      <w:r>
        <w:t>Gillen, schreeuwen</w:t>
      </w:r>
      <w:r>
        <w:tab/>
        <w:t>3</w:t>
      </w:r>
      <w:r>
        <w:tab/>
      </w:r>
      <w:r>
        <w:tab/>
      </w:r>
      <w:r>
        <w:tab/>
        <w:t xml:space="preserve">wond of pijngebied schuren </w:t>
      </w:r>
      <w:r>
        <w:tab/>
      </w:r>
      <w:r>
        <w:tab/>
        <w:t>3</w:t>
      </w:r>
    </w:p>
    <w:p w:rsidR="009D5CD2" w:rsidRDefault="009D5CD2" w:rsidP="00A263E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Bijten op wond of pijngebied</w:t>
      </w:r>
      <w:r>
        <w:tab/>
      </w:r>
      <w:r>
        <w:tab/>
        <w:t>4</w:t>
      </w:r>
    </w:p>
    <w:p w:rsidR="009D5CD2" w:rsidRDefault="009D5CD2" w:rsidP="00A263E8">
      <w:pPr>
        <w:spacing w:after="0"/>
      </w:pPr>
      <w:r>
        <w:rPr>
          <w:noProof/>
          <w:lang w:eastAsia="nl-NL"/>
        </w:rPr>
        <w:pict>
          <v:line id="_x0000_s1027" style="position:absolute;z-index:251658240" from="2.65pt,6.85pt" to="447.4pt,6.85pt"/>
        </w:pict>
      </w:r>
    </w:p>
    <w:p w:rsidR="009D5CD2" w:rsidRDefault="009D5CD2" w:rsidP="00DF4FB1">
      <w:pPr>
        <w:rPr>
          <w:lang w:val="en-GB"/>
        </w:rPr>
      </w:pPr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.4pt;margin-top:2.9pt;width:453.75pt;height:67.5pt;z-index:251656192">
            <v:textbox>
              <w:txbxContent>
                <w:p w:rsidR="009D5CD2" w:rsidRPr="00A263E8" w:rsidRDefault="009D5CD2" w:rsidP="00A263E8">
                  <w:r w:rsidRPr="00A263E8">
                    <w:t>In het geval van rug- bekken of meervoudige been breuken, of als hulp nodig is om te lopen of overeind te komen voer deel B dan niet uit en ga verder met deel C.on B and proceed to C</w:t>
                  </w:r>
                </w:p>
                <w:p w:rsidR="009D5CD2" w:rsidRPr="00A263E8" w:rsidRDefault="009D5CD2" w:rsidP="00A263E8">
                  <w:r>
                    <w:t>Zet dan een kruisje in het blokje.</w:t>
                  </w:r>
                  <w:r w:rsidRPr="00A263E8">
                    <w:rPr>
                      <w:rFonts w:ascii="Arial" w:hAnsi="Arial" w:cs="Arial"/>
                      <w:b/>
                      <w:sz w:val="36"/>
                      <w:szCs w:val="36"/>
                    </w:rPr>
                    <w:t>□</w:t>
                  </w:r>
                  <w:r w:rsidRPr="00A263E8">
                    <w:t>.</w:t>
                  </w:r>
                </w:p>
                <w:p w:rsidR="009D5CD2" w:rsidRPr="00A263E8" w:rsidRDefault="009D5CD2"/>
              </w:txbxContent>
            </v:textbox>
          </v:shape>
        </w:pict>
      </w:r>
    </w:p>
    <w:p w:rsidR="009D5CD2" w:rsidRDefault="009D5CD2" w:rsidP="00DF4FB1">
      <w:pPr>
        <w:rPr>
          <w:lang w:val="en-GB"/>
        </w:rPr>
      </w:pPr>
    </w:p>
    <w:p w:rsidR="009D5CD2" w:rsidRDefault="009D5CD2" w:rsidP="00DF4FB1">
      <w:pPr>
        <w:rPr>
          <w:lang w:val="en-GB"/>
        </w:rPr>
      </w:pPr>
    </w:p>
    <w:p w:rsidR="009D5CD2" w:rsidRPr="00A263E8" w:rsidRDefault="009D5CD2" w:rsidP="00A263E8">
      <w:pPr>
        <w:spacing w:after="0"/>
        <w:rPr>
          <w:b/>
          <w:sz w:val="24"/>
          <w:szCs w:val="24"/>
        </w:rPr>
      </w:pPr>
      <w:r w:rsidRPr="00A263E8">
        <w:rPr>
          <w:b/>
          <w:sz w:val="24"/>
          <w:szCs w:val="24"/>
        </w:rPr>
        <w:t xml:space="preserve">B. Doe de hond een lijn aan en haal hem </w:t>
      </w:r>
      <w:r w:rsidRPr="00A263E8">
        <w:rPr>
          <w:b/>
          <w:sz w:val="24"/>
          <w:szCs w:val="24"/>
        </w:rPr>
        <w:tab/>
        <w:t>C. Als de hond een wond of pijnlijk gebied  heeft</w:t>
      </w:r>
    </w:p>
    <w:p w:rsidR="009D5CD2" w:rsidRPr="00A263E8" w:rsidRDefault="009D5CD2" w:rsidP="00A263E8">
      <w:pPr>
        <w:spacing w:after="0"/>
        <w:rPr>
          <w:b/>
          <w:sz w:val="24"/>
          <w:szCs w:val="24"/>
        </w:rPr>
      </w:pPr>
      <w:r w:rsidRPr="00A263E8">
        <w:rPr>
          <w:b/>
          <w:sz w:val="24"/>
          <w:szCs w:val="24"/>
        </w:rPr>
        <w:t>uit de kennel</w:t>
      </w:r>
      <w:r w:rsidRPr="00A263E8">
        <w:rPr>
          <w:b/>
          <w:sz w:val="24"/>
          <w:szCs w:val="24"/>
        </w:rPr>
        <w:tab/>
      </w:r>
      <w:r w:rsidRPr="00A263E8">
        <w:rPr>
          <w:b/>
          <w:sz w:val="24"/>
          <w:szCs w:val="24"/>
        </w:rPr>
        <w:tab/>
      </w:r>
      <w:r w:rsidRPr="00A263E8">
        <w:rPr>
          <w:b/>
          <w:sz w:val="24"/>
          <w:szCs w:val="24"/>
        </w:rPr>
        <w:tab/>
      </w:r>
      <w:r w:rsidRPr="00A263E8">
        <w:rPr>
          <w:b/>
          <w:sz w:val="24"/>
          <w:szCs w:val="24"/>
        </w:rPr>
        <w:tab/>
      </w:r>
      <w:r w:rsidRPr="00A263E8">
        <w:rPr>
          <w:b/>
          <w:sz w:val="24"/>
          <w:szCs w:val="24"/>
        </w:rPr>
        <w:tab/>
        <w:t xml:space="preserve">    met inbegrip van de buik, druk voorzicht </w:t>
      </w:r>
      <w:smartTag w:uri="urn:schemas-microsoft-com:office:smarttags" w:element="metricconverter">
        <w:smartTagPr>
          <w:attr w:name="ProductID" w:val="2 cm"/>
        </w:smartTagPr>
        <w:r w:rsidRPr="00A263E8">
          <w:rPr>
            <w:b/>
            <w:sz w:val="24"/>
            <w:szCs w:val="24"/>
          </w:rPr>
          <w:t>2 cm</w:t>
        </w:r>
      </w:smartTag>
      <w:r w:rsidRPr="00A263E8">
        <w:rPr>
          <w:b/>
          <w:sz w:val="24"/>
          <w:szCs w:val="24"/>
        </w:rPr>
        <w:t xml:space="preserve"> </w:t>
      </w:r>
    </w:p>
    <w:p w:rsidR="009D5CD2" w:rsidRPr="00A263E8" w:rsidRDefault="009D5CD2" w:rsidP="00A263E8">
      <w:pPr>
        <w:spacing w:after="0"/>
        <w:rPr>
          <w:b/>
          <w:sz w:val="24"/>
          <w:szCs w:val="24"/>
        </w:rPr>
      </w:pPr>
      <w:r w:rsidRPr="00A263E8">
        <w:rPr>
          <w:b/>
          <w:sz w:val="24"/>
          <w:szCs w:val="24"/>
        </w:rPr>
        <w:tab/>
      </w:r>
      <w:r w:rsidRPr="00A263E8">
        <w:rPr>
          <w:b/>
          <w:sz w:val="24"/>
          <w:szCs w:val="24"/>
        </w:rPr>
        <w:tab/>
      </w:r>
      <w:r w:rsidRPr="00A263E8">
        <w:rPr>
          <w:b/>
          <w:sz w:val="24"/>
          <w:szCs w:val="24"/>
        </w:rPr>
        <w:tab/>
      </w:r>
      <w:r w:rsidRPr="00A263E8">
        <w:rPr>
          <w:b/>
          <w:sz w:val="24"/>
          <w:szCs w:val="24"/>
        </w:rPr>
        <w:tab/>
      </w:r>
      <w:r w:rsidRPr="00A263E8">
        <w:rPr>
          <w:b/>
          <w:sz w:val="24"/>
          <w:szCs w:val="24"/>
        </w:rPr>
        <w:tab/>
      </w:r>
      <w:r w:rsidRPr="00A263E8">
        <w:rPr>
          <w:b/>
          <w:sz w:val="24"/>
          <w:szCs w:val="24"/>
        </w:rPr>
        <w:tab/>
        <w:t xml:space="preserve">    rond die  plek.</w:t>
      </w:r>
    </w:p>
    <w:p w:rsidR="009D5CD2" w:rsidRPr="00A55E6D" w:rsidRDefault="009D5CD2" w:rsidP="00A263E8">
      <w:pPr>
        <w:spacing w:after="0"/>
        <w:rPr>
          <w:i/>
          <w:sz w:val="24"/>
          <w:szCs w:val="24"/>
        </w:rPr>
      </w:pPr>
      <w:r w:rsidRPr="00A55E6D">
        <w:rPr>
          <w:i/>
          <w:sz w:val="24"/>
          <w:szCs w:val="24"/>
          <w:u w:val="single"/>
        </w:rPr>
        <w:t>Als de hond opstaat is die</w:t>
      </w:r>
      <w:r w:rsidRPr="00A55E6D">
        <w:rPr>
          <w:i/>
          <w:sz w:val="24"/>
          <w:szCs w:val="24"/>
        </w:rPr>
        <w:t>:</w:t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  <w:u w:val="single"/>
        </w:rPr>
        <w:t>Is de hond</w:t>
      </w:r>
    </w:p>
    <w:p w:rsidR="009D5CD2" w:rsidRDefault="009D5CD2" w:rsidP="00A263E8">
      <w:pPr>
        <w:spacing w:after="0"/>
      </w:pPr>
      <w:r>
        <w:t>(iii)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(iv)</w:t>
      </w:r>
    </w:p>
    <w:p w:rsidR="009D5CD2" w:rsidRDefault="009D5CD2" w:rsidP="00A263E8">
      <w:pPr>
        <w:spacing w:after="0"/>
      </w:pPr>
      <w:r>
        <w:t>Normaal</w:t>
      </w:r>
      <w:r>
        <w:tab/>
      </w:r>
      <w:r>
        <w:tab/>
        <w:t>0</w:t>
      </w:r>
      <w:r>
        <w:tab/>
      </w:r>
      <w:r>
        <w:tab/>
      </w:r>
      <w:r>
        <w:tab/>
      </w:r>
      <w:r>
        <w:tab/>
        <w:t>Doet niets</w:t>
      </w:r>
      <w:r>
        <w:tab/>
      </w:r>
      <w:r>
        <w:tab/>
        <w:t>0</w:t>
      </w:r>
    </w:p>
    <w:p w:rsidR="009D5CD2" w:rsidRDefault="009D5CD2" w:rsidP="00A263E8">
      <w:pPr>
        <w:spacing w:after="0"/>
      </w:pPr>
      <w:r>
        <w:t>Kreupel</w:t>
      </w:r>
      <w:r>
        <w:tab/>
      </w:r>
      <w:r>
        <w:tab/>
      </w:r>
      <w:r>
        <w:tab/>
        <w:t>1</w:t>
      </w:r>
      <w:r>
        <w:tab/>
      </w:r>
      <w:r>
        <w:tab/>
      </w:r>
      <w:r>
        <w:tab/>
      </w:r>
      <w:r>
        <w:tab/>
        <w:t>Kijk rond</w:t>
      </w:r>
      <w:r>
        <w:tab/>
      </w:r>
      <w:r>
        <w:tab/>
        <w:t>1</w:t>
      </w:r>
    </w:p>
    <w:p w:rsidR="009D5CD2" w:rsidRDefault="009D5CD2" w:rsidP="00A263E8">
      <w:pPr>
        <w:spacing w:after="0"/>
      </w:pPr>
      <w:r>
        <w:t>Langzaam of wil niet</w:t>
      </w:r>
      <w:r>
        <w:tab/>
        <w:t>2</w:t>
      </w:r>
      <w:r>
        <w:tab/>
      </w:r>
      <w:r>
        <w:tab/>
      </w:r>
      <w:r>
        <w:tab/>
      </w:r>
      <w:r>
        <w:tab/>
        <w:t>Trekt terug</w:t>
      </w:r>
      <w:r>
        <w:tab/>
      </w:r>
      <w:r>
        <w:tab/>
        <w:t>2</w:t>
      </w:r>
    </w:p>
    <w:p w:rsidR="009D5CD2" w:rsidRDefault="009D5CD2" w:rsidP="00A263E8">
      <w:pPr>
        <w:spacing w:after="0"/>
      </w:pPr>
      <w:r>
        <w:t>Stijf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</w:r>
      <w:r>
        <w:tab/>
        <w:t>Gromt of went af</w:t>
      </w:r>
      <w:r>
        <w:tab/>
        <w:t>3</w:t>
      </w:r>
    </w:p>
    <w:p w:rsidR="009D5CD2" w:rsidRDefault="009D5CD2" w:rsidP="00A263E8">
      <w:pPr>
        <w:spacing w:after="0"/>
      </w:pPr>
      <w:r>
        <w:t>Weigert op te staan</w:t>
      </w:r>
      <w:r>
        <w:tab/>
        <w:t>4</w:t>
      </w:r>
      <w:r>
        <w:tab/>
      </w:r>
      <w:r>
        <w:tab/>
      </w:r>
      <w:r>
        <w:tab/>
      </w:r>
      <w:r>
        <w:tab/>
        <w:t>Bijt</w:t>
      </w:r>
      <w:r>
        <w:tab/>
      </w:r>
      <w:r>
        <w:tab/>
      </w:r>
      <w:r>
        <w:tab/>
        <w:t>4</w:t>
      </w:r>
    </w:p>
    <w:p w:rsidR="009D5CD2" w:rsidRDefault="009D5CD2" w:rsidP="00A263E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Gilt</w:t>
      </w:r>
      <w:r>
        <w:tab/>
      </w:r>
      <w:r>
        <w:tab/>
      </w:r>
      <w:r>
        <w:tab/>
        <w:t>5</w:t>
      </w:r>
    </w:p>
    <w:p w:rsidR="009D5CD2" w:rsidRDefault="009D5CD2" w:rsidP="00A263E8">
      <w:pPr>
        <w:spacing w:after="0"/>
      </w:pPr>
      <w:r>
        <w:rPr>
          <w:noProof/>
          <w:lang w:eastAsia="nl-NL"/>
        </w:rPr>
        <w:pict>
          <v:line id="_x0000_s1029" style="position:absolute;z-index:251659264" from="1.15pt,-.25pt" to="455.65pt,-.25pt"/>
        </w:pict>
      </w:r>
    </w:p>
    <w:p w:rsidR="009D5CD2" w:rsidRPr="000766D4" w:rsidRDefault="009D5CD2" w:rsidP="00A263E8">
      <w:pPr>
        <w:spacing w:after="0"/>
        <w:rPr>
          <w:b/>
          <w:sz w:val="24"/>
          <w:szCs w:val="24"/>
        </w:rPr>
      </w:pPr>
      <w:r w:rsidRPr="000766D4">
        <w:rPr>
          <w:b/>
          <w:sz w:val="24"/>
          <w:szCs w:val="24"/>
        </w:rPr>
        <w:t>D.Algemeen.</w:t>
      </w:r>
    </w:p>
    <w:p w:rsidR="009D5CD2" w:rsidRDefault="009D5CD2" w:rsidP="00A263E8">
      <w:pPr>
        <w:spacing w:after="0"/>
      </w:pPr>
    </w:p>
    <w:p w:rsidR="009D5CD2" w:rsidRPr="00A55E6D" w:rsidRDefault="009D5CD2" w:rsidP="00A263E8">
      <w:pPr>
        <w:spacing w:after="0"/>
        <w:rPr>
          <w:i/>
          <w:sz w:val="24"/>
          <w:szCs w:val="24"/>
          <w:u w:val="single"/>
        </w:rPr>
      </w:pPr>
      <w:r w:rsidRPr="00A55E6D">
        <w:rPr>
          <w:i/>
          <w:sz w:val="24"/>
          <w:szCs w:val="24"/>
          <w:u w:val="single"/>
        </w:rPr>
        <w:t>Is de hond</w:t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</w:rPr>
        <w:tab/>
      </w:r>
      <w:r w:rsidRPr="00A55E6D">
        <w:rPr>
          <w:i/>
          <w:sz w:val="24"/>
          <w:szCs w:val="24"/>
          <w:u w:val="single"/>
        </w:rPr>
        <w:t>Is de hond</w:t>
      </w:r>
    </w:p>
    <w:p w:rsidR="009D5CD2" w:rsidRDefault="009D5CD2" w:rsidP="00A263E8">
      <w:pPr>
        <w:spacing w:after="0"/>
      </w:pPr>
      <w:r>
        <w:t>(v)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(vi)</w:t>
      </w:r>
    </w:p>
    <w:p w:rsidR="009D5CD2" w:rsidRDefault="009D5CD2" w:rsidP="00A263E8">
      <w:pPr>
        <w:spacing w:after="0"/>
      </w:pPr>
      <w:r>
        <w:t>Gelukkig en blij of blij en springerig</w:t>
      </w:r>
      <w:r>
        <w:tab/>
        <w:t>0</w:t>
      </w:r>
      <w:r>
        <w:tab/>
      </w:r>
      <w:r>
        <w:tab/>
        <w:t>Op zijn gemak</w:t>
      </w:r>
      <w:r>
        <w:tab/>
      </w:r>
      <w:r>
        <w:tab/>
      </w:r>
      <w:r>
        <w:tab/>
        <w:t>0</w:t>
      </w:r>
    </w:p>
    <w:p w:rsidR="009D5CD2" w:rsidRDefault="009D5CD2" w:rsidP="00A263E8">
      <w:pPr>
        <w:spacing w:after="0"/>
      </w:pPr>
      <w:r>
        <w:t>Te stil</w:t>
      </w:r>
      <w:r>
        <w:tab/>
      </w:r>
      <w:r>
        <w:tab/>
      </w:r>
      <w:r>
        <w:tab/>
      </w:r>
      <w:r>
        <w:tab/>
      </w:r>
      <w:r>
        <w:tab/>
        <w:t>1</w:t>
      </w:r>
      <w:r>
        <w:tab/>
      </w:r>
      <w:r>
        <w:tab/>
        <w:t>Ongemakkelijk</w:t>
      </w:r>
      <w:r>
        <w:tab/>
      </w:r>
      <w:r>
        <w:tab/>
      </w:r>
      <w:r>
        <w:tab/>
        <w:t>1</w:t>
      </w:r>
    </w:p>
    <w:p w:rsidR="009D5CD2" w:rsidRDefault="009D5CD2" w:rsidP="00A263E8">
      <w:pPr>
        <w:spacing w:after="0"/>
      </w:pPr>
      <w:r>
        <w:t xml:space="preserve">Onverschillig en reageert niet op </w:t>
      </w:r>
      <w:r>
        <w:tab/>
      </w:r>
      <w:r>
        <w:tab/>
      </w:r>
      <w:r>
        <w:tab/>
        <w:t>Rusteloos</w:t>
      </w:r>
      <w:r>
        <w:tab/>
      </w:r>
      <w:r>
        <w:tab/>
      </w:r>
      <w:r>
        <w:tab/>
        <w:t>2</w:t>
      </w:r>
    </w:p>
    <w:p w:rsidR="009D5CD2" w:rsidRDefault="009D5CD2" w:rsidP="00A263E8">
      <w:pPr>
        <w:spacing w:after="0"/>
      </w:pPr>
      <w:r>
        <w:t>de omgeving</w:t>
      </w:r>
      <w:r>
        <w:tab/>
      </w:r>
      <w:r>
        <w:tab/>
      </w:r>
      <w:r>
        <w:tab/>
      </w:r>
      <w:r>
        <w:tab/>
        <w:t>2</w:t>
      </w:r>
      <w:r>
        <w:tab/>
      </w:r>
      <w:r>
        <w:tab/>
        <w:t>Heeft opgebogen rug</w:t>
      </w:r>
      <w:r>
        <w:tab/>
      </w:r>
      <w:r>
        <w:tab/>
        <w:t>3</w:t>
      </w:r>
    </w:p>
    <w:p w:rsidR="009D5CD2" w:rsidRDefault="009D5CD2" w:rsidP="00A263E8">
      <w:pPr>
        <w:spacing w:after="0"/>
      </w:pPr>
      <w:r>
        <w:t>Nerveus, angstig of bang</w:t>
      </w:r>
      <w:r>
        <w:tab/>
      </w:r>
      <w:r>
        <w:tab/>
        <w:t>3</w:t>
      </w:r>
      <w:r>
        <w:tab/>
      </w:r>
      <w:r>
        <w:tab/>
        <w:t>Verstijfd</w:t>
      </w:r>
      <w:r>
        <w:tab/>
      </w:r>
      <w:r>
        <w:tab/>
      </w:r>
      <w:r>
        <w:tab/>
        <w:t>4</w:t>
      </w:r>
    </w:p>
    <w:p w:rsidR="009D5CD2" w:rsidRDefault="009D5CD2" w:rsidP="00A263E8">
      <w:pPr>
        <w:spacing w:after="0"/>
      </w:pPr>
      <w:r>
        <w:t>Afwezig of reageert niet op stimulatie</w:t>
      </w:r>
      <w:r>
        <w:tab/>
        <w:t>4</w:t>
      </w:r>
    </w:p>
    <w:p w:rsidR="009D5CD2" w:rsidRDefault="009D5CD2" w:rsidP="00A263E8">
      <w:pPr>
        <w:spacing w:after="0"/>
      </w:pPr>
    </w:p>
    <w:p w:rsidR="009D5CD2" w:rsidRDefault="009D5CD2" w:rsidP="00A263E8">
      <w:pPr>
        <w:spacing w:after="0"/>
        <w:rPr>
          <w:lang w:val="en-GB"/>
        </w:rPr>
      </w:pPr>
      <w:r w:rsidRPr="000766D4">
        <w:rPr>
          <w:lang w:val="en-GB"/>
        </w:rPr>
        <w:t xml:space="preserve">Totale score:  (i + ii + iii + iv + v + vi) = </w:t>
      </w:r>
    </w:p>
    <w:p w:rsidR="009D5CD2" w:rsidRDefault="009D5CD2" w:rsidP="00A263E8">
      <w:pPr>
        <w:spacing w:after="0"/>
        <w:rPr>
          <w:lang w:val="en-GB"/>
        </w:rPr>
      </w:pPr>
    </w:p>
    <w:p w:rsidR="009D5CD2" w:rsidRPr="00E32B08" w:rsidRDefault="009D5CD2" w:rsidP="00A263E8">
      <w:pPr>
        <w:spacing w:after="0"/>
      </w:pPr>
      <w:r w:rsidRPr="00E32B08">
        <w:t>Max score is 20 (zonder B) of 24</w:t>
      </w:r>
      <w:r>
        <w:t xml:space="preserve"> (met B). Bij 5 /20 of 6 / 24 is pijnbestrijding nodig.</w:t>
      </w:r>
    </w:p>
    <w:sectPr w:rsidR="009D5CD2" w:rsidRPr="00E32B08" w:rsidSect="00E32B08">
      <w:headerReference w:type="default" r:id="rId7"/>
      <w:footerReference w:type="default" r:id="rId8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CD2" w:rsidRDefault="009D5CD2">
      <w:r>
        <w:separator/>
      </w:r>
    </w:p>
  </w:endnote>
  <w:endnote w:type="continuationSeparator" w:id="0">
    <w:p w:rsidR="009D5CD2" w:rsidRDefault="009D5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AEONH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AEPA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CD2" w:rsidRPr="00E32B08" w:rsidRDefault="009D5CD2" w:rsidP="00E32B08">
    <w:pPr>
      <w:pStyle w:val="Footer"/>
    </w:pPr>
  </w:p>
  <w:p w:rsidR="009D5CD2" w:rsidRDefault="009D5CD2" w:rsidP="00E32B08">
    <w:pPr>
      <w:pStyle w:val="Footer"/>
    </w:pPr>
    <w:r>
      <w:rPr>
        <w:rFonts w:cs="Calibri"/>
      </w:rPr>
      <w:t>©</w:t>
    </w:r>
    <w:r w:rsidRPr="00E32B08">
      <w:t xml:space="preserve"> University of Glasgow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CD2" w:rsidRDefault="009D5CD2">
      <w:r>
        <w:separator/>
      </w:r>
    </w:p>
  </w:footnote>
  <w:footnote w:type="continuationSeparator" w:id="0">
    <w:p w:rsidR="009D5CD2" w:rsidRDefault="009D5C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CD2" w:rsidRDefault="009D5CD2" w:rsidP="000766D4">
    <w:pPr>
      <w:pStyle w:val="Default"/>
    </w:pPr>
  </w:p>
  <w:p w:rsidR="009D5CD2" w:rsidRPr="000766D4" w:rsidRDefault="009D5CD2" w:rsidP="000766D4">
    <w:pPr>
      <w:pStyle w:val="Header"/>
      <w:jc w:val="center"/>
      <w:rPr>
        <w:lang w:val="en-GB"/>
      </w:rPr>
    </w:pPr>
    <w:r w:rsidRPr="000766D4">
      <w:rPr>
        <w:rFonts w:cs="IAEONH+Arial,Bold"/>
        <w:b/>
        <w:bCs/>
        <w:color w:val="000000"/>
        <w:sz w:val="28"/>
        <w:szCs w:val="28"/>
        <w:lang w:val="en-GB"/>
      </w:rPr>
      <w:t>S</w:t>
    </w:r>
    <w:r w:rsidRPr="000766D4">
      <w:rPr>
        <w:rFonts w:ascii="IAEPAB+Arial" w:hAnsi="IAEPAB+Arial" w:cs="IAEPAB+Arial"/>
        <w:color w:val="000000"/>
        <w:sz w:val="23"/>
        <w:szCs w:val="23"/>
        <w:lang w:val="en-GB"/>
      </w:rPr>
      <w:t xml:space="preserve">HORT </w:t>
    </w:r>
    <w:r w:rsidRPr="000766D4">
      <w:rPr>
        <w:rFonts w:cs="IAEONH+Arial,Bold"/>
        <w:b/>
        <w:bCs/>
        <w:color w:val="000000"/>
        <w:sz w:val="28"/>
        <w:szCs w:val="28"/>
        <w:lang w:val="en-GB"/>
      </w:rPr>
      <w:t>F</w:t>
    </w:r>
    <w:r w:rsidRPr="000766D4">
      <w:rPr>
        <w:rFonts w:ascii="IAEPAB+Arial" w:hAnsi="IAEPAB+Arial" w:cs="IAEPAB+Arial"/>
        <w:color w:val="000000"/>
        <w:sz w:val="23"/>
        <w:szCs w:val="23"/>
        <w:lang w:val="en-GB"/>
      </w:rPr>
      <w:t xml:space="preserve">ORM OF THE </w:t>
    </w:r>
    <w:smartTag w:uri="urn:schemas-microsoft-com:office:smarttags" w:element="place">
      <w:smartTag w:uri="urn:schemas-microsoft-com:office:smarttags" w:element="City">
        <w:r w:rsidRPr="000766D4">
          <w:rPr>
            <w:rFonts w:cs="IAEONH+Arial,Bold"/>
            <w:b/>
            <w:bCs/>
            <w:color w:val="000000"/>
            <w:sz w:val="28"/>
            <w:szCs w:val="28"/>
            <w:lang w:val="en-GB"/>
          </w:rPr>
          <w:t>G</w:t>
        </w:r>
        <w:r w:rsidRPr="000766D4">
          <w:rPr>
            <w:rFonts w:ascii="IAEPAB+Arial" w:hAnsi="IAEPAB+Arial" w:cs="IAEPAB+Arial"/>
            <w:color w:val="000000"/>
            <w:sz w:val="23"/>
            <w:szCs w:val="23"/>
            <w:lang w:val="en-GB"/>
          </w:rPr>
          <w:t>LASGOW</w:t>
        </w:r>
      </w:smartTag>
    </w:smartTag>
    <w:r w:rsidRPr="000766D4">
      <w:rPr>
        <w:rFonts w:ascii="IAEPAB+Arial" w:hAnsi="IAEPAB+Arial" w:cs="IAEPAB+Arial"/>
        <w:color w:val="000000"/>
        <w:sz w:val="23"/>
        <w:szCs w:val="23"/>
        <w:lang w:val="en-GB"/>
      </w:rPr>
      <w:t xml:space="preserve"> </w:t>
    </w:r>
    <w:r w:rsidRPr="000766D4">
      <w:rPr>
        <w:rFonts w:cs="IAEONH+Arial,Bold"/>
        <w:b/>
        <w:bCs/>
        <w:color w:val="000000"/>
        <w:sz w:val="28"/>
        <w:szCs w:val="28"/>
        <w:lang w:val="en-GB"/>
      </w:rPr>
      <w:t>C</w:t>
    </w:r>
    <w:r w:rsidRPr="000766D4">
      <w:rPr>
        <w:rFonts w:ascii="IAEPAB+Arial" w:hAnsi="IAEPAB+Arial" w:cs="IAEPAB+Arial"/>
        <w:color w:val="000000"/>
        <w:sz w:val="23"/>
        <w:szCs w:val="23"/>
        <w:lang w:val="en-GB"/>
      </w:rPr>
      <w:t xml:space="preserve">OMPOSITE </w:t>
    </w:r>
    <w:r w:rsidRPr="000766D4">
      <w:rPr>
        <w:rFonts w:cs="IAEONH+Arial,Bold"/>
        <w:b/>
        <w:bCs/>
        <w:color w:val="000000"/>
        <w:sz w:val="28"/>
        <w:szCs w:val="28"/>
        <w:lang w:val="en-GB"/>
      </w:rPr>
      <w:t>P</w:t>
    </w:r>
    <w:r w:rsidRPr="000766D4">
      <w:rPr>
        <w:rFonts w:ascii="IAEPAB+Arial" w:hAnsi="IAEPAB+Arial" w:cs="IAEPAB+Arial"/>
        <w:color w:val="000000"/>
        <w:sz w:val="23"/>
        <w:szCs w:val="23"/>
        <w:lang w:val="en-GB"/>
      </w:rPr>
      <w:t xml:space="preserve">AIN </w:t>
    </w:r>
    <w:r w:rsidRPr="000766D4">
      <w:rPr>
        <w:rFonts w:cs="IAEONH+Arial,Bold"/>
        <w:b/>
        <w:bCs/>
        <w:color w:val="000000"/>
        <w:sz w:val="28"/>
        <w:szCs w:val="28"/>
        <w:lang w:val="en-GB"/>
      </w:rPr>
      <w:t>S</w:t>
    </w:r>
    <w:r w:rsidRPr="000766D4">
      <w:rPr>
        <w:rFonts w:ascii="IAEPAB+Arial" w:hAnsi="IAEPAB+Arial" w:cs="IAEPAB+Arial"/>
        <w:color w:val="000000"/>
        <w:sz w:val="23"/>
        <w:szCs w:val="23"/>
        <w:lang w:val="en-GB"/>
      </w:rPr>
      <w:t>CALE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9671B"/>
    <w:multiLevelType w:val="hybridMultilevel"/>
    <w:tmpl w:val="675E09B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FB1"/>
    <w:rsid w:val="000766D4"/>
    <w:rsid w:val="000B694E"/>
    <w:rsid w:val="000D47D9"/>
    <w:rsid w:val="000F4A9F"/>
    <w:rsid w:val="001D0B6E"/>
    <w:rsid w:val="003A4565"/>
    <w:rsid w:val="003D15F5"/>
    <w:rsid w:val="00531FE1"/>
    <w:rsid w:val="00576953"/>
    <w:rsid w:val="00590E2C"/>
    <w:rsid w:val="00666C62"/>
    <w:rsid w:val="006B297C"/>
    <w:rsid w:val="00796251"/>
    <w:rsid w:val="007D33BE"/>
    <w:rsid w:val="008C0C03"/>
    <w:rsid w:val="00906932"/>
    <w:rsid w:val="009D5CD2"/>
    <w:rsid w:val="009F7B2A"/>
    <w:rsid w:val="00A263E8"/>
    <w:rsid w:val="00A55E6D"/>
    <w:rsid w:val="00B92AD4"/>
    <w:rsid w:val="00BD7404"/>
    <w:rsid w:val="00CE6A21"/>
    <w:rsid w:val="00DF4FB1"/>
    <w:rsid w:val="00DF7719"/>
    <w:rsid w:val="00E32B08"/>
    <w:rsid w:val="00FF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4F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766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083A"/>
    <w:rPr>
      <w:lang w:eastAsia="en-US"/>
    </w:rPr>
  </w:style>
  <w:style w:type="paragraph" w:styleId="Footer">
    <w:name w:val="footer"/>
    <w:basedOn w:val="Normal"/>
    <w:link w:val="FooterChar"/>
    <w:uiPriority w:val="99"/>
    <w:rsid w:val="000766D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083A"/>
    <w:rPr>
      <w:lang w:eastAsia="en-US"/>
    </w:rPr>
  </w:style>
  <w:style w:type="paragraph" w:customStyle="1" w:styleId="Default">
    <w:name w:val="Default"/>
    <w:uiPriority w:val="99"/>
    <w:rsid w:val="000766D4"/>
    <w:pPr>
      <w:autoSpaceDE w:val="0"/>
      <w:autoSpaceDN w:val="0"/>
      <w:adjustRightInd w:val="0"/>
    </w:pPr>
    <w:rPr>
      <w:rFonts w:ascii="IAEONH+Arial,Bold" w:hAnsi="IAEONH+Arial,Bold" w:cs="IAEONH+Arial,Bold"/>
      <w:color w:val="000000"/>
      <w:sz w:val="24"/>
      <w:szCs w:val="24"/>
    </w:rPr>
  </w:style>
  <w:style w:type="paragraph" w:styleId="Title">
    <w:name w:val="Title"/>
    <w:basedOn w:val="Default"/>
    <w:next w:val="Default"/>
    <w:link w:val="TitleChar"/>
    <w:uiPriority w:val="99"/>
    <w:qFormat/>
    <w:locked/>
    <w:rsid w:val="000766D4"/>
    <w:rPr>
      <w:rFonts w:cs="Times New Roman"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83083A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202</Words>
  <Characters>1111</Characters>
  <Application>Microsoft Office Outlook</Application>
  <DocSecurity>0</DocSecurity>
  <Lines>0</Lines>
  <Paragraphs>0</Paragraphs>
  <ScaleCrop>false</ScaleCrop>
  <Company>AOC Oost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Verstappen</dc:creator>
  <cp:keywords/>
  <dc:description/>
  <cp:lastModifiedBy>Verstappen</cp:lastModifiedBy>
  <cp:revision>5</cp:revision>
  <dcterms:created xsi:type="dcterms:W3CDTF">2010-09-24T13:09:00Z</dcterms:created>
  <dcterms:modified xsi:type="dcterms:W3CDTF">2011-05-22T19:46:00Z</dcterms:modified>
</cp:coreProperties>
</file>