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311C1" w:rsidP="00201AC2">
      <w:pPr>
        <w:spacing w:after="180"/>
        <w:rPr>
          <w:b/>
          <w:sz w:val="44"/>
          <w:szCs w:val="44"/>
        </w:rPr>
      </w:pPr>
      <w:r w:rsidRPr="008311C1">
        <w:rPr>
          <w:b/>
          <w:sz w:val="44"/>
          <w:szCs w:val="44"/>
        </w:rPr>
        <w:t>Drawing cytoplasm</w:t>
      </w:r>
    </w:p>
    <w:p w:rsidR="00201AC2" w:rsidRDefault="00201AC2" w:rsidP="00201AC2">
      <w:pPr>
        <w:spacing w:after="180"/>
      </w:pPr>
    </w:p>
    <w:p w:rsidR="00201AC2" w:rsidRDefault="00CA3648" w:rsidP="00201AC2">
      <w:pPr>
        <w:spacing w:after="180"/>
      </w:pPr>
      <w:r>
        <w:t>If you look at cells with a light microscope, this is what you may see.</w:t>
      </w:r>
    </w:p>
    <w:p w:rsidR="00CA3648" w:rsidRDefault="00CA3648" w:rsidP="00201AC2">
      <w:pPr>
        <w:spacing w:after="180"/>
      </w:pPr>
    </w:p>
    <w:p w:rsidR="00CA3648" w:rsidRDefault="00CA3648" w:rsidP="00CA3648">
      <w:pPr>
        <w:spacing w:after="180"/>
        <w:jc w:val="center"/>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1188720</wp:posOffset>
                </wp:positionH>
                <wp:positionV relativeFrom="paragraph">
                  <wp:posOffset>556895</wp:posOffset>
                </wp:positionV>
                <wp:extent cx="716280" cy="160020"/>
                <wp:effectExtent l="0" t="0" r="26670" b="30480"/>
                <wp:wrapNone/>
                <wp:docPr id="11" name="Straight Connector 11"/>
                <wp:cNvGraphicFramePr/>
                <a:graphic xmlns:a="http://schemas.openxmlformats.org/drawingml/2006/main">
                  <a:graphicData uri="http://schemas.microsoft.com/office/word/2010/wordprocessingShape">
                    <wps:wsp>
                      <wps:cNvCnPr/>
                      <wps:spPr>
                        <a:xfrm>
                          <a:off x="0" y="0"/>
                          <a:ext cx="716280" cy="160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3.6pt,43.85pt" to="150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" strokecolor="black [3213]" strokeweight="1pt"/>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1188720</wp:posOffset>
                </wp:positionH>
                <wp:positionV relativeFrom="paragraph">
                  <wp:posOffset>922655</wp:posOffset>
                </wp:positionV>
                <wp:extent cx="647700" cy="15240"/>
                <wp:effectExtent l="0" t="0" r="19050" b="22860"/>
                <wp:wrapNone/>
                <wp:docPr id="10" name="Straight Connector 10"/>
                <wp:cNvGraphicFramePr/>
                <a:graphic xmlns:a="http://schemas.openxmlformats.org/drawingml/2006/main">
                  <a:graphicData uri="http://schemas.microsoft.com/office/word/2010/wordprocessingShape">
                    <wps:wsp>
                      <wps:cNvCnPr/>
                      <wps:spPr>
                        <a:xfrm flipV="1">
                          <a:off x="0" y="0"/>
                          <a:ext cx="647700" cy="152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93.6pt,72.65pt" to="144.6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" strokecolor="black [3213]" strokeweight="1pt"/>
            </w:pict>
          </mc:Fallback>
        </mc:AlternateContent>
      </w:r>
      <w:r>
        <w:rPr>
          <w:noProof/>
          <w:lang w:eastAsia="en-GB"/>
        </w:rPr>
        <mc:AlternateContent>
          <mc:Choice Requires="wps">
            <w:drawing>
              <wp:anchor distT="0" distB="0" distL="114300" distR="114300" simplePos="0" relativeHeight="251661312" behindDoc="0" locked="0" layoutInCell="1" allowOverlap="1" wp14:anchorId="2CF5A519" wp14:editId="66CB819A">
                <wp:simplePos x="0" y="0"/>
                <wp:positionH relativeFrom="column">
                  <wp:posOffset>403860</wp:posOffset>
                </wp:positionH>
                <wp:positionV relativeFrom="paragraph">
                  <wp:posOffset>412115</wp:posOffset>
                </wp:positionV>
                <wp:extent cx="838200" cy="30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8382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3648" w:rsidRDefault="00CA3648" w:rsidP="00CA3648">
                            <w:pPr>
                              <w:jc w:val="right"/>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1.8pt;margin-top:32.45pt;width:66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" filled="f" stroked="f" strokeweight=".5pt">
                <v:textbox>
                  <w:txbxContent>
                    <w:p w:rsidR="00CA3648" w:rsidRDefault="00CA3648" w:rsidP="00CA3648">
                      <w:pPr>
                        <w:jc w:val="right"/>
                      </w:pPr>
                      <w:proofErr w:type="gramStart"/>
                      <w:r>
                        <w:t>nucleus</w:t>
                      </w:r>
                      <w:proofErr w:type="gramEnd"/>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403860</wp:posOffset>
                </wp:positionH>
                <wp:positionV relativeFrom="paragraph">
                  <wp:posOffset>785495</wp:posOffset>
                </wp:positionV>
                <wp:extent cx="838200" cy="304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382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3648" w:rsidRDefault="00CA3648" w:rsidP="00CA3648">
                            <w:pPr>
                              <w:jc w:val="right"/>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31.8pt;margin-top:61.85pt;width:66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" filled="f" stroked="f" strokeweight=".5pt">
                <v:textbox>
                  <w:txbxContent>
                    <w:p w:rsidR="00CA3648" w:rsidRDefault="00CA3648" w:rsidP="00CA3648">
                      <w:pPr>
                        <w:jc w:val="right"/>
                      </w:pPr>
                      <w:proofErr w:type="gramStart"/>
                      <w:r>
                        <w:t>cytoplasm</w:t>
                      </w:r>
                      <w:proofErr w:type="gramEnd"/>
                    </w:p>
                  </w:txbxContent>
                </v:textbox>
              </v:shape>
            </w:pict>
          </mc:Fallback>
        </mc:AlternateContent>
      </w:r>
      <w:r>
        <w:rPr>
          <w:noProof/>
          <w:lang w:eastAsia="en-GB"/>
        </w:rPr>
        <w:drawing>
          <wp:inline distT="0" distB="0" distL="0" distR="0">
            <wp:extent cx="2750820" cy="2200717"/>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5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9678" cy="2199803"/>
                    </a:xfrm>
                    <a:prstGeom prst="rect">
                      <a:avLst/>
                    </a:prstGeom>
                  </pic:spPr>
                </pic:pic>
              </a:graphicData>
            </a:graphic>
          </wp:inline>
        </w:drawing>
      </w:r>
    </w:p>
    <w:p w:rsidR="00B23B31" w:rsidRDefault="00B23B31" w:rsidP="00201AC2">
      <w:pPr>
        <w:spacing w:after="180"/>
      </w:pPr>
    </w:p>
    <w:p w:rsidR="00201AC2" w:rsidRPr="00E172C6" w:rsidRDefault="00201AC2" w:rsidP="00201AC2">
      <w:pPr>
        <w:spacing w:after="180"/>
        <w:rPr>
          <w:b/>
        </w:rPr>
      </w:pPr>
      <w:r>
        <w:rPr>
          <w:b/>
        </w:rPr>
        <w:t xml:space="preserve">To </w:t>
      </w:r>
      <w:r w:rsidR="00CA3648">
        <w:rPr>
          <w:b/>
        </w:rPr>
        <w:t>discuss</w:t>
      </w:r>
    </w:p>
    <w:p w:rsidR="00201AC2" w:rsidRDefault="00CA3648" w:rsidP="00201AC2">
      <w:pPr>
        <w:spacing w:after="180"/>
      </w:pPr>
      <w:r>
        <w:t>Imagine you could zoom in to see the cytoplasm of one cell hundreds of times more closely.</w:t>
      </w:r>
    </w:p>
    <w:p w:rsidR="00CA3648" w:rsidRDefault="00CA3648" w:rsidP="00201AC2">
      <w:pPr>
        <w:spacing w:after="180"/>
      </w:pPr>
      <w:r>
        <w:t>What would you see?</w:t>
      </w:r>
    </w:p>
    <w:p w:rsidR="002F41B2" w:rsidRDefault="002F41B2" w:rsidP="002F41B2">
      <w:pPr>
        <w:spacing w:after="180"/>
      </w:pPr>
    </w:p>
    <w:p w:rsidR="00CA3648" w:rsidRPr="00E172C6" w:rsidRDefault="00CA3648" w:rsidP="00CA3648">
      <w:pPr>
        <w:spacing w:after="180"/>
        <w:rPr>
          <w:b/>
        </w:rPr>
      </w:pPr>
      <w:r>
        <w:rPr>
          <w:b/>
        </w:rPr>
        <w:t>To do</w:t>
      </w:r>
    </w:p>
    <w:p w:rsidR="00CA3648" w:rsidRDefault="00CA3648" w:rsidP="00CA3648">
      <w:pPr>
        <w:spacing w:after="180"/>
      </w:pPr>
      <w:r>
        <w:t>Draw a diagram of what you think you would see.</w:t>
      </w:r>
    </w:p>
    <w:p w:rsidR="00CA3648" w:rsidRDefault="00CA3648" w:rsidP="00CA3648">
      <w:pPr>
        <w:spacing w:after="180"/>
      </w:pPr>
      <w:r>
        <w:t>Add labels to your diagram.</w:t>
      </w:r>
    </w:p>
    <w:p w:rsidR="00CA3648" w:rsidRDefault="00CA3648" w:rsidP="002F41B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B524F2" w:rsidP="006F3279">
      <w:pPr>
        <w:spacing w:after="240"/>
        <w:rPr>
          <w:i/>
          <w:sz w:val="18"/>
          <w:szCs w:val="18"/>
        </w:rPr>
      </w:pPr>
      <w:r w:rsidRPr="00440455">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8311C1" w:rsidP="006F3279">
            <w:pPr>
              <w:spacing w:after="60"/>
              <w:ind w:left="1304"/>
              <w:rPr>
                <w:b/>
                <w:sz w:val="40"/>
                <w:szCs w:val="40"/>
              </w:rPr>
            </w:pPr>
            <w:r w:rsidRPr="008311C1">
              <w:rPr>
                <w:b/>
                <w:sz w:val="40"/>
                <w:szCs w:val="40"/>
              </w:rPr>
              <w:t>Drawing cytoplasm</w:t>
            </w:r>
          </w:p>
        </w:tc>
      </w:tr>
    </w:tbl>
    <w:p w:rsidR="006F3279" w:rsidRDefault="006F3279" w:rsidP="008F5521">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B524F2" w:rsidP="0007651D">
            <w:pPr>
              <w:spacing w:before="60" w:after="60"/>
            </w:pPr>
            <w:r w:rsidRPr="001701BE">
              <w:t>Molecules move through the cell cytoplasm by diffusion, and some molecules can enter and leave a cell by diffusing through the cell membrane.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B524F2" w:rsidP="0007651D">
            <w:pPr>
              <w:spacing w:before="60" w:after="60"/>
              <w:rPr>
                <w:b/>
              </w:rPr>
            </w:pPr>
            <w:r w:rsidRPr="001C4621">
              <w:t>Recall that substances are made of particles that move and collide randomly all the time.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B524F2" w:rsidP="00B524F2">
            <w:pPr>
              <w:spacing w:before="60" w:after="60"/>
            </w:pPr>
            <w:r w:rsidRPr="00B524F2">
              <w:t>Discussion</w:t>
            </w:r>
            <w:r>
              <w:t xml:space="preserve">, </w:t>
            </w:r>
            <w:r w:rsidRPr="00B524F2">
              <w:t>modelling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524F2" w:rsidP="000505CA">
            <w:pPr>
              <w:spacing w:before="60" w:after="60"/>
            </w:pPr>
            <w:r>
              <w:t>cell, cytoplasm, diffusion, particle</w:t>
            </w:r>
          </w:p>
        </w:tc>
      </w:tr>
    </w:tbl>
    <w:p w:rsidR="00E172C6" w:rsidRDefault="00E172C6" w:rsidP="008F5521"/>
    <w:p w:rsidR="004032EA" w:rsidRDefault="00725106" w:rsidP="008F5521">
      <w:pPr>
        <w:spacing w:after="120"/>
      </w:pPr>
      <w:r>
        <w:t xml:space="preserve">This activity can help </w:t>
      </w:r>
      <w:r w:rsidR="00B524F2">
        <w:t>overcome</w:t>
      </w:r>
      <w:r>
        <w:t xml:space="preserve"> students’ </w:t>
      </w:r>
      <w:r w:rsidR="00B524F2" w:rsidRPr="003A4F1B">
        <w:t>misunderstandings about the particulate nature of cell cytoplasm through drawing and group discussion</w:t>
      </w:r>
      <w:r w:rsidR="00B524F2">
        <w:t>. It can be used in response to</w:t>
      </w:r>
      <w:r w:rsidR="004032EA">
        <w:t xml:space="preserve"> the following diagnostic </w:t>
      </w:r>
      <w:r w:rsidR="005908A7">
        <w:t>question</w:t>
      </w:r>
      <w:r w:rsidR="004032EA" w:rsidRPr="006E0400">
        <w:t>:</w:t>
      </w:r>
    </w:p>
    <w:p w:rsidR="004032EA" w:rsidRPr="00B524F2" w:rsidRDefault="004032EA" w:rsidP="008F5521">
      <w:pPr>
        <w:pStyle w:val="ListParagraph"/>
        <w:numPr>
          <w:ilvl w:val="0"/>
          <w:numId w:val="1"/>
        </w:numPr>
        <w:spacing w:after="120"/>
      </w:pPr>
      <w:r w:rsidRPr="00B524F2">
        <w:t>Diagnostic</w:t>
      </w:r>
      <w:r w:rsidR="00E610E5" w:rsidRPr="00B524F2">
        <w:t xml:space="preserve"> question</w:t>
      </w:r>
      <w:r w:rsidR="00B524F2" w:rsidRPr="00B524F2">
        <w:t>: Cytoplasm – a particle model</w:t>
      </w:r>
    </w:p>
    <w:p w:rsidR="00C05571" w:rsidRPr="00A82D25" w:rsidRDefault="00BB44B4" w:rsidP="008F5521">
      <w:pPr>
        <w:spacing w:after="120"/>
        <w:rPr>
          <w:b/>
          <w:color w:val="538135"/>
          <w:sz w:val="24"/>
        </w:rPr>
      </w:pPr>
      <w:r w:rsidRPr="00A82D25">
        <w:rPr>
          <w:b/>
          <w:color w:val="538135"/>
          <w:sz w:val="24"/>
        </w:rPr>
        <w:t>What does the research say</w:t>
      </w:r>
      <w:r w:rsidR="00C05571" w:rsidRPr="00A82D25">
        <w:rPr>
          <w:b/>
          <w:color w:val="538135"/>
          <w:sz w:val="24"/>
        </w:rPr>
        <w:t>?</w:t>
      </w:r>
    </w:p>
    <w:p w:rsidR="005B50B4" w:rsidRPr="005B7E37" w:rsidRDefault="005B50B4" w:rsidP="008F5521">
      <w:pPr>
        <w:spacing w:after="120"/>
        <w:rPr>
          <w:rFonts w:cstheme="minorHAnsi"/>
        </w:rPr>
      </w:pPr>
      <w:r w:rsidRPr="005B7E37">
        <w:rPr>
          <w:rFonts w:cstheme="minorHAnsi"/>
        </w:rPr>
        <w:t>Johnson</w:t>
      </w:r>
      <w:r>
        <w:rPr>
          <w:rFonts w:cstheme="minorHAnsi"/>
        </w:rPr>
        <w:t xml:space="preserve"> </w:t>
      </w:r>
      <w:r>
        <w:rPr>
          <w:rFonts w:cstheme="minorHAnsi"/>
        </w:rPr>
        <w:fldChar w:fldCharType="begin"/>
      </w:r>
      <w:r>
        <w:rPr>
          <w:rFonts w:cstheme="minorHAnsi"/>
        </w:rPr>
        <w:instrText xml:space="preserve"> ADDIN EN.CITE &lt;EndNote&gt;&lt;Cite ExcludeAuth="1"&gt;&lt;Author&gt;Johnson&lt;/Author&gt;&lt;Year&gt;1998&lt;/Year&gt;&lt;IDText&gt;Progression in children&amp;apos;s understanding of a basic particle theory: a longitudinal study&lt;/IDText&gt;&lt;DisplayText&gt;(1998)&lt;/DisplayText&gt;&lt;record&gt;&lt;keywords&gt;&lt;keyword&gt;g6,P,AT&lt;/keyword&gt;&lt;/keywords&gt;&lt;titles&gt;&lt;title&gt;Progression in children&amp;apos;s understanding of a basic particle theory: a longitudinal study&lt;/title&gt;&lt;secondary-title&gt;International Journal of Science Education&lt;/secondary-title&gt;&lt;/titles&gt;&lt;pages&gt;393-412&lt;/pages&gt;&lt;number&gt;4&lt;/number&gt;&lt;contributors&gt;&lt;authors&gt;&lt;author&gt;Johnson, Philip&lt;/author&gt;&lt;/authors&gt;&lt;/contributors&gt;&lt;added-date format="utc"&gt;1528984367&lt;/added-date&gt;&lt;ref-type name="Journal Article"&gt;17&lt;/ref-type&gt;&lt;dates&gt;&lt;year&gt;1998&lt;/year&gt;&lt;/dates&gt;&lt;rec-number&gt;2979&lt;/rec-number&gt;&lt;last-updated-date format="utc"&gt;1543949978&lt;/last-updated-date&gt;&lt;volume&gt;20&lt;/volume&gt;&lt;/record&gt;&lt;/Cite&gt;&lt;/EndNote&gt;</w:instrText>
      </w:r>
      <w:r>
        <w:rPr>
          <w:rFonts w:cstheme="minorHAnsi"/>
        </w:rPr>
        <w:fldChar w:fldCharType="separate"/>
      </w:r>
      <w:r>
        <w:rPr>
          <w:rFonts w:cstheme="minorHAnsi"/>
          <w:noProof/>
        </w:rPr>
        <w:t>(1998)</w:t>
      </w:r>
      <w:r>
        <w:rPr>
          <w:rFonts w:cstheme="minorHAnsi"/>
        </w:rPr>
        <w:fldChar w:fldCharType="end"/>
      </w:r>
      <w:r>
        <w:rPr>
          <w:rFonts w:cstheme="minorHAnsi"/>
        </w:rPr>
        <w:t xml:space="preserve"> </w:t>
      </w:r>
      <w:r w:rsidRPr="005B7E37">
        <w:rPr>
          <w:rFonts w:cstheme="minorHAnsi"/>
        </w:rPr>
        <w:t>summarises research</w:t>
      </w:r>
      <w:r>
        <w:rPr>
          <w:rFonts w:cstheme="minorHAnsi"/>
        </w:rPr>
        <w:t xml:space="preserve"> in which it was found that s</w:t>
      </w:r>
      <w:r w:rsidRPr="005B7E37">
        <w:rPr>
          <w:rFonts w:cstheme="minorHAnsi"/>
        </w:rPr>
        <w:t>tudents</w:t>
      </w:r>
      <w:r>
        <w:rPr>
          <w:rFonts w:cstheme="minorHAnsi"/>
        </w:rPr>
        <w:t xml:space="preserve"> have various</w:t>
      </w:r>
      <w:r w:rsidRPr="005B7E37">
        <w:rPr>
          <w:rFonts w:cstheme="minorHAnsi"/>
        </w:rPr>
        <w:t xml:space="preserve"> ways of thinking</w:t>
      </w:r>
      <w:r>
        <w:rPr>
          <w:rFonts w:cstheme="minorHAnsi"/>
        </w:rPr>
        <w:t xml:space="preserve"> about substances and what they are made up of at the sub-microscopic level, including:</w:t>
      </w:r>
    </w:p>
    <w:p w:rsidR="005B50B4" w:rsidRPr="00227A85" w:rsidRDefault="005B50B4" w:rsidP="008F5521">
      <w:pPr>
        <w:pStyle w:val="ListParagraph"/>
        <w:numPr>
          <w:ilvl w:val="0"/>
          <w:numId w:val="5"/>
        </w:numPr>
        <w:spacing w:after="120"/>
        <w:rPr>
          <w:rFonts w:cstheme="minorHAnsi"/>
        </w:rPr>
      </w:pPr>
      <w:r>
        <w:rPr>
          <w:rFonts w:cstheme="minorHAnsi"/>
        </w:rPr>
        <w:t>that substances are c</w:t>
      </w:r>
      <w:r w:rsidRPr="00227A85">
        <w:rPr>
          <w:rFonts w:cstheme="minorHAnsi"/>
        </w:rPr>
        <w:t>ontinuous</w:t>
      </w:r>
      <w:r>
        <w:rPr>
          <w:rFonts w:cstheme="minorHAnsi"/>
        </w:rPr>
        <w:t xml:space="preserve"> and are not made up of (or do not contain) particles (incorrect);</w:t>
      </w:r>
    </w:p>
    <w:p w:rsidR="005B50B4" w:rsidRPr="00227A85" w:rsidRDefault="005B50B4" w:rsidP="008F5521">
      <w:pPr>
        <w:pStyle w:val="ListParagraph"/>
        <w:numPr>
          <w:ilvl w:val="0"/>
          <w:numId w:val="5"/>
        </w:numPr>
        <w:spacing w:after="120"/>
        <w:rPr>
          <w:rFonts w:cstheme="minorHAnsi"/>
        </w:rPr>
      </w:pPr>
      <w:r>
        <w:rPr>
          <w:rFonts w:cstheme="minorHAnsi"/>
        </w:rPr>
        <w:t>that there are p</w:t>
      </w:r>
      <w:r w:rsidRPr="00227A85">
        <w:rPr>
          <w:rFonts w:cstheme="minorHAnsi"/>
        </w:rPr>
        <w:t xml:space="preserve">articles </w:t>
      </w:r>
      <w:r w:rsidRPr="00227A85">
        <w:rPr>
          <w:rFonts w:cstheme="minorHAnsi"/>
          <w:i/>
        </w:rPr>
        <w:t>in</w:t>
      </w:r>
      <w:r w:rsidRPr="00227A85">
        <w:rPr>
          <w:rFonts w:cstheme="minorHAnsi"/>
        </w:rPr>
        <w:t xml:space="preserve"> the continuous substance </w:t>
      </w:r>
      <w:r>
        <w:rPr>
          <w:rFonts w:cstheme="minorHAnsi"/>
        </w:rPr>
        <w:t>–</w:t>
      </w:r>
      <w:r w:rsidRPr="00227A85">
        <w:rPr>
          <w:rFonts w:cstheme="minorHAnsi"/>
        </w:rPr>
        <w:t xml:space="preserve"> </w:t>
      </w:r>
      <w:r>
        <w:rPr>
          <w:rFonts w:cstheme="minorHAnsi"/>
        </w:rPr>
        <w:t xml:space="preserve">i.e. </w:t>
      </w:r>
      <w:r w:rsidRPr="00227A85">
        <w:rPr>
          <w:rFonts w:cstheme="minorHAnsi"/>
        </w:rPr>
        <w:t xml:space="preserve">the substance </w:t>
      </w:r>
      <w:r>
        <w:rPr>
          <w:rFonts w:cstheme="minorHAnsi"/>
        </w:rPr>
        <w:t>is</w:t>
      </w:r>
      <w:r w:rsidRPr="00227A85">
        <w:rPr>
          <w:rFonts w:cstheme="minorHAnsi"/>
        </w:rPr>
        <w:t xml:space="preserve"> between the particles</w:t>
      </w:r>
      <w:r>
        <w:rPr>
          <w:rFonts w:cstheme="minorHAnsi"/>
        </w:rPr>
        <w:t xml:space="preserve"> (incorrect);</w:t>
      </w:r>
    </w:p>
    <w:p w:rsidR="005B50B4" w:rsidRPr="00227A85" w:rsidRDefault="005B50B4" w:rsidP="008F5521">
      <w:pPr>
        <w:pStyle w:val="ListParagraph"/>
        <w:numPr>
          <w:ilvl w:val="0"/>
          <w:numId w:val="5"/>
        </w:numPr>
        <w:spacing w:after="120"/>
        <w:rPr>
          <w:rFonts w:cstheme="minorHAnsi"/>
        </w:rPr>
      </w:pPr>
      <w:proofErr w:type="gramStart"/>
      <w:r>
        <w:rPr>
          <w:rFonts w:cstheme="minorHAnsi"/>
        </w:rPr>
        <w:t>that</w:t>
      </w:r>
      <w:proofErr w:type="gramEnd"/>
      <w:r>
        <w:rPr>
          <w:rFonts w:cstheme="minorHAnsi"/>
        </w:rPr>
        <w:t xml:space="preserve"> p</w:t>
      </w:r>
      <w:r w:rsidRPr="00227A85">
        <w:rPr>
          <w:rFonts w:cstheme="minorHAnsi"/>
        </w:rPr>
        <w:t xml:space="preserve">articles </w:t>
      </w:r>
      <w:r w:rsidRPr="00227A85">
        <w:rPr>
          <w:rFonts w:cstheme="minorHAnsi"/>
          <w:i/>
        </w:rPr>
        <w:t>are</w:t>
      </w:r>
      <w:r w:rsidRPr="00227A85">
        <w:rPr>
          <w:rFonts w:cstheme="minorHAnsi"/>
        </w:rPr>
        <w:t xml:space="preserve"> the substance</w:t>
      </w:r>
      <w:r>
        <w:rPr>
          <w:rFonts w:cstheme="minorHAnsi"/>
        </w:rPr>
        <w:t xml:space="preserve"> – i.e. the substance is made up of particles</w:t>
      </w:r>
      <w:r w:rsidRPr="00227A85">
        <w:rPr>
          <w:rFonts w:cstheme="minorHAnsi"/>
        </w:rPr>
        <w:t xml:space="preserve"> </w:t>
      </w:r>
      <w:r>
        <w:rPr>
          <w:rFonts w:cstheme="minorHAnsi"/>
        </w:rPr>
        <w:t>(correct).</w:t>
      </w:r>
    </w:p>
    <w:p w:rsidR="005B50B4" w:rsidRDefault="005B50B4" w:rsidP="008F5521">
      <w:pPr>
        <w:spacing w:after="120"/>
      </w:pPr>
      <w:r w:rsidRPr="00494399">
        <w:t xml:space="preserve">Those </w:t>
      </w:r>
      <w:r>
        <w:t xml:space="preserve">students </w:t>
      </w:r>
      <w:r w:rsidRPr="00494399">
        <w:t>who did talk about particles</w:t>
      </w:r>
      <w:r>
        <w:t xml:space="preserve"> </w:t>
      </w:r>
      <w:r w:rsidRPr="00494399">
        <w:t xml:space="preserve">showed very little appreciation of the </w:t>
      </w:r>
      <w:r>
        <w:t xml:space="preserve">intrinsic, random </w:t>
      </w:r>
      <w:r w:rsidRPr="00494399">
        <w:t>movement of particles.</w:t>
      </w:r>
      <w:r>
        <w:t xml:space="preserve"> In addition, they commonly had misunderstandings about the s</w:t>
      </w:r>
      <w:r w:rsidRPr="00B445B2">
        <w:t xml:space="preserve">pacing between </w:t>
      </w:r>
      <w:r>
        <w:t xml:space="preserve">the </w:t>
      </w:r>
      <w:r w:rsidRPr="00B445B2">
        <w:t>particles</w:t>
      </w:r>
      <w:r>
        <w:t xml:space="preserve"> of a substance in</w:t>
      </w:r>
      <w:r w:rsidRPr="00B445B2">
        <w:t xml:space="preserve"> the liquid state</w:t>
      </w:r>
      <w:r>
        <w:t xml:space="preserve"> – typically choosing to depict the particles as too far apart, somewhere</w:t>
      </w:r>
      <w:r w:rsidRPr="00B445B2">
        <w:t xml:space="preserve"> between that of the solid and gas states.</w:t>
      </w:r>
      <w:r>
        <w:t xml:space="preserve"> This </w:t>
      </w:r>
      <w:r w:rsidRPr="00B445B2">
        <w:t xml:space="preserve">misunderstanding could be </w:t>
      </w:r>
      <w:r>
        <w:t xml:space="preserve">introduced or </w:t>
      </w:r>
      <w:r w:rsidRPr="00B445B2">
        <w:t xml:space="preserve">reinforced by textbook diagrams </w:t>
      </w:r>
      <w:r>
        <w:t>in which</w:t>
      </w:r>
      <w:r w:rsidRPr="00B445B2">
        <w:t xml:space="preserve"> the spacing is shown incorrectly.</w:t>
      </w:r>
    </w:p>
    <w:p w:rsidR="005B50B4" w:rsidRDefault="005B50B4" w:rsidP="008F5521">
      <w:pPr>
        <w:spacing w:after="120"/>
      </w:pPr>
      <w:r>
        <w:t xml:space="preserve">Odom </w:t>
      </w:r>
      <w:r>
        <w:fldChar w:fldCharType="begin"/>
      </w:r>
      <w:r>
        <w:instrText xml:space="preserve"> ADDIN EN.CITE &lt;EndNote&gt;&lt;Cite ExcludeAuth="1"&gt;&lt;Author&gt;Odom&lt;/Author&gt;&lt;Year&gt;1995&lt;/Year&gt;&lt;IDText&gt;Secondary &amp;amp; college biology students&amp;apos; misconceptions about diffusion &amp;amp; osmosis&lt;/IDText&gt;&lt;DisplayText&gt;(1995)&lt;/DisplayText&gt;&lt;record&gt;&lt;keywords&gt;&lt;keyword&gt;g6,B&lt;/keyword&gt;&lt;/keywords&gt;&lt;titles&gt;&lt;title&gt;Secondary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fldChar w:fldCharType="separate"/>
      </w:r>
      <w:r>
        <w:rPr>
          <w:noProof/>
        </w:rPr>
        <w:t>(1995)</w:t>
      </w:r>
      <w:r>
        <w:fldChar w:fldCharType="end"/>
      </w:r>
      <w:r>
        <w:t xml:space="preserve"> has defined a list of knowledge statements required for understanding diffusion in the context of cells, which begins with the following three ideas:</w:t>
      </w:r>
    </w:p>
    <w:p w:rsidR="005B50B4" w:rsidRDefault="005B50B4" w:rsidP="008F5521">
      <w:pPr>
        <w:pStyle w:val="ListParagraph"/>
        <w:numPr>
          <w:ilvl w:val="0"/>
          <w:numId w:val="4"/>
        </w:numPr>
        <w:spacing w:after="120"/>
      </w:pPr>
      <w:r w:rsidRPr="004553AD">
        <w:t>All particles are in constant motion.</w:t>
      </w:r>
    </w:p>
    <w:p w:rsidR="005B50B4" w:rsidRDefault="005B50B4" w:rsidP="008F5521">
      <w:pPr>
        <w:pStyle w:val="ListParagraph"/>
        <w:numPr>
          <w:ilvl w:val="0"/>
          <w:numId w:val="4"/>
        </w:numPr>
        <w:spacing w:after="120"/>
      </w:pPr>
      <w:r w:rsidRPr="004553AD">
        <w:t>Diffusion invo</w:t>
      </w:r>
      <w:r>
        <w:t>lves the movement of particles.</w:t>
      </w:r>
    </w:p>
    <w:p w:rsidR="005B50B4" w:rsidRDefault="005B50B4" w:rsidP="008F5521">
      <w:pPr>
        <w:pStyle w:val="ListParagraph"/>
        <w:numPr>
          <w:ilvl w:val="0"/>
          <w:numId w:val="4"/>
        </w:numPr>
        <w:spacing w:after="120"/>
      </w:pPr>
      <w:r w:rsidRPr="004553AD">
        <w:t>Diffusion results from the random motion and/or collisions of particles (ions or molecules).</w:t>
      </w:r>
    </w:p>
    <w:p w:rsidR="00972187" w:rsidRDefault="005B50B4" w:rsidP="008F5521">
      <w:pPr>
        <w:spacing w:after="120"/>
      </w:pPr>
      <w:r>
        <w:t>…as pre-requisites for the development of understanding that d</w:t>
      </w:r>
      <w:r w:rsidRPr="004553AD">
        <w:t>iffusion is the net movement of particles as a result of a concentration gradient.</w:t>
      </w:r>
    </w:p>
    <w:p w:rsidR="005B50B4" w:rsidRDefault="005B50B4" w:rsidP="008F5521">
      <w:pPr>
        <w:spacing w:after="120"/>
      </w:pPr>
      <w:r>
        <w:t xml:space="preserve">A number of researchers have described constructivist approaches that enable students to build their own explanations of diffusion, which may help to develop students’ understanding and overcome misconceptions, including group discussion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 xml:space="preserve"> and drawing </w:t>
      </w:r>
      <w:r>
        <w:fldChar w:fldCharType="begin">
          <w:fldData xml:space="preserve">PEVuZE5vdGU+PENpdGU+PEF1dGhvcj5XaWxrZXJzb24tSmVyZGU8L0F1dGhvcj48WWVhcj4yMDE1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</w:fldData>
        </w:fldChar>
      </w:r>
      <w:r>
        <w:instrText xml:space="preserve"> ADDIN EN.CITE </w:instrText>
      </w:r>
      <w:r>
        <w:fldChar w:fldCharType="begin">
          <w:fldData xml:space="preserve">PEVuZE5vdGU+PENpdGU+PEF1dGhvcj5XaWxrZXJzb24tSmVyZGU8L0F1dGhvcj48WWVhcj4yMDE1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</w:fldData>
        </w:fldChar>
      </w:r>
      <w:r>
        <w:instrText xml:space="preserve"> ADDIN EN.CITE.DATA </w:instrText>
      </w:r>
      <w:r>
        <w:fldChar w:fldCharType="end"/>
      </w:r>
      <w:r>
        <w:fldChar w:fldCharType="separate"/>
      </w:r>
      <w:r>
        <w:rPr>
          <w:noProof/>
        </w:rPr>
        <w:t>(Wilkerson-Jerde, Gravel and Macrander, 2015)</w:t>
      </w:r>
      <w:r>
        <w:fldChar w:fldCharType="end"/>
      </w:r>
      <w:r>
        <w:t>.</w:t>
      </w:r>
    </w:p>
    <w:p w:rsidR="007A748B" w:rsidRPr="00A82D25" w:rsidRDefault="007A748B" w:rsidP="008F5521">
      <w:pPr>
        <w:spacing w:after="12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8F5521" w:rsidRDefault="008F5521" w:rsidP="008F5521">
      <w:pPr>
        <w:spacing w:after="120"/>
      </w:pPr>
      <w:r w:rsidRPr="00DA3B6C">
        <w:t xml:space="preserve">Students </w:t>
      </w:r>
      <w:r>
        <w:t>should complete this activity in pairs or small groups.</w:t>
      </w:r>
      <w:r>
        <w:t xml:space="preserve"> </w:t>
      </w:r>
      <w:r>
        <w:t>The focus of the activity</w:t>
      </w:r>
      <w:r w:rsidRPr="008C25B7">
        <w:t xml:space="preserve"> </w:t>
      </w:r>
      <w:r>
        <w:t xml:space="preserve">should be </w:t>
      </w:r>
      <w:r w:rsidRPr="008C25B7">
        <w:t xml:space="preserve">on group discussion to </w:t>
      </w:r>
      <w:r>
        <w:t xml:space="preserve">reach a consensus on </w:t>
      </w:r>
      <w:r>
        <w:t>what the diagram should look like</w:t>
      </w:r>
      <w:r>
        <w:t>. It is through the discussions that students can check their understanding and develop their explanations. Listening in to the conversations of each group will often give you insights into how your students are thinking.</w:t>
      </w:r>
    </w:p>
    <w:p w:rsidR="008F5521" w:rsidRDefault="008F5521" w:rsidP="008F5521">
      <w:pPr>
        <w:spacing w:after="120"/>
      </w:pPr>
      <w:r>
        <w:t>Alternatively, s</w:t>
      </w:r>
      <w:r>
        <w:t xml:space="preserve">tudents could be asked, individually, to draw what they think they would see if they could zoom in to the cytoplasm. In groups, the students’ </w:t>
      </w:r>
      <w:r>
        <w:t>diagrams</w:t>
      </w:r>
      <w:r>
        <w:t xml:space="preserve"> could be ‘peer assessed’, with an emphasis on small group discussion to provide constructive feedback rather than simply criticising or assigning a score.</w:t>
      </w:r>
    </w:p>
    <w:p w:rsidR="008F5521" w:rsidRDefault="008F5521" w:rsidP="008F5521">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8F5521" w:rsidRPr="00C54711" w:rsidRDefault="008F5521" w:rsidP="008F5521">
      <w:pPr>
        <w:spacing w:after="120"/>
        <w:rPr>
          <w:highlight w:val="yellow"/>
        </w:rPr>
      </w:pPr>
      <w:r>
        <w:t>After their discussions, each group should be prepared to report the key points of their discussion to another group, or to the class.</w:t>
      </w:r>
    </w:p>
    <w:p w:rsidR="00BB44B4" w:rsidRPr="00800549" w:rsidRDefault="004032EA" w:rsidP="008F5521">
      <w:pPr>
        <w:spacing w:after="120"/>
        <w:rPr>
          <w:sz w:val="24"/>
        </w:rPr>
      </w:pPr>
      <w:r w:rsidRPr="00A82D25">
        <w:rPr>
          <w:b/>
          <w:color w:val="538135"/>
          <w:sz w:val="24"/>
        </w:rPr>
        <w:t>Equipment</w:t>
      </w:r>
    </w:p>
    <w:p w:rsidR="004032EA" w:rsidRDefault="004032EA" w:rsidP="008F5521">
      <w:pPr>
        <w:spacing w:after="120"/>
      </w:pPr>
      <w:r w:rsidRPr="00C57FA2">
        <w:t>For each pair/group:</w:t>
      </w:r>
    </w:p>
    <w:p w:rsidR="004032EA" w:rsidRDefault="00E372E3" w:rsidP="008F5521">
      <w:pPr>
        <w:pStyle w:val="ListParagraph"/>
        <w:numPr>
          <w:ilvl w:val="0"/>
          <w:numId w:val="1"/>
        </w:numPr>
        <w:spacing w:after="120"/>
      </w:pPr>
      <w:r>
        <w:t>pencils</w:t>
      </w:r>
    </w:p>
    <w:p w:rsidR="00E372E3" w:rsidRDefault="00E372E3" w:rsidP="008F5521">
      <w:pPr>
        <w:pStyle w:val="ListParagraph"/>
        <w:numPr>
          <w:ilvl w:val="0"/>
          <w:numId w:val="1"/>
        </w:numPr>
        <w:spacing w:after="120"/>
      </w:pPr>
      <w:r>
        <w:t>spare paper (if not drawing on the worksheet)</w:t>
      </w:r>
    </w:p>
    <w:p w:rsidR="00E172C6" w:rsidRPr="00A82D25" w:rsidRDefault="00BB44B4" w:rsidP="008F5521">
      <w:pPr>
        <w:spacing w:after="120"/>
        <w:rPr>
          <w:b/>
          <w:color w:val="538135"/>
          <w:sz w:val="24"/>
        </w:rPr>
      </w:pPr>
      <w:r w:rsidRPr="00A82D25">
        <w:rPr>
          <w:b/>
          <w:color w:val="538135"/>
          <w:sz w:val="24"/>
        </w:rPr>
        <w:t>Expected answers</w:t>
      </w:r>
    </w:p>
    <w:p w:rsidR="00E372E3" w:rsidRPr="00B16866" w:rsidRDefault="00E372E3" w:rsidP="008F5521">
      <w:pPr>
        <w:spacing w:after="120"/>
      </w:pPr>
      <w:r w:rsidRPr="00B16866">
        <w:t>Whilst there will be great variation in what students draw</w:t>
      </w:r>
      <w:r>
        <w:t>,</w:t>
      </w:r>
      <w:r w:rsidRPr="00B16866">
        <w:t xml:space="preserve"> there are two key questions to ask about the diagrams:</w:t>
      </w:r>
    </w:p>
    <w:p w:rsidR="00E372E3" w:rsidRPr="00B16866" w:rsidRDefault="00E372E3" w:rsidP="008F5521">
      <w:pPr>
        <w:pStyle w:val="ListParagraph"/>
        <w:numPr>
          <w:ilvl w:val="0"/>
          <w:numId w:val="6"/>
        </w:numPr>
        <w:spacing w:after="120"/>
        <w:ind w:left="567" w:hanging="436"/>
      </w:pPr>
      <w:r w:rsidRPr="00B16866">
        <w:t>Has the student attempted any representation of particles in their diagram?</w:t>
      </w:r>
    </w:p>
    <w:p w:rsidR="00E372E3" w:rsidRPr="00B16866" w:rsidRDefault="00E372E3" w:rsidP="008F5521">
      <w:pPr>
        <w:pStyle w:val="ListParagraph"/>
        <w:numPr>
          <w:ilvl w:val="0"/>
          <w:numId w:val="6"/>
        </w:numPr>
        <w:spacing w:after="120"/>
        <w:ind w:left="567" w:hanging="436"/>
      </w:pPr>
      <w:r w:rsidRPr="00B16866">
        <w:t xml:space="preserve">Has the student </w:t>
      </w:r>
      <w:r>
        <w:t>included</w:t>
      </w:r>
      <w:r w:rsidRPr="00B16866">
        <w:t xml:space="preserve"> any </w:t>
      </w:r>
      <w:r>
        <w:t>indication that the</w:t>
      </w:r>
      <w:r w:rsidRPr="00B16866">
        <w:t xml:space="preserve"> particles </w:t>
      </w:r>
      <w:r>
        <w:t xml:space="preserve">are moving </w:t>
      </w:r>
      <w:r w:rsidRPr="00B16866">
        <w:t>in their diagram?</w:t>
      </w:r>
    </w:p>
    <w:p w:rsidR="00BF6C8A" w:rsidRDefault="00E372E3" w:rsidP="008F5521">
      <w:pPr>
        <w:spacing w:after="120"/>
      </w:pPr>
      <w:r w:rsidRPr="00A42FA4">
        <w:rPr>
          <w:noProof/>
          <w:lang w:eastAsia="en-GB"/>
        </w:rPr>
        <w:drawing>
          <wp:anchor distT="0" distB="0" distL="114300" distR="114300" simplePos="0" relativeHeight="251664384" behindDoc="0" locked="0" layoutInCell="1" allowOverlap="1" wp14:anchorId="07175C40" wp14:editId="263ABC0C">
            <wp:simplePos x="0" y="0"/>
            <wp:positionH relativeFrom="column">
              <wp:posOffset>4946650</wp:posOffset>
            </wp:positionH>
            <wp:positionV relativeFrom="paragraph">
              <wp:posOffset>71755</wp:posOffset>
            </wp:positionV>
            <wp:extent cx="889635" cy="861060"/>
            <wp:effectExtent l="19050" t="19050" r="24765" b="15240"/>
            <wp:wrapSquare wrapText="bothSides"/>
            <wp:docPr id="14" name="Picture 13">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9A7A7620-31B0-436C-BD7D-743ACA08A7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9A7A7620-31B0-436C-BD7D-743ACA08A7B3}"/>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2125" t="1623" r="2388" b="1708"/>
                    <a:stretch/>
                  </pic:blipFill>
                  <pic:spPr>
                    <a:xfrm>
                      <a:off x="0" y="0"/>
                      <a:ext cx="889635" cy="861060"/>
                    </a:xfrm>
                    <a:prstGeom prst="rect">
                      <a:avLst/>
                    </a:prstGeom>
                    <a:ln w="12700">
                      <a:solidFill>
                        <a:schemeClr val="tx1"/>
                      </a:solidFill>
                    </a:ln>
                  </pic:spPr>
                </pic:pic>
              </a:graphicData>
            </a:graphic>
            <wp14:sizeRelH relativeFrom="page">
              <wp14:pctWidth>0</wp14:pctWidth>
            </wp14:sizeRelH>
            <wp14:sizeRelV relativeFrom="page">
              <wp14:pctHeight>0</wp14:pctHeight>
            </wp14:sizeRelV>
          </wp:anchor>
        </w:drawing>
      </w:r>
      <w:r>
        <w:t>Ideally, students will draw something resembling the diagram on the right. They may label the circles as “particles” or “</w:t>
      </w:r>
      <w:proofErr w:type="gramStart"/>
      <w:r>
        <w:t>molecules”,</w:t>
      </w:r>
      <w:proofErr w:type="gramEnd"/>
      <w:r>
        <w:t xml:space="preserve"> or as “cytoplasm particles/molecules” (which is acceptable at this level). More able students may shade some of the circles in different colours to indicate that there are different substances within the cytoplasm, and may label differently-coloured circles as “water”, “sugar”, and so on. Indications of movement may include arrows or movement lines.</w:t>
      </w:r>
    </w:p>
    <w:p w:rsidR="003117F6" w:rsidRPr="00A82D25" w:rsidRDefault="00CC78A5" w:rsidP="008F5521">
      <w:pPr>
        <w:spacing w:after="120"/>
        <w:rPr>
          <w:b/>
          <w:color w:val="538135"/>
          <w:sz w:val="24"/>
        </w:rPr>
      </w:pPr>
      <w:r w:rsidRPr="00A82D25">
        <w:rPr>
          <w:b/>
          <w:color w:val="538135"/>
          <w:sz w:val="24"/>
        </w:rPr>
        <w:t>Acknowledgments</w:t>
      </w:r>
    </w:p>
    <w:p w:rsidR="00D278E8" w:rsidRPr="008F5521" w:rsidRDefault="005B50B4" w:rsidP="008F5521">
      <w:pPr>
        <w:spacing w:after="120"/>
        <w:rPr>
          <w:sz w:val="20"/>
          <w:szCs w:val="20"/>
        </w:rPr>
      </w:pPr>
      <w:proofErr w:type="gramStart"/>
      <w:r w:rsidRPr="008F5521">
        <w:rPr>
          <w:sz w:val="20"/>
          <w:szCs w:val="20"/>
        </w:rPr>
        <w:t xml:space="preserve">Developed by Helen Harden and Alistair Moore (UYSEG), </w:t>
      </w:r>
      <w:r w:rsidRPr="008F5521">
        <w:rPr>
          <w:sz w:val="20"/>
          <w:szCs w:val="20"/>
        </w:rPr>
        <w:t xml:space="preserve">adapted </w:t>
      </w:r>
      <w:r w:rsidRPr="008F5521">
        <w:rPr>
          <w:sz w:val="20"/>
          <w:szCs w:val="20"/>
        </w:rPr>
        <w:t xml:space="preserve">from an </w:t>
      </w:r>
      <w:r w:rsidRPr="008F5521">
        <w:rPr>
          <w:sz w:val="20"/>
          <w:szCs w:val="20"/>
        </w:rPr>
        <w:t>id</w:t>
      </w:r>
      <w:bookmarkStart w:id="0" w:name="_GoBack"/>
      <w:bookmarkEnd w:id="0"/>
      <w:r w:rsidRPr="008F5521">
        <w:rPr>
          <w:sz w:val="20"/>
          <w:szCs w:val="20"/>
        </w:rPr>
        <w:t>ea</w:t>
      </w:r>
      <w:r w:rsidRPr="008F5521">
        <w:rPr>
          <w:sz w:val="20"/>
          <w:szCs w:val="20"/>
        </w:rPr>
        <w:t xml:space="preserve"> by Philip Johnson (School of Education, University of Durham).</w:t>
      </w:r>
      <w:proofErr w:type="gramEnd"/>
    </w:p>
    <w:p w:rsidR="00CA3648" w:rsidRPr="008F5521" w:rsidRDefault="00CA3648" w:rsidP="008F5521">
      <w:pPr>
        <w:spacing w:after="120"/>
        <w:rPr>
          <w:sz w:val="20"/>
          <w:szCs w:val="20"/>
        </w:rPr>
      </w:pPr>
      <w:r w:rsidRPr="008F5521">
        <w:rPr>
          <w:sz w:val="20"/>
          <w:szCs w:val="20"/>
        </w:rPr>
        <w:t>Images: cellimagelibrary.org/Shoba Shanti (43552)</w:t>
      </w:r>
    </w:p>
    <w:p w:rsidR="003117F6" w:rsidRPr="00A82D25" w:rsidRDefault="003117F6" w:rsidP="008F5521">
      <w:pPr>
        <w:spacing w:after="80"/>
        <w:rPr>
          <w:b/>
          <w:color w:val="538135"/>
          <w:sz w:val="24"/>
        </w:rPr>
      </w:pPr>
      <w:r w:rsidRPr="00A82D25">
        <w:rPr>
          <w:b/>
          <w:color w:val="538135"/>
          <w:sz w:val="24"/>
        </w:rPr>
        <w:t>References</w:t>
      </w:r>
    </w:p>
    <w:p w:rsidR="005B50B4" w:rsidRPr="008F5521" w:rsidRDefault="005B50B4" w:rsidP="008F5521">
      <w:pPr>
        <w:pStyle w:val="EndNoteBibliography"/>
        <w:spacing w:after="80"/>
        <w:rPr>
          <w:sz w:val="18"/>
          <w:szCs w:val="18"/>
        </w:rPr>
      </w:pPr>
      <w:r w:rsidRPr="008F5521">
        <w:rPr>
          <w:sz w:val="18"/>
          <w:szCs w:val="18"/>
        </w:rPr>
        <w:fldChar w:fldCharType="begin"/>
      </w:r>
      <w:r w:rsidRPr="008F5521">
        <w:rPr>
          <w:sz w:val="18"/>
          <w:szCs w:val="18"/>
        </w:rPr>
        <w:instrText xml:space="preserve"> ADDIN EN.REFLIST </w:instrText>
      </w:r>
      <w:r w:rsidRPr="008F5521">
        <w:rPr>
          <w:sz w:val="18"/>
          <w:szCs w:val="18"/>
        </w:rPr>
        <w:fldChar w:fldCharType="separate"/>
      </w:r>
      <w:r w:rsidRPr="008F5521">
        <w:rPr>
          <w:sz w:val="18"/>
          <w:szCs w:val="18"/>
        </w:rPr>
        <w:t xml:space="preserve">Christianson, R. G. and Fisher, K. M. (1999). Comparison of student learning about diffusion and osmosis in constructivist and traditional classrooms. </w:t>
      </w:r>
      <w:r w:rsidRPr="008F5521">
        <w:rPr>
          <w:i/>
          <w:sz w:val="18"/>
          <w:szCs w:val="18"/>
        </w:rPr>
        <w:t>International Journal of Science Education,</w:t>
      </w:r>
      <w:r w:rsidRPr="008F5521">
        <w:rPr>
          <w:sz w:val="18"/>
          <w:szCs w:val="18"/>
        </w:rPr>
        <w:t xml:space="preserve"> 21(6)</w:t>
      </w:r>
      <w:r w:rsidRPr="008F5521">
        <w:rPr>
          <w:b/>
          <w:sz w:val="18"/>
          <w:szCs w:val="18"/>
        </w:rPr>
        <w:t>,</w:t>
      </w:r>
      <w:r w:rsidRPr="008F5521">
        <w:rPr>
          <w:sz w:val="18"/>
          <w:szCs w:val="18"/>
        </w:rPr>
        <w:t xml:space="preserve"> 687-698.</w:t>
      </w:r>
    </w:p>
    <w:p w:rsidR="005B50B4" w:rsidRPr="008F5521" w:rsidRDefault="005B50B4" w:rsidP="008F5521">
      <w:pPr>
        <w:pStyle w:val="EndNoteBibliography"/>
        <w:spacing w:after="80"/>
        <w:rPr>
          <w:sz w:val="18"/>
          <w:szCs w:val="18"/>
        </w:rPr>
      </w:pPr>
      <w:r w:rsidRPr="008F5521">
        <w:rPr>
          <w:sz w:val="18"/>
          <w:szCs w:val="18"/>
        </w:rPr>
        <w:t xml:space="preserve">Johnson, P. (1998). Progression in children's understanding of a basic particle theory: a longitudinal study. </w:t>
      </w:r>
      <w:r w:rsidRPr="008F5521">
        <w:rPr>
          <w:i/>
          <w:sz w:val="18"/>
          <w:szCs w:val="18"/>
        </w:rPr>
        <w:t>International Journal of Science Education,</w:t>
      </w:r>
      <w:r w:rsidRPr="008F5521">
        <w:rPr>
          <w:sz w:val="18"/>
          <w:szCs w:val="18"/>
        </w:rPr>
        <w:t xml:space="preserve"> 20(4)</w:t>
      </w:r>
      <w:r w:rsidRPr="008F5521">
        <w:rPr>
          <w:b/>
          <w:sz w:val="18"/>
          <w:szCs w:val="18"/>
        </w:rPr>
        <w:t>,</w:t>
      </w:r>
      <w:r w:rsidRPr="008F5521">
        <w:rPr>
          <w:sz w:val="18"/>
          <w:szCs w:val="18"/>
        </w:rPr>
        <w:t xml:space="preserve"> 393-412.</w:t>
      </w:r>
    </w:p>
    <w:p w:rsidR="005B50B4" w:rsidRPr="008F5521" w:rsidRDefault="005B50B4" w:rsidP="008F5521">
      <w:pPr>
        <w:pStyle w:val="EndNoteBibliography"/>
        <w:spacing w:after="80"/>
        <w:rPr>
          <w:sz w:val="18"/>
          <w:szCs w:val="18"/>
        </w:rPr>
      </w:pPr>
      <w:r w:rsidRPr="008F5521">
        <w:rPr>
          <w:sz w:val="18"/>
          <w:szCs w:val="18"/>
        </w:rPr>
        <w:t xml:space="preserve">Odom, A. (1995). Secondary &amp; college biology students' misconceptions about diffusion &amp; osmosis. </w:t>
      </w:r>
      <w:r w:rsidRPr="008F5521">
        <w:rPr>
          <w:i/>
          <w:sz w:val="18"/>
          <w:szCs w:val="18"/>
        </w:rPr>
        <w:t>The American Biology Teacher,</w:t>
      </w:r>
      <w:r w:rsidRPr="008F5521">
        <w:rPr>
          <w:sz w:val="18"/>
          <w:szCs w:val="18"/>
        </w:rPr>
        <w:t xml:space="preserve"> 57(7)</w:t>
      </w:r>
      <w:r w:rsidRPr="008F5521">
        <w:rPr>
          <w:b/>
          <w:sz w:val="18"/>
          <w:szCs w:val="18"/>
        </w:rPr>
        <w:t>,</w:t>
      </w:r>
      <w:r w:rsidRPr="008F5521">
        <w:rPr>
          <w:sz w:val="18"/>
          <w:szCs w:val="18"/>
        </w:rPr>
        <w:t xml:space="preserve"> 409-415.</w:t>
      </w:r>
    </w:p>
    <w:p w:rsidR="00A82D25" w:rsidRPr="000F28B4" w:rsidRDefault="005B50B4" w:rsidP="008F5521">
      <w:pPr>
        <w:pStyle w:val="EndNoteBibliography"/>
        <w:spacing w:after="80"/>
        <w:rPr>
          <w:sz w:val="20"/>
        </w:rPr>
      </w:pPr>
      <w:r w:rsidRPr="008F5521">
        <w:rPr>
          <w:sz w:val="18"/>
          <w:szCs w:val="18"/>
        </w:rPr>
        <w:t xml:space="preserve">Wilkerson-Jerde, M. H., Gravel, B. E. and Macrander, C. A. (2015). Exploring shifts in middle school learners' modeling activity while generating drawings, animations, and computational simulations of molecular diffusion. </w:t>
      </w:r>
      <w:r w:rsidRPr="008F5521">
        <w:rPr>
          <w:i/>
          <w:sz w:val="18"/>
          <w:szCs w:val="18"/>
        </w:rPr>
        <w:t>Journal of Science Education and Technology,</w:t>
      </w:r>
      <w:r w:rsidRPr="008F5521">
        <w:rPr>
          <w:sz w:val="18"/>
          <w:szCs w:val="18"/>
        </w:rPr>
        <w:t xml:space="preserve"> 24(2)</w:t>
      </w:r>
      <w:r w:rsidRPr="008F5521">
        <w:rPr>
          <w:b/>
          <w:sz w:val="18"/>
          <w:szCs w:val="18"/>
        </w:rPr>
        <w:t>,</w:t>
      </w:r>
      <w:r w:rsidRPr="008F5521">
        <w:rPr>
          <w:sz w:val="18"/>
          <w:szCs w:val="18"/>
        </w:rPr>
        <w:t xml:space="preserve"> 396-415.</w:t>
      </w:r>
      <w:r w:rsidRPr="008F5521">
        <w:rPr>
          <w:sz w:val="18"/>
          <w:szCs w:val="18"/>
        </w:rPr>
        <w:fldChar w:fldCharType="end"/>
      </w:r>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1C1" w:rsidRDefault="008311C1" w:rsidP="000B473B">
      <w:r>
        <w:separator/>
      </w:r>
    </w:p>
  </w:endnote>
  <w:endnote w:type="continuationSeparator" w:id="0">
    <w:p w:rsidR="008311C1" w:rsidRDefault="008311C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F552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F5521">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1C1" w:rsidRDefault="008311C1" w:rsidP="000B473B">
      <w:r>
        <w:separator/>
      </w:r>
    </w:p>
  </w:footnote>
  <w:footnote w:type="continuationSeparator" w:id="0">
    <w:p w:rsidR="008311C1" w:rsidRDefault="008311C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891365E"/>
    <w:multiLevelType w:val="hybridMultilevel"/>
    <w:tmpl w:val="21BA3802"/>
    <w:lvl w:ilvl="0" w:tplc="08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4AB590A"/>
    <w:multiLevelType w:val="hybridMultilevel"/>
    <w:tmpl w:val="277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311C1"/>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B50B4"/>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311C1"/>
    <w:rsid w:val="008450D6"/>
    <w:rsid w:val="00856FCA"/>
    <w:rsid w:val="00873B8C"/>
    <w:rsid w:val="00880E3B"/>
    <w:rsid w:val="008A405F"/>
    <w:rsid w:val="008C7F34"/>
    <w:rsid w:val="008E580C"/>
    <w:rsid w:val="008F5521"/>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524F2"/>
    <w:rsid w:val="00B75483"/>
    <w:rsid w:val="00BA7952"/>
    <w:rsid w:val="00BB44B4"/>
    <w:rsid w:val="00BF0BBF"/>
    <w:rsid w:val="00BF6C8A"/>
    <w:rsid w:val="00C05571"/>
    <w:rsid w:val="00C246CE"/>
    <w:rsid w:val="00C57FA2"/>
    <w:rsid w:val="00C70BA8"/>
    <w:rsid w:val="00C80257"/>
    <w:rsid w:val="00CA3648"/>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372E3"/>
    <w:rsid w:val="00E53D82"/>
    <w:rsid w:val="00E610E5"/>
    <w:rsid w:val="00E9330A"/>
    <w:rsid w:val="00EE6B97"/>
    <w:rsid w:val="00F12C3B"/>
    <w:rsid w:val="00F13D3D"/>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B50B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B50B4"/>
    <w:rPr>
      <w:rFonts w:ascii="Calibri" w:hAnsi="Calibri" w:cs="Calibri"/>
      <w:noProof/>
      <w:lang w:val="en-US"/>
    </w:rPr>
  </w:style>
  <w:style w:type="paragraph" w:customStyle="1" w:styleId="EndNoteBibliography">
    <w:name w:val="EndNote Bibliography"/>
    <w:basedOn w:val="Normal"/>
    <w:link w:val="EndNoteBibliographyChar"/>
    <w:rsid w:val="005B50B4"/>
    <w:rPr>
      <w:rFonts w:ascii="Calibri" w:hAnsi="Calibri" w:cs="Calibri"/>
      <w:noProof/>
      <w:lang w:val="en-US"/>
    </w:rPr>
  </w:style>
  <w:style w:type="character" w:customStyle="1" w:styleId="EndNoteBibliographyChar">
    <w:name w:val="EndNote Bibliography Char"/>
    <w:basedOn w:val="DefaultParagraphFont"/>
    <w:link w:val="EndNoteBibliography"/>
    <w:rsid w:val="005B50B4"/>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B50B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B50B4"/>
    <w:rPr>
      <w:rFonts w:ascii="Calibri" w:hAnsi="Calibri" w:cs="Calibri"/>
      <w:noProof/>
      <w:lang w:val="en-US"/>
    </w:rPr>
  </w:style>
  <w:style w:type="paragraph" w:customStyle="1" w:styleId="EndNoteBibliography">
    <w:name w:val="EndNote Bibliography"/>
    <w:basedOn w:val="Normal"/>
    <w:link w:val="EndNoteBibliographyChar"/>
    <w:rsid w:val="005B50B4"/>
    <w:rPr>
      <w:rFonts w:ascii="Calibri" w:hAnsi="Calibri" w:cs="Calibri"/>
      <w:noProof/>
      <w:lang w:val="en-US"/>
    </w:rPr>
  </w:style>
  <w:style w:type="character" w:customStyle="1" w:styleId="EndNoteBibliographyChar">
    <w:name w:val="EndNote Bibliography Char"/>
    <w:basedOn w:val="DefaultParagraphFont"/>
    <w:link w:val="EndNoteBibliography"/>
    <w:rsid w:val="005B50B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24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30</TotalTime>
  <Pages>3</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2018-12-06T09:15:00Z</dcterms:created>
  <dcterms:modified xsi:type="dcterms:W3CDTF">2018-12-06T09:59:00Z</dcterms:modified>
</cp:coreProperties>
</file>