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035909" w:rsidP="00201AC2">
      <w:pPr>
        <w:spacing w:after="180"/>
        <w:rPr>
          <w:b/>
          <w:sz w:val="44"/>
          <w:szCs w:val="44"/>
        </w:rPr>
      </w:pPr>
      <w:r w:rsidRPr="00035909">
        <w:rPr>
          <w:b/>
          <w:sz w:val="44"/>
          <w:szCs w:val="44"/>
        </w:rPr>
        <w:t xml:space="preserve">PEOE – </w:t>
      </w:r>
      <w:r w:rsidR="001D5FDB" w:rsidRPr="001D5FDB">
        <w:rPr>
          <w:b/>
          <w:sz w:val="44"/>
          <w:szCs w:val="44"/>
        </w:rPr>
        <w:t>A cup of tea</w:t>
      </w:r>
    </w:p>
    <w:p w:rsidR="00201AC2" w:rsidRDefault="00201AC2" w:rsidP="00201AC2">
      <w:pPr>
        <w:spacing w:after="180"/>
      </w:pPr>
    </w:p>
    <w:p w:rsidR="004C2D9D" w:rsidRDefault="000313DB" w:rsidP="004C2D9D">
      <w:pPr>
        <w:spacing w:after="180"/>
        <w:jc w:val="center"/>
      </w:pPr>
      <w:r>
        <w:rPr>
          <w:noProof/>
          <w:lang w:eastAsia="en-GB"/>
        </w:rPr>
        <w:drawing>
          <wp:inline distT="0" distB="0" distL="0" distR="0">
            <wp:extent cx="2415540" cy="1656837"/>
            <wp:effectExtent l="0" t="0" r="381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p-153171_128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6104" cy="1657224"/>
                    </a:xfrm>
                    <a:prstGeom prst="rect">
                      <a:avLst/>
                    </a:prstGeom>
                  </pic:spPr>
                </pic:pic>
              </a:graphicData>
            </a:graphic>
          </wp:inline>
        </w:drawing>
      </w:r>
    </w:p>
    <w:p w:rsidR="004C2D9D" w:rsidRDefault="004C2D9D" w:rsidP="00201AC2">
      <w:pPr>
        <w:spacing w:after="180"/>
      </w:pPr>
    </w:p>
    <w:p w:rsidR="00201AC2" w:rsidRDefault="00754174" w:rsidP="00201AC2">
      <w:pPr>
        <w:spacing w:after="180"/>
      </w:pPr>
      <w:r>
        <w:t xml:space="preserve">Your teacher is going to add </w:t>
      </w:r>
      <w:r w:rsidR="000313DB">
        <w:t>a teabag</w:t>
      </w:r>
      <w:r>
        <w:t xml:space="preserve"> to </w:t>
      </w:r>
      <w:r w:rsidR="000313DB">
        <w:t>some</w:t>
      </w:r>
      <w:r>
        <w:t xml:space="preserve"> water</w:t>
      </w:r>
      <w:r w:rsidR="000313DB">
        <w:t xml:space="preserve"> at room temperature</w:t>
      </w:r>
      <w:r>
        <w:t>.</w:t>
      </w:r>
    </w:p>
    <w:p w:rsidR="00D66454" w:rsidRDefault="00D66454" w:rsidP="00201AC2">
      <w:pPr>
        <w:spacing w:after="180"/>
      </w:pPr>
      <w:r>
        <w:t xml:space="preserve">It will </w:t>
      </w:r>
      <w:r w:rsidRPr="00D66454">
        <w:rPr>
          <w:b/>
        </w:rPr>
        <w:t>not</w:t>
      </w:r>
      <w:r>
        <w:t xml:space="preserve"> be stirred</w:t>
      </w:r>
      <w:r w:rsidR="000313DB">
        <w:t xml:space="preserve"> or heated</w:t>
      </w:r>
      <w:bookmarkStart w:id="0" w:name="_GoBack"/>
      <w:bookmarkEnd w:id="0"/>
      <w:r>
        <w:t>.</w:t>
      </w:r>
    </w:p>
    <w:p w:rsidR="00B23B31" w:rsidRDefault="00B23B31" w:rsidP="00201AC2">
      <w:pPr>
        <w:spacing w:after="180"/>
      </w:pPr>
    </w:p>
    <w:p w:rsidR="00B26756" w:rsidRPr="00E172C6" w:rsidRDefault="00754174" w:rsidP="00B26756">
      <w:pPr>
        <w:spacing w:after="180"/>
        <w:rPr>
          <w:b/>
        </w:rPr>
      </w:pPr>
      <w:r>
        <w:rPr>
          <w:b/>
        </w:rPr>
        <w:t>Predict</w:t>
      </w:r>
    </w:p>
    <w:p w:rsidR="00B26756" w:rsidRDefault="00754174" w:rsidP="00B26756">
      <w:pPr>
        <w:spacing w:after="180"/>
      </w:pPr>
      <w:r>
        <w:t xml:space="preserve">What will happen to the </w:t>
      </w:r>
      <w:r w:rsidR="000313DB">
        <w:t>tea</w:t>
      </w:r>
      <w:r>
        <w:t xml:space="preserve"> and the water during the rest of the lesson?</w:t>
      </w:r>
    </w:p>
    <w:p w:rsidR="00754174" w:rsidRDefault="00754174" w:rsidP="00B26756">
      <w:pPr>
        <w:spacing w:after="180"/>
      </w:pPr>
    </w:p>
    <w:p w:rsidR="00B26756" w:rsidRPr="00E172C6" w:rsidRDefault="00754174" w:rsidP="00B26756">
      <w:pPr>
        <w:spacing w:after="180"/>
        <w:rPr>
          <w:b/>
        </w:rPr>
      </w:pPr>
      <w:r>
        <w:rPr>
          <w:b/>
        </w:rPr>
        <w:t>Explain</w:t>
      </w:r>
    </w:p>
    <w:p w:rsidR="00754174" w:rsidRDefault="00754174" w:rsidP="00754174">
      <w:pPr>
        <w:spacing w:after="180"/>
      </w:pPr>
      <w:r>
        <w:t>Explain why you think this will happen.</w:t>
      </w:r>
    </w:p>
    <w:p w:rsidR="00754174" w:rsidRDefault="00754174" w:rsidP="00754174">
      <w:pPr>
        <w:spacing w:after="180"/>
      </w:pPr>
    </w:p>
    <w:p w:rsidR="00754174" w:rsidRDefault="00754174" w:rsidP="00754174">
      <w:pPr>
        <w:spacing w:after="180"/>
      </w:pPr>
    </w:p>
    <w:tbl>
      <w:tblPr>
        <w:tblStyle w:val="TableGrid"/>
        <w:tblW w:w="0" w:type="auto"/>
        <w:tblLook w:val="04A0" w:firstRow="1" w:lastRow="0" w:firstColumn="1" w:lastColumn="0" w:noHBand="0" w:noVBand="1"/>
      </w:tblPr>
      <w:tblGrid>
        <w:gridCol w:w="9242"/>
      </w:tblGrid>
      <w:tr w:rsidR="00754174" w:rsidTr="00754174">
        <w:tc>
          <w:tcPr>
            <w:tcW w:w="9242" w:type="dxa"/>
          </w:tcPr>
          <w:p w:rsidR="00754174" w:rsidRDefault="00754174" w:rsidP="000313DB">
            <w:pPr>
              <w:spacing w:before="120" w:after="120"/>
            </w:pPr>
            <w:r>
              <w:t xml:space="preserve">Your teacher will now add the </w:t>
            </w:r>
            <w:r w:rsidR="000313DB">
              <w:t>teabag</w:t>
            </w:r>
            <w:r>
              <w:t xml:space="preserve"> to the water.</w:t>
            </w:r>
          </w:p>
        </w:tc>
      </w:tr>
    </w:tbl>
    <w:p w:rsidR="00754174" w:rsidRDefault="00754174" w:rsidP="00754174">
      <w:pPr>
        <w:spacing w:after="180"/>
      </w:pPr>
    </w:p>
    <w:p w:rsidR="00754174" w:rsidRDefault="00754174" w:rsidP="00754174">
      <w:pPr>
        <w:spacing w:after="180"/>
      </w:pPr>
    </w:p>
    <w:p w:rsidR="00754174" w:rsidRPr="00E172C6" w:rsidRDefault="00754174" w:rsidP="00754174">
      <w:pPr>
        <w:spacing w:after="180"/>
        <w:rPr>
          <w:b/>
        </w:rPr>
      </w:pPr>
      <w:r>
        <w:rPr>
          <w:b/>
        </w:rPr>
        <w:t>Observe</w:t>
      </w:r>
    </w:p>
    <w:p w:rsidR="00754174" w:rsidRDefault="00754174" w:rsidP="00754174">
      <w:pPr>
        <w:spacing w:after="180"/>
      </w:pPr>
      <w:r>
        <w:t xml:space="preserve">Watch what happens to the </w:t>
      </w:r>
      <w:r w:rsidR="000313DB">
        <w:t>tea</w:t>
      </w:r>
      <w:r>
        <w:t xml:space="preserve"> and the water during the rest of the lesson.</w:t>
      </w:r>
    </w:p>
    <w:p w:rsidR="00754174" w:rsidRDefault="00754174" w:rsidP="00754174">
      <w:pPr>
        <w:spacing w:after="180"/>
      </w:pPr>
    </w:p>
    <w:p w:rsidR="00754174" w:rsidRPr="00E172C6" w:rsidRDefault="00754174" w:rsidP="00754174">
      <w:pPr>
        <w:spacing w:after="180"/>
        <w:rPr>
          <w:b/>
        </w:rPr>
      </w:pPr>
      <w:r>
        <w:rPr>
          <w:b/>
        </w:rPr>
        <w:t>Explain</w:t>
      </w:r>
    </w:p>
    <w:p w:rsidR="00754174" w:rsidRDefault="00754174" w:rsidP="00754174">
      <w:pPr>
        <w:spacing w:after="180"/>
      </w:pPr>
      <w:r>
        <w:t>Was your prediction correct?</w:t>
      </w:r>
    </w:p>
    <w:p w:rsidR="00754174" w:rsidRDefault="00754174" w:rsidP="00754174">
      <w:pPr>
        <w:spacing w:after="180"/>
      </w:pPr>
      <w:r>
        <w:t>If not, how would you explain what you observed?</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4B53C0" w:rsidP="006F3279">
      <w:pPr>
        <w:spacing w:after="240"/>
        <w:rPr>
          <w:i/>
          <w:sz w:val="18"/>
          <w:szCs w:val="18"/>
        </w:rPr>
      </w:pPr>
      <w:r w:rsidRPr="004B53C0">
        <w:rPr>
          <w:i/>
          <w:sz w:val="18"/>
          <w:szCs w:val="18"/>
        </w:rPr>
        <w:lastRenderedPageBreak/>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B00348" w:rsidP="004056D6">
            <w:pPr>
              <w:ind w:left="1304"/>
              <w:rPr>
                <w:b/>
                <w:sz w:val="40"/>
                <w:szCs w:val="40"/>
              </w:rPr>
            </w:pPr>
            <w:r>
              <w:rPr>
                <w:b/>
                <w:sz w:val="40"/>
                <w:szCs w:val="40"/>
              </w:rPr>
              <w:t xml:space="preserve">Response </w:t>
            </w:r>
            <w:r w:rsidR="004056D6">
              <w:rPr>
                <w:b/>
                <w:sz w:val="40"/>
                <w:szCs w:val="40"/>
              </w:rPr>
              <w:t>activity</w:t>
            </w:r>
          </w:p>
        </w:tc>
      </w:tr>
      <w:tr w:rsidR="006F3279" w:rsidTr="006355D8">
        <w:tc>
          <w:tcPr>
            <w:tcW w:w="12021" w:type="dxa"/>
            <w:shd w:val="clear" w:color="auto" w:fill="D6E3BC" w:themeFill="accent3" w:themeFillTint="66"/>
          </w:tcPr>
          <w:p w:rsidR="006F3279" w:rsidRPr="00CA4B46" w:rsidRDefault="00035909" w:rsidP="006F3279">
            <w:pPr>
              <w:spacing w:after="60"/>
              <w:ind w:left="1304"/>
              <w:rPr>
                <w:b/>
                <w:sz w:val="40"/>
                <w:szCs w:val="40"/>
              </w:rPr>
            </w:pPr>
            <w:r w:rsidRPr="00035909">
              <w:rPr>
                <w:b/>
                <w:sz w:val="40"/>
                <w:szCs w:val="40"/>
              </w:rPr>
              <w:t xml:space="preserve">PEOE – </w:t>
            </w:r>
            <w:r w:rsidR="001D5FDB" w:rsidRPr="001D5FDB">
              <w:rPr>
                <w:b/>
                <w:sz w:val="40"/>
                <w:szCs w:val="40"/>
              </w:rPr>
              <w:t>A cup of tea</w:t>
            </w:r>
          </w:p>
        </w:tc>
      </w:tr>
    </w:tbl>
    <w:p w:rsidR="006F3279" w:rsidRDefault="006F3279" w:rsidP="00320A64">
      <w:pPr>
        <w:rPr>
          <w:b/>
        </w:rPr>
      </w:pPr>
    </w:p>
    <w:p w:rsidR="00542431" w:rsidRPr="00DF043F" w:rsidRDefault="00542431" w:rsidP="00542431">
      <w:pPr>
        <w:spacing w:after="180"/>
        <w:rPr>
          <w:b/>
          <w:color w:val="538135"/>
          <w:sz w:val="24"/>
        </w:rPr>
      </w:pPr>
      <w:r w:rsidRPr="00DF043F">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B53C0" w:rsidTr="003F16F9">
        <w:trPr>
          <w:trHeight w:val="340"/>
        </w:trPr>
        <w:tc>
          <w:tcPr>
            <w:tcW w:w="2196" w:type="dxa"/>
          </w:tcPr>
          <w:p w:rsidR="004B53C0" w:rsidRDefault="004B53C0" w:rsidP="004056D6">
            <w:pPr>
              <w:spacing w:before="60" w:after="60"/>
            </w:pPr>
            <w:r>
              <w:t>Learning focus:</w:t>
            </w:r>
          </w:p>
        </w:tc>
        <w:tc>
          <w:tcPr>
            <w:tcW w:w="6820" w:type="dxa"/>
          </w:tcPr>
          <w:p w:rsidR="004B53C0" w:rsidRDefault="004B53C0" w:rsidP="00B80A76">
            <w:pPr>
              <w:spacing w:before="60" w:after="60"/>
            </w:pPr>
            <w:r w:rsidRPr="00793F96">
              <w:t>Molecules move through the cell cytoplasm by diffusion, and some molecules can enter and leave a cell by diffusing through the cell membrane.</w:t>
            </w:r>
          </w:p>
        </w:tc>
      </w:tr>
      <w:tr w:rsidR="004B53C0" w:rsidTr="003F16F9">
        <w:trPr>
          <w:trHeight w:val="340"/>
        </w:trPr>
        <w:tc>
          <w:tcPr>
            <w:tcW w:w="2196" w:type="dxa"/>
          </w:tcPr>
          <w:p w:rsidR="004B53C0" w:rsidRDefault="004B53C0" w:rsidP="003F16F9">
            <w:pPr>
              <w:spacing w:before="60" w:after="60"/>
            </w:pPr>
            <w:r>
              <w:t>Observable learning outcome:</w:t>
            </w:r>
          </w:p>
        </w:tc>
        <w:tc>
          <w:tcPr>
            <w:tcW w:w="6820" w:type="dxa"/>
          </w:tcPr>
          <w:p w:rsidR="004B53C0" w:rsidRPr="00A50C9C" w:rsidRDefault="004B53C0" w:rsidP="00B80A76">
            <w:pPr>
              <w:spacing w:before="60" w:after="60"/>
              <w:rPr>
                <w:b/>
              </w:rPr>
            </w:pPr>
            <w:r w:rsidRPr="00793F96">
              <w:t>Explain diffusion as the net movement of particles from an area of their higher concentration to an area of their lower concentration.</w:t>
            </w:r>
          </w:p>
        </w:tc>
      </w:tr>
      <w:tr w:rsidR="000505CA" w:rsidTr="003F16F9">
        <w:trPr>
          <w:trHeight w:val="340"/>
        </w:trPr>
        <w:tc>
          <w:tcPr>
            <w:tcW w:w="2196" w:type="dxa"/>
          </w:tcPr>
          <w:p w:rsidR="000505CA" w:rsidRDefault="00760B6A" w:rsidP="000505CA">
            <w:pPr>
              <w:spacing w:before="60" w:after="60"/>
            </w:pPr>
            <w:r>
              <w:t>Activity</w:t>
            </w:r>
            <w:r w:rsidR="000505CA">
              <w:t xml:space="preserve"> type:</w:t>
            </w:r>
          </w:p>
        </w:tc>
        <w:tc>
          <w:tcPr>
            <w:tcW w:w="6820" w:type="dxa"/>
          </w:tcPr>
          <w:p w:rsidR="000505CA" w:rsidRDefault="004B53C0" w:rsidP="0009089A">
            <w:pPr>
              <w:spacing w:before="60" w:after="60"/>
            </w:pPr>
            <w:r w:rsidRPr="004B53C0">
              <w:t>Practical PEOE</w:t>
            </w:r>
            <w:r>
              <w:t xml:space="preserve"> (predict, explain, observe, explain)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B53C0" w:rsidP="000505CA">
            <w:pPr>
              <w:spacing w:before="60" w:after="60"/>
            </w:pPr>
            <w:r>
              <w:t>diffusion, particle, net movement, concentration gradient</w:t>
            </w:r>
          </w:p>
        </w:tc>
      </w:tr>
    </w:tbl>
    <w:p w:rsidR="00542431" w:rsidRDefault="00542431" w:rsidP="00320A64"/>
    <w:p w:rsidR="000C3883" w:rsidRDefault="000C3883" w:rsidP="00B80A76">
      <w:pPr>
        <w:spacing w:after="180"/>
      </w:pPr>
      <w:r>
        <w:t>This activity can help develop students to explore and build explanations of diffusion</w:t>
      </w:r>
      <w:r w:rsidR="001D5FDB">
        <w:t xml:space="preserve"> across a membrane</w:t>
      </w:r>
      <w:r>
        <w:t xml:space="preserve"> at the particle level by challenging them to apply concepts they have been taught to make predictions, followed by group discussion. It can be used in response to the following diagnostic question</w:t>
      </w:r>
      <w:r w:rsidR="001D5FDB">
        <w:t>s</w:t>
      </w:r>
      <w:r w:rsidRPr="006E0400">
        <w:t>:</w:t>
      </w:r>
    </w:p>
    <w:p w:rsidR="00F72ECC" w:rsidRDefault="000C3883" w:rsidP="00F72ECC">
      <w:pPr>
        <w:pStyle w:val="ListParagraph"/>
        <w:numPr>
          <w:ilvl w:val="0"/>
          <w:numId w:val="1"/>
        </w:numPr>
        <w:spacing w:after="180"/>
      </w:pPr>
      <w:r w:rsidRPr="004A4541">
        <w:t xml:space="preserve">Diagnostic question: </w:t>
      </w:r>
      <w:r w:rsidR="001D5FDB">
        <w:t>Across the membrane</w:t>
      </w:r>
    </w:p>
    <w:p w:rsidR="001D5FDB" w:rsidRDefault="001D5FDB" w:rsidP="001D5FDB">
      <w:pPr>
        <w:pStyle w:val="ListParagraph"/>
        <w:numPr>
          <w:ilvl w:val="0"/>
          <w:numId w:val="1"/>
        </w:numPr>
        <w:spacing w:after="180"/>
      </w:pPr>
      <w:r w:rsidRPr="004A4541">
        <w:t>Diagnostic question:</w:t>
      </w:r>
      <w:r>
        <w:t xml:space="preserve"> </w:t>
      </w:r>
      <w:r w:rsidRPr="001D5FDB">
        <w:t>In and out of a cell</w:t>
      </w:r>
    </w:p>
    <w:p w:rsidR="001D5FDB" w:rsidRDefault="001D5FDB" w:rsidP="00F72ECC">
      <w:pPr>
        <w:pStyle w:val="ListParagraph"/>
        <w:numPr>
          <w:ilvl w:val="0"/>
          <w:numId w:val="1"/>
        </w:numPr>
        <w:spacing w:after="180"/>
      </w:pPr>
      <w:r w:rsidRPr="004A4541">
        <w:t>Diagnostic question:</w:t>
      </w:r>
      <w:r>
        <w:t xml:space="preserve"> Dead cell</w:t>
      </w:r>
    </w:p>
    <w:p w:rsidR="00C05571" w:rsidRPr="00DF043F" w:rsidRDefault="00BB44B4" w:rsidP="00026DEC">
      <w:pPr>
        <w:spacing w:after="180"/>
        <w:rPr>
          <w:b/>
          <w:color w:val="538135"/>
          <w:sz w:val="24"/>
        </w:rPr>
      </w:pPr>
      <w:r w:rsidRPr="00DF043F">
        <w:rPr>
          <w:b/>
          <w:color w:val="538135"/>
          <w:sz w:val="24"/>
        </w:rPr>
        <w:t>What does the research say</w:t>
      </w:r>
      <w:r w:rsidR="00C05571" w:rsidRPr="00DF043F">
        <w:rPr>
          <w:b/>
          <w:color w:val="538135"/>
          <w:sz w:val="24"/>
        </w:rPr>
        <w:t>?</w:t>
      </w:r>
    </w:p>
    <w:p w:rsidR="00EB47FD" w:rsidRDefault="00EB47FD" w:rsidP="00EB47FD">
      <w:pPr>
        <w:spacing w:after="180"/>
      </w:pPr>
      <w:r>
        <w:rPr>
          <w:rFonts w:cstheme="minorHAnsi"/>
        </w:rPr>
        <w:t xml:space="preserve">Students can struggle to understand and explain diffusion because of the apparent disconnect between what happens at the macroscopic level and what happens at the particle level – e.g. molecules collide and move in random directions and do not stop, but there is </w:t>
      </w:r>
      <w:r w:rsidRPr="00EB47FD">
        <w:rPr>
          <w:rFonts w:cstheme="minorHAnsi"/>
          <w:i/>
        </w:rPr>
        <w:t>net</w:t>
      </w:r>
      <w:r>
        <w:rPr>
          <w:rFonts w:cstheme="minorHAnsi"/>
        </w:rPr>
        <w:t xml:space="preserve"> movement from high concentration to low concentration until equilibrium is reached </w:t>
      </w:r>
      <w:r>
        <w:rPr>
          <w:rFonts w:cstheme="minorHAnsi"/>
        </w:rPr>
        <w:fldChar w:fldCharType="begin">
          <w:fldData xml:space="preserve">PEVuZE5vdGU+PENpdGU+PEF1dGhvcj5BbEhhcmJpPC9BdXRob3I+PFllYXI+MjAxNTwvWWVhcj48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</w:fldData>
        </w:fldChar>
      </w:r>
      <w:r>
        <w:rPr>
          <w:rFonts w:cstheme="minorHAnsi"/>
        </w:rPr>
        <w:instrText xml:space="preserve"> ADDIN EN.CITE </w:instrText>
      </w:r>
      <w:r>
        <w:rPr>
          <w:rFonts w:cstheme="minorHAnsi"/>
        </w:rPr>
        <w:fldChar w:fldCharType="begin">
          <w:fldData xml:space="preserve">PEVuZE5vdGU+PENpdGU+PEF1dGhvcj5BbEhhcmJpPC9BdXRob3I+PFllYXI+MjAxNTwvWWVhcj48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Pr>
          <w:rFonts w:cstheme="minorHAnsi"/>
          <w:noProof/>
        </w:rPr>
        <w:t>(AlHarbi et al., 2015; Stains and Sevian, 2015)</w:t>
      </w:r>
      <w:r>
        <w:rPr>
          <w:rFonts w:cstheme="minorHAnsi"/>
        </w:rPr>
        <w:fldChar w:fldCharType="end"/>
      </w:r>
      <w:r>
        <w:rPr>
          <w:rFonts w:cstheme="minorHAnsi"/>
        </w:rPr>
        <w:t xml:space="preserve">. </w:t>
      </w:r>
      <w:r w:rsidRPr="005B7E37">
        <w:rPr>
          <w:rFonts w:cstheme="minorHAnsi"/>
        </w:rPr>
        <w:t>Johnson</w:t>
      </w:r>
      <w:r>
        <w:rPr>
          <w:rFonts w:cstheme="minorHAnsi"/>
        </w:rPr>
        <w:t xml:space="preserve"> </w:t>
      </w:r>
      <w:r>
        <w:rPr>
          <w:rFonts w:cstheme="minorHAnsi"/>
        </w:rPr>
        <w:fldChar w:fldCharType="begin"/>
      </w:r>
      <w:r>
        <w:rPr>
          <w:rFonts w:cstheme="minorHAnsi"/>
        </w:rPr>
        <w:instrText xml:space="preserve"> ADDIN EN.CITE &lt;EndNote&gt;&lt;Cite ExcludeAuth="1"&gt;&lt;Author&gt;Johnson&lt;/Author&gt;&lt;Year&gt;1998&lt;/Year&gt;&lt;IDText&gt;Progression in children&amp;apos;s understanding of a basic particle theory: a longitudinal study&lt;/IDText&gt;&lt;DisplayText&gt;(1998)&lt;/DisplayText&gt;&lt;record&gt;&lt;keywords&gt;&lt;keyword&gt;g6,P,AT&lt;/keyword&gt;&lt;/keywords&gt;&lt;titles&gt;&lt;title&gt;Progression in children&amp;apos;s understanding of a basic particle theory: a longitudinal study&lt;/title&gt;&lt;secondary-title&gt;International Journal of Science Education&lt;/secondary-title&gt;&lt;/titles&gt;&lt;pages&gt;393-412&lt;/pages&gt;&lt;number&gt;4&lt;/number&gt;&lt;contributors&gt;&lt;authors&gt;&lt;author&gt;Johnson, Philip&lt;/author&gt;&lt;/authors&gt;&lt;/contributors&gt;&lt;added-date format="utc"&gt;1528984367&lt;/added-date&gt;&lt;ref-type name="Journal Article"&gt;17&lt;/ref-type&gt;&lt;dates&gt;&lt;year&gt;1998&lt;/year&gt;&lt;/dates&gt;&lt;rec-number&gt;2979&lt;/rec-number&gt;&lt;last-updated-date format="utc"&gt;1543949978&lt;/last-updated-date&gt;&lt;volume&gt;20&lt;/volume&gt;&lt;/record&gt;&lt;/Cite&gt;&lt;/EndNote&gt;</w:instrText>
      </w:r>
      <w:r>
        <w:rPr>
          <w:rFonts w:cstheme="minorHAnsi"/>
        </w:rPr>
        <w:fldChar w:fldCharType="separate"/>
      </w:r>
      <w:r>
        <w:rPr>
          <w:rFonts w:cstheme="minorHAnsi"/>
          <w:noProof/>
        </w:rPr>
        <w:t>(1998)</w:t>
      </w:r>
      <w:r>
        <w:rPr>
          <w:rFonts w:cstheme="minorHAnsi"/>
        </w:rPr>
        <w:fldChar w:fldCharType="end"/>
      </w:r>
      <w:r>
        <w:rPr>
          <w:rFonts w:cstheme="minorHAnsi"/>
        </w:rPr>
        <w:t xml:space="preserve"> </w:t>
      </w:r>
      <w:r w:rsidRPr="005B7E37">
        <w:rPr>
          <w:rFonts w:cstheme="minorHAnsi"/>
        </w:rPr>
        <w:t>summarises research</w:t>
      </w:r>
      <w:r>
        <w:rPr>
          <w:rFonts w:cstheme="minorHAnsi"/>
        </w:rPr>
        <w:t xml:space="preserve"> in which it was found that even s</w:t>
      </w:r>
      <w:r w:rsidRPr="005B7E37">
        <w:rPr>
          <w:rFonts w:cstheme="minorHAnsi"/>
        </w:rPr>
        <w:t>tudents</w:t>
      </w:r>
      <w:r>
        <w:rPr>
          <w:rFonts w:cstheme="minorHAnsi"/>
        </w:rPr>
        <w:t xml:space="preserve"> who appreciate that a substance is made up of particles</w:t>
      </w:r>
      <w:r w:rsidRPr="00227A85">
        <w:rPr>
          <w:rFonts w:cstheme="minorHAnsi"/>
        </w:rPr>
        <w:t xml:space="preserve"> </w:t>
      </w:r>
      <w:r w:rsidRPr="00494399">
        <w:t xml:space="preserve">showed very little appreciation of the </w:t>
      </w:r>
      <w:r>
        <w:t xml:space="preserve">intrinsic, random </w:t>
      </w:r>
      <w:r w:rsidRPr="00494399">
        <w:t>movement of particles.</w:t>
      </w:r>
    </w:p>
    <w:p w:rsidR="00EB47FD" w:rsidRDefault="00EB47FD" w:rsidP="00EB47FD">
      <w:pPr>
        <w:spacing w:after="120"/>
      </w:pPr>
      <w:r>
        <w:t>Various re</w:t>
      </w:r>
      <w:r w:rsidRPr="00BC3484">
        <w:t>search</w:t>
      </w:r>
      <w:r>
        <w:t>ers</w:t>
      </w:r>
      <w:r w:rsidRPr="00BC3484">
        <w:t xml:space="preserve"> </w:t>
      </w:r>
      <w:r>
        <w:fldChar w:fldCharType="begin">
          <w:fldData xml:space="preserve">PEVuZE5vdGU+PENpdGU+PEF1dGhvcj5PZG9tPC9BdXRob3I+PFllYXI+MTk5NTwvWWVhcj48SURU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</w:fldData>
        </w:fldChar>
      </w:r>
      <w:r>
        <w:instrText xml:space="preserve"> ADDIN EN.CITE </w:instrText>
      </w:r>
      <w:r>
        <w:fldChar w:fldCharType="begin">
          <w:fldData xml:space="preserve">PEVuZE5vdGU+PENpdGU+PEF1dGhvcj5PZG9tPC9BdXRob3I+PFllYXI+MTk5NTwvWWVhcj48SURU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</w:fldData>
        </w:fldChar>
      </w:r>
      <w:r>
        <w:instrText xml:space="preserve"> ADDIN EN.CITE.DATA </w:instrText>
      </w:r>
      <w:r>
        <w:fldChar w:fldCharType="end"/>
      </w:r>
      <w:r>
        <w:fldChar w:fldCharType="separate"/>
      </w:r>
      <w:r>
        <w:rPr>
          <w:noProof/>
        </w:rPr>
        <w:t>(Odom, 1995; Tomažič and Vidic, 2012; Stains and Sevian, 2015; Oztas and Oztas, 2016)</w:t>
      </w:r>
      <w:r>
        <w:fldChar w:fldCharType="end"/>
      </w:r>
      <w:r w:rsidRPr="00BC3484">
        <w:t xml:space="preserve"> ha</w:t>
      </w:r>
      <w:r>
        <w:t>ve described</w:t>
      </w:r>
      <w:r w:rsidRPr="00BC3484">
        <w:t xml:space="preserve"> </w:t>
      </w:r>
      <w:r>
        <w:t xml:space="preserve">common </w:t>
      </w:r>
      <w:r w:rsidRPr="00BC3484">
        <w:t xml:space="preserve">misunderstandings about diffusion in school children that </w:t>
      </w:r>
      <w:r>
        <w:t xml:space="preserve">can </w:t>
      </w:r>
      <w:r w:rsidRPr="00BC3484">
        <w:t>persist in students up to university level,</w:t>
      </w:r>
      <w:r>
        <w:t xml:space="preserve"> including that:</w:t>
      </w:r>
    </w:p>
    <w:p w:rsidR="00EB47FD" w:rsidRDefault="00EB47FD" w:rsidP="00EB47FD">
      <w:pPr>
        <w:pStyle w:val="ListParagraph"/>
        <w:numPr>
          <w:ilvl w:val="0"/>
          <w:numId w:val="5"/>
        </w:numPr>
        <w:spacing w:after="120"/>
      </w:pPr>
      <w:r>
        <w:t xml:space="preserve">molecules move only in one direction, from an area of higher concentration to an area of lower concentration (a failure to understand the random movement of particles versus the concept of </w:t>
      </w:r>
      <w:r w:rsidRPr="00E651C6">
        <w:rPr>
          <w:i/>
        </w:rPr>
        <w:t>net</w:t>
      </w:r>
      <w:r>
        <w:t xml:space="preserve"> movement);</w:t>
      </w:r>
    </w:p>
    <w:p w:rsidR="00EB47FD" w:rsidRDefault="00EB47FD" w:rsidP="00AC0A96">
      <w:pPr>
        <w:pStyle w:val="ListParagraph"/>
        <w:numPr>
          <w:ilvl w:val="0"/>
          <w:numId w:val="5"/>
        </w:numPr>
        <w:spacing w:after="120"/>
      </w:pPr>
      <w:proofErr w:type="gramStart"/>
      <w:r>
        <w:t>movement</w:t>
      </w:r>
      <w:proofErr w:type="gramEnd"/>
      <w:r>
        <w:t xml:space="preserve"> of particles stops after the concentration gradient between two areas has been equalised by diffusion (possibly because students interpret “no net movement” to m</w:t>
      </w:r>
      <w:r w:rsidR="00AC0A96">
        <w:t>ean “no movement of particles”)</w:t>
      </w:r>
      <w:r>
        <w:t>.</w:t>
      </w:r>
    </w:p>
    <w:p w:rsidR="00EB47FD" w:rsidRDefault="00EB47FD" w:rsidP="00EB47FD">
      <w:pPr>
        <w:spacing w:after="180"/>
      </w:pPr>
      <w:r>
        <w:t xml:space="preserve">Some students believe that diffusion requires an external force or mechanical event (rather than resulting from the intrinsic movement of particles), a misunderstanding that may be linked to </w:t>
      </w:r>
      <w:r w:rsidRPr="002E4248">
        <w:t>students’ everyday experiences of stirring and dissolving, such as stirring sugar into tea</w:t>
      </w:r>
      <w:r>
        <w:t xml:space="preserve"> </w:t>
      </w:r>
      <w:r>
        <w:fldChar w:fldCharType="begin">
          <w:fldData xml:space="preserve">PEVuZE5vdGU+PENpdGU+PEF1dGhvcj7Dh2Fsw71rPC9BdXRob3I+PFllYXI+MjAwNTwvWWVhcj48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</w:fldData>
        </w:fldChar>
      </w:r>
      <w:r>
        <w:instrText xml:space="preserve"> ADDIN EN.CITE </w:instrText>
      </w:r>
      <w:r>
        <w:fldChar w:fldCharType="begin">
          <w:fldData xml:space="preserve">PEVuZE5vdGU+PENpdGU+PEF1dGhvcj7Dh2Fsw71rPC9BdXRob3I+PFllYXI+MjAwNTwvWWVhcj48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</w:fldData>
        </w:fldChar>
      </w:r>
      <w:r>
        <w:instrText xml:space="preserve"> ADDIN EN.CITE.DATA </w:instrText>
      </w:r>
      <w:r>
        <w:fldChar w:fldCharType="end"/>
      </w:r>
      <w:r>
        <w:fldChar w:fldCharType="separate"/>
      </w:r>
      <w:r>
        <w:rPr>
          <w:noProof/>
        </w:rPr>
        <w:t>(Çalýk, Ayas and Ebenezer, 2005; Stains and Sevian, 2015)</w:t>
      </w:r>
      <w:r>
        <w:fldChar w:fldCharType="end"/>
      </w:r>
      <w:r>
        <w:t>.</w:t>
      </w:r>
    </w:p>
    <w:p w:rsidR="00C05571" w:rsidRDefault="00EB47FD" w:rsidP="00EB47FD">
      <w:pPr>
        <w:spacing w:after="180"/>
      </w:pPr>
      <w:r>
        <w:t xml:space="preserve">A number of researchers have described constructivist approaches that enable students to build their own explanations of diffusion, which may help to develop students’ understanding and </w:t>
      </w:r>
      <w:r>
        <w:lastRenderedPageBreak/>
        <w:t xml:space="preserve">overcome misconceptions, including group discussion and challenging students to apply concepts they have been taught to make predictions </w:t>
      </w:r>
      <w:r>
        <w:fldChar w:fldCharType="begin"/>
      </w:r>
      <w:r>
        <w:instrText xml:space="preserve"> ADDIN EN.CITE &lt;EndNote&gt;&lt;Cite&gt;&lt;Author&gt;Christianson&lt;/Author&gt;&lt;Year&gt;1999&lt;/Year&gt;&lt;IDText&gt;Comparison of student learning about diffusion and osmosis in constructivist and traditional classrooms&lt;/IDText&gt;&lt;DisplayText&gt;(Christianson and Fisher, 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fldChar w:fldCharType="separate"/>
      </w:r>
      <w:r>
        <w:rPr>
          <w:noProof/>
        </w:rPr>
        <w:t>(Christianson and Fisher, 1999)</w:t>
      </w:r>
      <w:r>
        <w:fldChar w:fldCharType="end"/>
      </w:r>
      <w:r>
        <w:t>.</w:t>
      </w:r>
    </w:p>
    <w:p w:rsidR="007A748B" w:rsidRPr="00DF043F" w:rsidRDefault="007A748B" w:rsidP="00026DEC">
      <w:pPr>
        <w:spacing w:after="180"/>
        <w:rPr>
          <w:b/>
          <w:color w:val="538135"/>
          <w:sz w:val="24"/>
        </w:rPr>
      </w:pPr>
      <w:r w:rsidRPr="00DF043F">
        <w:rPr>
          <w:b/>
          <w:color w:val="538135"/>
          <w:sz w:val="24"/>
        </w:rPr>
        <w:t xml:space="preserve">Ways to use this </w:t>
      </w:r>
      <w:r w:rsidR="008A3B6A" w:rsidRPr="00DF043F">
        <w:rPr>
          <w:b/>
          <w:color w:val="538135"/>
          <w:sz w:val="24"/>
        </w:rPr>
        <w:t>activity</w:t>
      </w:r>
    </w:p>
    <w:p w:rsidR="00542431" w:rsidRDefault="00F658B7" w:rsidP="00542431">
      <w:pPr>
        <w:spacing w:after="180"/>
      </w:pPr>
      <w:r w:rsidRPr="00F658B7">
        <w:t xml:space="preserve">This activity takes the form of a </w:t>
      </w:r>
      <w:r>
        <w:t>predict-explain-observe-explain (PEOE) activity, which allows students to apply what they know to make predictions, and to build explanations for what they have predicted and what they observe.</w:t>
      </w:r>
    </w:p>
    <w:p w:rsidR="0044449F" w:rsidRDefault="0044449F" w:rsidP="0044449F">
      <w:pPr>
        <w:spacing w:after="180"/>
      </w:pPr>
      <w:r w:rsidRPr="00DA3B6C">
        <w:t xml:space="preserve">Students </w:t>
      </w:r>
      <w:r>
        <w:t>should complete this activity in pairs or small groups, with time allowed for each group to engage in discussion to agree their predictions and explanations. It is through the discussions that students can check and develop their understanding.</w:t>
      </w:r>
      <w:r w:rsidR="0073341E">
        <w:t xml:space="preserve"> If students in any group cannot agree, you may be able to direct them with some careful questioning.</w:t>
      </w:r>
    </w:p>
    <w:p w:rsidR="0044449F" w:rsidRDefault="0044449F" w:rsidP="0044449F">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w:t>
      </w:r>
      <w:r w:rsidR="0073341E">
        <w:t>it will happen.</w:t>
      </w:r>
    </w:p>
    <w:p w:rsidR="0044449F" w:rsidRDefault="0044449F" w:rsidP="0044449F">
      <w:pPr>
        <w:spacing w:after="180"/>
      </w:pPr>
      <w:r>
        <w:t>Students now carry out the practical, or watch a demonstrati</w:t>
      </w:r>
      <w:r w:rsidR="0073341E">
        <w:t xml:space="preserve">on.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73341E">
        <w:t>observes</w:t>
      </w:r>
      <w:r>
        <w:t xml:space="preserve"> the same thing.</w:t>
      </w:r>
    </w:p>
    <w:p w:rsidR="0044449F" w:rsidRDefault="0044449F" w:rsidP="0044449F">
      <w:pPr>
        <w:spacing w:after="180"/>
      </w:pPr>
      <w:r>
        <w:t>After the practical each group should be given the opportunity to change</w:t>
      </w:r>
      <w:r w:rsidR="0073341E">
        <w:t>, or improve their explanation in light of their observations.</w:t>
      </w:r>
      <w:r>
        <w:t xml:space="preserve"> A good way to review your students’ thinking might be through a structured class</w:t>
      </w:r>
      <w:r w:rsidR="0073341E">
        <w:t xml:space="preserve"> discussion. </w:t>
      </w:r>
      <w:r>
        <w:t xml:space="preserve">You could ask several groups for their </w:t>
      </w:r>
      <w:r w:rsidRPr="0073341E">
        <w:t>explanations</w:t>
      </w:r>
      <w:r>
        <w:t xml:space="preserve"> and put</w:t>
      </w:r>
      <w:r w:rsidR="0073341E">
        <w:t xml:space="preserve"> these on the whiteboard.</w:t>
      </w:r>
      <w:r>
        <w:t xml:space="preserve"> Then ask other groups to suggest which explanation is the </w:t>
      </w:r>
      <w:r w:rsidR="0073341E">
        <w:t>best and why</w:t>
      </w:r>
      <w:r>
        <w:t xml:space="preserve">, </w:t>
      </w:r>
      <w:r w:rsidR="0073341E">
        <w:t xml:space="preserve">the </w:t>
      </w:r>
      <w:r>
        <w:t>through careful questioning work up a clear ‘class explanation’</w:t>
      </w:r>
      <w:r w:rsidR="0073341E">
        <w:t>.</w:t>
      </w:r>
    </w:p>
    <w:p w:rsidR="0044449F" w:rsidRDefault="0044449F" w:rsidP="0044449F">
      <w:pPr>
        <w:spacing w:after="180"/>
      </w:pPr>
      <w:r>
        <w:t>A useful follow up is for individual students to then write down explanations in their own words – without reference to the class explanation on the board (i.e. cover it up).</w:t>
      </w:r>
    </w:p>
    <w:p w:rsidR="0044449F" w:rsidRPr="00F658B7" w:rsidRDefault="0044449F" w:rsidP="0044449F">
      <w:pPr>
        <w:spacing w:after="18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BB44B4" w:rsidRPr="00F26884" w:rsidRDefault="00542431" w:rsidP="00BB44B4">
      <w:pPr>
        <w:spacing w:after="180"/>
        <w:rPr>
          <w:b/>
          <w:color w:val="76923C" w:themeColor="accent3" w:themeShade="BF"/>
          <w:sz w:val="24"/>
        </w:rPr>
      </w:pPr>
      <w:r w:rsidRPr="00DF043F">
        <w:rPr>
          <w:b/>
          <w:color w:val="538135"/>
          <w:sz w:val="24"/>
        </w:rPr>
        <w:t>Equipment</w:t>
      </w:r>
    </w:p>
    <w:p w:rsidR="00542431" w:rsidRDefault="00542431" w:rsidP="00542431">
      <w:pPr>
        <w:spacing w:after="180"/>
      </w:pPr>
      <w:r w:rsidRPr="005B1739">
        <w:t xml:space="preserve">For </w:t>
      </w:r>
      <w:r>
        <w:t>the class</w:t>
      </w:r>
      <w:r w:rsidRPr="005B1739">
        <w:t>:</w:t>
      </w:r>
    </w:p>
    <w:p w:rsidR="00542431" w:rsidRPr="00CB302B" w:rsidRDefault="00DE06BE" w:rsidP="00542431">
      <w:pPr>
        <w:pStyle w:val="ListParagraph"/>
        <w:numPr>
          <w:ilvl w:val="0"/>
          <w:numId w:val="1"/>
        </w:numPr>
        <w:spacing w:after="180"/>
      </w:pPr>
      <w:r>
        <w:t>teabag</w:t>
      </w:r>
    </w:p>
    <w:p w:rsidR="00EB47FD" w:rsidRDefault="00DE06BE" w:rsidP="00542431">
      <w:pPr>
        <w:pStyle w:val="ListParagraph"/>
        <w:numPr>
          <w:ilvl w:val="0"/>
          <w:numId w:val="1"/>
        </w:numPr>
        <w:spacing w:after="180"/>
      </w:pPr>
      <w:r>
        <w:t xml:space="preserve">cup or </w:t>
      </w:r>
      <w:r w:rsidR="00EB47FD">
        <w:t>beaker of water</w:t>
      </w:r>
      <w:r>
        <w:t xml:space="preserve"> at room temperature</w:t>
      </w:r>
    </w:p>
    <w:p w:rsidR="00EB47FD" w:rsidRDefault="00EB47FD" w:rsidP="00542431">
      <w:pPr>
        <w:pStyle w:val="ListParagraph"/>
        <w:numPr>
          <w:ilvl w:val="0"/>
          <w:numId w:val="1"/>
        </w:numPr>
        <w:spacing w:after="180"/>
      </w:pPr>
      <w:proofErr w:type="spellStart"/>
      <w:r>
        <w:t>visualiser</w:t>
      </w:r>
      <w:proofErr w:type="spellEnd"/>
      <w:r>
        <w:t xml:space="preserve"> or overhead projector (optional)</w:t>
      </w:r>
    </w:p>
    <w:p w:rsidR="00DE06BE" w:rsidRPr="000947E2" w:rsidRDefault="00DE06BE" w:rsidP="000313DB">
      <w:pPr>
        <w:tabs>
          <w:tab w:val="left" w:pos="7548"/>
        </w:tabs>
        <w:spacing w:after="180"/>
      </w:pPr>
      <w:r>
        <w:t>The water should be at room temperature to avoid convection effects.</w:t>
      </w:r>
      <w:r w:rsidR="000313DB">
        <w:tab/>
      </w:r>
    </w:p>
    <w:p w:rsidR="00E172C6" w:rsidRPr="00DF043F" w:rsidRDefault="00BB44B4" w:rsidP="00026DEC">
      <w:pPr>
        <w:spacing w:after="180"/>
        <w:rPr>
          <w:b/>
          <w:color w:val="538135"/>
          <w:sz w:val="24"/>
        </w:rPr>
      </w:pPr>
      <w:r w:rsidRPr="00DF043F">
        <w:rPr>
          <w:b/>
          <w:color w:val="538135"/>
          <w:sz w:val="24"/>
        </w:rPr>
        <w:t>Expected answers</w:t>
      </w:r>
    </w:p>
    <w:p w:rsidR="00DB0470" w:rsidRDefault="00DB0470" w:rsidP="00B00348">
      <w:pPr>
        <w:spacing w:after="180"/>
      </w:pPr>
      <w:r>
        <w:t xml:space="preserve">Students should predict that the water will eventually turn </w:t>
      </w:r>
      <w:r w:rsidR="0033641A">
        <w:t>brown</w:t>
      </w:r>
      <w:r>
        <w:t xml:space="preserve"> (or </w:t>
      </w:r>
      <w:r w:rsidR="0033641A">
        <w:t>“tea-</w:t>
      </w:r>
      <w:r>
        <w:t>colour</w:t>
      </w:r>
      <w:r w:rsidR="0033641A">
        <w:t>ed”), o</w:t>
      </w:r>
      <w:r w:rsidR="00AE2CCF">
        <w:t xml:space="preserve">r that the </w:t>
      </w:r>
      <w:r w:rsidR="0033641A">
        <w:t xml:space="preserve">tea </w:t>
      </w:r>
      <w:r w:rsidR="00BA1984">
        <w:t xml:space="preserve">will </w:t>
      </w:r>
      <w:r w:rsidR="0033641A">
        <w:t xml:space="preserve">mix with and </w:t>
      </w:r>
      <w:r w:rsidR="00BA1984">
        <w:t>spread throughout the water.</w:t>
      </w:r>
    </w:p>
    <w:p w:rsidR="00DB0470" w:rsidRDefault="0089138A" w:rsidP="00DB0470">
      <w:pPr>
        <w:spacing w:after="180"/>
      </w:pPr>
      <w:r>
        <w:t>Good</w:t>
      </w:r>
      <w:r w:rsidR="00BA1984">
        <w:t xml:space="preserve"> </w:t>
      </w:r>
      <w:r w:rsidR="00DE06BE">
        <w:t xml:space="preserve">scientific </w:t>
      </w:r>
      <w:r w:rsidR="00BA1984">
        <w:t>explanations for this</w:t>
      </w:r>
      <w:r>
        <w:t xml:space="preserve"> will include the following ideas</w:t>
      </w:r>
      <w:r w:rsidR="00BA1984">
        <w:t xml:space="preserve"> </w:t>
      </w:r>
      <w:r w:rsidR="00DB0470">
        <w:fldChar w:fldCharType="begin"/>
      </w:r>
      <w:r w:rsidR="00BA1984">
        <w:instrText xml:space="preserve"> ADDIN EN.CITE &lt;EndNote&gt;&lt;Cite&gt;&lt;Author&gt;Odom&lt;/Author&gt;&lt;Year&gt;1995&lt;/Year&gt;&lt;IDText&gt;Secondary &amp;amp; college biology students&amp;apos; misconceptions about diffusion &amp;amp; osmosis&lt;/IDText&gt;&lt;Prefix&gt;adapted from &lt;/Prefix&gt;&lt;DisplayText&gt;(adapted from Odom, 1995)&lt;/DisplayText&gt;&lt;record&gt;&lt;keywords&gt;&lt;keyword&gt;g6,B&lt;/keyword&gt;&lt;/keywords&gt;&lt;titles&gt;&lt;title&gt;Secondary &amp;amp; college biology students&amp;apos; misconceptions about diffusion &amp;amp; osmosis&lt;/title&gt;&lt;secondary-title&gt;The American Biology Teacher&lt;/secondary-title&gt;&lt;/titles&gt;&lt;pages&gt;409-415&lt;/pages&gt;&lt;number&gt;7&lt;/number&gt;&lt;contributors&gt;&lt;authors&gt;&lt;author&gt;Odom, A.&lt;/author&gt;&lt;/authors&gt;&lt;/contributors&gt;&lt;added-date format="utc"&gt;1528984454&lt;/added-date&gt;&lt;ref-type name="Journal Article"&gt;17&lt;/ref-type&gt;&lt;dates&gt;&lt;year&gt;1995&lt;/year&gt;&lt;/dates&gt;&lt;rec-number&gt;4556&lt;/rec-number&gt;&lt;last-updated-date format="utc"&gt;1544017172&lt;/last-updated-date&gt;&lt;volume&gt;57&lt;/volume&gt;&lt;/record&gt;&lt;/Cite&gt;&lt;/EndNote&gt;</w:instrText>
      </w:r>
      <w:r w:rsidR="00DB0470">
        <w:fldChar w:fldCharType="separate"/>
      </w:r>
      <w:r w:rsidR="00BA1984">
        <w:rPr>
          <w:noProof/>
        </w:rPr>
        <w:t>(adapted from Odom, 1995)</w:t>
      </w:r>
      <w:r w:rsidR="00DB0470">
        <w:fldChar w:fldCharType="end"/>
      </w:r>
      <w:r w:rsidR="00BA1984">
        <w:t>:</w:t>
      </w:r>
    </w:p>
    <w:p w:rsidR="00DB0470" w:rsidRDefault="00BA1984" w:rsidP="00BA1984">
      <w:pPr>
        <w:pStyle w:val="ListParagraph"/>
        <w:numPr>
          <w:ilvl w:val="0"/>
          <w:numId w:val="7"/>
        </w:numPr>
        <w:spacing w:after="180"/>
      </w:pPr>
      <w:r>
        <w:t>The</w:t>
      </w:r>
      <w:r w:rsidR="00DB0470" w:rsidRPr="004553AD">
        <w:t xml:space="preserve"> particles</w:t>
      </w:r>
      <w:r>
        <w:t>/molecules</w:t>
      </w:r>
      <w:r w:rsidR="0033641A">
        <w:t xml:space="preserve"> of tea</w:t>
      </w:r>
      <w:r>
        <w:t xml:space="preserve"> </w:t>
      </w:r>
      <w:r w:rsidR="00727A73">
        <w:t>(</w:t>
      </w:r>
      <w:r>
        <w:t xml:space="preserve">and </w:t>
      </w:r>
      <w:r w:rsidR="0033641A">
        <w:t xml:space="preserve">of </w:t>
      </w:r>
      <w:r>
        <w:t>the water</w:t>
      </w:r>
      <w:r w:rsidR="00727A73">
        <w:t>)</w:t>
      </w:r>
      <w:r w:rsidR="00DB0470" w:rsidRPr="004553AD">
        <w:t xml:space="preserve"> are constant</w:t>
      </w:r>
      <w:r w:rsidR="00727A73">
        <w:t>ly</w:t>
      </w:r>
      <w:r w:rsidR="00DB0470" w:rsidRPr="004553AD">
        <w:t xml:space="preserve"> </w:t>
      </w:r>
      <w:r w:rsidR="00727A73">
        <w:t>moving</w:t>
      </w:r>
      <w:r w:rsidR="00DB0470" w:rsidRPr="004553AD">
        <w:t>.</w:t>
      </w:r>
    </w:p>
    <w:p w:rsidR="00DB0470" w:rsidRDefault="00DB0470" w:rsidP="00BA1984">
      <w:pPr>
        <w:pStyle w:val="ListParagraph"/>
        <w:numPr>
          <w:ilvl w:val="0"/>
          <w:numId w:val="7"/>
        </w:numPr>
        <w:spacing w:after="180"/>
      </w:pPr>
      <w:r w:rsidRPr="004553AD">
        <w:t xml:space="preserve">Diffusion results from the random </w:t>
      </w:r>
      <w:r w:rsidR="00727A73">
        <w:t>movement</w:t>
      </w:r>
      <w:r w:rsidRPr="004553AD">
        <w:t xml:space="preserve"> and collisions of </w:t>
      </w:r>
      <w:r w:rsidR="00BA1984">
        <w:t xml:space="preserve">the </w:t>
      </w:r>
      <w:r w:rsidRPr="004553AD">
        <w:t>particles</w:t>
      </w:r>
      <w:r w:rsidR="00BA1984">
        <w:t>/molecules</w:t>
      </w:r>
      <w:r w:rsidR="0033641A">
        <w:t xml:space="preserve"> – so no stirring or heating is required</w:t>
      </w:r>
      <w:r w:rsidRPr="004553AD">
        <w:t>.</w:t>
      </w:r>
    </w:p>
    <w:p w:rsidR="0033641A" w:rsidRDefault="0033641A" w:rsidP="00BA1984">
      <w:pPr>
        <w:pStyle w:val="ListParagraph"/>
        <w:numPr>
          <w:ilvl w:val="0"/>
          <w:numId w:val="7"/>
        </w:numPr>
        <w:spacing w:after="180"/>
      </w:pPr>
      <w:r>
        <w:t xml:space="preserve">The particles/molecules of tea will move through </w:t>
      </w:r>
      <w:r>
        <w:t xml:space="preserve">(holes in) </w:t>
      </w:r>
      <w:r>
        <w:t>the</w:t>
      </w:r>
      <w:r>
        <w:t xml:space="preserve"> walls/membrane of the teabag.</w:t>
      </w:r>
    </w:p>
    <w:p w:rsidR="00727A73" w:rsidRDefault="00727A73" w:rsidP="00BA1984">
      <w:pPr>
        <w:pStyle w:val="ListParagraph"/>
        <w:numPr>
          <w:ilvl w:val="0"/>
          <w:numId w:val="7"/>
        </w:numPr>
        <w:spacing w:after="180"/>
      </w:pPr>
      <w:r>
        <w:t xml:space="preserve">The particles/molecules of </w:t>
      </w:r>
      <w:r w:rsidR="0033641A">
        <w:t xml:space="preserve">tea </w:t>
      </w:r>
      <w:r>
        <w:t>will move through</w:t>
      </w:r>
      <w:r w:rsidR="00CA58F2">
        <w:t>out</w:t>
      </w:r>
      <w:r>
        <w:t xml:space="preserve"> the water particles/</w:t>
      </w:r>
      <w:r w:rsidR="00CA58F2">
        <w:t>molecules.</w:t>
      </w:r>
    </w:p>
    <w:p w:rsidR="00BA1984" w:rsidRDefault="00BA1984" w:rsidP="00BA1984">
      <w:pPr>
        <w:pStyle w:val="ListParagraph"/>
        <w:numPr>
          <w:ilvl w:val="0"/>
          <w:numId w:val="7"/>
        </w:numPr>
        <w:spacing w:after="180"/>
      </w:pPr>
      <w:r>
        <w:t>The particles/molecules will move in all directions.</w:t>
      </w:r>
    </w:p>
    <w:p w:rsidR="00DB0470" w:rsidRDefault="00BA1984" w:rsidP="00BA1984">
      <w:pPr>
        <w:pStyle w:val="ListParagraph"/>
        <w:numPr>
          <w:ilvl w:val="0"/>
          <w:numId w:val="7"/>
        </w:numPr>
        <w:spacing w:after="180"/>
      </w:pPr>
      <w:r>
        <w:t>There will be a</w:t>
      </w:r>
      <w:r w:rsidR="00DB0470" w:rsidRPr="00E84F66">
        <w:t xml:space="preserve"> net movement of particles</w:t>
      </w:r>
      <w:r>
        <w:t>/molecules</w:t>
      </w:r>
      <w:r w:rsidR="00DB0470" w:rsidRPr="00E84F66">
        <w:t xml:space="preserve"> from an area of </w:t>
      </w:r>
      <w:r>
        <w:t xml:space="preserve">their </w:t>
      </w:r>
      <w:r w:rsidR="00DB0470" w:rsidRPr="00E84F66">
        <w:t>high</w:t>
      </w:r>
      <w:r>
        <w:t>er</w:t>
      </w:r>
      <w:r w:rsidR="00DB0470" w:rsidRPr="00E84F66">
        <w:t xml:space="preserve"> concentration </w:t>
      </w:r>
      <w:r w:rsidR="0033641A">
        <w:t xml:space="preserve">(inside the teabag) </w:t>
      </w:r>
      <w:r w:rsidR="00DB0470" w:rsidRPr="00E84F66">
        <w:t xml:space="preserve">to an area of </w:t>
      </w:r>
      <w:r>
        <w:t xml:space="preserve">their </w:t>
      </w:r>
      <w:r w:rsidR="00DB0470" w:rsidRPr="00E84F66">
        <w:t>low</w:t>
      </w:r>
      <w:r>
        <w:t>er</w:t>
      </w:r>
      <w:r w:rsidR="00DB0470" w:rsidRPr="00E84F66">
        <w:t xml:space="preserve"> concentration</w:t>
      </w:r>
      <w:r w:rsidR="0033641A">
        <w:t xml:space="preserve"> (the rest of the water)</w:t>
      </w:r>
      <w:r w:rsidR="00DB0470" w:rsidRPr="00E84F66">
        <w:t>.</w:t>
      </w:r>
    </w:p>
    <w:p w:rsidR="00DB0470" w:rsidRDefault="00DB0470" w:rsidP="00BA1984">
      <w:pPr>
        <w:pStyle w:val="ListParagraph"/>
        <w:numPr>
          <w:ilvl w:val="0"/>
          <w:numId w:val="7"/>
        </w:numPr>
        <w:spacing w:after="180"/>
      </w:pPr>
      <w:r w:rsidRPr="004553AD">
        <w:t xml:space="preserve">Diffusion </w:t>
      </w:r>
      <w:r>
        <w:t>causes</w:t>
      </w:r>
      <w:r w:rsidRPr="004553AD">
        <w:t xml:space="preserve"> the particles</w:t>
      </w:r>
      <w:r w:rsidR="00BA1984">
        <w:t>/molecules</w:t>
      </w:r>
      <w:r w:rsidRPr="004553AD">
        <w:t xml:space="preserve"> </w:t>
      </w:r>
      <w:r>
        <w:t xml:space="preserve">to </w:t>
      </w:r>
      <w:r w:rsidRPr="004553AD">
        <w:t xml:space="preserve">become uniformly </w:t>
      </w:r>
      <w:proofErr w:type="gramStart"/>
      <w:r w:rsidRPr="004553AD">
        <w:t>distributed</w:t>
      </w:r>
      <w:r w:rsidR="00BA1984">
        <w:t>/mixed</w:t>
      </w:r>
      <w:proofErr w:type="gramEnd"/>
      <w:r>
        <w:t>.</w:t>
      </w:r>
    </w:p>
    <w:p w:rsidR="00BA1984" w:rsidRDefault="00613887" w:rsidP="00BA1984">
      <w:pPr>
        <w:pStyle w:val="ListParagraph"/>
        <w:numPr>
          <w:ilvl w:val="0"/>
          <w:numId w:val="7"/>
        </w:numPr>
        <w:spacing w:after="180"/>
      </w:pPr>
      <w:r>
        <w:t>M</w:t>
      </w:r>
      <w:r w:rsidR="00BA1984">
        <w:t xml:space="preserve">ovement of the particles/molecules will continue after they have become uniformly </w:t>
      </w:r>
      <w:proofErr w:type="gramStart"/>
      <w:r w:rsidR="00BA1984" w:rsidRPr="004553AD">
        <w:t>distributed</w:t>
      </w:r>
      <w:r w:rsidR="00BA1984">
        <w:t>/mixed</w:t>
      </w:r>
      <w:proofErr w:type="gramEnd"/>
      <w:r w:rsidR="00BA1984">
        <w:t>, but there will be no further net movement.</w:t>
      </w:r>
    </w:p>
    <w:p w:rsidR="00DB0470" w:rsidRDefault="00324435" w:rsidP="00B00348">
      <w:pPr>
        <w:spacing w:after="180"/>
      </w:pPr>
      <w:r>
        <w:t xml:space="preserve">Marek </w:t>
      </w:r>
      <w:r>
        <w:fldChar w:fldCharType="begin"/>
      </w:r>
      <w:r>
        <w:instrText xml:space="preserve"> ADDIN EN.CITE &lt;EndNote&gt;&lt;Cite ExcludeAuth="1"&gt;&lt;Author&gt;Marek&lt;/Author&gt;&lt;Year&gt;1994&lt;/Year&gt;&lt;IDText&gt;Students&amp;apos; misconceptions about diffusion: how can they be eliminated?&lt;/IDText&gt;&lt;DisplayText&gt;(1994)&lt;/DisplayText&gt;&lt;record&gt;&lt;keywords&gt;&lt;keyword&gt;g6,g7,P,M&lt;/keyword&gt;&lt;/keywords&gt;&lt;titles&gt;&lt;title&gt;Students&amp;apos; misconceptions about diffusion: how can they be eliminated?&lt;/title&gt;&lt;secondary-title&gt;The American Biology Teacher&lt;/secondary-title&gt;&lt;/titles&gt;&lt;pages&gt;74-77&lt;/pages&gt;&lt;number&gt;2&lt;/number&gt;&lt;contributors&gt;&lt;authors&gt;&lt;author&gt;Marek, E. A.&lt;/author&gt;&lt;author&gt;Cowan, C. C.&lt;/author&gt;&lt;author&gt;Cavallo, A. M. L.&lt;/author&gt;&lt;/authors&gt;&lt;/contributors&gt;&lt;added-date format="utc"&gt;1528984416&lt;/added-date&gt;&lt;ref-type name="Journal Article"&gt;17&lt;/ref-type&gt;&lt;dates&gt;&lt;year&gt;1994&lt;/year&gt;&lt;/dates&gt;&lt;rec-number&gt;3916&lt;/rec-number&gt;&lt;last-updated-date format="utc"&gt;1544021761&lt;/last-updated-date&gt;&lt;volume&gt;56&lt;/volume&gt;&lt;/record&gt;&lt;/Cite&gt;&lt;/EndNote&gt;</w:instrText>
      </w:r>
      <w:r>
        <w:fldChar w:fldCharType="separate"/>
      </w:r>
      <w:r>
        <w:rPr>
          <w:noProof/>
        </w:rPr>
        <w:t>(1994)</w:t>
      </w:r>
      <w:r>
        <w:fldChar w:fldCharType="end"/>
      </w:r>
      <w:r>
        <w:t xml:space="preserve"> reported that some students thought th</w:t>
      </w:r>
      <w:r w:rsidR="0033641A">
        <w:t>at a substance</w:t>
      </w:r>
      <w:r>
        <w:t xml:space="preserve"> </w:t>
      </w:r>
      <w:r w:rsidR="0033641A">
        <w:t xml:space="preserve">diffuses through </w:t>
      </w:r>
      <w:r>
        <w:t xml:space="preserve">water because the water is semi-permeable (or selectively permeable); this would indicate that </w:t>
      </w:r>
      <w:r w:rsidR="0033641A">
        <w:t>students</w:t>
      </w:r>
      <w:r>
        <w:t xml:space="preserve"> are </w:t>
      </w:r>
      <w:proofErr w:type="spellStart"/>
      <w:r>
        <w:t>mis</w:t>
      </w:r>
      <w:proofErr w:type="spellEnd"/>
      <w:r>
        <w:t>-applying a term they have heard in the context of diffusion across membranes and do not really understand what it means.</w:t>
      </w:r>
    </w:p>
    <w:p w:rsidR="00DB0470" w:rsidRDefault="00001E25" w:rsidP="00001E25">
      <w:pPr>
        <w:spacing w:after="180"/>
      </w:pPr>
      <w:proofErr w:type="gramStart"/>
      <w:r>
        <w:t>If students think that the particles/</w:t>
      </w:r>
      <w:r w:rsidRPr="00001E25">
        <w:t>molecules</w:t>
      </w:r>
      <w:r>
        <w:t xml:space="preserve"> of dye</w:t>
      </w:r>
      <w:r w:rsidRPr="00001E25">
        <w:t xml:space="preserve"> move only in one direction</w:t>
      </w:r>
      <w:r>
        <w:t xml:space="preserve"> (</w:t>
      </w:r>
      <w:r w:rsidRPr="00001E25">
        <w:t xml:space="preserve">from </w:t>
      </w:r>
      <w:r>
        <w:t>where they are in</w:t>
      </w:r>
      <w:r w:rsidRPr="00001E25">
        <w:t xml:space="preserve"> high</w:t>
      </w:r>
      <w:r>
        <w:t>er</w:t>
      </w:r>
      <w:r w:rsidRPr="00001E25">
        <w:t xml:space="preserve"> concentration to </w:t>
      </w:r>
      <w:r>
        <w:t>where they are in</w:t>
      </w:r>
      <w:r w:rsidRPr="00001E25">
        <w:t xml:space="preserve"> lower concentration</w:t>
      </w:r>
      <w:r>
        <w:t xml:space="preserve">), this would indicate </w:t>
      </w:r>
      <w:r w:rsidRPr="00001E25">
        <w:t xml:space="preserve">a failure to understand the random movement of particles versus the concept of </w:t>
      </w:r>
      <w:r w:rsidRPr="00A831EE">
        <w:rPr>
          <w:i/>
        </w:rPr>
        <w:t>net</w:t>
      </w:r>
      <w:r w:rsidR="00A831EE">
        <w:t xml:space="preserve"> movement.</w:t>
      </w:r>
      <w:proofErr w:type="gramEnd"/>
      <w:r w:rsidR="00A831EE">
        <w:t xml:space="preserve"> </w:t>
      </w:r>
      <w:r>
        <w:t xml:space="preserve">This </w:t>
      </w:r>
      <w:r w:rsidR="00A831EE">
        <w:t>misunderstanding</w:t>
      </w:r>
      <w:r>
        <w:t xml:space="preserve"> </w:t>
      </w:r>
      <w:r w:rsidR="00A831EE">
        <w:t>highlights one of</w:t>
      </w:r>
      <w:r>
        <w:t xml:space="preserve"> the difficult</w:t>
      </w:r>
      <w:r w:rsidR="00A831EE">
        <w:t>ies</w:t>
      </w:r>
      <w:r>
        <w:t xml:space="preserve"> </w:t>
      </w:r>
      <w:r w:rsidR="00A831EE">
        <w:t>in</w:t>
      </w:r>
      <w:r>
        <w:t xml:space="preserve"> understanding the process of diffusion</w:t>
      </w:r>
      <w:r w:rsidR="00A831EE">
        <w:t xml:space="preserve">, i.e. that </w:t>
      </w:r>
      <w:r>
        <w:t>what</w:t>
      </w:r>
      <w:r w:rsidR="00A831EE">
        <w:t xml:space="preserve"> </w:t>
      </w:r>
      <w:r>
        <w:t>happens on the particle scale is fundamentally different from what happens on the observable</w:t>
      </w:r>
      <w:r w:rsidR="00A831EE">
        <w:t xml:space="preserve"> </w:t>
      </w:r>
      <w:r>
        <w:t>scale</w:t>
      </w:r>
      <w:r w:rsidR="00A831EE">
        <w:t xml:space="preserve"> </w:t>
      </w:r>
      <w:r w:rsidR="00A831EE">
        <w:fldChar w:fldCharType="begin"/>
      </w:r>
      <w:r w:rsidR="00A831EE">
        <w:instrText xml:space="preserve"> ADDIN EN.CITE &lt;EndNote&gt;&lt;Cite&gt;&lt;Author&gt;Stains&lt;/Author&gt;&lt;Year&gt;2015&lt;/Year&gt;&lt;IDText&gt;Uncovering implicit assumptions: a large-scale study on students&amp;apos; mental models of diffusion&lt;/IDText&gt;&lt;DisplayText&gt;(Stains and Sevian, 2015)&lt;/DisplayText&gt;&lt;record&gt;&lt;dates&gt;&lt;pub-dates&gt;&lt;date&gt;12/01/&lt;/date&gt;&lt;/pub-dates&gt;&lt;year&gt;2015&lt;/year&gt;&lt;/dates&gt;&lt;keywords&gt;&lt;keyword&gt;Cognitive Structures&lt;/keyword&gt;&lt;keyword&gt;Models&lt;/keyword&gt;&lt;keyword&gt;Undergraduate Students&lt;/keyword&gt;&lt;keyword&gt;Knowledge Level&lt;/keyword&gt;&lt;keyword&gt;Chemistry&lt;/keyword&gt;&lt;keyword&gt;Scientific Concepts&lt;/keyword&gt;&lt;keyword&gt;Multivariate Analysis&lt;/keyword&gt;&lt;keyword&gt;Interviews&lt;/keyword&gt;&lt;keyword&gt;Data Analysis&lt;/keyword&gt;&lt;keyword&gt;Cognitive Processes&lt;/keyword&gt;&lt;keyword&gt;Grade 8&lt;/keyword&gt;&lt;/keywords&gt;&lt;urls&gt;&lt;related-urls&gt;&lt;url&gt;http://search.ebscohost.com/login.aspx?direct=true&amp;amp;db=eric&amp;amp;AN=EJ1088162&amp;amp;site=ehost-live&lt;/url&gt;&lt;url&gt;http://dx.doi.org/10.1007/s11165-014-9450-x&lt;/url&gt;&lt;/related-urls&gt;&lt;/urls&gt;&lt;isbn&gt;0157-244X&lt;/isbn&gt;&lt;titles&gt;&lt;title&gt;Uncovering implicit assumptions: a large-scale study on students&amp;apos; mental models of diffusion&lt;/title&gt;&lt;secondary-title&gt;Research in Science Education&lt;/secondary-title&gt;&lt;/titles&gt;&lt;pages&gt;807-840&lt;/pages&gt;&lt;number&gt;6&lt;/number&gt;&lt;contributors&gt;&lt;authors&gt;&lt;author&gt;Stains, Marilyne&lt;/author&gt;&lt;author&gt;Sevian, Hannah&lt;/author&gt;&lt;/authors&gt;&lt;/contributors&gt;&lt;added-date format="utc"&gt;1544018972&lt;/added-date&gt;&lt;ref-type name="Journal Article"&gt;17&lt;/ref-type&gt;&lt;remote-database-provider&gt;EBSCOhost&lt;/remote-database-provider&gt;&lt;rec-number&gt;8481&lt;/rec-number&gt;&lt;publisher&gt;Research in Science Education&lt;/publisher&gt;&lt;last-updated-date format="utc"&gt;1544019014&lt;/last-updated-date&gt;&lt;accession-num&gt;EJ1088162&lt;/accession-num&gt;&lt;volume&gt;45&lt;/volume&gt;&lt;remote-database-name&gt;eric&lt;/remote-database-name&gt;&lt;/record&gt;&lt;/Cite&gt;&lt;/EndNote&gt;</w:instrText>
      </w:r>
      <w:r w:rsidR="00A831EE">
        <w:fldChar w:fldCharType="separate"/>
      </w:r>
      <w:r w:rsidR="00A831EE">
        <w:rPr>
          <w:noProof/>
        </w:rPr>
        <w:t>(Stains and Sevian, 2015)</w:t>
      </w:r>
      <w:r w:rsidR="00A831EE">
        <w:fldChar w:fldCharType="end"/>
      </w:r>
      <w:r>
        <w:t>.</w:t>
      </w:r>
    </w:p>
    <w:p w:rsidR="003117F6" w:rsidRPr="00DF043F" w:rsidRDefault="00CC78A5" w:rsidP="00026DEC">
      <w:pPr>
        <w:spacing w:after="180"/>
        <w:rPr>
          <w:b/>
          <w:color w:val="538135"/>
          <w:sz w:val="24"/>
        </w:rPr>
      </w:pPr>
      <w:r w:rsidRPr="00DF043F">
        <w:rPr>
          <w:b/>
          <w:color w:val="538135"/>
          <w:sz w:val="24"/>
        </w:rPr>
        <w:t>Acknowledgments</w:t>
      </w:r>
    </w:p>
    <w:p w:rsidR="00D278E8" w:rsidRDefault="00D278E8" w:rsidP="00E172C6">
      <w:pPr>
        <w:spacing w:after="180"/>
      </w:pPr>
      <w:proofErr w:type="gramStart"/>
      <w:r>
        <w:t xml:space="preserve">Developed </w:t>
      </w:r>
      <w:r w:rsidR="0015356E">
        <w:t xml:space="preserve">by </w:t>
      </w:r>
      <w:r w:rsidR="00EB47FD">
        <w:t>Alistair Moore</w:t>
      </w:r>
      <w:r w:rsidR="0015356E">
        <w:t xml:space="preserve"> (UYSEG)</w:t>
      </w:r>
      <w:r>
        <w:t>.</w:t>
      </w:r>
      <w:proofErr w:type="gramEnd"/>
    </w:p>
    <w:p w:rsidR="00CC78A5" w:rsidRDefault="00D278E8" w:rsidP="00E172C6">
      <w:pPr>
        <w:spacing w:after="180"/>
      </w:pPr>
      <w:r w:rsidRPr="0045323E">
        <w:t xml:space="preserve">Images: </w:t>
      </w:r>
      <w:r w:rsidR="001D5FDB">
        <w:t>pixabay.com/</w:t>
      </w:r>
      <w:proofErr w:type="spellStart"/>
      <w:r w:rsidR="001D5FDB" w:rsidRPr="001D5FDB">
        <w:t>OpenClipart</w:t>
      </w:r>
      <w:proofErr w:type="spellEnd"/>
      <w:r w:rsidR="001D5FDB" w:rsidRPr="001D5FDB">
        <w:t>-Vectors</w:t>
      </w:r>
      <w:r w:rsidR="001D5FDB">
        <w:t xml:space="preserve"> (</w:t>
      </w:r>
      <w:r w:rsidR="001D5FDB" w:rsidRPr="001D5FDB">
        <w:t>153171</w:t>
      </w:r>
      <w:r w:rsidR="001D5FDB">
        <w:t>)</w:t>
      </w:r>
    </w:p>
    <w:p w:rsidR="003117F6" w:rsidRPr="00DF043F" w:rsidRDefault="003117F6" w:rsidP="00026DEC">
      <w:pPr>
        <w:spacing w:after="180"/>
        <w:rPr>
          <w:b/>
          <w:color w:val="538135"/>
          <w:sz w:val="24"/>
        </w:rPr>
      </w:pPr>
      <w:r w:rsidRPr="00DF043F">
        <w:rPr>
          <w:b/>
          <w:color w:val="538135"/>
          <w:sz w:val="24"/>
        </w:rPr>
        <w:t>References</w:t>
      </w:r>
    </w:p>
    <w:p w:rsidR="006B2537" w:rsidRPr="006B2537" w:rsidRDefault="00EB47FD" w:rsidP="006B2537">
      <w:pPr>
        <w:pStyle w:val="EndNoteBibliography"/>
        <w:spacing w:after="80"/>
        <w:rPr>
          <w:sz w:val="20"/>
          <w:szCs w:val="20"/>
        </w:rPr>
      </w:pPr>
      <w:r w:rsidRPr="006B2537">
        <w:rPr>
          <w:sz w:val="20"/>
          <w:szCs w:val="20"/>
        </w:rPr>
        <w:fldChar w:fldCharType="begin"/>
      </w:r>
      <w:r w:rsidRPr="006B2537">
        <w:rPr>
          <w:sz w:val="20"/>
          <w:szCs w:val="20"/>
        </w:rPr>
        <w:instrText xml:space="preserve"> ADDIN EN.REFLIST </w:instrText>
      </w:r>
      <w:r w:rsidRPr="006B2537">
        <w:rPr>
          <w:sz w:val="20"/>
          <w:szCs w:val="20"/>
        </w:rPr>
        <w:fldChar w:fldCharType="separate"/>
      </w:r>
      <w:r w:rsidR="006B2537" w:rsidRPr="006B2537">
        <w:rPr>
          <w:sz w:val="20"/>
          <w:szCs w:val="20"/>
        </w:rPr>
        <w:t xml:space="preserve">AlHarbi, N. N. S., et al. (2015). Influence of particle theory conceptions on pre-service science teachers' understanding of osmosis and diffusion. </w:t>
      </w:r>
      <w:r w:rsidR="006B2537" w:rsidRPr="006B2537">
        <w:rPr>
          <w:i/>
          <w:sz w:val="20"/>
          <w:szCs w:val="20"/>
        </w:rPr>
        <w:t>Journal of Biological Education,</w:t>
      </w:r>
      <w:r w:rsidR="006B2537" w:rsidRPr="006B2537">
        <w:rPr>
          <w:sz w:val="20"/>
          <w:szCs w:val="20"/>
        </w:rPr>
        <w:t xml:space="preserve"> 49(3)</w:t>
      </w:r>
      <w:r w:rsidR="006B2537" w:rsidRPr="006B2537">
        <w:rPr>
          <w:b/>
          <w:sz w:val="20"/>
          <w:szCs w:val="20"/>
        </w:rPr>
        <w:t>,</w:t>
      </w:r>
      <w:r w:rsidR="006B2537" w:rsidRPr="006B2537">
        <w:rPr>
          <w:sz w:val="20"/>
          <w:szCs w:val="20"/>
        </w:rPr>
        <w:t xml:space="preserve"> 232-245.</w:t>
      </w:r>
    </w:p>
    <w:p w:rsidR="006B2537" w:rsidRDefault="006B2537" w:rsidP="006B2537">
      <w:pPr>
        <w:pStyle w:val="EndNoteBibliography"/>
        <w:spacing w:after="80"/>
        <w:rPr>
          <w:sz w:val="20"/>
          <w:szCs w:val="20"/>
        </w:rPr>
      </w:pPr>
      <w:r w:rsidRPr="006B2537">
        <w:rPr>
          <w:sz w:val="20"/>
          <w:szCs w:val="20"/>
        </w:rPr>
        <w:t xml:space="preserve">Çalýk, M., Ayas, A. and Ebenezer, J. V. (2005). A review of solution chemistry studies: insights into students' conceptions. </w:t>
      </w:r>
      <w:r w:rsidRPr="006B2537">
        <w:rPr>
          <w:i/>
          <w:sz w:val="20"/>
          <w:szCs w:val="20"/>
        </w:rPr>
        <w:t>Journal of Science Education and Technology,</w:t>
      </w:r>
      <w:r w:rsidRPr="006B2537">
        <w:rPr>
          <w:sz w:val="20"/>
          <w:szCs w:val="20"/>
        </w:rPr>
        <w:t xml:space="preserve"> 14(1)</w:t>
      </w:r>
      <w:r w:rsidRPr="006B2537">
        <w:rPr>
          <w:b/>
          <w:sz w:val="20"/>
          <w:szCs w:val="20"/>
        </w:rPr>
        <w:t>,</w:t>
      </w:r>
      <w:r w:rsidRPr="006B2537">
        <w:rPr>
          <w:sz w:val="20"/>
          <w:szCs w:val="20"/>
        </w:rPr>
        <w:t xml:space="preserve"> 29-50.</w:t>
      </w:r>
    </w:p>
    <w:p w:rsidR="006B2537" w:rsidRPr="006B2537" w:rsidRDefault="006B2537" w:rsidP="006B2537">
      <w:pPr>
        <w:pStyle w:val="EndNoteBibliography"/>
        <w:spacing w:after="80"/>
        <w:rPr>
          <w:sz w:val="20"/>
          <w:szCs w:val="20"/>
        </w:rPr>
      </w:pPr>
      <w:r w:rsidRPr="006B2537">
        <w:rPr>
          <w:sz w:val="20"/>
          <w:szCs w:val="20"/>
        </w:rPr>
        <w:t xml:space="preserve">Christianson, R. G. and Fisher, K. M. (1999). Comparison of student learning about diffusion and osmosis in constructivist and traditional classrooms. </w:t>
      </w:r>
      <w:r w:rsidRPr="006B2537">
        <w:rPr>
          <w:i/>
          <w:sz w:val="20"/>
          <w:szCs w:val="20"/>
        </w:rPr>
        <w:t>International Journal of Science Education,</w:t>
      </w:r>
      <w:r w:rsidRPr="006B2537">
        <w:rPr>
          <w:sz w:val="20"/>
          <w:szCs w:val="20"/>
        </w:rPr>
        <w:t xml:space="preserve"> 21(6)</w:t>
      </w:r>
      <w:r w:rsidRPr="006B2537">
        <w:rPr>
          <w:b/>
          <w:sz w:val="20"/>
          <w:szCs w:val="20"/>
        </w:rPr>
        <w:t>,</w:t>
      </w:r>
      <w:r w:rsidRPr="006B2537">
        <w:rPr>
          <w:sz w:val="20"/>
          <w:szCs w:val="20"/>
        </w:rPr>
        <w:t xml:space="preserve"> 687-698.</w:t>
      </w:r>
    </w:p>
    <w:p w:rsidR="006B2537" w:rsidRPr="006B2537" w:rsidRDefault="006B2537" w:rsidP="006B2537">
      <w:pPr>
        <w:pStyle w:val="EndNoteBibliography"/>
        <w:spacing w:after="80"/>
        <w:rPr>
          <w:sz w:val="20"/>
          <w:szCs w:val="20"/>
        </w:rPr>
      </w:pPr>
      <w:r w:rsidRPr="006B2537">
        <w:rPr>
          <w:sz w:val="20"/>
          <w:szCs w:val="20"/>
        </w:rPr>
        <w:t xml:space="preserve">Johnson, P. (1998). Progression in children's understanding of a basic particle theory: a longitudinal study. </w:t>
      </w:r>
      <w:r w:rsidRPr="006B2537">
        <w:rPr>
          <w:i/>
          <w:sz w:val="20"/>
          <w:szCs w:val="20"/>
        </w:rPr>
        <w:t>International Journal of Science Education,</w:t>
      </w:r>
      <w:r w:rsidRPr="006B2537">
        <w:rPr>
          <w:sz w:val="20"/>
          <w:szCs w:val="20"/>
        </w:rPr>
        <w:t xml:space="preserve"> 20(4)</w:t>
      </w:r>
      <w:r w:rsidRPr="006B2537">
        <w:rPr>
          <w:b/>
          <w:sz w:val="20"/>
          <w:szCs w:val="20"/>
        </w:rPr>
        <w:t>,</w:t>
      </w:r>
      <w:r w:rsidRPr="006B2537">
        <w:rPr>
          <w:sz w:val="20"/>
          <w:szCs w:val="20"/>
        </w:rPr>
        <w:t xml:space="preserve"> 393-412.</w:t>
      </w:r>
    </w:p>
    <w:p w:rsidR="006B2537" w:rsidRPr="006B2537" w:rsidRDefault="006B2537" w:rsidP="006B2537">
      <w:pPr>
        <w:pStyle w:val="EndNoteBibliography"/>
        <w:spacing w:after="80"/>
        <w:rPr>
          <w:sz w:val="20"/>
          <w:szCs w:val="20"/>
        </w:rPr>
      </w:pPr>
      <w:r w:rsidRPr="006B2537">
        <w:rPr>
          <w:sz w:val="20"/>
          <w:szCs w:val="20"/>
        </w:rPr>
        <w:t xml:space="preserve">Marek, E. A., Cowan, C. C. and Cavallo, A. M. L. (1994). Students' misconceptions about diffusion: how can they be eliminated? </w:t>
      </w:r>
      <w:r w:rsidRPr="006B2537">
        <w:rPr>
          <w:i/>
          <w:sz w:val="20"/>
          <w:szCs w:val="20"/>
        </w:rPr>
        <w:t>The American Biology Teacher,</w:t>
      </w:r>
      <w:r w:rsidRPr="006B2537">
        <w:rPr>
          <w:sz w:val="20"/>
          <w:szCs w:val="20"/>
        </w:rPr>
        <w:t xml:space="preserve"> 56(2)</w:t>
      </w:r>
      <w:r w:rsidRPr="006B2537">
        <w:rPr>
          <w:b/>
          <w:sz w:val="20"/>
          <w:szCs w:val="20"/>
        </w:rPr>
        <w:t>,</w:t>
      </w:r>
      <w:r w:rsidRPr="006B2537">
        <w:rPr>
          <w:sz w:val="20"/>
          <w:szCs w:val="20"/>
        </w:rPr>
        <w:t xml:space="preserve"> 74-77.</w:t>
      </w:r>
    </w:p>
    <w:p w:rsidR="006B2537" w:rsidRPr="006B2537" w:rsidRDefault="006B2537" w:rsidP="006B2537">
      <w:pPr>
        <w:pStyle w:val="EndNoteBibliography"/>
        <w:spacing w:after="80"/>
        <w:rPr>
          <w:sz w:val="20"/>
          <w:szCs w:val="20"/>
        </w:rPr>
      </w:pPr>
      <w:r w:rsidRPr="006B2537">
        <w:rPr>
          <w:sz w:val="20"/>
          <w:szCs w:val="20"/>
        </w:rPr>
        <w:t xml:space="preserve">Odom, A. (1995). Secondary &amp; college biology students' misconceptions about diffusion &amp; osmosis. </w:t>
      </w:r>
      <w:r w:rsidRPr="006B2537">
        <w:rPr>
          <w:i/>
          <w:sz w:val="20"/>
          <w:szCs w:val="20"/>
        </w:rPr>
        <w:t>The American Biology Teacher,</w:t>
      </w:r>
      <w:r w:rsidRPr="006B2537">
        <w:rPr>
          <w:sz w:val="20"/>
          <w:szCs w:val="20"/>
        </w:rPr>
        <w:t xml:space="preserve"> 57(7)</w:t>
      </w:r>
      <w:r w:rsidRPr="006B2537">
        <w:rPr>
          <w:b/>
          <w:sz w:val="20"/>
          <w:szCs w:val="20"/>
        </w:rPr>
        <w:t>,</w:t>
      </w:r>
      <w:r w:rsidRPr="006B2537">
        <w:rPr>
          <w:sz w:val="20"/>
          <w:szCs w:val="20"/>
        </w:rPr>
        <w:t xml:space="preserve"> 409-415.</w:t>
      </w:r>
    </w:p>
    <w:p w:rsidR="006B2537" w:rsidRPr="006B2537" w:rsidRDefault="006B2537" w:rsidP="006B2537">
      <w:pPr>
        <w:pStyle w:val="EndNoteBibliography"/>
        <w:spacing w:after="80"/>
        <w:rPr>
          <w:sz w:val="20"/>
          <w:szCs w:val="20"/>
        </w:rPr>
      </w:pPr>
      <w:r w:rsidRPr="006B2537">
        <w:rPr>
          <w:sz w:val="20"/>
          <w:szCs w:val="20"/>
        </w:rPr>
        <w:t xml:space="preserve">Oztas, F. and Oztas, H. (2016). How do biology teacher candidates know particulate movements &amp; random nature of matter and their effects to diffusion. </w:t>
      </w:r>
      <w:r w:rsidRPr="006B2537">
        <w:rPr>
          <w:i/>
          <w:sz w:val="20"/>
          <w:szCs w:val="20"/>
        </w:rPr>
        <w:t>Journal of Education and Practice,</w:t>
      </w:r>
      <w:r w:rsidRPr="006B2537">
        <w:rPr>
          <w:sz w:val="20"/>
          <w:szCs w:val="20"/>
        </w:rPr>
        <w:t xml:space="preserve"> 7(29)</w:t>
      </w:r>
      <w:r w:rsidRPr="006B2537">
        <w:rPr>
          <w:b/>
          <w:sz w:val="20"/>
          <w:szCs w:val="20"/>
        </w:rPr>
        <w:t>,</w:t>
      </w:r>
      <w:r w:rsidRPr="006B2537">
        <w:rPr>
          <w:sz w:val="20"/>
          <w:szCs w:val="20"/>
        </w:rPr>
        <w:t xml:space="preserve"> 189-194.</w:t>
      </w:r>
    </w:p>
    <w:p w:rsidR="006B2537" w:rsidRPr="006B2537" w:rsidRDefault="006B2537" w:rsidP="006B2537">
      <w:pPr>
        <w:pStyle w:val="EndNoteBibliography"/>
        <w:spacing w:after="80"/>
        <w:rPr>
          <w:sz w:val="20"/>
          <w:szCs w:val="20"/>
        </w:rPr>
      </w:pPr>
      <w:r w:rsidRPr="006B2537">
        <w:rPr>
          <w:sz w:val="20"/>
          <w:szCs w:val="20"/>
        </w:rPr>
        <w:t xml:space="preserve">Stains, M. and Sevian, H. (2015). Uncovering implicit assumptions: a large-scale study on students' mental models of diffusion. </w:t>
      </w:r>
      <w:r w:rsidRPr="006B2537">
        <w:rPr>
          <w:i/>
          <w:sz w:val="20"/>
          <w:szCs w:val="20"/>
        </w:rPr>
        <w:t>Research in Science Education,</w:t>
      </w:r>
      <w:r w:rsidRPr="006B2537">
        <w:rPr>
          <w:sz w:val="20"/>
          <w:szCs w:val="20"/>
        </w:rPr>
        <w:t xml:space="preserve"> 45(6)</w:t>
      </w:r>
      <w:r w:rsidRPr="006B2537">
        <w:rPr>
          <w:b/>
          <w:sz w:val="20"/>
          <w:szCs w:val="20"/>
        </w:rPr>
        <w:t>,</w:t>
      </w:r>
      <w:r w:rsidRPr="006B2537">
        <w:rPr>
          <w:sz w:val="20"/>
          <w:szCs w:val="20"/>
        </w:rPr>
        <w:t xml:space="preserve"> 807-840.</w:t>
      </w:r>
    </w:p>
    <w:p w:rsidR="006B2537" w:rsidRPr="006B2537" w:rsidRDefault="006B2537" w:rsidP="006B2537">
      <w:pPr>
        <w:pStyle w:val="EndNoteBibliography"/>
        <w:spacing w:after="80"/>
        <w:rPr>
          <w:sz w:val="20"/>
          <w:szCs w:val="20"/>
        </w:rPr>
      </w:pPr>
      <w:r w:rsidRPr="006B2537">
        <w:rPr>
          <w:sz w:val="20"/>
          <w:szCs w:val="20"/>
        </w:rPr>
        <w:t xml:space="preserve">Tomažič, I. and Vidic, T. (2012). Future science teachers' understandings of diffusion and osmosis concepts. </w:t>
      </w:r>
      <w:r w:rsidRPr="006B2537">
        <w:rPr>
          <w:i/>
          <w:sz w:val="20"/>
          <w:szCs w:val="20"/>
        </w:rPr>
        <w:t>Journal of Biological Education,</w:t>
      </w:r>
      <w:r w:rsidRPr="006B2537">
        <w:rPr>
          <w:sz w:val="20"/>
          <w:szCs w:val="20"/>
        </w:rPr>
        <w:t xml:space="preserve"> 46</w:t>
      </w:r>
      <w:r w:rsidRPr="006B2537">
        <w:rPr>
          <w:b/>
          <w:sz w:val="20"/>
          <w:szCs w:val="20"/>
        </w:rPr>
        <w:t>,</w:t>
      </w:r>
      <w:r w:rsidRPr="006B2537">
        <w:rPr>
          <w:sz w:val="20"/>
          <w:szCs w:val="20"/>
        </w:rPr>
        <w:t xml:space="preserve"> 66-71.</w:t>
      </w:r>
    </w:p>
    <w:p w:rsidR="00DF043F" w:rsidRPr="00320A64" w:rsidRDefault="00EB47FD" w:rsidP="006B2537">
      <w:pPr>
        <w:spacing w:after="80"/>
        <w:rPr>
          <w:sz w:val="20"/>
          <w:szCs w:val="20"/>
        </w:rPr>
      </w:pPr>
      <w:r w:rsidRPr="006B2537">
        <w:rPr>
          <w:sz w:val="20"/>
          <w:szCs w:val="20"/>
        </w:rPr>
        <w:fldChar w:fldCharType="end"/>
      </w:r>
    </w:p>
    <w:sectPr w:rsidR="00DF043F" w:rsidRPr="00320A64"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909" w:rsidRDefault="00035909" w:rsidP="000B473B">
      <w:r>
        <w:separator/>
      </w:r>
    </w:p>
  </w:endnote>
  <w:endnote w:type="continuationSeparator" w:id="0">
    <w:p w:rsidR="00035909" w:rsidRDefault="0003590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313DB">
      <w:rPr>
        <w:noProof/>
      </w:rPr>
      <w:t>1</w:t>
    </w:r>
    <w:r>
      <w:rPr>
        <w:noProof/>
      </w:rPr>
      <w:fldChar w:fldCharType="end"/>
    </w:r>
  </w:p>
  <w:p w:rsidR="00201AC2" w:rsidRDefault="008A3B6A" w:rsidP="00201AC2">
    <w:pPr>
      <w:pStyle w:val="Footer"/>
      <w:tabs>
        <w:tab w:val="clear" w:pos="4513"/>
        <w:tab w:val="clear" w:pos="9026"/>
        <w:tab w:val="right" w:pos="9072"/>
      </w:tabs>
      <w:rPr>
        <w:sz w:val="16"/>
        <w:szCs w:val="16"/>
      </w:rPr>
    </w:pPr>
    <w:r>
      <w:rPr>
        <w:sz w:val="16"/>
        <w:szCs w:val="16"/>
      </w:rPr>
      <w:t xml:space="preserve">This </w:t>
    </w:r>
    <w:r w:rsidR="00DF043F">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CC68DE" w:rsidP="00CC68DE">
    <w:pPr>
      <w:pStyle w:val="Footer"/>
      <w:rPr>
        <w:sz w:val="16"/>
        <w:szCs w:val="16"/>
      </w:rPr>
    </w:pPr>
    <w:r w:rsidRPr="00CC68DE">
      <w:rPr>
        <w:sz w:val="16"/>
        <w:szCs w:val="16"/>
      </w:rPr>
      <w:t>© University of York Science Education Group. Distributed under a Creative Commons Attribution-</w:t>
    </w:r>
    <w:proofErr w:type="spellStart"/>
    <w:r w:rsidRPr="00CC68DE">
      <w:rPr>
        <w:sz w:val="16"/>
        <w:szCs w:val="16"/>
      </w:rPr>
      <w:t>NonCommercial</w:t>
    </w:r>
    <w:proofErr w:type="spellEnd"/>
    <w:r w:rsidRPr="00CC68DE">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499" w:rsidRDefault="00DA7499"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2A5F431A" wp14:editId="239E13AA">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313DB">
      <w:rPr>
        <w:noProof/>
      </w:rPr>
      <w:t>2</w:t>
    </w:r>
    <w:r>
      <w:rPr>
        <w:noProof/>
      </w:rPr>
      <w:fldChar w:fldCharType="end"/>
    </w:r>
  </w:p>
  <w:p w:rsidR="00DA7499" w:rsidRDefault="00DA7499"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DA7499" w:rsidRPr="00201AC2" w:rsidRDefault="00DA7499" w:rsidP="00CC68DE">
    <w:pPr>
      <w:pStyle w:val="Footer"/>
      <w:rPr>
        <w:sz w:val="16"/>
        <w:szCs w:val="16"/>
      </w:rPr>
    </w:pPr>
    <w:r w:rsidRPr="00CC68DE">
      <w:rPr>
        <w:sz w:val="16"/>
        <w:szCs w:val="16"/>
      </w:rPr>
      <w:t>© University of York Science Education Group. Distributed under a Creative Commons Attribution-</w:t>
    </w:r>
    <w:proofErr w:type="spellStart"/>
    <w:r w:rsidRPr="00CC68DE">
      <w:rPr>
        <w:sz w:val="16"/>
        <w:szCs w:val="16"/>
      </w:rPr>
      <w:t>NonCommercial</w:t>
    </w:r>
    <w:proofErr w:type="spellEnd"/>
    <w:r w:rsidRPr="00CC68DE">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909" w:rsidRDefault="00035909" w:rsidP="000B473B">
      <w:r>
        <w:separator/>
      </w:r>
    </w:p>
  </w:footnote>
  <w:footnote w:type="continuationSeparator" w:id="0">
    <w:p w:rsidR="00035909" w:rsidRDefault="00035909"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26CC"/>
    <w:multiLevelType w:val="hybridMultilevel"/>
    <w:tmpl w:val="59EE5E50"/>
    <w:lvl w:ilvl="0" w:tplc="08090001">
      <w:start w:val="1"/>
      <w:numFmt w:val="bullet"/>
      <w:lvlText w:val=""/>
      <w:lvlJc w:val="left"/>
      <w:pPr>
        <w:ind w:left="720" w:hanging="360"/>
      </w:pPr>
      <w:rPr>
        <w:rFonts w:ascii="Symbol" w:hAnsi="Symbol" w:hint="default"/>
      </w:rPr>
    </w:lvl>
    <w:lvl w:ilvl="1" w:tplc="EB0818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817783"/>
    <w:multiLevelType w:val="hybridMultilevel"/>
    <w:tmpl w:val="78C6BDCE"/>
    <w:lvl w:ilvl="0" w:tplc="40BCE84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9822074"/>
    <w:multiLevelType w:val="hybridMultilevel"/>
    <w:tmpl w:val="6820060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08A3A26"/>
    <w:multiLevelType w:val="hybridMultilevel"/>
    <w:tmpl w:val="F6B4F1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35909"/>
    <w:rsid w:val="00001E25"/>
    <w:rsid w:val="00015578"/>
    <w:rsid w:val="00024731"/>
    <w:rsid w:val="00026DEC"/>
    <w:rsid w:val="000313DB"/>
    <w:rsid w:val="00035909"/>
    <w:rsid w:val="000505CA"/>
    <w:rsid w:val="00072C2E"/>
    <w:rsid w:val="0007651D"/>
    <w:rsid w:val="0009089A"/>
    <w:rsid w:val="000947E2"/>
    <w:rsid w:val="00095E04"/>
    <w:rsid w:val="000B473B"/>
    <w:rsid w:val="000C3883"/>
    <w:rsid w:val="000D0E89"/>
    <w:rsid w:val="000E2689"/>
    <w:rsid w:val="00142613"/>
    <w:rsid w:val="00144DA7"/>
    <w:rsid w:val="0015356E"/>
    <w:rsid w:val="00161D3F"/>
    <w:rsid w:val="001915D4"/>
    <w:rsid w:val="00194675"/>
    <w:rsid w:val="001A1FED"/>
    <w:rsid w:val="001A40E2"/>
    <w:rsid w:val="001C4805"/>
    <w:rsid w:val="001D5FDB"/>
    <w:rsid w:val="00201AC2"/>
    <w:rsid w:val="00214608"/>
    <w:rsid w:val="002178AC"/>
    <w:rsid w:val="0022547C"/>
    <w:rsid w:val="0025410A"/>
    <w:rsid w:val="0027553E"/>
    <w:rsid w:val="0028012F"/>
    <w:rsid w:val="002828DF"/>
    <w:rsid w:val="00287876"/>
    <w:rsid w:val="00292C53"/>
    <w:rsid w:val="00294E22"/>
    <w:rsid w:val="002A08F2"/>
    <w:rsid w:val="002C22EA"/>
    <w:rsid w:val="002C59BA"/>
    <w:rsid w:val="002F41B2"/>
    <w:rsid w:val="00301AA9"/>
    <w:rsid w:val="003117F6"/>
    <w:rsid w:val="00313C2D"/>
    <w:rsid w:val="00320A64"/>
    <w:rsid w:val="00324435"/>
    <w:rsid w:val="0033641A"/>
    <w:rsid w:val="003533B8"/>
    <w:rsid w:val="003752BE"/>
    <w:rsid w:val="00382F7B"/>
    <w:rsid w:val="003A346A"/>
    <w:rsid w:val="003B2917"/>
    <w:rsid w:val="003B541B"/>
    <w:rsid w:val="003E2B2F"/>
    <w:rsid w:val="003E6046"/>
    <w:rsid w:val="003F16F9"/>
    <w:rsid w:val="004056D6"/>
    <w:rsid w:val="00430C1F"/>
    <w:rsid w:val="00442595"/>
    <w:rsid w:val="0044449F"/>
    <w:rsid w:val="0045323E"/>
    <w:rsid w:val="00460BDE"/>
    <w:rsid w:val="0048726C"/>
    <w:rsid w:val="004B0EE1"/>
    <w:rsid w:val="004B53C0"/>
    <w:rsid w:val="004C2D9D"/>
    <w:rsid w:val="004D0D83"/>
    <w:rsid w:val="004E1DF1"/>
    <w:rsid w:val="004E5592"/>
    <w:rsid w:val="0050055B"/>
    <w:rsid w:val="00524710"/>
    <w:rsid w:val="00542431"/>
    <w:rsid w:val="00555342"/>
    <w:rsid w:val="005560E2"/>
    <w:rsid w:val="005768F5"/>
    <w:rsid w:val="005A452E"/>
    <w:rsid w:val="005A6EE7"/>
    <w:rsid w:val="005E07F2"/>
    <w:rsid w:val="005F1A7B"/>
    <w:rsid w:val="00613887"/>
    <w:rsid w:val="006355D8"/>
    <w:rsid w:val="00642ECD"/>
    <w:rsid w:val="006502A0"/>
    <w:rsid w:val="006772F5"/>
    <w:rsid w:val="006A4440"/>
    <w:rsid w:val="006B0615"/>
    <w:rsid w:val="006B2537"/>
    <w:rsid w:val="006D166B"/>
    <w:rsid w:val="006F3279"/>
    <w:rsid w:val="006F7FBE"/>
    <w:rsid w:val="00704AEE"/>
    <w:rsid w:val="00722F9A"/>
    <w:rsid w:val="00727A73"/>
    <w:rsid w:val="0073341E"/>
    <w:rsid w:val="00754174"/>
    <w:rsid w:val="00754539"/>
    <w:rsid w:val="00760B6A"/>
    <w:rsid w:val="00781BC6"/>
    <w:rsid w:val="007A3C86"/>
    <w:rsid w:val="007A683E"/>
    <w:rsid w:val="007A748B"/>
    <w:rsid w:val="007D1D65"/>
    <w:rsid w:val="007E0A9E"/>
    <w:rsid w:val="007E5309"/>
    <w:rsid w:val="00800DE1"/>
    <w:rsid w:val="00813F47"/>
    <w:rsid w:val="008450D6"/>
    <w:rsid w:val="00856FCA"/>
    <w:rsid w:val="00873B8C"/>
    <w:rsid w:val="00880E3B"/>
    <w:rsid w:val="0089138A"/>
    <w:rsid w:val="008A3B6A"/>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831EE"/>
    <w:rsid w:val="00AA6236"/>
    <w:rsid w:val="00AB6AE7"/>
    <w:rsid w:val="00AC0A96"/>
    <w:rsid w:val="00AD21F5"/>
    <w:rsid w:val="00AE2CCF"/>
    <w:rsid w:val="00B00348"/>
    <w:rsid w:val="00B06225"/>
    <w:rsid w:val="00B23B31"/>
    <w:rsid w:val="00B23C7A"/>
    <w:rsid w:val="00B26756"/>
    <w:rsid w:val="00B305F5"/>
    <w:rsid w:val="00B465DD"/>
    <w:rsid w:val="00B46FF9"/>
    <w:rsid w:val="00B5104B"/>
    <w:rsid w:val="00B75483"/>
    <w:rsid w:val="00BA1984"/>
    <w:rsid w:val="00BA7952"/>
    <w:rsid w:val="00BB44B4"/>
    <w:rsid w:val="00BF0BBF"/>
    <w:rsid w:val="00BF6C8A"/>
    <w:rsid w:val="00C05571"/>
    <w:rsid w:val="00C246CE"/>
    <w:rsid w:val="00C57FA2"/>
    <w:rsid w:val="00CA58F2"/>
    <w:rsid w:val="00CB302B"/>
    <w:rsid w:val="00CC2E4D"/>
    <w:rsid w:val="00CC68DE"/>
    <w:rsid w:val="00CC78A5"/>
    <w:rsid w:val="00CC7B16"/>
    <w:rsid w:val="00CE15FE"/>
    <w:rsid w:val="00D02E15"/>
    <w:rsid w:val="00D14F44"/>
    <w:rsid w:val="00D278E8"/>
    <w:rsid w:val="00D421E8"/>
    <w:rsid w:val="00D44604"/>
    <w:rsid w:val="00D479B3"/>
    <w:rsid w:val="00D52283"/>
    <w:rsid w:val="00D524E5"/>
    <w:rsid w:val="00D66454"/>
    <w:rsid w:val="00D72FEF"/>
    <w:rsid w:val="00D755FA"/>
    <w:rsid w:val="00DA7499"/>
    <w:rsid w:val="00DB0470"/>
    <w:rsid w:val="00DC4A4E"/>
    <w:rsid w:val="00DD1874"/>
    <w:rsid w:val="00DD63BD"/>
    <w:rsid w:val="00DE06BE"/>
    <w:rsid w:val="00DF043F"/>
    <w:rsid w:val="00E172C6"/>
    <w:rsid w:val="00E24309"/>
    <w:rsid w:val="00E53D82"/>
    <w:rsid w:val="00E9330A"/>
    <w:rsid w:val="00EB47FD"/>
    <w:rsid w:val="00EE6B97"/>
    <w:rsid w:val="00F12C3B"/>
    <w:rsid w:val="00F26884"/>
    <w:rsid w:val="00F61A4E"/>
    <w:rsid w:val="00F658B7"/>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0C3883"/>
    <w:rPr>
      <w:rFonts w:cs="Arial"/>
    </w:rPr>
  </w:style>
  <w:style w:type="paragraph" w:customStyle="1" w:styleId="EndNoteBibliographyTitle">
    <w:name w:val="EndNote Bibliography Title"/>
    <w:basedOn w:val="Normal"/>
    <w:link w:val="EndNoteBibliographyTitleChar"/>
    <w:rsid w:val="00EB47F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B47FD"/>
    <w:rPr>
      <w:rFonts w:ascii="Calibri" w:hAnsi="Calibri" w:cs="Calibri"/>
      <w:noProof/>
      <w:lang w:val="en-US"/>
    </w:rPr>
  </w:style>
  <w:style w:type="paragraph" w:customStyle="1" w:styleId="EndNoteBibliography">
    <w:name w:val="EndNote Bibliography"/>
    <w:basedOn w:val="Normal"/>
    <w:link w:val="EndNoteBibliographyChar"/>
    <w:rsid w:val="00EB47FD"/>
    <w:rPr>
      <w:rFonts w:ascii="Calibri" w:hAnsi="Calibri" w:cs="Calibri"/>
      <w:noProof/>
      <w:lang w:val="en-US"/>
    </w:rPr>
  </w:style>
  <w:style w:type="character" w:customStyle="1" w:styleId="EndNoteBibliographyChar">
    <w:name w:val="EndNote Bibliography Char"/>
    <w:basedOn w:val="DefaultParagraphFont"/>
    <w:link w:val="EndNoteBibliography"/>
    <w:rsid w:val="00EB47FD"/>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0C3883"/>
    <w:rPr>
      <w:rFonts w:cs="Arial"/>
    </w:rPr>
  </w:style>
  <w:style w:type="paragraph" w:customStyle="1" w:styleId="EndNoteBibliographyTitle">
    <w:name w:val="EndNote Bibliography Title"/>
    <w:basedOn w:val="Normal"/>
    <w:link w:val="EndNoteBibliographyTitleChar"/>
    <w:rsid w:val="00EB47F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B47FD"/>
    <w:rPr>
      <w:rFonts w:ascii="Calibri" w:hAnsi="Calibri" w:cs="Calibri"/>
      <w:noProof/>
      <w:lang w:val="en-US"/>
    </w:rPr>
  </w:style>
  <w:style w:type="paragraph" w:customStyle="1" w:styleId="EndNoteBibliography">
    <w:name w:val="EndNote Bibliography"/>
    <w:basedOn w:val="Normal"/>
    <w:link w:val="EndNoteBibliographyChar"/>
    <w:rsid w:val="00EB47FD"/>
    <w:rPr>
      <w:rFonts w:ascii="Calibri" w:hAnsi="Calibri" w:cs="Calibri"/>
      <w:noProof/>
      <w:lang w:val="en-US"/>
    </w:rPr>
  </w:style>
  <w:style w:type="character" w:customStyle="1" w:styleId="EndNoteBibliographyChar">
    <w:name w:val="EndNote Bibliography Char"/>
    <w:basedOn w:val="DefaultParagraphFont"/>
    <w:link w:val="EndNoteBibliography"/>
    <w:rsid w:val="00EB47F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response_practic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template_biology_item_response_practical.dotx</Template>
  <TotalTime>76</TotalTime>
  <Pages>4</Pages>
  <Words>2231</Words>
  <Characters>12722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28</cp:revision>
  <cp:lastPrinted>2017-02-24T16:20:00Z</cp:lastPrinted>
  <dcterms:created xsi:type="dcterms:W3CDTF">2018-12-06T13:15:00Z</dcterms:created>
  <dcterms:modified xsi:type="dcterms:W3CDTF">2018-12-06T21:13:00Z</dcterms:modified>
</cp:coreProperties>
</file>