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1A7F6" w14:textId="55881674" w:rsidR="00A64431" w:rsidRPr="005E549D" w:rsidRDefault="00AD39A2" w:rsidP="00D14391">
      <w:pPr>
        <w:pStyle w:val="titel0"/>
        <w:ind w:firstLine="0"/>
      </w:pPr>
      <w:r>
        <w:t>Oefentoets</w:t>
      </w:r>
      <w:r w:rsidR="00A64431" w:rsidRPr="005E549D">
        <w:t xml:space="preserve"> </w:t>
      </w:r>
      <w:r w:rsidR="00D14391">
        <w:t>havo B deel 1</w:t>
      </w:r>
    </w:p>
    <w:p w14:paraId="46654D27" w14:textId="77777777" w:rsidR="00483EDF" w:rsidRPr="005E549D" w:rsidRDefault="00483EDF" w:rsidP="002A7DB7"/>
    <w:p w14:paraId="374DA144" w14:textId="2827ADD1" w:rsidR="0093797C" w:rsidRPr="005E549D" w:rsidRDefault="00B140E9" w:rsidP="00D14391">
      <w:pPr>
        <w:ind w:left="709"/>
        <w:rPr>
          <w:b/>
        </w:rPr>
      </w:pPr>
      <w:r w:rsidRPr="005E549D">
        <w:rPr>
          <w:b/>
        </w:rPr>
        <w:t>H</w:t>
      </w:r>
      <w:r w:rsidR="00540BCD" w:rsidRPr="005E549D">
        <w:rPr>
          <w:b/>
        </w:rPr>
        <w:t xml:space="preserve">oofdstuk </w:t>
      </w:r>
      <w:r w:rsidR="00D14391">
        <w:rPr>
          <w:b/>
        </w:rPr>
        <w:t>1</w:t>
      </w:r>
      <w:r w:rsidR="00A64431" w:rsidRPr="005E549D">
        <w:rPr>
          <w:b/>
        </w:rPr>
        <w:t xml:space="preserve"> </w:t>
      </w:r>
      <w:r w:rsidR="00D14391">
        <w:rPr>
          <w:b/>
        </w:rPr>
        <w:t>Formules, grafieken en vergelijkingen</w:t>
      </w:r>
    </w:p>
    <w:p w14:paraId="38308E36" w14:textId="36F20593" w:rsidR="003C3B31" w:rsidRDefault="003C3B31" w:rsidP="003C3B31">
      <w:pPr>
        <w:pStyle w:val="opgavenr"/>
      </w:pPr>
    </w:p>
    <w:p w14:paraId="2CE813D9" w14:textId="77777777" w:rsidR="009A1AB1" w:rsidRPr="005E549D" w:rsidRDefault="009A1AB1" w:rsidP="009A1AB1">
      <w:pPr>
        <w:pStyle w:val="opgavenr"/>
        <w:outlineLvl w:val="0"/>
        <w:rPr>
          <w:lang w:val="en-GB"/>
        </w:rPr>
      </w:pPr>
      <w:r w:rsidRPr="005E549D">
        <w:rPr>
          <w:lang w:val="en-GB"/>
        </w:rPr>
        <w:t xml:space="preserve">Opgave </w:t>
      </w:r>
      <w:r>
        <w:rPr>
          <w:lang w:val="en-GB"/>
        </w:rPr>
        <w:t>1</w:t>
      </w:r>
    </w:p>
    <w:p w14:paraId="5E4E4239" w14:textId="5747E753" w:rsidR="009A1AB1" w:rsidRDefault="009A1AB1" w:rsidP="009A1AB1">
      <w:pPr>
        <w:pStyle w:val="opgavetekst"/>
        <w:tabs>
          <w:tab w:val="left" w:pos="709"/>
        </w:tabs>
        <w:ind w:left="993" w:hanging="993"/>
      </w:pPr>
      <w:r>
        <w:rPr>
          <w:rFonts w:ascii="Arial" w:hAnsi="Arial" w:cs="Arial"/>
          <w:sz w:val="14"/>
          <w:szCs w:val="14"/>
        </w:rPr>
        <w:t>1</w:t>
      </w:r>
      <w:r w:rsidRPr="005E549D">
        <w:rPr>
          <w:rFonts w:ascii="Arial" w:hAnsi="Arial" w:cs="Arial"/>
          <w:sz w:val="14"/>
          <w:szCs w:val="14"/>
        </w:rPr>
        <w:t>p</w:t>
      </w:r>
      <w:r>
        <w:tab/>
      </w:r>
      <w:r w:rsidRPr="00B66C26">
        <w:rPr>
          <w:b/>
          <w:bCs/>
        </w:rPr>
        <w:t>a</w:t>
      </w:r>
      <w:r>
        <w:tab/>
        <w:t>Vul in.</w:t>
      </w:r>
      <w:r>
        <w:br/>
      </w:r>
      <w:r w:rsidR="00BF38E0">
        <w:t xml:space="preserve">Van de lijn </w:t>
      </w:r>
      <w:r w:rsidR="00BF38E0" w:rsidRPr="00BF38E0">
        <w:rPr>
          <w:i/>
          <w:iCs/>
        </w:rPr>
        <w:t>y</w:t>
      </w:r>
      <w:r w:rsidR="00BF38E0">
        <w:t xml:space="preserve"> = </w:t>
      </w:r>
      <w:r w:rsidR="00BF38E0" w:rsidRPr="00BF38E0">
        <w:rPr>
          <w:i/>
          <w:iCs/>
        </w:rPr>
        <w:t>ax</w:t>
      </w:r>
      <w:r w:rsidR="00BF38E0">
        <w:t xml:space="preserve"> + </w:t>
      </w:r>
      <w:r w:rsidR="00BF38E0" w:rsidRPr="00BF38E0">
        <w:rPr>
          <w:i/>
          <w:iCs/>
        </w:rPr>
        <w:t>b</w:t>
      </w:r>
      <w:r w:rsidR="00BF38E0">
        <w:t xml:space="preserve"> is de richtingscoëfficiënt </w:t>
      </w:r>
      <w:r w:rsidR="00BF38E0" w:rsidRPr="00BF38E0">
        <w:rPr>
          <w:i/>
          <w:iCs/>
        </w:rPr>
        <w:t>a</w:t>
      </w:r>
      <w:r w:rsidR="00BF38E0">
        <w:t>.</w:t>
      </w:r>
      <w:r w:rsidR="00BF38E0">
        <w:br/>
        <w:t xml:space="preserve">rc = </w:t>
      </w:r>
      <w:r w:rsidR="00BF38E0" w:rsidRPr="00BF38E0">
        <w:rPr>
          <w:i/>
          <w:iCs/>
        </w:rPr>
        <w:t>a</w:t>
      </w:r>
      <w:r w:rsidR="00BF38E0">
        <w:t xml:space="preserve"> betekent: …</w:t>
      </w:r>
    </w:p>
    <w:p w14:paraId="7B4F6F1A" w14:textId="6D06EF21" w:rsidR="009A1AB1" w:rsidRDefault="009A1AB1" w:rsidP="009A1AB1">
      <w:pPr>
        <w:pStyle w:val="opgavetekst"/>
        <w:tabs>
          <w:tab w:val="left" w:pos="709"/>
        </w:tabs>
        <w:ind w:left="993" w:hanging="993"/>
      </w:pPr>
      <w:r>
        <w:rPr>
          <w:rFonts w:ascii="Arial" w:hAnsi="Arial" w:cs="Arial"/>
          <w:sz w:val="14"/>
          <w:szCs w:val="14"/>
        </w:rPr>
        <w:t>1</w:t>
      </w:r>
      <w:r w:rsidRPr="005E549D">
        <w:rPr>
          <w:rFonts w:ascii="Arial" w:hAnsi="Arial" w:cs="Arial"/>
          <w:sz w:val="14"/>
          <w:szCs w:val="14"/>
        </w:rPr>
        <w:t>p</w:t>
      </w:r>
      <w:r>
        <w:tab/>
      </w:r>
      <w:r>
        <w:rPr>
          <w:b/>
          <w:bCs/>
        </w:rPr>
        <w:t>b</w:t>
      </w:r>
      <w:r>
        <w:tab/>
        <w:t>Vul in.</w:t>
      </w:r>
      <w:r>
        <w:br/>
      </w:r>
      <w:r w:rsidR="00C213C3" w:rsidRPr="00C213C3">
        <w:rPr>
          <w:i/>
          <w:iCs/>
        </w:rPr>
        <w:t>AB</w:t>
      </w:r>
      <w:r w:rsidR="00C213C3">
        <w:t xml:space="preserve"> = 0 geeft …</w:t>
      </w:r>
    </w:p>
    <w:p w14:paraId="316635F4" w14:textId="62EEE0E1" w:rsidR="009A1AB1" w:rsidRDefault="009A1AB1" w:rsidP="009A1AB1">
      <w:pPr>
        <w:pStyle w:val="opgavetekst"/>
        <w:tabs>
          <w:tab w:val="left" w:pos="709"/>
        </w:tabs>
        <w:ind w:left="993" w:hanging="993"/>
      </w:pPr>
      <w:r>
        <w:rPr>
          <w:rFonts w:ascii="Arial" w:hAnsi="Arial" w:cs="Arial"/>
          <w:sz w:val="14"/>
          <w:szCs w:val="14"/>
        </w:rPr>
        <w:t>1</w:t>
      </w:r>
      <w:r w:rsidRPr="005E549D">
        <w:rPr>
          <w:rFonts w:ascii="Arial" w:hAnsi="Arial" w:cs="Arial"/>
          <w:sz w:val="14"/>
          <w:szCs w:val="14"/>
        </w:rPr>
        <w:t>p</w:t>
      </w:r>
      <w:r>
        <w:tab/>
      </w:r>
      <w:r>
        <w:rPr>
          <w:b/>
          <w:bCs/>
        </w:rPr>
        <w:t>c</w:t>
      </w:r>
      <w:r>
        <w:tab/>
        <w:t>Vul in.</w:t>
      </w:r>
      <w:r>
        <w:br/>
      </w:r>
      <w:r w:rsidR="00C213C3">
        <w:t xml:space="preserve">Voor </w:t>
      </w:r>
      <w:r w:rsidR="00C213C3" w:rsidRPr="00C213C3">
        <w:rPr>
          <w:i/>
          <w:iCs/>
        </w:rPr>
        <w:t>a</w:t>
      </w:r>
      <w:r w:rsidR="00C213C3">
        <w:t xml:space="preserve"> &gt; 0 is de grafiek van </w:t>
      </w:r>
      <w:r w:rsidR="00C213C3" w:rsidRPr="00C213C3">
        <w:rPr>
          <w:i/>
          <w:iCs/>
        </w:rPr>
        <w:t>y</w:t>
      </w:r>
      <w:r w:rsidR="00C213C3">
        <w:t xml:space="preserve"> = </w:t>
      </w:r>
      <w:r w:rsidR="00C213C3" w:rsidRPr="00C213C3">
        <w:rPr>
          <w:i/>
          <w:iCs/>
        </w:rPr>
        <w:t>ax</w:t>
      </w:r>
      <w:r w:rsidR="00C213C3" w:rsidRPr="00C213C3">
        <w:rPr>
          <w:vertAlign w:val="superscript"/>
        </w:rPr>
        <w:t>2</w:t>
      </w:r>
      <w:r w:rsidR="00C213C3">
        <w:t xml:space="preserve"> + </w:t>
      </w:r>
      <w:r w:rsidR="00C213C3" w:rsidRPr="00C213C3">
        <w:rPr>
          <w:i/>
          <w:iCs/>
        </w:rPr>
        <w:t>bx</w:t>
      </w:r>
      <w:r w:rsidR="00C213C3">
        <w:t xml:space="preserve"> + </w:t>
      </w:r>
      <w:r w:rsidR="00C213C3" w:rsidRPr="00C213C3">
        <w:rPr>
          <w:i/>
          <w:iCs/>
        </w:rPr>
        <w:t>c</w:t>
      </w:r>
      <w:r w:rsidR="00C213C3">
        <w:t xml:space="preserve"> een …</w:t>
      </w:r>
    </w:p>
    <w:p w14:paraId="7DCC97CA" w14:textId="77777777" w:rsidR="009A1AB1" w:rsidRPr="009A1AB1" w:rsidRDefault="009A1AB1" w:rsidP="009A1AB1">
      <w:pPr>
        <w:pStyle w:val="opgavetekst"/>
      </w:pPr>
    </w:p>
    <w:p w14:paraId="209D2C38" w14:textId="22015F24" w:rsidR="007F2AAA" w:rsidRPr="005E549D" w:rsidRDefault="007F2AAA" w:rsidP="007F2AAA">
      <w:pPr>
        <w:pStyle w:val="opgavenr"/>
        <w:outlineLvl w:val="0"/>
        <w:rPr>
          <w:lang w:val="en-GB"/>
        </w:rPr>
      </w:pPr>
      <w:r w:rsidRPr="005E549D">
        <w:rPr>
          <w:lang w:val="en-GB"/>
        </w:rPr>
        <w:t xml:space="preserve">Opgave </w:t>
      </w:r>
      <w:r w:rsidR="009A1AB1">
        <w:rPr>
          <w:lang w:val="en-GB"/>
        </w:rPr>
        <w:t>2</w:t>
      </w:r>
    </w:p>
    <w:p w14:paraId="2411273A" w14:textId="18FABF9B" w:rsidR="00E36C55" w:rsidRDefault="00E36C55" w:rsidP="00E36C55">
      <w:pPr>
        <w:pStyle w:val="opgavetekst"/>
      </w:pPr>
      <w:r>
        <w:t xml:space="preserve">Gegeven zijn de lijnen </w:t>
      </w:r>
      <w:r w:rsidR="0011647F" w:rsidRPr="00844250">
        <w:rPr>
          <w:position w:val="-12"/>
        </w:rPr>
        <w:object w:dxaOrig="1579" w:dyaOrig="360" w14:anchorId="7BCC0C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pt;height:18pt" o:ole="">
            <v:imagedata r:id="rId9" o:title=""/>
          </v:shape>
          <o:OLEObject Type="Embed" ProgID="Equation.DSMT4" ShapeID="_x0000_i1025" DrawAspect="Content" ObjectID="_1646735457" r:id="rId10"/>
        </w:object>
      </w:r>
      <w:r>
        <w:t xml:space="preserve"> </w:t>
      </w:r>
      <w:bookmarkStart w:id="0" w:name="MTBlankEqn"/>
      <w:r w:rsidR="0011647F" w:rsidRPr="00844250">
        <w:rPr>
          <w:position w:val="-12"/>
        </w:rPr>
        <w:object w:dxaOrig="1359" w:dyaOrig="360" w14:anchorId="1E13A1A8">
          <v:shape id="_x0000_i1026" type="#_x0000_t75" style="width:68.1pt;height:18pt" o:ole="">
            <v:imagedata r:id="rId11" o:title=""/>
          </v:shape>
          <o:OLEObject Type="Embed" ProgID="Equation.DSMT4" ShapeID="_x0000_i1026" DrawAspect="Content" ObjectID="_1646735458" r:id="rId12"/>
        </w:object>
      </w:r>
      <w:bookmarkEnd w:id="0"/>
      <w:r>
        <w:t xml:space="preserve"> en </w:t>
      </w:r>
      <w:r w:rsidR="0011647F" w:rsidRPr="00844250">
        <w:rPr>
          <w:position w:val="-10"/>
        </w:rPr>
        <w:object w:dxaOrig="1340" w:dyaOrig="320" w14:anchorId="5BA421E1">
          <v:shape id="_x0000_i1027" type="#_x0000_t75" style="width:67.2pt;height:15.9pt" o:ole="">
            <v:imagedata r:id="rId13" o:title=""/>
          </v:shape>
          <o:OLEObject Type="Embed" ProgID="Equation.DSMT4" ShapeID="_x0000_i1027" DrawAspect="Content" ObjectID="_1646735459" r:id="rId14"/>
        </w:object>
      </w:r>
    </w:p>
    <w:p w14:paraId="4266494E" w14:textId="6E857B43" w:rsidR="005572AA" w:rsidRPr="005E549D" w:rsidRDefault="00A8444F" w:rsidP="005572AA">
      <w:pPr>
        <w:pStyle w:val="subopgave"/>
        <w:rPr>
          <w:szCs w:val="24"/>
        </w:rPr>
      </w:pPr>
      <w:r w:rsidRPr="005E549D">
        <w:rPr>
          <w:rFonts w:ascii="Arial" w:hAnsi="Arial" w:cs="Arial"/>
          <w:sz w:val="14"/>
          <w:szCs w:val="14"/>
        </w:rPr>
        <w:t>1</w:t>
      </w:r>
      <w:r w:rsidR="005572AA" w:rsidRPr="005E549D">
        <w:rPr>
          <w:rFonts w:ascii="Arial" w:hAnsi="Arial" w:cs="Arial"/>
          <w:sz w:val="14"/>
          <w:szCs w:val="14"/>
        </w:rPr>
        <w:t>p</w:t>
      </w:r>
      <w:r w:rsidR="005572AA" w:rsidRPr="005E549D">
        <w:rPr>
          <w:szCs w:val="24"/>
        </w:rPr>
        <w:tab/>
      </w:r>
      <w:r w:rsidR="005572AA" w:rsidRPr="005E549D">
        <w:rPr>
          <w:b/>
          <w:bCs/>
          <w:szCs w:val="24"/>
        </w:rPr>
        <w:t>a</w:t>
      </w:r>
      <w:r w:rsidR="005572AA" w:rsidRPr="005E549D">
        <w:rPr>
          <w:szCs w:val="24"/>
        </w:rPr>
        <w:tab/>
      </w:r>
      <w:r w:rsidR="00E36C55">
        <w:rPr>
          <w:szCs w:val="24"/>
        </w:rPr>
        <w:t xml:space="preserve">Voor welke </w:t>
      </w:r>
      <w:r w:rsidR="00E36C55" w:rsidRPr="00E36C55">
        <w:rPr>
          <w:i/>
          <w:iCs/>
          <w:szCs w:val="24"/>
        </w:rPr>
        <w:t>a</w:t>
      </w:r>
      <w:r w:rsidR="00E36C55">
        <w:rPr>
          <w:szCs w:val="24"/>
        </w:rPr>
        <w:t xml:space="preserve"> zijn </w:t>
      </w:r>
      <w:r w:rsidR="00E36C55" w:rsidRPr="00E36C55">
        <w:rPr>
          <w:i/>
          <w:iCs/>
          <w:szCs w:val="24"/>
        </w:rPr>
        <w:t>k</w:t>
      </w:r>
      <w:r w:rsidR="00E36C55">
        <w:rPr>
          <w:szCs w:val="24"/>
        </w:rPr>
        <w:t xml:space="preserve"> en </w:t>
      </w:r>
      <w:r w:rsidR="00E36C55" w:rsidRPr="00E36C55">
        <w:rPr>
          <w:i/>
          <w:iCs/>
          <w:szCs w:val="24"/>
        </w:rPr>
        <w:t>m</w:t>
      </w:r>
      <w:r w:rsidR="00E36C55">
        <w:rPr>
          <w:szCs w:val="24"/>
        </w:rPr>
        <w:t xml:space="preserve"> evenwijdig?</w:t>
      </w:r>
    </w:p>
    <w:p w14:paraId="3014ED4C" w14:textId="7008D4B3" w:rsidR="00FD4DBF" w:rsidRPr="005E549D" w:rsidRDefault="00FD4DBF" w:rsidP="00E36C55">
      <w:pPr>
        <w:pStyle w:val="subopgave"/>
      </w:pPr>
      <w:r w:rsidRPr="005E549D">
        <w:rPr>
          <w:rFonts w:ascii="Arial" w:hAnsi="Arial" w:cs="Arial"/>
          <w:sz w:val="14"/>
          <w:szCs w:val="14"/>
        </w:rPr>
        <w:t>1p</w:t>
      </w:r>
      <w:r w:rsidRPr="005E549D">
        <w:rPr>
          <w:szCs w:val="24"/>
        </w:rPr>
        <w:tab/>
      </w:r>
      <w:r w:rsidRPr="005E549D">
        <w:rPr>
          <w:b/>
          <w:bCs/>
          <w:szCs w:val="24"/>
        </w:rPr>
        <w:t>b</w:t>
      </w:r>
      <w:r w:rsidRPr="005E549D">
        <w:rPr>
          <w:szCs w:val="24"/>
        </w:rPr>
        <w:tab/>
      </w:r>
      <w:r w:rsidR="00E36C55">
        <w:rPr>
          <w:szCs w:val="24"/>
        </w:rPr>
        <w:t xml:space="preserve">Voor welke </w:t>
      </w:r>
      <w:r w:rsidR="00E36C55" w:rsidRPr="00E36C55">
        <w:rPr>
          <w:i/>
          <w:iCs/>
          <w:szCs w:val="24"/>
        </w:rPr>
        <w:t>b</w:t>
      </w:r>
      <w:r w:rsidR="00E36C55">
        <w:rPr>
          <w:szCs w:val="24"/>
        </w:rPr>
        <w:t xml:space="preserve"> gaat </w:t>
      </w:r>
      <w:r w:rsidR="00E36C55" w:rsidRPr="00E36C55">
        <w:rPr>
          <w:i/>
          <w:iCs/>
          <w:szCs w:val="24"/>
        </w:rPr>
        <w:t>l</w:t>
      </w:r>
      <w:r w:rsidR="00E36C55">
        <w:rPr>
          <w:szCs w:val="24"/>
        </w:rPr>
        <w:t xml:space="preserve"> door het punt </w:t>
      </w:r>
      <w:r w:rsidR="00E36C55" w:rsidRPr="00E36C55">
        <w:rPr>
          <w:i/>
          <w:iCs/>
          <w:szCs w:val="24"/>
        </w:rPr>
        <w:t>A</w:t>
      </w:r>
      <w:r w:rsidR="00E36C55">
        <w:rPr>
          <w:szCs w:val="24"/>
        </w:rPr>
        <w:t>(</w:t>
      </w:r>
      <w:r w:rsidR="0011647F">
        <w:rPr>
          <w:szCs w:val="24"/>
        </w:rPr>
        <w:t>−4</w:t>
      </w:r>
      <w:r w:rsidR="00E36C55">
        <w:rPr>
          <w:szCs w:val="24"/>
        </w:rPr>
        <w:t xml:space="preserve">, </w:t>
      </w:r>
      <w:r w:rsidR="0011647F">
        <w:rPr>
          <w:szCs w:val="24"/>
        </w:rPr>
        <w:t>−3</w:t>
      </w:r>
      <w:r w:rsidR="00E36C55">
        <w:rPr>
          <w:szCs w:val="24"/>
        </w:rPr>
        <w:t>)?</w:t>
      </w:r>
    </w:p>
    <w:p w14:paraId="48BE2DEB" w14:textId="200FB2FA" w:rsidR="005572AA" w:rsidRDefault="00E37282" w:rsidP="00E36C55">
      <w:pPr>
        <w:pStyle w:val="subopgave"/>
        <w:rPr>
          <w:szCs w:val="24"/>
        </w:rPr>
      </w:pPr>
      <w:r>
        <w:rPr>
          <w:rFonts w:ascii="Arial" w:hAnsi="Arial" w:cs="Arial"/>
          <w:sz w:val="14"/>
          <w:szCs w:val="14"/>
        </w:rPr>
        <w:t>2</w:t>
      </w:r>
      <w:r w:rsidR="00FD4DBF" w:rsidRPr="005E549D">
        <w:rPr>
          <w:rFonts w:ascii="Arial" w:hAnsi="Arial" w:cs="Arial"/>
          <w:sz w:val="14"/>
          <w:szCs w:val="14"/>
        </w:rPr>
        <w:t>p</w:t>
      </w:r>
      <w:r w:rsidR="00FD4DBF" w:rsidRPr="005E549D">
        <w:rPr>
          <w:szCs w:val="24"/>
        </w:rPr>
        <w:tab/>
      </w:r>
      <w:r w:rsidR="00FD4DBF" w:rsidRPr="005E549D">
        <w:rPr>
          <w:b/>
          <w:bCs/>
          <w:szCs w:val="24"/>
        </w:rPr>
        <w:t>c</w:t>
      </w:r>
      <w:r w:rsidR="00FD4DBF" w:rsidRPr="005E549D">
        <w:rPr>
          <w:szCs w:val="24"/>
        </w:rPr>
        <w:tab/>
      </w:r>
      <w:r w:rsidR="00E36C55">
        <w:rPr>
          <w:szCs w:val="24"/>
        </w:rPr>
        <w:t xml:space="preserve">Voor welke </w:t>
      </w:r>
      <w:r w:rsidR="00E36C55">
        <w:rPr>
          <w:i/>
          <w:iCs/>
          <w:szCs w:val="24"/>
        </w:rPr>
        <w:t>b</w:t>
      </w:r>
      <w:r w:rsidR="00E36C55">
        <w:rPr>
          <w:szCs w:val="24"/>
        </w:rPr>
        <w:t xml:space="preserve"> snijden </w:t>
      </w:r>
      <w:r w:rsidR="00E36C55" w:rsidRPr="00E36C55">
        <w:rPr>
          <w:i/>
          <w:iCs/>
          <w:szCs w:val="24"/>
        </w:rPr>
        <w:t>k</w:t>
      </w:r>
      <w:r w:rsidR="00E36C55">
        <w:rPr>
          <w:szCs w:val="24"/>
        </w:rPr>
        <w:t xml:space="preserve"> en </w:t>
      </w:r>
      <w:r w:rsidR="00E36C55" w:rsidRPr="00E36C55">
        <w:rPr>
          <w:i/>
          <w:iCs/>
          <w:szCs w:val="24"/>
        </w:rPr>
        <w:t>l</w:t>
      </w:r>
      <w:r w:rsidR="00E36C55">
        <w:rPr>
          <w:szCs w:val="24"/>
        </w:rPr>
        <w:t xml:space="preserve"> elkaar op de </w:t>
      </w:r>
      <w:r w:rsidR="00E36C55" w:rsidRPr="00E36C55">
        <w:rPr>
          <w:i/>
          <w:iCs/>
          <w:szCs w:val="24"/>
        </w:rPr>
        <w:t>x</w:t>
      </w:r>
      <w:r w:rsidR="00E36C55">
        <w:rPr>
          <w:szCs w:val="24"/>
        </w:rPr>
        <w:t>-as?</w:t>
      </w:r>
    </w:p>
    <w:p w14:paraId="7ABF8070" w14:textId="27163F12" w:rsidR="00B71D6D" w:rsidRDefault="00B71D6D" w:rsidP="00B52A05">
      <w:pPr>
        <w:pStyle w:val="opgavetekst"/>
        <w:ind w:left="0"/>
      </w:pPr>
    </w:p>
    <w:p w14:paraId="5BB1D759" w14:textId="3C8EADCE" w:rsidR="00D6629A" w:rsidRPr="005E549D" w:rsidRDefault="00D6629A" w:rsidP="00D6629A">
      <w:pPr>
        <w:pStyle w:val="opgavenr"/>
        <w:outlineLvl w:val="0"/>
        <w:rPr>
          <w:lang w:val="en-GB"/>
        </w:rPr>
      </w:pPr>
      <w:r w:rsidRPr="005E549D">
        <w:rPr>
          <w:lang w:val="en-GB"/>
        </w:rPr>
        <w:t xml:space="preserve">Opgave </w:t>
      </w:r>
      <w:r w:rsidR="009A1AB1">
        <w:rPr>
          <w:lang w:val="en-GB"/>
        </w:rPr>
        <w:t>3</w:t>
      </w:r>
    </w:p>
    <w:p w14:paraId="509F6B04" w14:textId="03415E82" w:rsidR="00D6629A" w:rsidRDefault="00D6629A" w:rsidP="00D6629A">
      <w:pPr>
        <w:pStyle w:val="opgavetekst"/>
      </w:pPr>
      <w:r>
        <w:t>De lijn</w:t>
      </w:r>
      <w:r w:rsidR="00185D2B">
        <w:t>en</w:t>
      </w:r>
      <w:r>
        <w:t xml:space="preserve"> </w:t>
      </w:r>
      <w:r w:rsidR="00B52A05" w:rsidRPr="00B52A05">
        <w:rPr>
          <w:i/>
          <w:iCs/>
        </w:rPr>
        <w:t>k</w:t>
      </w:r>
      <w:r w:rsidR="00B52A05">
        <w:t xml:space="preserve">: </w:t>
      </w:r>
      <w:r w:rsidR="00B52A05" w:rsidRPr="00B52A05">
        <w:rPr>
          <w:i/>
          <w:iCs/>
        </w:rPr>
        <w:t>y</w:t>
      </w:r>
      <w:r w:rsidR="00B52A05">
        <w:t xml:space="preserve"> = </w:t>
      </w:r>
      <w:r w:rsidR="00185D2B">
        <w:t>2</w:t>
      </w:r>
      <w:r w:rsidR="00B52A05" w:rsidRPr="00B52A05">
        <w:rPr>
          <w:i/>
          <w:iCs/>
        </w:rPr>
        <w:t>x</w:t>
      </w:r>
      <w:r w:rsidR="00B52A05">
        <w:t xml:space="preserve"> </w:t>
      </w:r>
      <w:r w:rsidR="00185D2B">
        <w:t>−</w:t>
      </w:r>
      <w:r w:rsidR="00B52A05">
        <w:t xml:space="preserve"> </w:t>
      </w:r>
      <w:r w:rsidR="00185D2B">
        <w:t xml:space="preserve">3 en </w:t>
      </w:r>
      <w:r w:rsidR="00B52A05" w:rsidRPr="00B52A05">
        <w:rPr>
          <w:i/>
          <w:iCs/>
        </w:rPr>
        <w:t>l</w:t>
      </w:r>
      <w:r>
        <w:t xml:space="preserve"> </w:t>
      </w:r>
      <w:r w:rsidR="00185D2B">
        <w:t xml:space="preserve">zijn evenwijdig en </w:t>
      </w:r>
      <w:r w:rsidR="00185D2B" w:rsidRPr="00185D2B">
        <w:rPr>
          <w:i/>
          <w:iCs/>
        </w:rPr>
        <w:t>l</w:t>
      </w:r>
      <w:r w:rsidR="00185D2B">
        <w:t xml:space="preserve"> gaat door het punt </w:t>
      </w:r>
      <w:r w:rsidRPr="00B71D6D">
        <w:rPr>
          <w:i/>
          <w:iCs/>
        </w:rPr>
        <w:t>P</w:t>
      </w:r>
      <w:r>
        <w:t>(</w:t>
      </w:r>
      <w:bookmarkStart w:id="1" w:name="_Hlk24722549"/>
      <w:r>
        <w:t>−</w:t>
      </w:r>
      <w:bookmarkEnd w:id="1"/>
      <w:r w:rsidR="00185D2B">
        <w:t>3</w:t>
      </w:r>
      <w:r>
        <w:t xml:space="preserve">, </w:t>
      </w:r>
      <w:r w:rsidR="00185D2B">
        <w:t>−</w:t>
      </w:r>
      <w:r w:rsidR="00FC7ABA">
        <w:t>7)</w:t>
      </w:r>
      <w:r>
        <w:t>.</w:t>
      </w:r>
    </w:p>
    <w:p w14:paraId="0ED951B2" w14:textId="13F6B924" w:rsidR="00D6629A" w:rsidRDefault="00C67A43" w:rsidP="00D6629A">
      <w:pPr>
        <w:pStyle w:val="opgavetekst"/>
        <w:ind w:hanging="708"/>
      </w:pPr>
      <w:r>
        <w:rPr>
          <w:rFonts w:ascii="Arial" w:hAnsi="Arial" w:cs="Arial"/>
          <w:sz w:val="14"/>
          <w:szCs w:val="14"/>
        </w:rPr>
        <w:t>4</w:t>
      </w:r>
      <w:r w:rsidR="00D6629A" w:rsidRPr="005E549D">
        <w:rPr>
          <w:rFonts w:ascii="Arial" w:hAnsi="Arial" w:cs="Arial"/>
          <w:sz w:val="14"/>
          <w:szCs w:val="14"/>
        </w:rPr>
        <w:t>p</w:t>
      </w:r>
      <w:r w:rsidR="00D6629A" w:rsidRPr="005E549D">
        <w:rPr>
          <w:szCs w:val="24"/>
        </w:rPr>
        <w:tab/>
      </w:r>
      <w:r w:rsidR="00D6629A">
        <w:t xml:space="preserve">Bereken de coördinaten van de snijpunten van </w:t>
      </w:r>
      <w:r w:rsidR="00185D2B">
        <w:rPr>
          <w:i/>
          <w:iCs/>
        </w:rPr>
        <w:t>l</w:t>
      </w:r>
      <w:r w:rsidR="00D6629A">
        <w:t xml:space="preserve"> met de </w:t>
      </w:r>
      <w:r w:rsidR="00D6629A" w:rsidRPr="00B71D6D">
        <w:rPr>
          <w:i/>
          <w:iCs/>
        </w:rPr>
        <w:t>x</w:t>
      </w:r>
      <w:r w:rsidR="00D6629A">
        <w:t xml:space="preserve">-as en de </w:t>
      </w:r>
      <w:r w:rsidR="00D6629A" w:rsidRPr="00B71D6D">
        <w:rPr>
          <w:i/>
          <w:iCs/>
        </w:rPr>
        <w:t>y</w:t>
      </w:r>
      <w:r w:rsidR="00D6629A">
        <w:t>-as.</w:t>
      </w:r>
    </w:p>
    <w:p w14:paraId="68594938" w14:textId="445AD338" w:rsidR="001F786C" w:rsidRDefault="001F786C" w:rsidP="005E0964">
      <w:pPr>
        <w:pStyle w:val="opgavetekst"/>
        <w:ind w:left="0"/>
      </w:pPr>
    </w:p>
    <w:p w14:paraId="69F7CEFC" w14:textId="68D5D106" w:rsidR="001F786C" w:rsidRPr="005E549D" w:rsidRDefault="001F786C" w:rsidP="001F786C">
      <w:pPr>
        <w:pStyle w:val="opgavenr"/>
        <w:outlineLvl w:val="0"/>
        <w:rPr>
          <w:lang w:val="en-GB"/>
        </w:rPr>
      </w:pPr>
      <w:r w:rsidRPr="005E549D">
        <w:rPr>
          <w:lang w:val="en-GB"/>
        </w:rPr>
        <w:t xml:space="preserve">Opgave </w:t>
      </w:r>
      <w:r w:rsidR="009A1AB1">
        <w:rPr>
          <w:lang w:val="en-GB"/>
        </w:rPr>
        <w:t>4</w:t>
      </w:r>
    </w:p>
    <w:p w14:paraId="62CC79E7" w14:textId="76A8A304" w:rsidR="001F786C" w:rsidRDefault="00FC7ABA" w:rsidP="001F786C">
      <w:pPr>
        <w:pStyle w:val="opgavetekst"/>
      </w:pPr>
      <w:r>
        <w:t xml:space="preserve">Tussen </w:t>
      </w:r>
      <w:r>
        <w:rPr>
          <w:i/>
          <w:iCs/>
        </w:rPr>
        <w:t>n</w:t>
      </w:r>
      <w:r>
        <w:t xml:space="preserve"> en </w:t>
      </w:r>
      <w:r w:rsidRPr="00FC7ABA">
        <w:rPr>
          <w:i/>
          <w:iCs/>
        </w:rPr>
        <w:t>B</w:t>
      </w:r>
      <w:r>
        <w:t xml:space="preserve"> bestaat een lineair verband.</w:t>
      </w:r>
      <w:r w:rsidR="001F786C">
        <w:br/>
        <w:t xml:space="preserve">Voor </w:t>
      </w:r>
      <w:bookmarkStart w:id="2" w:name="_Hlk25143345"/>
      <w:r>
        <w:rPr>
          <w:i/>
          <w:iCs/>
        </w:rPr>
        <w:t>B</w:t>
      </w:r>
      <w:r w:rsidR="001F786C">
        <w:t xml:space="preserve"> = </w:t>
      </w:r>
      <w:r>
        <w:t>13</w:t>
      </w:r>
      <w:r w:rsidR="001F786C">
        <w:t xml:space="preserve"> is </w:t>
      </w:r>
      <w:r>
        <w:rPr>
          <w:i/>
          <w:iCs/>
        </w:rPr>
        <w:t>n</w:t>
      </w:r>
      <w:r w:rsidR="001F786C">
        <w:t xml:space="preserve"> = </w:t>
      </w:r>
      <w:bookmarkEnd w:id="2"/>
      <w:r>
        <w:t>18</w:t>
      </w:r>
      <w:r w:rsidR="001F786C">
        <w:t xml:space="preserve"> en voor </w:t>
      </w:r>
      <w:r>
        <w:rPr>
          <w:i/>
          <w:iCs/>
        </w:rPr>
        <w:t>B</w:t>
      </w:r>
      <w:r w:rsidR="001F786C">
        <w:t xml:space="preserve"> = </w:t>
      </w:r>
      <w:r>
        <w:t>9</w:t>
      </w:r>
      <w:r w:rsidR="001F786C">
        <w:t xml:space="preserve"> is </w:t>
      </w:r>
      <w:r>
        <w:rPr>
          <w:i/>
          <w:iCs/>
        </w:rPr>
        <w:t>n</w:t>
      </w:r>
      <w:r w:rsidR="001F786C">
        <w:t xml:space="preserve"> = </w:t>
      </w:r>
      <w:r>
        <w:t>34</w:t>
      </w:r>
      <w:r w:rsidR="001F786C">
        <w:t>.</w:t>
      </w:r>
    </w:p>
    <w:p w14:paraId="5A423E22" w14:textId="0D5F62E6" w:rsidR="00F608FD" w:rsidRDefault="005E641A" w:rsidP="00223E29">
      <w:pPr>
        <w:pStyle w:val="opgavetekst"/>
        <w:ind w:hanging="708"/>
      </w:pPr>
      <w:r>
        <w:rPr>
          <w:rFonts w:ascii="Arial" w:hAnsi="Arial" w:cs="Arial"/>
          <w:sz w:val="14"/>
          <w:szCs w:val="14"/>
        </w:rPr>
        <w:t>4</w:t>
      </w:r>
      <w:r w:rsidR="001F786C" w:rsidRPr="005E549D">
        <w:rPr>
          <w:rFonts w:ascii="Arial" w:hAnsi="Arial" w:cs="Arial"/>
          <w:sz w:val="14"/>
          <w:szCs w:val="14"/>
        </w:rPr>
        <w:t>p</w:t>
      </w:r>
      <w:r w:rsidR="001F786C" w:rsidRPr="005E549D">
        <w:rPr>
          <w:szCs w:val="24"/>
        </w:rPr>
        <w:tab/>
      </w:r>
      <w:r w:rsidR="00FC7ABA">
        <w:t xml:space="preserve">Druk </w:t>
      </w:r>
      <w:r w:rsidR="00FC7ABA">
        <w:rPr>
          <w:i/>
          <w:iCs/>
        </w:rPr>
        <w:t>n</w:t>
      </w:r>
      <w:r w:rsidR="00FC7ABA">
        <w:t xml:space="preserve"> uit in </w:t>
      </w:r>
      <w:r w:rsidR="00FC7ABA" w:rsidRPr="00FC7ABA">
        <w:rPr>
          <w:i/>
          <w:iCs/>
        </w:rPr>
        <w:t>B</w:t>
      </w:r>
      <w:r w:rsidR="00FC7ABA">
        <w:t xml:space="preserve"> en druk </w:t>
      </w:r>
      <w:r w:rsidR="00FC7ABA" w:rsidRPr="00FC7ABA">
        <w:rPr>
          <w:i/>
          <w:iCs/>
        </w:rPr>
        <w:t>B</w:t>
      </w:r>
      <w:r w:rsidR="00FC7ABA">
        <w:t xml:space="preserve"> uit in </w:t>
      </w:r>
      <w:r w:rsidR="00FC7ABA" w:rsidRPr="00FC7ABA">
        <w:rPr>
          <w:i/>
          <w:iCs/>
        </w:rPr>
        <w:t>n</w:t>
      </w:r>
      <w:r w:rsidR="00FC7ABA">
        <w:t>.</w:t>
      </w:r>
    </w:p>
    <w:p w14:paraId="1F61CC87" w14:textId="77777777" w:rsidR="00223E29" w:rsidRDefault="00223E29" w:rsidP="00223E29">
      <w:pPr>
        <w:pStyle w:val="opgavetekst"/>
        <w:ind w:hanging="708"/>
      </w:pPr>
    </w:p>
    <w:p w14:paraId="06608120" w14:textId="1489612E" w:rsidR="00B450D4" w:rsidRDefault="00B450D4" w:rsidP="00B450D4">
      <w:pPr>
        <w:pStyle w:val="opgavenr"/>
      </w:pPr>
      <w:r>
        <w:t xml:space="preserve">Opgave </w:t>
      </w:r>
      <w:r w:rsidR="009A1AB1">
        <w:t>5</w:t>
      </w:r>
    </w:p>
    <w:p w14:paraId="3F466E89" w14:textId="2CFA6919" w:rsidR="00B450D4" w:rsidRDefault="00E17E7A" w:rsidP="00B450D4">
      <w:pPr>
        <w:ind w:left="708"/>
      </w:pPr>
      <w:r>
        <w:t xml:space="preserve">Gegeven zijn de lijnen </w:t>
      </w:r>
      <w:r w:rsidR="003643BC" w:rsidRPr="00844250">
        <w:rPr>
          <w:position w:val="-10"/>
        </w:rPr>
        <w:object w:dxaOrig="1540" w:dyaOrig="320" w14:anchorId="5ADE1FBF">
          <v:shape id="_x0000_i1028" type="#_x0000_t75" style="width:76.8pt;height:15.9pt" o:ole="">
            <v:imagedata r:id="rId15" o:title=""/>
          </v:shape>
          <o:OLEObject Type="Embed" ProgID="Equation.DSMT4" ShapeID="_x0000_i1028" DrawAspect="Content" ObjectID="_1646735460" r:id="rId16"/>
        </w:object>
      </w:r>
      <w:r>
        <w:t xml:space="preserve"> </w:t>
      </w:r>
      <w:r w:rsidR="00EF1B68" w:rsidRPr="00844250">
        <w:rPr>
          <w:position w:val="-12"/>
        </w:rPr>
        <w:object w:dxaOrig="1180" w:dyaOrig="360" w14:anchorId="13967781">
          <v:shape id="_x0000_i1029" type="#_x0000_t75" style="width:59.1pt;height:18pt" o:ole="">
            <v:imagedata r:id="rId17" o:title=""/>
          </v:shape>
          <o:OLEObject Type="Embed" ProgID="Equation.DSMT4" ShapeID="_x0000_i1029" DrawAspect="Content" ObjectID="_1646735461" r:id="rId18"/>
        </w:object>
      </w:r>
      <w:r>
        <w:t xml:space="preserve"> en </w:t>
      </w:r>
      <w:bookmarkStart w:id="3" w:name="_Hlk26454281"/>
      <w:r w:rsidR="003643BC" w:rsidRPr="00844250">
        <w:rPr>
          <w:position w:val="-10"/>
        </w:rPr>
        <w:object w:dxaOrig="1460" w:dyaOrig="320" w14:anchorId="70C95B96">
          <v:shape id="_x0000_i1030" type="#_x0000_t75" style="width:72.9pt;height:15.9pt" o:ole="">
            <v:imagedata r:id="rId19" o:title=""/>
          </v:shape>
          <o:OLEObject Type="Embed" ProgID="Equation.DSMT4" ShapeID="_x0000_i1030" DrawAspect="Content" ObjectID="_1646735462" r:id="rId20"/>
        </w:object>
      </w:r>
      <w:bookmarkEnd w:id="3"/>
    </w:p>
    <w:p w14:paraId="0C0B434E" w14:textId="784A180C" w:rsidR="00B450D4" w:rsidRPr="00D054BE" w:rsidRDefault="00D05E76" w:rsidP="00B450D4">
      <w:pPr>
        <w:pStyle w:val="subopgave"/>
        <w:rPr>
          <w:lang w:val="en-US"/>
        </w:rPr>
      </w:pPr>
      <w:r>
        <w:rPr>
          <w:rFonts w:ascii="Arial" w:hAnsi="Arial" w:cs="Arial"/>
          <w:sz w:val="14"/>
          <w:szCs w:val="14"/>
        </w:rPr>
        <w:t>2</w:t>
      </w:r>
      <w:r w:rsidR="00B450D4" w:rsidRPr="005E549D">
        <w:rPr>
          <w:rFonts w:ascii="Arial" w:hAnsi="Arial" w:cs="Arial"/>
          <w:sz w:val="14"/>
          <w:szCs w:val="14"/>
        </w:rPr>
        <w:t>p</w:t>
      </w:r>
      <w:r w:rsidR="00B450D4">
        <w:tab/>
      </w:r>
      <w:r w:rsidR="00B450D4" w:rsidRPr="00D054BE">
        <w:rPr>
          <w:b/>
          <w:lang w:val="en-US"/>
        </w:rPr>
        <w:t>a</w:t>
      </w:r>
      <w:r w:rsidR="00B450D4" w:rsidRPr="00D054BE">
        <w:rPr>
          <w:lang w:val="en-US"/>
        </w:rPr>
        <w:tab/>
      </w:r>
      <w:r w:rsidR="00F765EF">
        <w:t xml:space="preserve">Bereken de coördinaten van de snijpunten van </w:t>
      </w:r>
      <w:r w:rsidR="00F765EF" w:rsidRPr="00F765EF">
        <w:rPr>
          <w:i/>
          <w:iCs/>
        </w:rPr>
        <w:t>k</w:t>
      </w:r>
      <w:r w:rsidR="00F765EF">
        <w:t xml:space="preserve"> met de </w:t>
      </w:r>
      <w:r w:rsidR="00F765EF" w:rsidRPr="00F765EF">
        <w:rPr>
          <w:i/>
          <w:iCs/>
        </w:rPr>
        <w:t>x</w:t>
      </w:r>
      <w:r w:rsidR="00F765EF">
        <w:t xml:space="preserve">-as en met de </w:t>
      </w:r>
      <w:r w:rsidR="00F765EF" w:rsidRPr="00F765EF">
        <w:rPr>
          <w:i/>
          <w:iCs/>
        </w:rPr>
        <w:t>y</w:t>
      </w:r>
      <w:r w:rsidR="00F765EF">
        <w:t>-as.</w:t>
      </w:r>
    </w:p>
    <w:p w14:paraId="76A2EAB2" w14:textId="48AE2B36" w:rsidR="00B450D4" w:rsidRDefault="00A23A28" w:rsidP="00B450D4">
      <w:pPr>
        <w:pStyle w:val="subopgave"/>
      </w:pPr>
      <w:r>
        <w:rPr>
          <w:rFonts w:ascii="Arial" w:hAnsi="Arial" w:cs="Arial"/>
          <w:sz w:val="14"/>
          <w:szCs w:val="14"/>
        </w:rPr>
        <w:t>2</w:t>
      </w:r>
      <w:r w:rsidR="00B450D4" w:rsidRPr="005E549D">
        <w:rPr>
          <w:rFonts w:ascii="Arial" w:hAnsi="Arial" w:cs="Arial"/>
          <w:sz w:val="14"/>
          <w:szCs w:val="14"/>
        </w:rPr>
        <w:t>p</w:t>
      </w:r>
      <w:r w:rsidR="00B450D4">
        <w:tab/>
      </w:r>
      <w:r w:rsidR="00E30427">
        <w:rPr>
          <w:b/>
          <w:lang w:val="en-US"/>
        </w:rPr>
        <w:t>b</w:t>
      </w:r>
      <w:r w:rsidR="00B450D4" w:rsidRPr="00D054BE">
        <w:rPr>
          <w:lang w:val="en-US"/>
        </w:rPr>
        <w:tab/>
      </w:r>
      <w:r w:rsidR="00F765EF">
        <w:t xml:space="preserve">Bereken voor welke </w:t>
      </w:r>
      <w:r w:rsidR="00F765EF" w:rsidRPr="00F765EF">
        <w:rPr>
          <w:i/>
          <w:iCs/>
        </w:rPr>
        <w:t>a</w:t>
      </w:r>
      <w:r w:rsidR="00F765EF">
        <w:t xml:space="preserve"> de lijnen </w:t>
      </w:r>
      <w:r w:rsidR="00F765EF" w:rsidRPr="00F765EF">
        <w:rPr>
          <w:i/>
          <w:iCs/>
        </w:rPr>
        <w:t>l</w:t>
      </w:r>
      <w:r w:rsidR="00F765EF">
        <w:t xml:space="preserve"> en </w:t>
      </w:r>
      <w:r w:rsidR="00F765EF" w:rsidRPr="00F765EF">
        <w:rPr>
          <w:i/>
          <w:iCs/>
        </w:rPr>
        <w:t>m</w:t>
      </w:r>
      <w:r w:rsidR="00F765EF">
        <w:t xml:space="preserve"> evenwijdig zijn.</w:t>
      </w:r>
    </w:p>
    <w:p w14:paraId="36448382" w14:textId="49F5DF0E" w:rsidR="007E651A" w:rsidRDefault="00EF1B68" w:rsidP="008510E3">
      <w:pPr>
        <w:pStyle w:val="subopgave"/>
      </w:pPr>
      <w:r>
        <w:rPr>
          <w:rFonts w:ascii="Arial" w:hAnsi="Arial" w:cs="Arial"/>
          <w:sz w:val="14"/>
          <w:szCs w:val="14"/>
        </w:rPr>
        <w:t>3</w:t>
      </w:r>
      <w:r w:rsidR="008510E3" w:rsidRPr="005E549D">
        <w:rPr>
          <w:rFonts w:ascii="Arial" w:hAnsi="Arial" w:cs="Arial"/>
          <w:sz w:val="14"/>
          <w:szCs w:val="14"/>
        </w:rPr>
        <w:t>p</w:t>
      </w:r>
      <w:r w:rsidR="008510E3">
        <w:tab/>
      </w:r>
      <w:r w:rsidR="00E30427">
        <w:rPr>
          <w:b/>
          <w:lang w:val="en-US"/>
        </w:rPr>
        <w:t>c</w:t>
      </w:r>
      <w:r w:rsidR="008510E3" w:rsidRPr="00D054BE">
        <w:rPr>
          <w:lang w:val="en-US"/>
        </w:rPr>
        <w:tab/>
      </w:r>
      <w:r w:rsidR="003643BC">
        <w:t xml:space="preserve">Bereken de coördinaten van het snijpunt van </w:t>
      </w:r>
      <w:r w:rsidR="003643BC" w:rsidRPr="003643BC">
        <w:rPr>
          <w:i/>
          <w:iCs/>
        </w:rPr>
        <w:t>k</w:t>
      </w:r>
      <w:r w:rsidR="003643BC">
        <w:t xml:space="preserve"> en </w:t>
      </w:r>
      <w:r w:rsidR="003643BC" w:rsidRPr="003643BC">
        <w:rPr>
          <w:i/>
          <w:iCs/>
        </w:rPr>
        <w:t>l</w:t>
      </w:r>
      <w:r w:rsidR="003643BC">
        <w:t>.</w:t>
      </w:r>
    </w:p>
    <w:p w14:paraId="494935D5" w14:textId="1EC96753" w:rsidR="00EF1B68" w:rsidRDefault="002B3B4E" w:rsidP="00F64257">
      <w:pPr>
        <w:pStyle w:val="subopgave"/>
      </w:pPr>
      <w:r>
        <w:rPr>
          <w:rFonts w:ascii="Arial" w:hAnsi="Arial" w:cs="Arial"/>
          <w:sz w:val="14"/>
          <w:szCs w:val="14"/>
        </w:rPr>
        <w:t>2</w:t>
      </w:r>
      <w:r w:rsidRPr="005E549D">
        <w:rPr>
          <w:rFonts w:ascii="Arial" w:hAnsi="Arial" w:cs="Arial"/>
          <w:sz w:val="14"/>
          <w:szCs w:val="14"/>
        </w:rPr>
        <w:t>p</w:t>
      </w:r>
      <w:r>
        <w:tab/>
      </w:r>
      <w:r w:rsidR="00E30427">
        <w:rPr>
          <w:b/>
          <w:lang w:val="en-US"/>
        </w:rPr>
        <w:t>d</w:t>
      </w:r>
      <w:r w:rsidRPr="00D054BE">
        <w:rPr>
          <w:lang w:val="en-US"/>
        </w:rPr>
        <w:tab/>
      </w:r>
      <w:r>
        <w:t xml:space="preserve">De lijn </w:t>
      </w:r>
      <w:r w:rsidRPr="002B3B4E">
        <w:rPr>
          <w:i/>
          <w:iCs/>
        </w:rPr>
        <w:t>n</w:t>
      </w:r>
      <w:r>
        <w:t xml:space="preserve"> is evenwijdig met </w:t>
      </w:r>
      <w:r w:rsidRPr="002B3B4E">
        <w:rPr>
          <w:i/>
          <w:iCs/>
        </w:rPr>
        <w:t>k</w:t>
      </w:r>
      <w:r>
        <w:t xml:space="preserve"> en gaat door het punt </w:t>
      </w:r>
      <w:bookmarkStart w:id="4" w:name="_Hlk25147472"/>
      <w:r w:rsidRPr="002B3B4E">
        <w:rPr>
          <w:i/>
          <w:iCs/>
        </w:rPr>
        <w:t>B</w:t>
      </w:r>
      <w:r>
        <w:t>(</w:t>
      </w:r>
      <w:r w:rsidR="00EF1B68">
        <w:t>−1</w:t>
      </w:r>
      <w:r>
        <w:t xml:space="preserve">, </w:t>
      </w:r>
      <w:r w:rsidR="00EF1B68">
        <w:t>6</w:t>
      </w:r>
      <w:r>
        <w:t>)</w:t>
      </w:r>
      <w:bookmarkEnd w:id="4"/>
      <w:r>
        <w:t>.</w:t>
      </w:r>
      <w:r>
        <w:br/>
        <w:t xml:space="preserve">Stel van </w:t>
      </w:r>
      <w:r w:rsidRPr="002B3B4E">
        <w:rPr>
          <w:i/>
          <w:iCs/>
        </w:rPr>
        <w:t>n</w:t>
      </w:r>
      <w:r>
        <w:t xml:space="preserve"> een vergelijking op in de vorm </w:t>
      </w:r>
      <w:r w:rsidRPr="002B3B4E">
        <w:rPr>
          <w:i/>
          <w:iCs/>
        </w:rPr>
        <w:t>ax</w:t>
      </w:r>
      <w:r>
        <w:t xml:space="preserve"> + </w:t>
      </w:r>
      <w:r w:rsidRPr="002B3B4E">
        <w:rPr>
          <w:i/>
          <w:iCs/>
        </w:rPr>
        <w:t>by</w:t>
      </w:r>
      <w:r>
        <w:t xml:space="preserve"> = </w:t>
      </w:r>
      <w:r w:rsidRPr="002B3B4E">
        <w:rPr>
          <w:i/>
          <w:iCs/>
        </w:rPr>
        <w:t>c</w:t>
      </w:r>
      <w:r>
        <w:t>.</w:t>
      </w:r>
    </w:p>
    <w:p w14:paraId="3ADE9B7F" w14:textId="646BA908" w:rsidR="003643BC" w:rsidRDefault="003643BC">
      <w:pPr>
        <w:spacing w:line="240" w:lineRule="auto"/>
        <w:rPr>
          <w:szCs w:val="20"/>
        </w:rPr>
      </w:pPr>
    </w:p>
    <w:p w14:paraId="1C16A8CB" w14:textId="46B7D30A" w:rsidR="003B1B12" w:rsidRDefault="003B1B12" w:rsidP="003B1B12">
      <w:pPr>
        <w:pStyle w:val="opgavenr"/>
        <w:outlineLvl w:val="0"/>
        <w:rPr>
          <w:bCs w:val="0"/>
        </w:rPr>
      </w:pPr>
      <w:r>
        <w:t xml:space="preserve">Opgave </w:t>
      </w:r>
      <w:r w:rsidR="009A1AB1">
        <w:t>6</w:t>
      </w:r>
    </w:p>
    <w:p w14:paraId="5F13234B" w14:textId="5A4B60AF" w:rsidR="009D702C" w:rsidRDefault="00F64257" w:rsidP="009D702C">
      <w:pPr>
        <w:pStyle w:val="subopgave"/>
        <w:tabs>
          <w:tab w:val="clear" w:pos="709"/>
        </w:tabs>
        <w:ind w:left="709" w:firstLine="0"/>
      </w:pPr>
      <w:r>
        <w:t xml:space="preserve">Bij een theatervoorstelling kost een toegangskaartje voor een volwassenen € 17,50, voor een kind is dat € 7,50. In </w:t>
      </w:r>
      <w:r w:rsidR="00AD66B8">
        <w:t xml:space="preserve">de </w:t>
      </w:r>
      <w:r>
        <w:t xml:space="preserve">zaal </w:t>
      </w:r>
      <w:r w:rsidR="00AD66B8">
        <w:t>zijn</w:t>
      </w:r>
      <w:r>
        <w:t xml:space="preserve"> honderd </w:t>
      </w:r>
      <w:r w:rsidR="00AD66B8">
        <w:t>stoelen</w:t>
      </w:r>
      <w:r>
        <w:t>. Op een avond dat de voorstelling wordt vertoond, is de opbrengst uit de kaartverkoop € 1355. Er blijven die avond twee stoelen onbezet.</w:t>
      </w:r>
    </w:p>
    <w:p w14:paraId="7EE1EF01" w14:textId="537877AD" w:rsidR="007A3533" w:rsidRDefault="009D702C" w:rsidP="007A3533">
      <w:pPr>
        <w:pStyle w:val="subopgave"/>
        <w:tabs>
          <w:tab w:val="clear" w:pos="709"/>
        </w:tabs>
        <w:ind w:left="709" w:hanging="709"/>
      </w:pPr>
      <w:r>
        <w:rPr>
          <w:rFonts w:ascii="Arial" w:hAnsi="Arial" w:cs="Arial"/>
          <w:sz w:val="14"/>
          <w:szCs w:val="14"/>
        </w:rPr>
        <w:t>5</w:t>
      </w:r>
      <w:r w:rsidRPr="005E549D">
        <w:rPr>
          <w:rFonts w:ascii="Arial" w:hAnsi="Arial" w:cs="Arial"/>
          <w:sz w:val="14"/>
          <w:szCs w:val="14"/>
        </w:rPr>
        <w:t>p</w:t>
      </w:r>
      <w:r>
        <w:tab/>
      </w:r>
      <w:r w:rsidR="00FA300E">
        <w:t>Bereken h</w:t>
      </w:r>
      <w:r w:rsidR="003B1B12">
        <w:t xml:space="preserve">oeveel </w:t>
      </w:r>
      <w:r w:rsidR="00C9549E">
        <w:t xml:space="preserve">volwassenen en hoeveel </w:t>
      </w:r>
      <w:r w:rsidR="00F64257">
        <w:t>kinderen er die avond zijn</w:t>
      </w:r>
      <w:r w:rsidR="00FA300E">
        <w:t>.</w:t>
      </w:r>
    </w:p>
    <w:p w14:paraId="4F940BCD" w14:textId="77777777" w:rsidR="007A3533" w:rsidRDefault="007A3533">
      <w:pPr>
        <w:spacing w:line="240" w:lineRule="auto"/>
        <w:rPr>
          <w:szCs w:val="20"/>
        </w:rPr>
      </w:pPr>
      <w:r>
        <w:br w:type="page"/>
      </w:r>
    </w:p>
    <w:p w14:paraId="46DB07F5" w14:textId="3993000B" w:rsidR="00546991" w:rsidRDefault="00546991" w:rsidP="00546991">
      <w:pPr>
        <w:pStyle w:val="opgavenr"/>
        <w:outlineLvl w:val="0"/>
      </w:pPr>
      <w:r>
        <w:lastRenderedPageBreak/>
        <w:t xml:space="preserve">Opgave </w:t>
      </w:r>
      <w:r w:rsidR="009A1AB1">
        <w:t>7</w:t>
      </w:r>
    </w:p>
    <w:p w14:paraId="5BCD2B34" w14:textId="46E75D74" w:rsidR="00546991" w:rsidRPr="00CA2BF4" w:rsidRDefault="009C0AC4" w:rsidP="00546991">
      <w:pPr>
        <w:pStyle w:val="subopgave"/>
        <w:tabs>
          <w:tab w:val="clear" w:pos="709"/>
        </w:tabs>
        <w:ind w:left="709" w:firstLine="0"/>
        <w:rPr>
          <w:rStyle w:val="puntenChar"/>
          <w:rFonts w:ascii="Times New Roman" w:hAnsi="Times New Roman"/>
          <w:sz w:val="24"/>
          <w:szCs w:val="24"/>
        </w:rPr>
      </w:pPr>
      <w:r>
        <w:rPr>
          <w:rStyle w:val="puntenChar"/>
          <w:rFonts w:ascii="Times New Roman" w:hAnsi="Times New Roman"/>
          <w:sz w:val="24"/>
          <w:szCs w:val="24"/>
        </w:rPr>
        <w:t xml:space="preserve">Los </w:t>
      </w:r>
      <w:r w:rsidR="00C9549E">
        <w:rPr>
          <w:rStyle w:val="puntenChar"/>
          <w:rFonts w:ascii="Times New Roman" w:hAnsi="Times New Roman"/>
          <w:sz w:val="24"/>
          <w:szCs w:val="24"/>
        </w:rPr>
        <w:t>exact</w:t>
      </w:r>
      <w:r>
        <w:rPr>
          <w:rStyle w:val="puntenChar"/>
          <w:rFonts w:ascii="Times New Roman" w:hAnsi="Times New Roman"/>
          <w:sz w:val="24"/>
          <w:szCs w:val="24"/>
        </w:rPr>
        <w:t xml:space="preserve"> op.</w:t>
      </w:r>
    </w:p>
    <w:p w14:paraId="2B712712" w14:textId="3312D4FA" w:rsidR="009C0AC4" w:rsidRPr="009C0AC4" w:rsidRDefault="00A34665" w:rsidP="009C0AC4">
      <w:pPr>
        <w:pStyle w:val="subopgave"/>
        <w:tabs>
          <w:tab w:val="clear" w:pos="709"/>
          <w:tab w:val="left" w:pos="993"/>
        </w:tabs>
        <w:ind w:left="709" w:hanging="709"/>
        <w:rPr>
          <w:rStyle w:val="puntenChar"/>
          <w:rFonts w:ascii="Times New Roman" w:hAnsi="Times New Roman"/>
          <w:sz w:val="24"/>
        </w:rPr>
      </w:pPr>
      <w:r>
        <w:rPr>
          <w:rStyle w:val="puntenChar"/>
        </w:rPr>
        <w:t>3</w:t>
      </w:r>
      <w:r w:rsidR="009C0AC4" w:rsidRPr="002A7DB7">
        <w:rPr>
          <w:rStyle w:val="puntenChar"/>
        </w:rPr>
        <w:t>p</w:t>
      </w:r>
      <w:r w:rsidR="009C0AC4">
        <w:tab/>
      </w:r>
      <w:r w:rsidR="009C0AC4" w:rsidRPr="009C0AC4">
        <w:rPr>
          <w:b/>
          <w:bCs/>
        </w:rPr>
        <w:t>a</w:t>
      </w:r>
      <w:r w:rsidR="009C0AC4">
        <w:tab/>
      </w:r>
      <w:bookmarkStart w:id="5" w:name="_Hlk26455534"/>
      <w:bookmarkStart w:id="6" w:name="_Hlk26455689"/>
      <w:r w:rsidRPr="00844250">
        <w:rPr>
          <w:position w:val="-12"/>
        </w:rPr>
        <w:object w:dxaOrig="1800" w:dyaOrig="380" w14:anchorId="3A40FBEF">
          <v:shape id="_x0000_i1031" type="#_x0000_t75" style="width:90pt;height:18.9pt" o:ole="">
            <v:imagedata r:id="rId21" o:title=""/>
          </v:shape>
          <o:OLEObject Type="Embed" ProgID="Equation.DSMT4" ShapeID="_x0000_i1031" DrawAspect="Content" ObjectID="_1646735463" r:id="rId22"/>
        </w:object>
      </w:r>
      <w:bookmarkEnd w:id="5"/>
      <w:bookmarkEnd w:id="6"/>
    </w:p>
    <w:p w14:paraId="354DCC6E" w14:textId="1318B1E1" w:rsidR="00F16B6D" w:rsidRDefault="0008228A" w:rsidP="009C0AC4">
      <w:pPr>
        <w:pStyle w:val="subopgave"/>
        <w:tabs>
          <w:tab w:val="clear" w:pos="709"/>
          <w:tab w:val="left" w:pos="993"/>
        </w:tabs>
        <w:ind w:left="709" w:hanging="709"/>
      </w:pPr>
      <w:r>
        <w:rPr>
          <w:rStyle w:val="puntenChar"/>
        </w:rPr>
        <w:t>3</w:t>
      </w:r>
      <w:r w:rsidR="00546991" w:rsidRPr="002A7DB7">
        <w:rPr>
          <w:rStyle w:val="puntenChar"/>
        </w:rPr>
        <w:t>p</w:t>
      </w:r>
      <w:r w:rsidR="00546991">
        <w:tab/>
      </w:r>
      <w:r w:rsidR="009C0AC4">
        <w:rPr>
          <w:b/>
          <w:bCs/>
        </w:rPr>
        <w:t>b</w:t>
      </w:r>
      <w:r w:rsidR="009C0AC4">
        <w:tab/>
      </w:r>
      <w:r w:rsidR="00A34665">
        <w:rPr>
          <w:position w:val="-10"/>
          <w:szCs w:val="24"/>
        </w:rPr>
        <w:object w:dxaOrig="2082" w:dyaOrig="318" w14:anchorId="31DD5528">
          <v:shape id="_x0000_i1032" type="#_x0000_t75" style="width:104.1pt;height:15.9pt" o:ole="">
            <v:imagedata r:id="rId23" o:title=""/>
          </v:shape>
          <o:OLEObject Type="Embed" ProgID="Equation.DSMT4" ShapeID="_x0000_i1032" DrawAspect="Content" ObjectID="_1646735464" r:id="rId24"/>
        </w:object>
      </w:r>
    </w:p>
    <w:p w14:paraId="21D5C3DC" w14:textId="2DF550CF" w:rsidR="00223E29" w:rsidRDefault="00331ABC" w:rsidP="00223E29">
      <w:pPr>
        <w:pStyle w:val="subopgave"/>
        <w:tabs>
          <w:tab w:val="clear" w:pos="709"/>
          <w:tab w:val="left" w:pos="993"/>
        </w:tabs>
        <w:ind w:left="709" w:hanging="709"/>
      </w:pPr>
      <w:r>
        <w:rPr>
          <w:rStyle w:val="puntenChar"/>
        </w:rPr>
        <w:t>3</w:t>
      </w:r>
      <w:r w:rsidR="009C0AC4" w:rsidRPr="002A7DB7">
        <w:rPr>
          <w:rStyle w:val="puntenChar"/>
        </w:rPr>
        <w:t>p</w:t>
      </w:r>
      <w:r w:rsidR="009C0AC4">
        <w:tab/>
      </w:r>
      <w:r w:rsidR="009C0AC4">
        <w:rPr>
          <w:b/>
          <w:bCs/>
        </w:rPr>
        <w:t>c</w:t>
      </w:r>
      <w:r w:rsidR="009C0AC4">
        <w:tab/>
      </w:r>
      <w:bookmarkStart w:id="7" w:name="_Hlk26456498"/>
      <w:r w:rsidR="003F2DA9" w:rsidRPr="00844250">
        <w:rPr>
          <w:position w:val="-10"/>
        </w:rPr>
        <w:object w:dxaOrig="2659" w:dyaOrig="320" w14:anchorId="48B4F124">
          <v:shape id="_x0000_i1033" type="#_x0000_t75" style="width:132.9pt;height:15.9pt" o:ole="">
            <v:imagedata r:id="rId25" o:title=""/>
          </v:shape>
          <o:OLEObject Type="Embed" ProgID="Equation.DSMT4" ShapeID="_x0000_i1033" DrawAspect="Content" ObjectID="_1646735465" r:id="rId26"/>
        </w:object>
      </w:r>
      <w:bookmarkEnd w:id="7"/>
    </w:p>
    <w:p w14:paraId="3729D0EB" w14:textId="57758B5F" w:rsidR="00223E29" w:rsidRDefault="00223E29">
      <w:pPr>
        <w:spacing w:line="240" w:lineRule="auto"/>
        <w:rPr>
          <w:szCs w:val="20"/>
        </w:rPr>
      </w:pPr>
    </w:p>
    <w:p w14:paraId="17747C3F" w14:textId="257C9D10" w:rsidR="004134C3" w:rsidRDefault="004134C3" w:rsidP="004134C3">
      <w:pPr>
        <w:pStyle w:val="opgavenr"/>
        <w:outlineLvl w:val="0"/>
      </w:pPr>
      <w:r>
        <w:t xml:space="preserve">Opgave </w:t>
      </w:r>
      <w:r w:rsidR="009A1AB1">
        <w:t>8</w:t>
      </w:r>
    </w:p>
    <w:p w14:paraId="6ACF3B4D" w14:textId="5EB283EF" w:rsidR="004134C3" w:rsidRPr="00CA2BF4" w:rsidRDefault="004134C3" w:rsidP="004134C3">
      <w:pPr>
        <w:pStyle w:val="subopgave"/>
        <w:tabs>
          <w:tab w:val="clear" w:pos="709"/>
        </w:tabs>
        <w:ind w:left="709" w:firstLine="0"/>
        <w:rPr>
          <w:rStyle w:val="puntenChar"/>
          <w:rFonts w:ascii="Times New Roman" w:hAnsi="Times New Roman"/>
          <w:sz w:val="24"/>
          <w:szCs w:val="24"/>
        </w:rPr>
      </w:pPr>
      <w:r>
        <w:rPr>
          <w:rStyle w:val="puntenChar"/>
          <w:rFonts w:ascii="Times New Roman" w:hAnsi="Times New Roman"/>
          <w:sz w:val="24"/>
          <w:szCs w:val="24"/>
        </w:rPr>
        <w:t xml:space="preserve">Gegeven zijn de functies </w:t>
      </w:r>
      <w:r w:rsidR="0004574C" w:rsidRPr="0004574C">
        <w:rPr>
          <w:position w:val="-12"/>
        </w:rPr>
        <w:object w:dxaOrig="1920" w:dyaOrig="380" w14:anchorId="70C84E25">
          <v:shape id="_x0000_i1034" type="#_x0000_t75" style="width:96pt;height:18.9pt" o:ole="">
            <v:imagedata r:id="rId27" o:title=""/>
          </v:shape>
          <o:OLEObject Type="Embed" ProgID="Equation.DSMT4" ShapeID="_x0000_i1034" DrawAspect="Content" ObjectID="_1646735466" r:id="rId28"/>
        </w:object>
      </w:r>
      <w:r>
        <w:t xml:space="preserve"> en </w:t>
      </w:r>
      <w:r w:rsidR="0004574C" w:rsidRPr="0004574C">
        <w:rPr>
          <w:position w:val="-12"/>
        </w:rPr>
        <w:object w:dxaOrig="2120" w:dyaOrig="380" w14:anchorId="635CDC7F">
          <v:shape id="_x0000_i1035" type="#_x0000_t75" style="width:105.9pt;height:18.9pt" o:ole="">
            <v:imagedata r:id="rId29" o:title=""/>
          </v:shape>
          <o:OLEObject Type="Embed" ProgID="Equation.DSMT4" ShapeID="_x0000_i1035" DrawAspect="Content" ObjectID="_1646735467" r:id="rId30"/>
        </w:object>
      </w:r>
    </w:p>
    <w:p w14:paraId="2B22DE94" w14:textId="3B09ADA6" w:rsidR="004134C3" w:rsidRDefault="004A5060" w:rsidP="004134C3">
      <w:pPr>
        <w:pStyle w:val="subopgave"/>
        <w:tabs>
          <w:tab w:val="clear" w:pos="709"/>
          <w:tab w:val="left" w:pos="993"/>
        </w:tabs>
        <w:ind w:left="709" w:hanging="709"/>
      </w:pPr>
      <w:r>
        <w:rPr>
          <w:rStyle w:val="puntenChar"/>
        </w:rPr>
        <w:t>2</w:t>
      </w:r>
      <w:r w:rsidR="004134C3" w:rsidRPr="002A7DB7">
        <w:rPr>
          <w:rStyle w:val="puntenChar"/>
        </w:rPr>
        <w:t>p</w:t>
      </w:r>
      <w:r w:rsidR="004134C3">
        <w:tab/>
      </w:r>
      <w:r w:rsidR="004134C3" w:rsidRPr="009C0AC4">
        <w:rPr>
          <w:b/>
          <w:bCs/>
        </w:rPr>
        <w:t>a</w:t>
      </w:r>
      <w:r w:rsidR="004134C3">
        <w:tab/>
        <w:t xml:space="preserve">Schets de grafieken van </w:t>
      </w:r>
      <w:r w:rsidR="004134C3" w:rsidRPr="00F86AA9">
        <w:rPr>
          <w:i/>
          <w:iCs/>
        </w:rPr>
        <w:t>f</w:t>
      </w:r>
      <w:r w:rsidR="004134C3">
        <w:t xml:space="preserve"> en </w:t>
      </w:r>
      <w:r w:rsidR="004134C3" w:rsidRPr="00F86AA9">
        <w:rPr>
          <w:i/>
          <w:iCs/>
        </w:rPr>
        <w:t>g</w:t>
      </w:r>
      <w:r w:rsidR="004134C3">
        <w:t xml:space="preserve"> in één figuur.</w:t>
      </w:r>
    </w:p>
    <w:p w14:paraId="73C192ED" w14:textId="0A6D3C54" w:rsidR="004134C3" w:rsidRDefault="004A5060" w:rsidP="004134C3">
      <w:pPr>
        <w:pStyle w:val="subopgave"/>
      </w:pPr>
      <w:r>
        <w:rPr>
          <w:rStyle w:val="puntenChar"/>
        </w:rPr>
        <w:t>2</w:t>
      </w:r>
      <w:r w:rsidR="004134C3" w:rsidRPr="002A7DB7">
        <w:rPr>
          <w:rStyle w:val="puntenChar"/>
        </w:rPr>
        <w:t>p</w:t>
      </w:r>
      <w:r w:rsidR="004134C3">
        <w:tab/>
      </w:r>
      <w:r w:rsidR="004134C3">
        <w:rPr>
          <w:b/>
          <w:bCs/>
        </w:rPr>
        <w:t>b</w:t>
      </w:r>
      <w:r w:rsidR="004134C3">
        <w:tab/>
      </w:r>
      <w:r w:rsidR="0037487E">
        <w:t xml:space="preserve">Bereken de nulpunten van </w:t>
      </w:r>
      <w:r w:rsidR="00907E46">
        <w:rPr>
          <w:i/>
          <w:iCs/>
        </w:rPr>
        <w:t>g</w:t>
      </w:r>
      <w:r w:rsidR="0037487E">
        <w:t>.</w:t>
      </w:r>
      <w:r w:rsidR="0004574C">
        <w:t xml:space="preserve"> Rond af op twee decimalen.</w:t>
      </w:r>
    </w:p>
    <w:p w14:paraId="09A586C2" w14:textId="2BFEC41A" w:rsidR="0004574C" w:rsidRDefault="006C348C" w:rsidP="00907E46">
      <w:pPr>
        <w:pStyle w:val="subopgave"/>
        <w:rPr>
          <w:szCs w:val="24"/>
        </w:rPr>
      </w:pPr>
      <w:r>
        <w:rPr>
          <w:rStyle w:val="puntenChar"/>
        </w:rPr>
        <w:t>5</w:t>
      </w:r>
      <w:r w:rsidR="004134C3" w:rsidRPr="002A7DB7">
        <w:rPr>
          <w:rStyle w:val="puntenChar"/>
        </w:rPr>
        <w:t>p</w:t>
      </w:r>
      <w:r w:rsidR="004134C3">
        <w:tab/>
      </w:r>
      <w:r w:rsidR="004134C3">
        <w:rPr>
          <w:b/>
          <w:bCs/>
        </w:rPr>
        <w:t>c</w:t>
      </w:r>
      <w:r w:rsidR="004134C3">
        <w:tab/>
      </w:r>
      <w:r w:rsidR="0037487E">
        <w:rPr>
          <w:szCs w:val="24"/>
        </w:rPr>
        <w:t xml:space="preserve">De horizontale lijn door de top van de grafiek van </w:t>
      </w:r>
      <w:r w:rsidR="00907E46">
        <w:rPr>
          <w:i/>
          <w:iCs/>
          <w:szCs w:val="24"/>
        </w:rPr>
        <w:t>f</w:t>
      </w:r>
      <w:r w:rsidR="0037487E">
        <w:rPr>
          <w:szCs w:val="24"/>
        </w:rPr>
        <w:t xml:space="preserve"> snijdt de grafiek van </w:t>
      </w:r>
      <w:r w:rsidR="00907E46">
        <w:rPr>
          <w:i/>
          <w:iCs/>
          <w:szCs w:val="24"/>
        </w:rPr>
        <w:t>g</w:t>
      </w:r>
      <w:r w:rsidR="0037487E">
        <w:rPr>
          <w:szCs w:val="24"/>
        </w:rPr>
        <w:t xml:space="preserve"> in de punten </w:t>
      </w:r>
      <w:r w:rsidR="0037487E" w:rsidRPr="00E93826">
        <w:rPr>
          <w:i/>
          <w:iCs/>
          <w:szCs w:val="24"/>
        </w:rPr>
        <w:t>A</w:t>
      </w:r>
      <w:r w:rsidR="0037487E">
        <w:rPr>
          <w:szCs w:val="24"/>
        </w:rPr>
        <w:t xml:space="preserve"> en </w:t>
      </w:r>
      <w:r w:rsidR="0037487E" w:rsidRPr="00E93826">
        <w:rPr>
          <w:i/>
          <w:iCs/>
          <w:szCs w:val="24"/>
        </w:rPr>
        <w:t>B</w:t>
      </w:r>
      <w:r w:rsidR="0037487E">
        <w:rPr>
          <w:szCs w:val="24"/>
        </w:rPr>
        <w:t>.</w:t>
      </w:r>
      <w:r w:rsidR="00E93826">
        <w:rPr>
          <w:szCs w:val="24"/>
        </w:rPr>
        <w:br/>
        <w:t xml:space="preserve">Bereken de lengte van het lijnstuk </w:t>
      </w:r>
      <w:r w:rsidR="00E93826" w:rsidRPr="00E93826">
        <w:rPr>
          <w:i/>
          <w:iCs/>
          <w:szCs w:val="24"/>
        </w:rPr>
        <w:t>AB</w:t>
      </w:r>
      <w:r w:rsidR="00E93826">
        <w:rPr>
          <w:szCs w:val="24"/>
        </w:rPr>
        <w:t>. Rond af op twee decimalen.</w:t>
      </w:r>
    </w:p>
    <w:p w14:paraId="67B5D1F0" w14:textId="4543E2BE" w:rsidR="00223E29" w:rsidRDefault="00223E29" w:rsidP="00907E46">
      <w:pPr>
        <w:pStyle w:val="subopgave"/>
        <w:rPr>
          <w:szCs w:val="24"/>
        </w:rPr>
      </w:pPr>
    </w:p>
    <w:p w14:paraId="384F99CC" w14:textId="4032553C" w:rsidR="00223E29" w:rsidRDefault="00223E29" w:rsidP="00223E29">
      <w:pPr>
        <w:pStyle w:val="opgavenr"/>
      </w:pPr>
      <w:r>
        <w:t xml:space="preserve">Opgave </w:t>
      </w:r>
      <w:r w:rsidR="009A1AB1">
        <w:t>9</w:t>
      </w:r>
    </w:p>
    <w:p w14:paraId="60CBED17" w14:textId="77777777" w:rsidR="00223E29" w:rsidRPr="005A469D" w:rsidRDefault="00223E29" w:rsidP="00223E29">
      <w:pPr>
        <w:tabs>
          <w:tab w:val="left" w:pos="709"/>
          <w:tab w:val="left" w:pos="993"/>
        </w:tabs>
        <w:ind w:left="709"/>
      </w:pPr>
      <w:r>
        <w:t>Z</w:t>
      </w:r>
      <w:r w:rsidRPr="005A469D">
        <w:t xml:space="preserve">owel </w:t>
      </w:r>
      <w:r>
        <w:t>m</w:t>
      </w:r>
      <w:r w:rsidRPr="005A469D">
        <w:t>annen als vrouwen worden in Nederland steeds ouder</w:t>
      </w:r>
      <w:r>
        <w:t>.</w:t>
      </w:r>
      <w:r>
        <w:br/>
        <w:t>Mannen die in 1925 geboren zijn, leven na het bereiken van de 65-jarige leeftijd gemiddeld nog 13,2 jaar en voor mannen die in 1950 geboren zijn, is dat 14,4 jaar.</w:t>
      </w:r>
      <w:r>
        <w:br/>
      </w:r>
      <w:r w:rsidRPr="005A469D">
        <w:t>Vrouwen die in 1920 geboren zijn</w:t>
      </w:r>
      <w:r>
        <w:t>,</w:t>
      </w:r>
      <w:r w:rsidRPr="005A469D">
        <w:t xml:space="preserve"> leven na het bereiken van </w:t>
      </w:r>
      <w:r>
        <w:t xml:space="preserve">de </w:t>
      </w:r>
      <w:r w:rsidRPr="005A469D">
        <w:t>65-jarige leeftijd gemiddeld nog 19,5 jaar en voor vrouwen die in 1970 geboren zijn</w:t>
      </w:r>
      <w:r>
        <w:t>,</w:t>
      </w:r>
      <w:r w:rsidRPr="005A469D">
        <w:t xml:space="preserve"> is dat </w:t>
      </w:r>
      <w:r>
        <w:t>0,9</w:t>
      </w:r>
      <w:r w:rsidRPr="005A469D">
        <w:t xml:space="preserve"> jaar</w:t>
      </w:r>
      <w:r>
        <w:t xml:space="preserve"> meer.</w:t>
      </w:r>
      <w:r>
        <w:br/>
        <w:t xml:space="preserve">Neem in deze opgave aan dat er een lineair verband bestaat tussen het geboortejaar </w:t>
      </w:r>
      <w:r w:rsidRPr="001A253F">
        <w:rPr>
          <w:i/>
          <w:iCs/>
        </w:rPr>
        <w:t>g</w:t>
      </w:r>
      <w:r>
        <w:t xml:space="preserve"> en de levensverwachting in jaren.</w:t>
      </w:r>
      <w:r>
        <w:br/>
        <w:t>De formule van</w:t>
      </w:r>
      <w:r w:rsidRPr="00A2726C">
        <w:t xml:space="preserve"> </w:t>
      </w:r>
      <w:r>
        <w:t xml:space="preserve">de levensverwachting </w:t>
      </w:r>
      <w:r>
        <w:rPr>
          <w:i/>
          <w:iCs/>
        </w:rPr>
        <w:t>V</w:t>
      </w:r>
      <w:r w:rsidRPr="00E30D67">
        <w:rPr>
          <w:vertAlign w:val="subscript"/>
        </w:rPr>
        <w:t>m</w:t>
      </w:r>
      <w:r>
        <w:t xml:space="preserve"> van een </w:t>
      </w:r>
      <w:r w:rsidRPr="005A469D">
        <w:t xml:space="preserve">65-jarige </w:t>
      </w:r>
      <w:r>
        <w:t xml:space="preserve">man in Nederland is dan van de vorm </w:t>
      </w:r>
      <w:r w:rsidRPr="00C67A43">
        <w:rPr>
          <w:i/>
          <w:iCs/>
        </w:rPr>
        <w:t>V</w:t>
      </w:r>
      <w:r w:rsidRPr="00C67A43">
        <w:rPr>
          <w:vertAlign w:val="subscript"/>
        </w:rPr>
        <w:t>m</w:t>
      </w:r>
      <w:r>
        <w:t xml:space="preserve"> = </w:t>
      </w:r>
      <w:r w:rsidRPr="00C67A43">
        <w:rPr>
          <w:i/>
          <w:iCs/>
        </w:rPr>
        <w:t>ag</w:t>
      </w:r>
      <w:r>
        <w:t xml:space="preserve"> + </w:t>
      </w:r>
      <w:r w:rsidRPr="00C67A43">
        <w:rPr>
          <w:i/>
          <w:iCs/>
        </w:rPr>
        <w:t>b</w:t>
      </w:r>
      <w:r>
        <w:t>.</w:t>
      </w:r>
    </w:p>
    <w:p w14:paraId="0A537E39" w14:textId="77777777" w:rsidR="00223E29" w:rsidRDefault="00223E29" w:rsidP="00223E29">
      <w:pPr>
        <w:tabs>
          <w:tab w:val="left" w:pos="709"/>
          <w:tab w:val="left" w:pos="993"/>
        </w:tabs>
      </w:pPr>
      <w:r>
        <w:rPr>
          <w:rFonts w:ascii="Arial" w:hAnsi="Arial" w:cs="Arial"/>
          <w:sz w:val="14"/>
          <w:szCs w:val="14"/>
        </w:rPr>
        <w:t>2</w:t>
      </w:r>
      <w:r w:rsidRPr="005E549D">
        <w:rPr>
          <w:rFonts w:ascii="Arial" w:hAnsi="Arial" w:cs="Arial"/>
          <w:sz w:val="14"/>
          <w:szCs w:val="14"/>
        </w:rPr>
        <w:t>p</w:t>
      </w:r>
      <w:r>
        <w:tab/>
      </w:r>
      <w:r w:rsidRPr="00822BDC">
        <w:rPr>
          <w:b/>
        </w:rPr>
        <w:t>a</w:t>
      </w:r>
      <w:r w:rsidRPr="005A469D">
        <w:tab/>
      </w:r>
      <w:r>
        <w:t xml:space="preserve">Toon aan dat </w:t>
      </w:r>
      <w:r w:rsidRPr="00C67A43">
        <w:rPr>
          <w:i/>
          <w:iCs/>
        </w:rPr>
        <w:t>a</w:t>
      </w:r>
      <w:r>
        <w:t xml:space="preserve"> = 0,048 en </w:t>
      </w:r>
      <w:r w:rsidRPr="00C67A43">
        <w:rPr>
          <w:i/>
          <w:iCs/>
        </w:rPr>
        <w:t>b</w:t>
      </w:r>
      <w:r>
        <w:t xml:space="preserve"> = −79,2.</w:t>
      </w:r>
    </w:p>
    <w:p w14:paraId="585E64D8" w14:textId="68E9D704" w:rsidR="00223E29" w:rsidRPr="004A5060" w:rsidRDefault="00223E29" w:rsidP="00223E29">
      <w:pPr>
        <w:tabs>
          <w:tab w:val="left" w:pos="709"/>
          <w:tab w:val="left" w:pos="993"/>
        </w:tabs>
        <w:ind w:left="993" w:hanging="993"/>
      </w:pPr>
      <w:r>
        <w:rPr>
          <w:rFonts w:ascii="Arial" w:hAnsi="Arial" w:cs="Arial"/>
          <w:sz w:val="14"/>
          <w:szCs w:val="14"/>
        </w:rPr>
        <w:t>5</w:t>
      </w:r>
      <w:r w:rsidRPr="005E549D">
        <w:rPr>
          <w:rFonts w:ascii="Arial" w:hAnsi="Arial" w:cs="Arial"/>
          <w:sz w:val="14"/>
          <w:szCs w:val="14"/>
        </w:rPr>
        <w:t>p</w:t>
      </w:r>
      <w:r>
        <w:tab/>
      </w:r>
      <w:r w:rsidR="00E30427">
        <w:rPr>
          <w:b/>
        </w:rPr>
        <w:t>b</w:t>
      </w:r>
      <w:r w:rsidRPr="005A469D">
        <w:tab/>
      </w:r>
      <w:r>
        <w:t>Bereken i</w:t>
      </w:r>
      <w:r w:rsidRPr="005A469D">
        <w:t xml:space="preserve">n welk jaar </w:t>
      </w:r>
      <w:r>
        <w:t xml:space="preserve">in Nederland </w:t>
      </w:r>
      <w:r w:rsidRPr="005A469D">
        <w:t>65-jarige mannen dezelfde levensverwachting hebben als vrouwen van die leeftijd</w:t>
      </w:r>
      <w:r>
        <w:t>.</w:t>
      </w:r>
    </w:p>
    <w:sectPr w:rsidR="00223E29" w:rsidRPr="004A5060" w:rsidSect="00AB3DBA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type w:val="continuous"/>
      <w:pgSz w:w="11906" w:h="16838"/>
      <w:pgMar w:top="1276" w:right="1134" w:bottom="1134" w:left="1418" w:header="567" w:footer="96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D">
      <wne:acd wne:acdName="acd0"/>
    </wne:keymap>
  </wne:keymaps>
  <wne:toolbars>
    <wne:acdManifest>
      <wne:acdEntry wne:acdName="acd0"/>
    </wne:acdManifest>
  </wne:toolbars>
  <wne:acds>
    <wne:acd wne:argValue="EiJUAGkAbQBlAHMAIABOAGUAdwAgAFIAbwBtAGEAbgA=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78932" w14:textId="77777777" w:rsidR="008051F8" w:rsidRDefault="008051F8">
      <w:r>
        <w:separator/>
      </w:r>
    </w:p>
  </w:endnote>
  <w:endnote w:type="continuationSeparator" w:id="0">
    <w:p w14:paraId="2BC5AF98" w14:textId="77777777" w:rsidR="008051F8" w:rsidRDefault="0080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1E80C" w14:textId="77777777" w:rsidR="008B04F7" w:rsidRDefault="008B04F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D2B57" w14:textId="735617F6" w:rsidR="009B3F01" w:rsidRPr="005C7167" w:rsidRDefault="009B3F01" w:rsidP="008B04F7">
    <w:pPr>
      <w:tabs>
        <w:tab w:val="left" w:pos="2835"/>
        <w:tab w:val="right" w:pos="9072"/>
      </w:tabs>
      <w:ind w:right="-2"/>
      <w:rPr>
        <w:rFonts w:ascii="Arial" w:hAnsi="Arial" w:cs="Arial"/>
        <w:bCs/>
        <w:sz w:val="16"/>
      </w:rPr>
    </w:pPr>
    <w:r w:rsidRPr="00EF2C2B">
      <w:rPr>
        <w:rFonts w:ascii="Arial" w:hAnsi="Arial" w:cs="Arial"/>
        <w:caps/>
        <w:color w:val="000000"/>
        <w:sz w:val="14"/>
        <w:szCs w:val="16"/>
      </w:rPr>
      <w:t xml:space="preserve">© </w:t>
    </w:r>
    <w:r>
      <w:rPr>
        <w:rFonts w:ascii="Arial" w:hAnsi="Arial" w:cs="Arial"/>
        <w:caps/>
        <w:color w:val="000000"/>
        <w:sz w:val="14"/>
        <w:szCs w:val="16"/>
      </w:rPr>
      <w:t>noordhoff</w:t>
    </w:r>
    <w:r w:rsidR="008B04F7">
      <w:rPr>
        <w:rFonts w:ascii="Arial" w:hAnsi="Arial" w:cs="Arial"/>
        <w:caps/>
        <w:color w:val="000000"/>
        <w:sz w:val="14"/>
        <w:szCs w:val="16"/>
      </w:rPr>
      <w:t xml:space="preserve"> uitgevers bv</w:t>
    </w:r>
    <w:r>
      <w:rPr>
        <w:rFonts w:ascii="Arial" w:hAnsi="Arial" w:cs="Arial"/>
        <w:caps/>
        <w:color w:val="000000"/>
        <w:sz w:val="14"/>
        <w:szCs w:val="16"/>
      </w:rPr>
      <w:t xml:space="preserve"> 20</w:t>
    </w:r>
    <w:r w:rsidR="00E36C55">
      <w:rPr>
        <w:rFonts w:ascii="Arial" w:hAnsi="Arial" w:cs="Arial"/>
        <w:caps/>
        <w:color w:val="000000"/>
        <w:sz w:val="14"/>
        <w:szCs w:val="16"/>
      </w:rPr>
      <w:t>20</w:t>
    </w:r>
    <w:r w:rsidR="00AC301E">
      <w:rPr>
        <w:rFonts w:ascii="Arial" w:hAnsi="Arial" w:cs="Arial"/>
        <w:caps/>
        <w:color w:val="000000"/>
        <w:sz w:val="14"/>
        <w:szCs w:val="16"/>
      </w:rPr>
      <w:tab/>
    </w:r>
    <w:r w:rsidR="00AD39A2">
      <w:rPr>
        <w:rFonts w:ascii="Arial" w:hAnsi="Arial" w:cs="Arial"/>
        <w:bCs/>
        <w:caps/>
        <w:sz w:val="14"/>
      </w:rPr>
      <w:t>oefentoets</w:t>
    </w:r>
    <w:r>
      <w:rPr>
        <w:rFonts w:ascii="Arial" w:hAnsi="Arial" w:cs="Arial"/>
        <w:bCs/>
        <w:caps/>
        <w:sz w:val="14"/>
      </w:rPr>
      <w:t xml:space="preserve"> </w:t>
    </w:r>
    <w:r w:rsidR="00E36C55">
      <w:rPr>
        <w:rFonts w:ascii="Arial" w:hAnsi="Arial" w:cs="Arial"/>
        <w:bCs/>
        <w:caps/>
        <w:sz w:val="14"/>
      </w:rPr>
      <w:t>havo b</w:t>
    </w:r>
    <w:r>
      <w:rPr>
        <w:rFonts w:ascii="Arial" w:hAnsi="Arial" w:cs="Arial"/>
        <w:bCs/>
        <w:caps/>
        <w:sz w:val="14"/>
      </w:rPr>
      <w:t xml:space="preserve"> deel </w:t>
    </w:r>
    <w:r w:rsidR="00E36C55">
      <w:rPr>
        <w:rFonts w:ascii="Arial" w:hAnsi="Arial" w:cs="Arial"/>
        <w:bCs/>
        <w:caps/>
        <w:sz w:val="14"/>
      </w:rPr>
      <w:t>1</w:t>
    </w:r>
    <w:r>
      <w:rPr>
        <w:rFonts w:ascii="Arial" w:hAnsi="Arial" w:cs="Arial"/>
        <w:bCs/>
        <w:caps/>
        <w:sz w:val="14"/>
      </w:rPr>
      <w:t xml:space="preserve"> hoofdstuk </w:t>
    </w:r>
    <w:r w:rsidR="00E36C55">
      <w:rPr>
        <w:rFonts w:ascii="Arial" w:hAnsi="Arial" w:cs="Arial"/>
        <w:bCs/>
        <w:caps/>
        <w:sz w:val="14"/>
      </w:rPr>
      <w:t>1</w:t>
    </w:r>
    <w:r w:rsidR="00146F33">
      <w:rPr>
        <w:rFonts w:ascii="Arial" w:hAnsi="Arial" w:cs="Arial"/>
        <w:caps/>
        <w:color w:val="000000"/>
        <w:sz w:val="14"/>
        <w:szCs w:val="16"/>
      </w:rPr>
      <w:tab/>
    </w:r>
    <w:bookmarkStart w:id="8" w:name="_GoBack"/>
    <w:bookmarkEnd w:id="8"/>
    <w:r w:rsidRPr="00EF2C2B">
      <w:rPr>
        <w:rFonts w:ascii="Arial" w:hAnsi="Arial"/>
        <w:caps/>
        <w:color w:val="000000"/>
        <w:sz w:val="14"/>
      </w:rPr>
      <w:fldChar w:fldCharType="begin"/>
    </w:r>
    <w:r w:rsidRPr="00EF2C2B">
      <w:rPr>
        <w:rFonts w:ascii="Arial" w:hAnsi="Arial"/>
        <w:caps/>
        <w:color w:val="000000"/>
        <w:sz w:val="14"/>
      </w:rPr>
      <w:instrText xml:space="preserve"> PAGE </w:instrText>
    </w:r>
    <w:r w:rsidRPr="00EF2C2B">
      <w:rPr>
        <w:rFonts w:ascii="Arial" w:hAnsi="Arial"/>
        <w:caps/>
        <w:color w:val="000000"/>
        <w:sz w:val="14"/>
      </w:rPr>
      <w:fldChar w:fldCharType="separate"/>
    </w:r>
    <w:r>
      <w:rPr>
        <w:rFonts w:ascii="Arial" w:hAnsi="Arial"/>
        <w:caps/>
        <w:noProof/>
        <w:color w:val="000000"/>
        <w:sz w:val="14"/>
      </w:rPr>
      <w:t>14</w:t>
    </w:r>
    <w:r w:rsidRPr="00EF2C2B">
      <w:rPr>
        <w:rFonts w:ascii="Arial" w:hAnsi="Arial"/>
        <w:caps/>
        <w:color w:val="000000"/>
        <w:sz w:val="14"/>
      </w:rPr>
      <w:fldChar w:fldCharType="end"/>
    </w:r>
  </w:p>
  <w:p w14:paraId="014480BA" w14:textId="77777777" w:rsidR="009B3F01" w:rsidRPr="008A45E1" w:rsidRDefault="009B3F01" w:rsidP="004E5691">
    <w:pPr>
      <w:tabs>
        <w:tab w:val="center" w:pos="2694"/>
        <w:tab w:val="right" w:pos="9356"/>
      </w:tabs>
    </w:pPr>
  </w:p>
  <w:p w14:paraId="3C0B0410" w14:textId="77777777" w:rsidR="009B3F01" w:rsidRDefault="009B3F0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0B409" w14:textId="77777777" w:rsidR="008B04F7" w:rsidRDefault="008B04F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4BF0E" w14:textId="77777777" w:rsidR="008051F8" w:rsidRDefault="008051F8">
      <w:r>
        <w:separator/>
      </w:r>
    </w:p>
  </w:footnote>
  <w:footnote w:type="continuationSeparator" w:id="0">
    <w:p w14:paraId="41909313" w14:textId="77777777" w:rsidR="008051F8" w:rsidRDefault="00805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701A8" w14:textId="77777777" w:rsidR="008B04F7" w:rsidRDefault="008B04F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452CF" w14:textId="77777777" w:rsidR="009B3F01" w:rsidRPr="00D177B4" w:rsidRDefault="009B3F01" w:rsidP="003F6BDB">
    <w:pPr>
      <w:pBdr>
        <w:bottom w:val="single" w:sz="4" w:space="4" w:color="auto"/>
      </w:pBdr>
      <w:tabs>
        <w:tab w:val="left" w:pos="4116"/>
      </w:tabs>
      <w:spacing w:line="250" w:lineRule="exact"/>
      <w:rPr>
        <w:rFonts w:cs="Arial"/>
        <w:sz w:val="21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5A431E7E" wp14:editId="5BF5B70A">
          <wp:simplePos x="0" y="0"/>
          <wp:positionH relativeFrom="column">
            <wp:posOffset>5287010</wp:posOffset>
          </wp:positionH>
          <wp:positionV relativeFrom="paragraph">
            <wp:posOffset>-264160</wp:posOffset>
          </wp:positionV>
          <wp:extent cx="800100" cy="58039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199A46" w14:textId="77777777" w:rsidR="009B3F01" w:rsidRDefault="009B3F0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99935" w14:textId="77777777" w:rsidR="008B04F7" w:rsidRDefault="008B04F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46"/>
    <w:multiLevelType w:val="hybridMultilevel"/>
    <w:tmpl w:val="DA0ECAE0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86CCC"/>
    <w:multiLevelType w:val="hybridMultilevel"/>
    <w:tmpl w:val="5D7A959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A4A444E"/>
    <w:multiLevelType w:val="hybridMultilevel"/>
    <w:tmpl w:val="729C40D8"/>
    <w:lvl w:ilvl="0" w:tplc="9D52E9E4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35392C"/>
    <w:multiLevelType w:val="hybridMultilevel"/>
    <w:tmpl w:val="099C2386"/>
    <w:lvl w:ilvl="0" w:tplc="D41A989A">
      <w:start w:val="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A42E66"/>
    <w:multiLevelType w:val="hybridMultilevel"/>
    <w:tmpl w:val="96023CFA"/>
    <w:lvl w:ilvl="0" w:tplc="B74A49F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A00282"/>
    <w:multiLevelType w:val="hybridMultilevel"/>
    <w:tmpl w:val="8004B368"/>
    <w:lvl w:ilvl="0" w:tplc="A5A89A64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9958B8"/>
    <w:multiLevelType w:val="hybridMultilevel"/>
    <w:tmpl w:val="C9983EE4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F0B180A"/>
    <w:multiLevelType w:val="hybridMultilevel"/>
    <w:tmpl w:val="B16CEE86"/>
    <w:lvl w:ilvl="0" w:tplc="DEC27BF4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 fill="f" fillcolor="white" strokecolor="none [3213]">
      <v:fill color="white" on="f"/>
      <v:stroke 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A46"/>
    <w:rsid w:val="00000750"/>
    <w:rsid w:val="0000122E"/>
    <w:rsid w:val="00001BA9"/>
    <w:rsid w:val="000043D4"/>
    <w:rsid w:val="00004B9F"/>
    <w:rsid w:val="00005969"/>
    <w:rsid w:val="00005BF7"/>
    <w:rsid w:val="00006969"/>
    <w:rsid w:val="00007FC5"/>
    <w:rsid w:val="00010299"/>
    <w:rsid w:val="00010946"/>
    <w:rsid w:val="00010AE3"/>
    <w:rsid w:val="00014DEB"/>
    <w:rsid w:val="00014EA4"/>
    <w:rsid w:val="000158B8"/>
    <w:rsid w:val="0001609C"/>
    <w:rsid w:val="00016DDB"/>
    <w:rsid w:val="00017D8E"/>
    <w:rsid w:val="000205A0"/>
    <w:rsid w:val="00022B95"/>
    <w:rsid w:val="00022FEC"/>
    <w:rsid w:val="000239A7"/>
    <w:rsid w:val="000240EA"/>
    <w:rsid w:val="00024203"/>
    <w:rsid w:val="00024421"/>
    <w:rsid w:val="0002502C"/>
    <w:rsid w:val="00025434"/>
    <w:rsid w:val="00026529"/>
    <w:rsid w:val="00027175"/>
    <w:rsid w:val="0002746A"/>
    <w:rsid w:val="00027AA8"/>
    <w:rsid w:val="00030BE5"/>
    <w:rsid w:val="00032C6B"/>
    <w:rsid w:val="0003304B"/>
    <w:rsid w:val="00034896"/>
    <w:rsid w:val="000348CC"/>
    <w:rsid w:val="000349E4"/>
    <w:rsid w:val="000364AA"/>
    <w:rsid w:val="00036EFB"/>
    <w:rsid w:val="00037527"/>
    <w:rsid w:val="000418D6"/>
    <w:rsid w:val="00042C24"/>
    <w:rsid w:val="00043817"/>
    <w:rsid w:val="00043D04"/>
    <w:rsid w:val="0004574C"/>
    <w:rsid w:val="0004613E"/>
    <w:rsid w:val="0004661A"/>
    <w:rsid w:val="000500B8"/>
    <w:rsid w:val="00052918"/>
    <w:rsid w:val="00054372"/>
    <w:rsid w:val="0005623A"/>
    <w:rsid w:val="000572B3"/>
    <w:rsid w:val="000572EC"/>
    <w:rsid w:val="000632D5"/>
    <w:rsid w:val="00063330"/>
    <w:rsid w:val="00063949"/>
    <w:rsid w:val="00065BEF"/>
    <w:rsid w:val="00072440"/>
    <w:rsid w:val="00072A66"/>
    <w:rsid w:val="00072AF4"/>
    <w:rsid w:val="00072B38"/>
    <w:rsid w:val="00073FB2"/>
    <w:rsid w:val="00080C81"/>
    <w:rsid w:val="0008228A"/>
    <w:rsid w:val="00082E7C"/>
    <w:rsid w:val="00085270"/>
    <w:rsid w:val="00085CC6"/>
    <w:rsid w:val="00087F57"/>
    <w:rsid w:val="000921F0"/>
    <w:rsid w:val="0009257D"/>
    <w:rsid w:val="00092FB3"/>
    <w:rsid w:val="000950A3"/>
    <w:rsid w:val="0009597C"/>
    <w:rsid w:val="00097557"/>
    <w:rsid w:val="000A27D8"/>
    <w:rsid w:val="000A30DE"/>
    <w:rsid w:val="000A3A63"/>
    <w:rsid w:val="000A4EBC"/>
    <w:rsid w:val="000A569C"/>
    <w:rsid w:val="000A6BF6"/>
    <w:rsid w:val="000A729C"/>
    <w:rsid w:val="000A7CD4"/>
    <w:rsid w:val="000B213C"/>
    <w:rsid w:val="000B3D73"/>
    <w:rsid w:val="000B5301"/>
    <w:rsid w:val="000B55B1"/>
    <w:rsid w:val="000B6345"/>
    <w:rsid w:val="000B6B32"/>
    <w:rsid w:val="000B74A9"/>
    <w:rsid w:val="000B789F"/>
    <w:rsid w:val="000C1AAD"/>
    <w:rsid w:val="000C2087"/>
    <w:rsid w:val="000C24F3"/>
    <w:rsid w:val="000C3165"/>
    <w:rsid w:val="000C367A"/>
    <w:rsid w:val="000C3964"/>
    <w:rsid w:val="000C3DB9"/>
    <w:rsid w:val="000C7C3C"/>
    <w:rsid w:val="000D0231"/>
    <w:rsid w:val="000D1AB0"/>
    <w:rsid w:val="000D31CF"/>
    <w:rsid w:val="000D465E"/>
    <w:rsid w:val="000D56B6"/>
    <w:rsid w:val="000D6D2B"/>
    <w:rsid w:val="000D6D58"/>
    <w:rsid w:val="000E21AA"/>
    <w:rsid w:val="000E4302"/>
    <w:rsid w:val="000E435E"/>
    <w:rsid w:val="000E5942"/>
    <w:rsid w:val="000E69F1"/>
    <w:rsid w:val="000E74E8"/>
    <w:rsid w:val="000E7838"/>
    <w:rsid w:val="000F0B40"/>
    <w:rsid w:val="000F1D12"/>
    <w:rsid w:val="000F2526"/>
    <w:rsid w:val="000F2AE9"/>
    <w:rsid w:val="000F352C"/>
    <w:rsid w:val="000F4B74"/>
    <w:rsid w:val="000F6F52"/>
    <w:rsid w:val="000F7CD3"/>
    <w:rsid w:val="0010036A"/>
    <w:rsid w:val="0010389D"/>
    <w:rsid w:val="001040F2"/>
    <w:rsid w:val="00104251"/>
    <w:rsid w:val="001042D8"/>
    <w:rsid w:val="001065BA"/>
    <w:rsid w:val="00107E24"/>
    <w:rsid w:val="00111346"/>
    <w:rsid w:val="00113DE6"/>
    <w:rsid w:val="0011647F"/>
    <w:rsid w:val="00116A98"/>
    <w:rsid w:val="00117E6B"/>
    <w:rsid w:val="00120C14"/>
    <w:rsid w:val="00120C40"/>
    <w:rsid w:val="00121E39"/>
    <w:rsid w:val="0012425F"/>
    <w:rsid w:val="00124459"/>
    <w:rsid w:val="0012555E"/>
    <w:rsid w:val="00126EC7"/>
    <w:rsid w:val="00127730"/>
    <w:rsid w:val="001315EA"/>
    <w:rsid w:val="00132CA9"/>
    <w:rsid w:val="00133059"/>
    <w:rsid w:val="001334C7"/>
    <w:rsid w:val="00134BD1"/>
    <w:rsid w:val="00137437"/>
    <w:rsid w:val="00140447"/>
    <w:rsid w:val="001434AC"/>
    <w:rsid w:val="00143B55"/>
    <w:rsid w:val="00143E1F"/>
    <w:rsid w:val="001449C4"/>
    <w:rsid w:val="00145854"/>
    <w:rsid w:val="001461C8"/>
    <w:rsid w:val="0014686E"/>
    <w:rsid w:val="00146F33"/>
    <w:rsid w:val="001471C0"/>
    <w:rsid w:val="0015071E"/>
    <w:rsid w:val="00150BA1"/>
    <w:rsid w:val="00151E28"/>
    <w:rsid w:val="00152050"/>
    <w:rsid w:val="0015238F"/>
    <w:rsid w:val="00153270"/>
    <w:rsid w:val="001539DF"/>
    <w:rsid w:val="00153F9A"/>
    <w:rsid w:val="00154038"/>
    <w:rsid w:val="001549D6"/>
    <w:rsid w:val="00155183"/>
    <w:rsid w:val="00155D18"/>
    <w:rsid w:val="001563D3"/>
    <w:rsid w:val="00156E79"/>
    <w:rsid w:val="00157181"/>
    <w:rsid w:val="00157580"/>
    <w:rsid w:val="00160DCD"/>
    <w:rsid w:val="00160E74"/>
    <w:rsid w:val="00161132"/>
    <w:rsid w:val="00161B51"/>
    <w:rsid w:val="00161EF5"/>
    <w:rsid w:val="001713CA"/>
    <w:rsid w:val="0017222D"/>
    <w:rsid w:val="00173C67"/>
    <w:rsid w:val="0017403F"/>
    <w:rsid w:val="001743E0"/>
    <w:rsid w:val="00175415"/>
    <w:rsid w:val="00175EF5"/>
    <w:rsid w:val="0017640B"/>
    <w:rsid w:val="00176971"/>
    <w:rsid w:val="00176C97"/>
    <w:rsid w:val="0017705D"/>
    <w:rsid w:val="00177206"/>
    <w:rsid w:val="001815F1"/>
    <w:rsid w:val="00182E4C"/>
    <w:rsid w:val="00183008"/>
    <w:rsid w:val="00185D2B"/>
    <w:rsid w:val="00186C7F"/>
    <w:rsid w:val="00192013"/>
    <w:rsid w:val="0019219B"/>
    <w:rsid w:val="00192497"/>
    <w:rsid w:val="001948D0"/>
    <w:rsid w:val="001951F0"/>
    <w:rsid w:val="001954BC"/>
    <w:rsid w:val="00195FAA"/>
    <w:rsid w:val="0019620C"/>
    <w:rsid w:val="00196B33"/>
    <w:rsid w:val="00197D53"/>
    <w:rsid w:val="00197DE3"/>
    <w:rsid w:val="001A1507"/>
    <w:rsid w:val="001A1A25"/>
    <w:rsid w:val="001A1F97"/>
    <w:rsid w:val="001A253F"/>
    <w:rsid w:val="001A335B"/>
    <w:rsid w:val="001A38AA"/>
    <w:rsid w:val="001A421E"/>
    <w:rsid w:val="001A5E34"/>
    <w:rsid w:val="001A65C2"/>
    <w:rsid w:val="001A6A3C"/>
    <w:rsid w:val="001A75B5"/>
    <w:rsid w:val="001A7CE9"/>
    <w:rsid w:val="001B0A96"/>
    <w:rsid w:val="001B268B"/>
    <w:rsid w:val="001B4D91"/>
    <w:rsid w:val="001B52BC"/>
    <w:rsid w:val="001B6652"/>
    <w:rsid w:val="001B665D"/>
    <w:rsid w:val="001B7FB5"/>
    <w:rsid w:val="001C0DDB"/>
    <w:rsid w:val="001C3C8B"/>
    <w:rsid w:val="001C540B"/>
    <w:rsid w:val="001C5FAE"/>
    <w:rsid w:val="001C6C21"/>
    <w:rsid w:val="001C7365"/>
    <w:rsid w:val="001C76E5"/>
    <w:rsid w:val="001C7D17"/>
    <w:rsid w:val="001C7F86"/>
    <w:rsid w:val="001D2A77"/>
    <w:rsid w:val="001D6473"/>
    <w:rsid w:val="001E0048"/>
    <w:rsid w:val="001E0180"/>
    <w:rsid w:val="001E02DF"/>
    <w:rsid w:val="001E130F"/>
    <w:rsid w:val="001E1C88"/>
    <w:rsid w:val="001E2404"/>
    <w:rsid w:val="001E24E7"/>
    <w:rsid w:val="001E566F"/>
    <w:rsid w:val="001E5F0B"/>
    <w:rsid w:val="001E662C"/>
    <w:rsid w:val="001E6E51"/>
    <w:rsid w:val="001E7286"/>
    <w:rsid w:val="001F0F52"/>
    <w:rsid w:val="001F173D"/>
    <w:rsid w:val="001F20E9"/>
    <w:rsid w:val="001F52D7"/>
    <w:rsid w:val="001F580D"/>
    <w:rsid w:val="001F6013"/>
    <w:rsid w:val="001F6531"/>
    <w:rsid w:val="001F6F8C"/>
    <w:rsid w:val="001F6F8D"/>
    <w:rsid w:val="001F786C"/>
    <w:rsid w:val="001F798A"/>
    <w:rsid w:val="00200373"/>
    <w:rsid w:val="00200D74"/>
    <w:rsid w:val="00202E98"/>
    <w:rsid w:val="00202F85"/>
    <w:rsid w:val="00203ACA"/>
    <w:rsid w:val="00203D55"/>
    <w:rsid w:val="00210A87"/>
    <w:rsid w:val="00210D25"/>
    <w:rsid w:val="0021125D"/>
    <w:rsid w:val="00211DFE"/>
    <w:rsid w:val="002151ED"/>
    <w:rsid w:val="002154AF"/>
    <w:rsid w:val="002168FA"/>
    <w:rsid w:val="00216CAE"/>
    <w:rsid w:val="00221733"/>
    <w:rsid w:val="002218E7"/>
    <w:rsid w:val="00222D65"/>
    <w:rsid w:val="00223E29"/>
    <w:rsid w:val="00226633"/>
    <w:rsid w:val="00227203"/>
    <w:rsid w:val="002314CA"/>
    <w:rsid w:val="002315D0"/>
    <w:rsid w:val="002351A7"/>
    <w:rsid w:val="00236069"/>
    <w:rsid w:val="00237963"/>
    <w:rsid w:val="00240E39"/>
    <w:rsid w:val="0024204B"/>
    <w:rsid w:val="00242131"/>
    <w:rsid w:val="00242F26"/>
    <w:rsid w:val="00247B40"/>
    <w:rsid w:val="00247D51"/>
    <w:rsid w:val="00250182"/>
    <w:rsid w:val="002508FE"/>
    <w:rsid w:val="0025175A"/>
    <w:rsid w:val="002528B8"/>
    <w:rsid w:val="0025365C"/>
    <w:rsid w:val="00254DC1"/>
    <w:rsid w:val="00256E1D"/>
    <w:rsid w:val="00257C20"/>
    <w:rsid w:val="00261314"/>
    <w:rsid w:val="00261A2B"/>
    <w:rsid w:val="002629A5"/>
    <w:rsid w:val="002637AC"/>
    <w:rsid w:val="0026426D"/>
    <w:rsid w:val="00264CE2"/>
    <w:rsid w:val="00266AFC"/>
    <w:rsid w:val="00266C45"/>
    <w:rsid w:val="00270BE6"/>
    <w:rsid w:val="00272741"/>
    <w:rsid w:val="002748FC"/>
    <w:rsid w:val="002803FA"/>
    <w:rsid w:val="00281249"/>
    <w:rsid w:val="00281877"/>
    <w:rsid w:val="00282E78"/>
    <w:rsid w:val="002833BE"/>
    <w:rsid w:val="00286113"/>
    <w:rsid w:val="002868E2"/>
    <w:rsid w:val="00291087"/>
    <w:rsid w:val="0029360F"/>
    <w:rsid w:val="00294123"/>
    <w:rsid w:val="002948E9"/>
    <w:rsid w:val="00294A1E"/>
    <w:rsid w:val="0029597C"/>
    <w:rsid w:val="00295C78"/>
    <w:rsid w:val="00296204"/>
    <w:rsid w:val="0029711B"/>
    <w:rsid w:val="00297DC8"/>
    <w:rsid w:val="002A0374"/>
    <w:rsid w:val="002A09B4"/>
    <w:rsid w:val="002A18AE"/>
    <w:rsid w:val="002A687F"/>
    <w:rsid w:val="002A7DB7"/>
    <w:rsid w:val="002B01F8"/>
    <w:rsid w:val="002B0BEE"/>
    <w:rsid w:val="002B0BEF"/>
    <w:rsid w:val="002B1991"/>
    <w:rsid w:val="002B19D7"/>
    <w:rsid w:val="002B3B4E"/>
    <w:rsid w:val="002B4CC7"/>
    <w:rsid w:val="002B5E6B"/>
    <w:rsid w:val="002C0A61"/>
    <w:rsid w:val="002C15E5"/>
    <w:rsid w:val="002C17D8"/>
    <w:rsid w:val="002C2030"/>
    <w:rsid w:val="002C2A3E"/>
    <w:rsid w:val="002C32D0"/>
    <w:rsid w:val="002C3E79"/>
    <w:rsid w:val="002C403F"/>
    <w:rsid w:val="002C4668"/>
    <w:rsid w:val="002C476A"/>
    <w:rsid w:val="002C4ECF"/>
    <w:rsid w:val="002C557D"/>
    <w:rsid w:val="002C6070"/>
    <w:rsid w:val="002C6341"/>
    <w:rsid w:val="002D0B84"/>
    <w:rsid w:val="002D19A1"/>
    <w:rsid w:val="002D22D6"/>
    <w:rsid w:val="002D32D5"/>
    <w:rsid w:val="002D3D86"/>
    <w:rsid w:val="002D40C5"/>
    <w:rsid w:val="002D69B3"/>
    <w:rsid w:val="002E038D"/>
    <w:rsid w:val="002E2986"/>
    <w:rsid w:val="002E314F"/>
    <w:rsid w:val="002E40D5"/>
    <w:rsid w:val="002E4617"/>
    <w:rsid w:val="002F03F5"/>
    <w:rsid w:val="002F0811"/>
    <w:rsid w:val="002F1967"/>
    <w:rsid w:val="002F1F43"/>
    <w:rsid w:val="002F2B92"/>
    <w:rsid w:val="002F2C99"/>
    <w:rsid w:val="002F2E0F"/>
    <w:rsid w:val="002F3B9D"/>
    <w:rsid w:val="002F4CAF"/>
    <w:rsid w:val="00300031"/>
    <w:rsid w:val="003002C2"/>
    <w:rsid w:val="0030101B"/>
    <w:rsid w:val="00302743"/>
    <w:rsid w:val="00303249"/>
    <w:rsid w:val="003034C9"/>
    <w:rsid w:val="00303552"/>
    <w:rsid w:val="00303B97"/>
    <w:rsid w:val="00304E1D"/>
    <w:rsid w:val="003051F5"/>
    <w:rsid w:val="0030751D"/>
    <w:rsid w:val="00312FAB"/>
    <w:rsid w:val="00313312"/>
    <w:rsid w:val="00314457"/>
    <w:rsid w:val="00314821"/>
    <w:rsid w:val="003158B3"/>
    <w:rsid w:val="0031736F"/>
    <w:rsid w:val="00317FC0"/>
    <w:rsid w:val="00320D9C"/>
    <w:rsid w:val="00321FE1"/>
    <w:rsid w:val="00322AAC"/>
    <w:rsid w:val="0032307F"/>
    <w:rsid w:val="00323210"/>
    <w:rsid w:val="00324710"/>
    <w:rsid w:val="0032540E"/>
    <w:rsid w:val="0032589F"/>
    <w:rsid w:val="00326028"/>
    <w:rsid w:val="00326B48"/>
    <w:rsid w:val="0032706A"/>
    <w:rsid w:val="003277E8"/>
    <w:rsid w:val="00327906"/>
    <w:rsid w:val="00330252"/>
    <w:rsid w:val="003313D2"/>
    <w:rsid w:val="00331ABC"/>
    <w:rsid w:val="00331D26"/>
    <w:rsid w:val="00335125"/>
    <w:rsid w:val="00335270"/>
    <w:rsid w:val="00337192"/>
    <w:rsid w:val="003402EA"/>
    <w:rsid w:val="003418B6"/>
    <w:rsid w:val="00341DA7"/>
    <w:rsid w:val="00342127"/>
    <w:rsid w:val="003427D2"/>
    <w:rsid w:val="00344595"/>
    <w:rsid w:val="00344A84"/>
    <w:rsid w:val="00344C6D"/>
    <w:rsid w:val="003459E1"/>
    <w:rsid w:val="00347BE2"/>
    <w:rsid w:val="0035009D"/>
    <w:rsid w:val="00352C00"/>
    <w:rsid w:val="00354557"/>
    <w:rsid w:val="003566B6"/>
    <w:rsid w:val="003577FB"/>
    <w:rsid w:val="00357ABB"/>
    <w:rsid w:val="00360101"/>
    <w:rsid w:val="00360C37"/>
    <w:rsid w:val="003624A9"/>
    <w:rsid w:val="00362D64"/>
    <w:rsid w:val="00363B00"/>
    <w:rsid w:val="003643BC"/>
    <w:rsid w:val="0036540D"/>
    <w:rsid w:val="00366299"/>
    <w:rsid w:val="003673F2"/>
    <w:rsid w:val="00367D86"/>
    <w:rsid w:val="00371EC4"/>
    <w:rsid w:val="0037291E"/>
    <w:rsid w:val="00372D53"/>
    <w:rsid w:val="0037307E"/>
    <w:rsid w:val="0037487E"/>
    <w:rsid w:val="00374FA5"/>
    <w:rsid w:val="00375A02"/>
    <w:rsid w:val="00375E7A"/>
    <w:rsid w:val="003774C4"/>
    <w:rsid w:val="00381D2C"/>
    <w:rsid w:val="00381D4B"/>
    <w:rsid w:val="00382711"/>
    <w:rsid w:val="00384A4D"/>
    <w:rsid w:val="00385080"/>
    <w:rsid w:val="00386DE5"/>
    <w:rsid w:val="00386F57"/>
    <w:rsid w:val="00387F6B"/>
    <w:rsid w:val="00390F6D"/>
    <w:rsid w:val="003911E9"/>
    <w:rsid w:val="0039156E"/>
    <w:rsid w:val="00391BFF"/>
    <w:rsid w:val="00392E7B"/>
    <w:rsid w:val="003930E9"/>
    <w:rsid w:val="003951BC"/>
    <w:rsid w:val="00396AD4"/>
    <w:rsid w:val="003A0829"/>
    <w:rsid w:val="003A15E9"/>
    <w:rsid w:val="003A297E"/>
    <w:rsid w:val="003A4E6C"/>
    <w:rsid w:val="003A51F5"/>
    <w:rsid w:val="003A69A9"/>
    <w:rsid w:val="003A75EB"/>
    <w:rsid w:val="003B10DC"/>
    <w:rsid w:val="003B16D7"/>
    <w:rsid w:val="003B1842"/>
    <w:rsid w:val="003B1B12"/>
    <w:rsid w:val="003B2539"/>
    <w:rsid w:val="003B2554"/>
    <w:rsid w:val="003B25D5"/>
    <w:rsid w:val="003B3F15"/>
    <w:rsid w:val="003B4506"/>
    <w:rsid w:val="003B4DE7"/>
    <w:rsid w:val="003B5C23"/>
    <w:rsid w:val="003B5D3E"/>
    <w:rsid w:val="003B6360"/>
    <w:rsid w:val="003B6449"/>
    <w:rsid w:val="003B7182"/>
    <w:rsid w:val="003C266E"/>
    <w:rsid w:val="003C2AA0"/>
    <w:rsid w:val="003C3639"/>
    <w:rsid w:val="003C3B31"/>
    <w:rsid w:val="003C56FE"/>
    <w:rsid w:val="003C7020"/>
    <w:rsid w:val="003D4C82"/>
    <w:rsid w:val="003D56CF"/>
    <w:rsid w:val="003D7457"/>
    <w:rsid w:val="003E07F2"/>
    <w:rsid w:val="003E3F7D"/>
    <w:rsid w:val="003E47E2"/>
    <w:rsid w:val="003E4B39"/>
    <w:rsid w:val="003E663D"/>
    <w:rsid w:val="003E6D45"/>
    <w:rsid w:val="003E6D67"/>
    <w:rsid w:val="003E6E26"/>
    <w:rsid w:val="003F056B"/>
    <w:rsid w:val="003F0C60"/>
    <w:rsid w:val="003F1B07"/>
    <w:rsid w:val="003F2875"/>
    <w:rsid w:val="003F2DA9"/>
    <w:rsid w:val="003F3401"/>
    <w:rsid w:val="003F49F0"/>
    <w:rsid w:val="003F6BDB"/>
    <w:rsid w:val="003F6F21"/>
    <w:rsid w:val="00400432"/>
    <w:rsid w:val="00403FFF"/>
    <w:rsid w:val="00406452"/>
    <w:rsid w:val="00411395"/>
    <w:rsid w:val="004122EA"/>
    <w:rsid w:val="00412429"/>
    <w:rsid w:val="004128E0"/>
    <w:rsid w:val="00412A14"/>
    <w:rsid w:val="00412B89"/>
    <w:rsid w:val="004133D6"/>
    <w:rsid w:val="004134C3"/>
    <w:rsid w:val="004151AF"/>
    <w:rsid w:val="00420588"/>
    <w:rsid w:val="004220FC"/>
    <w:rsid w:val="00423446"/>
    <w:rsid w:val="00423CB3"/>
    <w:rsid w:val="00424E73"/>
    <w:rsid w:val="00424EDB"/>
    <w:rsid w:val="00425B28"/>
    <w:rsid w:val="00430874"/>
    <w:rsid w:val="004328B7"/>
    <w:rsid w:val="00432D59"/>
    <w:rsid w:val="00433143"/>
    <w:rsid w:val="0043510F"/>
    <w:rsid w:val="004356E0"/>
    <w:rsid w:val="0043607A"/>
    <w:rsid w:val="00436138"/>
    <w:rsid w:val="0043627E"/>
    <w:rsid w:val="00437231"/>
    <w:rsid w:val="00440BEA"/>
    <w:rsid w:val="004434E7"/>
    <w:rsid w:val="00446696"/>
    <w:rsid w:val="00446993"/>
    <w:rsid w:val="004477EF"/>
    <w:rsid w:val="0044787F"/>
    <w:rsid w:val="00452D58"/>
    <w:rsid w:val="0045368C"/>
    <w:rsid w:val="0045396F"/>
    <w:rsid w:val="00454D53"/>
    <w:rsid w:val="00455227"/>
    <w:rsid w:val="0046104A"/>
    <w:rsid w:val="004628F0"/>
    <w:rsid w:val="00462FFA"/>
    <w:rsid w:val="004640EE"/>
    <w:rsid w:val="0046462C"/>
    <w:rsid w:val="00464C89"/>
    <w:rsid w:val="00470A42"/>
    <w:rsid w:val="00471D1C"/>
    <w:rsid w:val="00472A19"/>
    <w:rsid w:val="00472E5F"/>
    <w:rsid w:val="004735FF"/>
    <w:rsid w:val="004742C5"/>
    <w:rsid w:val="00475879"/>
    <w:rsid w:val="00475982"/>
    <w:rsid w:val="00475A9A"/>
    <w:rsid w:val="00476A3B"/>
    <w:rsid w:val="00476A98"/>
    <w:rsid w:val="0047700A"/>
    <w:rsid w:val="00482773"/>
    <w:rsid w:val="00483EDF"/>
    <w:rsid w:val="00484072"/>
    <w:rsid w:val="0048443D"/>
    <w:rsid w:val="00485143"/>
    <w:rsid w:val="004866B9"/>
    <w:rsid w:val="00487976"/>
    <w:rsid w:val="00487CEF"/>
    <w:rsid w:val="004952DC"/>
    <w:rsid w:val="004965C3"/>
    <w:rsid w:val="00497CAB"/>
    <w:rsid w:val="004A1837"/>
    <w:rsid w:val="004A2919"/>
    <w:rsid w:val="004A2C3D"/>
    <w:rsid w:val="004A4CBA"/>
    <w:rsid w:val="004A5060"/>
    <w:rsid w:val="004A6FF0"/>
    <w:rsid w:val="004B2425"/>
    <w:rsid w:val="004B3343"/>
    <w:rsid w:val="004B600E"/>
    <w:rsid w:val="004B654E"/>
    <w:rsid w:val="004B6CB7"/>
    <w:rsid w:val="004B7E04"/>
    <w:rsid w:val="004C031F"/>
    <w:rsid w:val="004C09C0"/>
    <w:rsid w:val="004C0C89"/>
    <w:rsid w:val="004C1BBC"/>
    <w:rsid w:val="004C30AA"/>
    <w:rsid w:val="004C4B9E"/>
    <w:rsid w:val="004C5338"/>
    <w:rsid w:val="004C58A1"/>
    <w:rsid w:val="004C6E64"/>
    <w:rsid w:val="004D082A"/>
    <w:rsid w:val="004D2197"/>
    <w:rsid w:val="004D3511"/>
    <w:rsid w:val="004D3528"/>
    <w:rsid w:val="004D376A"/>
    <w:rsid w:val="004D3B56"/>
    <w:rsid w:val="004E11C3"/>
    <w:rsid w:val="004E121F"/>
    <w:rsid w:val="004E229F"/>
    <w:rsid w:val="004E2994"/>
    <w:rsid w:val="004E3B0F"/>
    <w:rsid w:val="004E47C2"/>
    <w:rsid w:val="004E48E6"/>
    <w:rsid w:val="004E4AC3"/>
    <w:rsid w:val="004E5559"/>
    <w:rsid w:val="004E5691"/>
    <w:rsid w:val="004E69BA"/>
    <w:rsid w:val="004E7185"/>
    <w:rsid w:val="004F100B"/>
    <w:rsid w:val="004F16C6"/>
    <w:rsid w:val="004F17C6"/>
    <w:rsid w:val="004F1C1E"/>
    <w:rsid w:val="004F2977"/>
    <w:rsid w:val="004F3564"/>
    <w:rsid w:val="004F5377"/>
    <w:rsid w:val="005006B6"/>
    <w:rsid w:val="005024DF"/>
    <w:rsid w:val="00502D27"/>
    <w:rsid w:val="0050575A"/>
    <w:rsid w:val="00506096"/>
    <w:rsid w:val="00510495"/>
    <w:rsid w:val="00512037"/>
    <w:rsid w:val="005126C5"/>
    <w:rsid w:val="0051292E"/>
    <w:rsid w:val="005131B0"/>
    <w:rsid w:val="00513480"/>
    <w:rsid w:val="0051437D"/>
    <w:rsid w:val="00515322"/>
    <w:rsid w:val="00516566"/>
    <w:rsid w:val="0051675A"/>
    <w:rsid w:val="0051742D"/>
    <w:rsid w:val="00517C89"/>
    <w:rsid w:val="00520EA9"/>
    <w:rsid w:val="00521DAC"/>
    <w:rsid w:val="005233E9"/>
    <w:rsid w:val="0052439F"/>
    <w:rsid w:val="005252BE"/>
    <w:rsid w:val="00527796"/>
    <w:rsid w:val="00527BF0"/>
    <w:rsid w:val="0053060E"/>
    <w:rsid w:val="00530702"/>
    <w:rsid w:val="0053220B"/>
    <w:rsid w:val="005327CE"/>
    <w:rsid w:val="0053333E"/>
    <w:rsid w:val="00533EA8"/>
    <w:rsid w:val="00534B23"/>
    <w:rsid w:val="005359CB"/>
    <w:rsid w:val="00536773"/>
    <w:rsid w:val="00536E25"/>
    <w:rsid w:val="0053736F"/>
    <w:rsid w:val="00537580"/>
    <w:rsid w:val="00537C03"/>
    <w:rsid w:val="00537D8F"/>
    <w:rsid w:val="00540A16"/>
    <w:rsid w:val="00540BCD"/>
    <w:rsid w:val="0054246D"/>
    <w:rsid w:val="00542E3F"/>
    <w:rsid w:val="005439C8"/>
    <w:rsid w:val="00543BE3"/>
    <w:rsid w:val="00543C89"/>
    <w:rsid w:val="0054449F"/>
    <w:rsid w:val="005444EC"/>
    <w:rsid w:val="005448B1"/>
    <w:rsid w:val="00545173"/>
    <w:rsid w:val="00545825"/>
    <w:rsid w:val="00546991"/>
    <w:rsid w:val="00547717"/>
    <w:rsid w:val="00551358"/>
    <w:rsid w:val="00552E3A"/>
    <w:rsid w:val="005544F8"/>
    <w:rsid w:val="00554B7A"/>
    <w:rsid w:val="00555498"/>
    <w:rsid w:val="00556730"/>
    <w:rsid w:val="00556FEE"/>
    <w:rsid w:val="005572AA"/>
    <w:rsid w:val="00557921"/>
    <w:rsid w:val="0055798D"/>
    <w:rsid w:val="005621EF"/>
    <w:rsid w:val="00562983"/>
    <w:rsid w:val="0056399E"/>
    <w:rsid w:val="00563AAA"/>
    <w:rsid w:val="00564492"/>
    <w:rsid w:val="00565191"/>
    <w:rsid w:val="005652D4"/>
    <w:rsid w:val="005669AD"/>
    <w:rsid w:val="00567D61"/>
    <w:rsid w:val="00570936"/>
    <w:rsid w:val="0057312E"/>
    <w:rsid w:val="005742B8"/>
    <w:rsid w:val="00574F61"/>
    <w:rsid w:val="0058020B"/>
    <w:rsid w:val="0058084D"/>
    <w:rsid w:val="00581728"/>
    <w:rsid w:val="00581850"/>
    <w:rsid w:val="00581EAB"/>
    <w:rsid w:val="00582A6A"/>
    <w:rsid w:val="00584EF4"/>
    <w:rsid w:val="00584F38"/>
    <w:rsid w:val="005907CD"/>
    <w:rsid w:val="00591443"/>
    <w:rsid w:val="005916A5"/>
    <w:rsid w:val="00591709"/>
    <w:rsid w:val="00591C79"/>
    <w:rsid w:val="005925CF"/>
    <w:rsid w:val="0059453F"/>
    <w:rsid w:val="005950D6"/>
    <w:rsid w:val="00595A48"/>
    <w:rsid w:val="00595B6D"/>
    <w:rsid w:val="005971F6"/>
    <w:rsid w:val="00597D32"/>
    <w:rsid w:val="005A1126"/>
    <w:rsid w:val="005A1719"/>
    <w:rsid w:val="005A2368"/>
    <w:rsid w:val="005A271D"/>
    <w:rsid w:val="005A34DF"/>
    <w:rsid w:val="005A6BAD"/>
    <w:rsid w:val="005A6E6D"/>
    <w:rsid w:val="005A727B"/>
    <w:rsid w:val="005B0FEC"/>
    <w:rsid w:val="005B16A3"/>
    <w:rsid w:val="005B296E"/>
    <w:rsid w:val="005B327F"/>
    <w:rsid w:val="005B334B"/>
    <w:rsid w:val="005B3FA2"/>
    <w:rsid w:val="005B470C"/>
    <w:rsid w:val="005B5F5F"/>
    <w:rsid w:val="005B721C"/>
    <w:rsid w:val="005C095D"/>
    <w:rsid w:val="005C209B"/>
    <w:rsid w:val="005C30D1"/>
    <w:rsid w:val="005C4233"/>
    <w:rsid w:val="005C4E5D"/>
    <w:rsid w:val="005C4F9E"/>
    <w:rsid w:val="005C7167"/>
    <w:rsid w:val="005D02F2"/>
    <w:rsid w:val="005D2E32"/>
    <w:rsid w:val="005D2FF0"/>
    <w:rsid w:val="005D327C"/>
    <w:rsid w:val="005D4432"/>
    <w:rsid w:val="005D4661"/>
    <w:rsid w:val="005D5BF4"/>
    <w:rsid w:val="005D71FE"/>
    <w:rsid w:val="005E0964"/>
    <w:rsid w:val="005E2493"/>
    <w:rsid w:val="005E549D"/>
    <w:rsid w:val="005E59F2"/>
    <w:rsid w:val="005E62DA"/>
    <w:rsid w:val="005E641A"/>
    <w:rsid w:val="005E6436"/>
    <w:rsid w:val="005E6976"/>
    <w:rsid w:val="005E7D60"/>
    <w:rsid w:val="005F0255"/>
    <w:rsid w:val="005F2A68"/>
    <w:rsid w:val="005F3C8B"/>
    <w:rsid w:val="005F43D4"/>
    <w:rsid w:val="005F6051"/>
    <w:rsid w:val="006068F0"/>
    <w:rsid w:val="00612044"/>
    <w:rsid w:val="006122FC"/>
    <w:rsid w:val="00612DFF"/>
    <w:rsid w:val="0061355C"/>
    <w:rsid w:val="00614E23"/>
    <w:rsid w:val="0061778E"/>
    <w:rsid w:val="006209C2"/>
    <w:rsid w:val="00622754"/>
    <w:rsid w:val="00623AC6"/>
    <w:rsid w:val="006252F4"/>
    <w:rsid w:val="00630427"/>
    <w:rsid w:val="006338AB"/>
    <w:rsid w:val="00633AE3"/>
    <w:rsid w:val="006352CE"/>
    <w:rsid w:val="006369E7"/>
    <w:rsid w:val="006404A8"/>
    <w:rsid w:val="0064270A"/>
    <w:rsid w:val="00642AE8"/>
    <w:rsid w:val="00646096"/>
    <w:rsid w:val="006538E4"/>
    <w:rsid w:val="00654C7E"/>
    <w:rsid w:val="00655844"/>
    <w:rsid w:val="00655F8E"/>
    <w:rsid w:val="006568DE"/>
    <w:rsid w:val="00657289"/>
    <w:rsid w:val="00657EBE"/>
    <w:rsid w:val="00657EC1"/>
    <w:rsid w:val="006622A0"/>
    <w:rsid w:val="00663E9F"/>
    <w:rsid w:val="00663F73"/>
    <w:rsid w:val="006660D5"/>
    <w:rsid w:val="00667ACF"/>
    <w:rsid w:val="00672474"/>
    <w:rsid w:val="00672773"/>
    <w:rsid w:val="00673639"/>
    <w:rsid w:val="00675229"/>
    <w:rsid w:val="00676657"/>
    <w:rsid w:val="00676CA7"/>
    <w:rsid w:val="00676EE9"/>
    <w:rsid w:val="00677346"/>
    <w:rsid w:val="0067788B"/>
    <w:rsid w:val="00677BB4"/>
    <w:rsid w:val="006806E9"/>
    <w:rsid w:val="006822B0"/>
    <w:rsid w:val="006834CE"/>
    <w:rsid w:val="006843EB"/>
    <w:rsid w:val="00685BEC"/>
    <w:rsid w:val="00686E11"/>
    <w:rsid w:val="00687436"/>
    <w:rsid w:val="00690EBE"/>
    <w:rsid w:val="006923CD"/>
    <w:rsid w:val="00692CC4"/>
    <w:rsid w:val="00692D0C"/>
    <w:rsid w:val="00692D0D"/>
    <w:rsid w:val="00695EDC"/>
    <w:rsid w:val="00696350"/>
    <w:rsid w:val="006A0EBD"/>
    <w:rsid w:val="006A1A6B"/>
    <w:rsid w:val="006A20B6"/>
    <w:rsid w:val="006A50E2"/>
    <w:rsid w:val="006A5D83"/>
    <w:rsid w:val="006A6568"/>
    <w:rsid w:val="006B16CF"/>
    <w:rsid w:val="006B1D9D"/>
    <w:rsid w:val="006B3CE1"/>
    <w:rsid w:val="006B43C6"/>
    <w:rsid w:val="006B4684"/>
    <w:rsid w:val="006B6177"/>
    <w:rsid w:val="006B6242"/>
    <w:rsid w:val="006B6696"/>
    <w:rsid w:val="006B7765"/>
    <w:rsid w:val="006C1A70"/>
    <w:rsid w:val="006C27DB"/>
    <w:rsid w:val="006C348C"/>
    <w:rsid w:val="006C4FF7"/>
    <w:rsid w:val="006C7C90"/>
    <w:rsid w:val="006D0174"/>
    <w:rsid w:val="006D16F3"/>
    <w:rsid w:val="006D21CD"/>
    <w:rsid w:val="006D485B"/>
    <w:rsid w:val="006D4A63"/>
    <w:rsid w:val="006D5F05"/>
    <w:rsid w:val="006D6E4B"/>
    <w:rsid w:val="006D7249"/>
    <w:rsid w:val="006E348A"/>
    <w:rsid w:val="006E37DF"/>
    <w:rsid w:val="006E3F44"/>
    <w:rsid w:val="006F1057"/>
    <w:rsid w:val="006F149C"/>
    <w:rsid w:val="006F2B7E"/>
    <w:rsid w:val="006F4034"/>
    <w:rsid w:val="007005F5"/>
    <w:rsid w:val="00701AD3"/>
    <w:rsid w:val="007028E1"/>
    <w:rsid w:val="007055EB"/>
    <w:rsid w:val="00705CE9"/>
    <w:rsid w:val="00705E28"/>
    <w:rsid w:val="00707FF8"/>
    <w:rsid w:val="007118B0"/>
    <w:rsid w:val="00713319"/>
    <w:rsid w:val="00715410"/>
    <w:rsid w:val="007155C4"/>
    <w:rsid w:val="00716380"/>
    <w:rsid w:val="00717FF2"/>
    <w:rsid w:val="00720C39"/>
    <w:rsid w:val="00722527"/>
    <w:rsid w:val="00722E40"/>
    <w:rsid w:val="0072325A"/>
    <w:rsid w:val="007249CF"/>
    <w:rsid w:val="007249FB"/>
    <w:rsid w:val="007260B4"/>
    <w:rsid w:val="00726218"/>
    <w:rsid w:val="00726420"/>
    <w:rsid w:val="0072668A"/>
    <w:rsid w:val="007353CB"/>
    <w:rsid w:val="00736510"/>
    <w:rsid w:val="007367AE"/>
    <w:rsid w:val="00736A4C"/>
    <w:rsid w:val="007374CD"/>
    <w:rsid w:val="00741682"/>
    <w:rsid w:val="00742095"/>
    <w:rsid w:val="007424B9"/>
    <w:rsid w:val="00744266"/>
    <w:rsid w:val="00744C20"/>
    <w:rsid w:val="007463EC"/>
    <w:rsid w:val="00746FF9"/>
    <w:rsid w:val="00747AF6"/>
    <w:rsid w:val="00750850"/>
    <w:rsid w:val="0075102B"/>
    <w:rsid w:val="0075105B"/>
    <w:rsid w:val="0075324D"/>
    <w:rsid w:val="00756C05"/>
    <w:rsid w:val="0076037B"/>
    <w:rsid w:val="00760BA8"/>
    <w:rsid w:val="00760BAC"/>
    <w:rsid w:val="007611F0"/>
    <w:rsid w:val="0076288A"/>
    <w:rsid w:val="007631E7"/>
    <w:rsid w:val="007643DB"/>
    <w:rsid w:val="00764FC6"/>
    <w:rsid w:val="007653B2"/>
    <w:rsid w:val="0076590D"/>
    <w:rsid w:val="00765FF0"/>
    <w:rsid w:val="00766EA4"/>
    <w:rsid w:val="00771619"/>
    <w:rsid w:val="00773544"/>
    <w:rsid w:val="00773545"/>
    <w:rsid w:val="0077457B"/>
    <w:rsid w:val="00775B0A"/>
    <w:rsid w:val="00776A36"/>
    <w:rsid w:val="00776D3B"/>
    <w:rsid w:val="00776E43"/>
    <w:rsid w:val="00776F06"/>
    <w:rsid w:val="00777012"/>
    <w:rsid w:val="0077781B"/>
    <w:rsid w:val="00777C47"/>
    <w:rsid w:val="0078003D"/>
    <w:rsid w:val="007809E1"/>
    <w:rsid w:val="0078247E"/>
    <w:rsid w:val="0078313A"/>
    <w:rsid w:val="0078379D"/>
    <w:rsid w:val="007837A8"/>
    <w:rsid w:val="00783EBB"/>
    <w:rsid w:val="0078404A"/>
    <w:rsid w:val="007910B8"/>
    <w:rsid w:val="00791FAB"/>
    <w:rsid w:val="007921DA"/>
    <w:rsid w:val="00792CC3"/>
    <w:rsid w:val="00792D3A"/>
    <w:rsid w:val="00793E95"/>
    <w:rsid w:val="00794436"/>
    <w:rsid w:val="0079446F"/>
    <w:rsid w:val="00794BA3"/>
    <w:rsid w:val="0079665C"/>
    <w:rsid w:val="00796B9B"/>
    <w:rsid w:val="007A1083"/>
    <w:rsid w:val="007A3533"/>
    <w:rsid w:val="007A58C1"/>
    <w:rsid w:val="007A5924"/>
    <w:rsid w:val="007B058A"/>
    <w:rsid w:val="007B086C"/>
    <w:rsid w:val="007B1278"/>
    <w:rsid w:val="007B4268"/>
    <w:rsid w:val="007B51F1"/>
    <w:rsid w:val="007B5563"/>
    <w:rsid w:val="007B62E2"/>
    <w:rsid w:val="007B6E19"/>
    <w:rsid w:val="007B74DC"/>
    <w:rsid w:val="007B7A8C"/>
    <w:rsid w:val="007C0B13"/>
    <w:rsid w:val="007C1AD8"/>
    <w:rsid w:val="007C5106"/>
    <w:rsid w:val="007C52E8"/>
    <w:rsid w:val="007C7279"/>
    <w:rsid w:val="007D135D"/>
    <w:rsid w:val="007D1885"/>
    <w:rsid w:val="007D1C14"/>
    <w:rsid w:val="007D3D1C"/>
    <w:rsid w:val="007D6B67"/>
    <w:rsid w:val="007D7BE1"/>
    <w:rsid w:val="007E011D"/>
    <w:rsid w:val="007E013E"/>
    <w:rsid w:val="007E238B"/>
    <w:rsid w:val="007E36AD"/>
    <w:rsid w:val="007E5B55"/>
    <w:rsid w:val="007E651A"/>
    <w:rsid w:val="007E736F"/>
    <w:rsid w:val="007F1645"/>
    <w:rsid w:val="007F2124"/>
    <w:rsid w:val="007F2AAA"/>
    <w:rsid w:val="007F3417"/>
    <w:rsid w:val="007F3828"/>
    <w:rsid w:val="007F71DB"/>
    <w:rsid w:val="00801E84"/>
    <w:rsid w:val="008025FB"/>
    <w:rsid w:val="0080266D"/>
    <w:rsid w:val="008051F8"/>
    <w:rsid w:val="008054CC"/>
    <w:rsid w:val="00805D91"/>
    <w:rsid w:val="008067A9"/>
    <w:rsid w:val="00806B82"/>
    <w:rsid w:val="00811136"/>
    <w:rsid w:val="00811351"/>
    <w:rsid w:val="00814C64"/>
    <w:rsid w:val="00814F52"/>
    <w:rsid w:val="00816F8D"/>
    <w:rsid w:val="0081759E"/>
    <w:rsid w:val="008205BC"/>
    <w:rsid w:val="00820C01"/>
    <w:rsid w:val="008218FE"/>
    <w:rsid w:val="00822071"/>
    <w:rsid w:val="00823056"/>
    <w:rsid w:val="0082766B"/>
    <w:rsid w:val="0083092D"/>
    <w:rsid w:val="00832090"/>
    <w:rsid w:val="008341DD"/>
    <w:rsid w:val="00835C5D"/>
    <w:rsid w:val="00840807"/>
    <w:rsid w:val="00842660"/>
    <w:rsid w:val="00844250"/>
    <w:rsid w:val="0084439C"/>
    <w:rsid w:val="008458A3"/>
    <w:rsid w:val="008464E7"/>
    <w:rsid w:val="008473FA"/>
    <w:rsid w:val="00850875"/>
    <w:rsid w:val="00850BEF"/>
    <w:rsid w:val="00851006"/>
    <w:rsid w:val="008510E3"/>
    <w:rsid w:val="00852E97"/>
    <w:rsid w:val="0085345B"/>
    <w:rsid w:val="008550BE"/>
    <w:rsid w:val="008561B6"/>
    <w:rsid w:val="00857358"/>
    <w:rsid w:val="00860ED2"/>
    <w:rsid w:val="00863730"/>
    <w:rsid w:val="00864362"/>
    <w:rsid w:val="008646BE"/>
    <w:rsid w:val="00865B5F"/>
    <w:rsid w:val="00870157"/>
    <w:rsid w:val="00870360"/>
    <w:rsid w:val="00870AF0"/>
    <w:rsid w:val="00870E9D"/>
    <w:rsid w:val="00870F78"/>
    <w:rsid w:val="00872B5F"/>
    <w:rsid w:val="00875949"/>
    <w:rsid w:val="00875F72"/>
    <w:rsid w:val="0087711B"/>
    <w:rsid w:val="008807FE"/>
    <w:rsid w:val="00881275"/>
    <w:rsid w:val="00881D5B"/>
    <w:rsid w:val="00882537"/>
    <w:rsid w:val="0088267D"/>
    <w:rsid w:val="00886AA2"/>
    <w:rsid w:val="00887AEA"/>
    <w:rsid w:val="008908FE"/>
    <w:rsid w:val="00890D97"/>
    <w:rsid w:val="008938DB"/>
    <w:rsid w:val="008948F4"/>
    <w:rsid w:val="008973FE"/>
    <w:rsid w:val="008A084E"/>
    <w:rsid w:val="008A1B42"/>
    <w:rsid w:val="008A2CDB"/>
    <w:rsid w:val="008A45E1"/>
    <w:rsid w:val="008A5108"/>
    <w:rsid w:val="008A5B27"/>
    <w:rsid w:val="008A5FA1"/>
    <w:rsid w:val="008A72B4"/>
    <w:rsid w:val="008B0089"/>
    <w:rsid w:val="008B04F7"/>
    <w:rsid w:val="008B0640"/>
    <w:rsid w:val="008B0768"/>
    <w:rsid w:val="008B094E"/>
    <w:rsid w:val="008B0A14"/>
    <w:rsid w:val="008B35AC"/>
    <w:rsid w:val="008B44CB"/>
    <w:rsid w:val="008B7DD2"/>
    <w:rsid w:val="008C0B5D"/>
    <w:rsid w:val="008C10D0"/>
    <w:rsid w:val="008C1230"/>
    <w:rsid w:val="008C1D0A"/>
    <w:rsid w:val="008C1D60"/>
    <w:rsid w:val="008C251A"/>
    <w:rsid w:val="008C2BA6"/>
    <w:rsid w:val="008C3B04"/>
    <w:rsid w:val="008C4930"/>
    <w:rsid w:val="008C65F4"/>
    <w:rsid w:val="008C7E39"/>
    <w:rsid w:val="008D06BF"/>
    <w:rsid w:val="008D234E"/>
    <w:rsid w:val="008D3B8B"/>
    <w:rsid w:val="008D54E3"/>
    <w:rsid w:val="008D601C"/>
    <w:rsid w:val="008E0A1B"/>
    <w:rsid w:val="008E1AA3"/>
    <w:rsid w:val="008E1E75"/>
    <w:rsid w:val="008E369B"/>
    <w:rsid w:val="008E4BA7"/>
    <w:rsid w:val="008E61D1"/>
    <w:rsid w:val="008E67F3"/>
    <w:rsid w:val="008E7BEA"/>
    <w:rsid w:val="008F1D5C"/>
    <w:rsid w:val="008F408B"/>
    <w:rsid w:val="008F5A46"/>
    <w:rsid w:val="008F62F2"/>
    <w:rsid w:val="0090131B"/>
    <w:rsid w:val="0090320A"/>
    <w:rsid w:val="009063D3"/>
    <w:rsid w:val="00906BDA"/>
    <w:rsid w:val="00907E46"/>
    <w:rsid w:val="00910434"/>
    <w:rsid w:val="00911E4B"/>
    <w:rsid w:val="00912DCF"/>
    <w:rsid w:val="0091466F"/>
    <w:rsid w:val="00914BEA"/>
    <w:rsid w:val="0091590B"/>
    <w:rsid w:val="00916AC5"/>
    <w:rsid w:val="00916B0C"/>
    <w:rsid w:val="009208F7"/>
    <w:rsid w:val="00921062"/>
    <w:rsid w:val="00921CD2"/>
    <w:rsid w:val="00924360"/>
    <w:rsid w:val="0092545D"/>
    <w:rsid w:val="00925761"/>
    <w:rsid w:val="00926B48"/>
    <w:rsid w:val="00927F21"/>
    <w:rsid w:val="00930D39"/>
    <w:rsid w:val="00933325"/>
    <w:rsid w:val="00933B7B"/>
    <w:rsid w:val="009345FC"/>
    <w:rsid w:val="0093564E"/>
    <w:rsid w:val="0093797C"/>
    <w:rsid w:val="00937B51"/>
    <w:rsid w:val="009401C0"/>
    <w:rsid w:val="009435A2"/>
    <w:rsid w:val="00943B2D"/>
    <w:rsid w:val="00943E05"/>
    <w:rsid w:val="00945228"/>
    <w:rsid w:val="00945296"/>
    <w:rsid w:val="0094641D"/>
    <w:rsid w:val="00946FBA"/>
    <w:rsid w:val="0094736F"/>
    <w:rsid w:val="00950B58"/>
    <w:rsid w:val="00950C1E"/>
    <w:rsid w:val="00953C87"/>
    <w:rsid w:val="0095643F"/>
    <w:rsid w:val="009567A6"/>
    <w:rsid w:val="00957606"/>
    <w:rsid w:val="00957A28"/>
    <w:rsid w:val="009611EB"/>
    <w:rsid w:val="00961512"/>
    <w:rsid w:val="009624C0"/>
    <w:rsid w:val="009633EF"/>
    <w:rsid w:val="009637FF"/>
    <w:rsid w:val="00963BCF"/>
    <w:rsid w:val="00964180"/>
    <w:rsid w:val="00964761"/>
    <w:rsid w:val="009676D8"/>
    <w:rsid w:val="0097212F"/>
    <w:rsid w:val="009747BF"/>
    <w:rsid w:val="00975DD3"/>
    <w:rsid w:val="0097629B"/>
    <w:rsid w:val="009764D6"/>
    <w:rsid w:val="00983003"/>
    <w:rsid w:val="009865A4"/>
    <w:rsid w:val="009903FA"/>
    <w:rsid w:val="0099052D"/>
    <w:rsid w:val="0099117E"/>
    <w:rsid w:val="0099300B"/>
    <w:rsid w:val="009954F1"/>
    <w:rsid w:val="00995710"/>
    <w:rsid w:val="0099658D"/>
    <w:rsid w:val="00996947"/>
    <w:rsid w:val="009A077C"/>
    <w:rsid w:val="009A0B2E"/>
    <w:rsid w:val="009A137C"/>
    <w:rsid w:val="009A1845"/>
    <w:rsid w:val="009A18BA"/>
    <w:rsid w:val="009A1AB1"/>
    <w:rsid w:val="009A2273"/>
    <w:rsid w:val="009A2BD5"/>
    <w:rsid w:val="009A2F78"/>
    <w:rsid w:val="009A3399"/>
    <w:rsid w:val="009A439E"/>
    <w:rsid w:val="009A5221"/>
    <w:rsid w:val="009A68A5"/>
    <w:rsid w:val="009A6AF2"/>
    <w:rsid w:val="009B20E5"/>
    <w:rsid w:val="009B210A"/>
    <w:rsid w:val="009B29C2"/>
    <w:rsid w:val="009B2E40"/>
    <w:rsid w:val="009B3049"/>
    <w:rsid w:val="009B3F01"/>
    <w:rsid w:val="009B472C"/>
    <w:rsid w:val="009B53E5"/>
    <w:rsid w:val="009B5CFE"/>
    <w:rsid w:val="009C0AC4"/>
    <w:rsid w:val="009C3BF0"/>
    <w:rsid w:val="009C3C78"/>
    <w:rsid w:val="009C5F31"/>
    <w:rsid w:val="009C792F"/>
    <w:rsid w:val="009D0A77"/>
    <w:rsid w:val="009D2E5E"/>
    <w:rsid w:val="009D38B1"/>
    <w:rsid w:val="009D5416"/>
    <w:rsid w:val="009D6664"/>
    <w:rsid w:val="009D6FA9"/>
    <w:rsid w:val="009D702C"/>
    <w:rsid w:val="009D766E"/>
    <w:rsid w:val="009E5047"/>
    <w:rsid w:val="009E54F3"/>
    <w:rsid w:val="009E5F31"/>
    <w:rsid w:val="009E6563"/>
    <w:rsid w:val="009F0EE4"/>
    <w:rsid w:val="009F1D97"/>
    <w:rsid w:val="009F24AA"/>
    <w:rsid w:val="009F2B41"/>
    <w:rsid w:val="009F2BDC"/>
    <w:rsid w:val="00A0153D"/>
    <w:rsid w:val="00A03E40"/>
    <w:rsid w:val="00A048E4"/>
    <w:rsid w:val="00A13949"/>
    <w:rsid w:val="00A13EA6"/>
    <w:rsid w:val="00A1710E"/>
    <w:rsid w:val="00A178D6"/>
    <w:rsid w:val="00A20593"/>
    <w:rsid w:val="00A23254"/>
    <w:rsid w:val="00A23A28"/>
    <w:rsid w:val="00A248CC"/>
    <w:rsid w:val="00A24D06"/>
    <w:rsid w:val="00A24F2E"/>
    <w:rsid w:val="00A2589A"/>
    <w:rsid w:val="00A2726C"/>
    <w:rsid w:val="00A30E9F"/>
    <w:rsid w:val="00A3163E"/>
    <w:rsid w:val="00A3235F"/>
    <w:rsid w:val="00A32BC3"/>
    <w:rsid w:val="00A34634"/>
    <w:rsid w:val="00A34665"/>
    <w:rsid w:val="00A34B80"/>
    <w:rsid w:val="00A36007"/>
    <w:rsid w:val="00A36D0D"/>
    <w:rsid w:val="00A40468"/>
    <w:rsid w:val="00A40D36"/>
    <w:rsid w:val="00A424F7"/>
    <w:rsid w:val="00A43513"/>
    <w:rsid w:val="00A43D98"/>
    <w:rsid w:val="00A452EC"/>
    <w:rsid w:val="00A452F9"/>
    <w:rsid w:val="00A51ADB"/>
    <w:rsid w:val="00A51FF4"/>
    <w:rsid w:val="00A53AF0"/>
    <w:rsid w:val="00A53B96"/>
    <w:rsid w:val="00A55AF9"/>
    <w:rsid w:val="00A5760F"/>
    <w:rsid w:val="00A60174"/>
    <w:rsid w:val="00A64431"/>
    <w:rsid w:val="00A714E6"/>
    <w:rsid w:val="00A718DB"/>
    <w:rsid w:val="00A728D7"/>
    <w:rsid w:val="00A729B9"/>
    <w:rsid w:val="00A7325C"/>
    <w:rsid w:val="00A7404E"/>
    <w:rsid w:val="00A744E2"/>
    <w:rsid w:val="00A74732"/>
    <w:rsid w:val="00A747D9"/>
    <w:rsid w:val="00A801E4"/>
    <w:rsid w:val="00A823CE"/>
    <w:rsid w:val="00A82430"/>
    <w:rsid w:val="00A82AC8"/>
    <w:rsid w:val="00A82B94"/>
    <w:rsid w:val="00A82CE7"/>
    <w:rsid w:val="00A8444F"/>
    <w:rsid w:val="00A84AC6"/>
    <w:rsid w:val="00A873CD"/>
    <w:rsid w:val="00A879A0"/>
    <w:rsid w:val="00A901F1"/>
    <w:rsid w:val="00A90F54"/>
    <w:rsid w:val="00A93182"/>
    <w:rsid w:val="00A94E55"/>
    <w:rsid w:val="00A95BAD"/>
    <w:rsid w:val="00A96788"/>
    <w:rsid w:val="00A97019"/>
    <w:rsid w:val="00A9794C"/>
    <w:rsid w:val="00AA33F2"/>
    <w:rsid w:val="00AA36D2"/>
    <w:rsid w:val="00AA4A77"/>
    <w:rsid w:val="00AA54F5"/>
    <w:rsid w:val="00AA56D2"/>
    <w:rsid w:val="00AA5F3C"/>
    <w:rsid w:val="00AA6241"/>
    <w:rsid w:val="00AA67AD"/>
    <w:rsid w:val="00AA6EE9"/>
    <w:rsid w:val="00AB3523"/>
    <w:rsid w:val="00AB3C7D"/>
    <w:rsid w:val="00AB3DBA"/>
    <w:rsid w:val="00AB3FFB"/>
    <w:rsid w:val="00AB4938"/>
    <w:rsid w:val="00AB4D51"/>
    <w:rsid w:val="00AB511C"/>
    <w:rsid w:val="00AB5146"/>
    <w:rsid w:val="00AB6E13"/>
    <w:rsid w:val="00AC0C3E"/>
    <w:rsid w:val="00AC1305"/>
    <w:rsid w:val="00AC17E5"/>
    <w:rsid w:val="00AC2A9E"/>
    <w:rsid w:val="00AC2F80"/>
    <w:rsid w:val="00AC301E"/>
    <w:rsid w:val="00AC3254"/>
    <w:rsid w:val="00AC34F6"/>
    <w:rsid w:val="00AC35C4"/>
    <w:rsid w:val="00AC466B"/>
    <w:rsid w:val="00AC5FF9"/>
    <w:rsid w:val="00AC6411"/>
    <w:rsid w:val="00AC7668"/>
    <w:rsid w:val="00AD0692"/>
    <w:rsid w:val="00AD211E"/>
    <w:rsid w:val="00AD2C2C"/>
    <w:rsid w:val="00AD311B"/>
    <w:rsid w:val="00AD39A2"/>
    <w:rsid w:val="00AD4154"/>
    <w:rsid w:val="00AD43A9"/>
    <w:rsid w:val="00AD4D17"/>
    <w:rsid w:val="00AD66B8"/>
    <w:rsid w:val="00AE1239"/>
    <w:rsid w:val="00AE2254"/>
    <w:rsid w:val="00AE2607"/>
    <w:rsid w:val="00AE3860"/>
    <w:rsid w:val="00AE4220"/>
    <w:rsid w:val="00AE4EC6"/>
    <w:rsid w:val="00AE58FC"/>
    <w:rsid w:val="00AE5ABD"/>
    <w:rsid w:val="00AE6431"/>
    <w:rsid w:val="00AE6710"/>
    <w:rsid w:val="00AE79D3"/>
    <w:rsid w:val="00AF42E5"/>
    <w:rsid w:val="00AF4F56"/>
    <w:rsid w:val="00AF571C"/>
    <w:rsid w:val="00AF6410"/>
    <w:rsid w:val="00AF6B18"/>
    <w:rsid w:val="00AF75C0"/>
    <w:rsid w:val="00AF78BC"/>
    <w:rsid w:val="00AF79B1"/>
    <w:rsid w:val="00B00BA1"/>
    <w:rsid w:val="00B00D4B"/>
    <w:rsid w:val="00B0197D"/>
    <w:rsid w:val="00B01DF6"/>
    <w:rsid w:val="00B0326C"/>
    <w:rsid w:val="00B03395"/>
    <w:rsid w:val="00B03F60"/>
    <w:rsid w:val="00B04494"/>
    <w:rsid w:val="00B05DB5"/>
    <w:rsid w:val="00B105C3"/>
    <w:rsid w:val="00B11ACD"/>
    <w:rsid w:val="00B12826"/>
    <w:rsid w:val="00B140E9"/>
    <w:rsid w:val="00B1424B"/>
    <w:rsid w:val="00B15582"/>
    <w:rsid w:val="00B1761B"/>
    <w:rsid w:val="00B17F5E"/>
    <w:rsid w:val="00B20976"/>
    <w:rsid w:val="00B211B2"/>
    <w:rsid w:val="00B24356"/>
    <w:rsid w:val="00B25E42"/>
    <w:rsid w:val="00B2648B"/>
    <w:rsid w:val="00B267B6"/>
    <w:rsid w:val="00B30008"/>
    <w:rsid w:val="00B3015F"/>
    <w:rsid w:val="00B30CA1"/>
    <w:rsid w:val="00B30F31"/>
    <w:rsid w:val="00B315C5"/>
    <w:rsid w:val="00B34EED"/>
    <w:rsid w:val="00B40094"/>
    <w:rsid w:val="00B40447"/>
    <w:rsid w:val="00B408B6"/>
    <w:rsid w:val="00B435DF"/>
    <w:rsid w:val="00B43693"/>
    <w:rsid w:val="00B44AE4"/>
    <w:rsid w:val="00B450D4"/>
    <w:rsid w:val="00B454ED"/>
    <w:rsid w:val="00B45A61"/>
    <w:rsid w:val="00B47096"/>
    <w:rsid w:val="00B51B1E"/>
    <w:rsid w:val="00B5229C"/>
    <w:rsid w:val="00B52A05"/>
    <w:rsid w:val="00B55D9A"/>
    <w:rsid w:val="00B602F4"/>
    <w:rsid w:val="00B635DA"/>
    <w:rsid w:val="00B64081"/>
    <w:rsid w:val="00B6485D"/>
    <w:rsid w:val="00B650AC"/>
    <w:rsid w:val="00B6575B"/>
    <w:rsid w:val="00B659AB"/>
    <w:rsid w:val="00B67458"/>
    <w:rsid w:val="00B70A57"/>
    <w:rsid w:val="00B711B8"/>
    <w:rsid w:val="00B7145F"/>
    <w:rsid w:val="00B71C6E"/>
    <w:rsid w:val="00B71D6D"/>
    <w:rsid w:val="00B71F0F"/>
    <w:rsid w:val="00B71FA6"/>
    <w:rsid w:val="00B72101"/>
    <w:rsid w:val="00B722F0"/>
    <w:rsid w:val="00B74223"/>
    <w:rsid w:val="00B77C4D"/>
    <w:rsid w:val="00B81F8D"/>
    <w:rsid w:val="00B84CE7"/>
    <w:rsid w:val="00B85963"/>
    <w:rsid w:val="00B933B6"/>
    <w:rsid w:val="00B93BCA"/>
    <w:rsid w:val="00B94E1C"/>
    <w:rsid w:val="00B966FC"/>
    <w:rsid w:val="00B972DB"/>
    <w:rsid w:val="00B976C5"/>
    <w:rsid w:val="00B97864"/>
    <w:rsid w:val="00B97AE4"/>
    <w:rsid w:val="00B97BA9"/>
    <w:rsid w:val="00BA11AA"/>
    <w:rsid w:val="00BA1E56"/>
    <w:rsid w:val="00BA3696"/>
    <w:rsid w:val="00BA38B8"/>
    <w:rsid w:val="00BA3E9B"/>
    <w:rsid w:val="00BA439F"/>
    <w:rsid w:val="00BA54ED"/>
    <w:rsid w:val="00BA550D"/>
    <w:rsid w:val="00BA6ED6"/>
    <w:rsid w:val="00BA74A7"/>
    <w:rsid w:val="00BA75CA"/>
    <w:rsid w:val="00BB1125"/>
    <w:rsid w:val="00BB1528"/>
    <w:rsid w:val="00BB16AD"/>
    <w:rsid w:val="00BB382D"/>
    <w:rsid w:val="00BB4D50"/>
    <w:rsid w:val="00BB58CF"/>
    <w:rsid w:val="00BB6193"/>
    <w:rsid w:val="00BB6C47"/>
    <w:rsid w:val="00BB762B"/>
    <w:rsid w:val="00BC05F5"/>
    <w:rsid w:val="00BC075B"/>
    <w:rsid w:val="00BC0A54"/>
    <w:rsid w:val="00BC155D"/>
    <w:rsid w:val="00BC3011"/>
    <w:rsid w:val="00BC55C5"/>
    <w:rsid w:val="00BC6E84"/>
    <w:rsid w:val="00BC7F02"/>
    <w:rsid w:val="00BD097E"/>
    <w:rsid w:val="00BD0DB2"/>
    <w:rsid w:val="00BD4B5D"/>
    <w:rsid w:val="00BD5E63"/>
    <w:rsid w:val="00BD73A4"/>
    <w:rsid w:val="00BE01D4"/>
    <w:rsid w:val="00BE0808"/>
    <w:rsid w:val="00BE0CF3"/>
    <w:rsid w:val="00BE4468"/>
    <w:rsid w:val="00BE44E3"/>
    <w:rsid w:val="00BE61E1"/>
    <w:rsid w:val="00BE779B"/>
    <w:rsid w:val="00BE78DA"/>
    <w:rsid w:val="00BF0AC4"/>
    <w:rsid w:val="00BF13D4"/>
    <w:rsid w:val="00BF1A22"/>
    <w:rsid w:val="00BF2CB6"/>
    <w:rsid w:val="00BF38E0"/>
    <w:rsid w:val="00BF396F"/>
    <w:rsid w:val="00BF426A"/>
    <w:rsid w:val="00BF55E4"/>
    <w:rsid w:val="00BF5E94"/>
    <w:rsid w:val="00C01341"/>
    <w:rsid w:val="00C019AD"/>
    <w:rsid w:val="00C01A4F"/>
    <w:rsid w:val="00C01BE5"/>
    <w:rsid w:val="00C02026"/>
    <w:rsid w:val="00C02589"/>
    <w:rsid w:val="00C04B11"/>
    <w:rsid w:val="00C06612"/>
    <w:rsid w:val="00C06627"/>
    <w:rsid w:val="00C06F5F"/>
    <w:rsid w:val="00C07477"/>
    <w:rsid w:val="00C1037C"/>
    <w:rsid w:val="00C12993"/>
    <w:rsid w:val="00C12C38"/>
    <w:rsid w:val="00C14714"/>
    <w:rsid w:val="00C1600B"/>
    <w:rsid w:val="00C16305"/>
    <w:rsid w:val="00C16A1E"/>
    <w:rsid w:val="00C21263"/>
    <w:rsid w:val="00C213C3"/>
    <w:rsid w:val="00C2170C"/>
    <w:rsid w:val="00C21EAD"/>
    <w:rsid w:val="00C22456"/>
    <w:rsid w:val="00C224B2"/>
    <w:rsid w:val="00C230B4"/>
    <w:rsid w:val="00C230C4"/>
    <w:rsid w:val="00C2349C"/>
    <w:rsid w:val="00C235E4"/>
    <w:rsid w:val="00C23D1D"/>
    <w:rsid w:val="00C24DE6"/>
    <w:rsid w:val="00C25251"/>
    <w:rsid w:val="00C25344"/>
    <w:rsid w:val="00C25A61"/>
    <w:rsid w:val="00C26C1C"/>
    <w:rsid w:val="00C30DCA"/>
    <w:rsid w:val="00C3360A"/>
    <w:rsid w:val="00C33911"/>
    <w:rsid w:val="00C33AB9"/>
    <w:rsid w:val="00C3465C"/>
    <w:rsid w:val="00C34CAD"/>
    <w:rsid w:val="00C41540"/>
    <w:rsid w:val="00C41FE2"/>
    <w:rsid w:val="00C424B0"/>
    <w:rsid w:val="00C44A18"/>
    <w:rsid w:val="00C44E00"/>
    <w:rsid w:val="00C454C9"/>
    <w:rsid w:val="00C46CDE"/>
    <w:rsid w:val="00C5095E"/>
    <w:rsid w:val="00C50B77"/>
    <w:rsid w:val="00C50F34"/>
    <w:rsid w:val="00C51586"/>
    <w:rsid w:val="00C522CD"/>
    <w:rsid w:val="00C52512"/>
    <w:rsid w:val="00C5281B"/>
    <w:rsid w:val="00C52877"/>
    <w:rsid w:val="00C54574"/>
    <w:rsid w:val="00C54C59"/>
    <w:rsid w:val="00C54E7F"/>
    <w:rsid w:val="00C5703D"/>
    <w:rsid w:val="00C60A70"/>
    <w:rsid w:val="00C62554"/>
    <w:rsid w:val="00C63AC2"/>
    <w:rsid w:val="00C64AC4"/>
    <w:rsid w:val="00C67A43"/>
    <w:rsid w:val="00C67FF5"/>
    <w:rsid w:val="00C70E5A"/>
    <w:rsid w:val="00C70EC6"/>
    <w:rsid w:val="00C7153A"/>
    <w:rsid w:val="00C718AA"/>
    <w:rsid w:val="00C72848"/>
    <w:rsid w:val="00C734BC"/>
    <w:rsid w:val="00C73776"/>
    <w:rsid w:val="00C74190"/>
    <w:rsid w:val="00C74DB3"/>
    <w:rsid w:val="00C77455"/>
    <w:rsid w:val="00C77BDD"/>
    <w:rsid w:val="00C80814"/>
    <w:rsid w:val="00C80DA6"/>
    <w:rsid w:val="00C838CF"/>
    <w:rsid w:val="00C84373"/>
    <w:rsid w:val="00C84F74"/>
    <w:rsid w:val="00C86386"/>
    <w:rsid w:val="00C90160"/>
    <w:rsid w:val="00C9164B"/>
    <w:rsid w:val="00C92738"/>
    <w:rsid w:val="00C93611"/>
    <w:rsid w:val="00C94C3B"/>
    <w:rsid w:val="00C9549E"/>
    <w:rsid w:val="00C96773"/>
    <w:rsid w:val="00C96B31"/>
    <w:rsid w:val="00C97316"/>
    <w:rsid w:val="00C97B80"/>
    <w:rsid w:val="00CA157C"/>
    <w:rsid w:val="00CA197C"/>
    <w:rsid w:val="00CA1EB0"/>
    <w:rsid w:val="00CA37F9"/>
    <w:rsid w:val="00CA3BB9"/>
    <w:rsid w:val="00CB1B4C"/>
    <w:rsid w:val="00CB1CD2"/>
    <w:rsid w:val="00CB33C4"/>
    <w:rsid w:val="00CB3DD6"/>
    <w:rsid w:val="00CB6DA5"/>
    <w:rsid w:val="00CB6F07"/>
    <w:rsid w:val="00CB75CE"/>
    <w:rsid w:val="00CC05D7"/>
    <w:rsid w:val="00CC14F0"/>
    <w:rsid w:val="00CC2FFF"/>
    <w:rsid w:val="00CC3FAC"/>
    <w:rsid w:val="00CC4948"/>
    <w:rsid w:val="00CC497D"/>
    <w:rsid w:val="00CC78F1"/>
    <w:rsid w:val="00CD046E"/>
    <w:rsid w:val="00CD05CC"/>
    <w:rsid w:val="00CD0A7D"/>
    <w:rsid w:val="00CD0BA7"/>
    <w:rsid w:val="00CD18F2"/>
    <w:rsid w:val="00CD1A0C"/>
    <w:rsid w:val="00CD300C"/>
    <w:rsid w:val="00CD37AD"/>
    <w:rsid w:val="00CD561E"/>
    <w:rsid w:val="00CE0B77"/>
    <w:rsid w:val="00CE3542"/>
    <w:rsid w:val="00CE38C1"/>
    <w:rsid w:val="00CE41EE"/>
    <w:rsid w:val="00CE5AEA"/>
    <w:rsid w:val="00CE6B0D"/>
    <w:rsid w:val="00CF1076"/>
    <w:rsid w:val="00CF5117"/>
    <w:rsid w:val="00D002DA"/>
    <w:rsid w:val="00D00AAD"/>
    <w:rsid w:val="00D00F4A"/>
    <w:rsid w:val="00D02E56"/>
    <w:rsid w:val="00D02ECB"/>
    <w:rsid w:val="00D053F1"/>
    <w:rsid w:val="00D05E76"/>
    <w:rsid w:val="00D065D5"/>
    <w:rsid w:val="00D11468"/>
    <w:rsid w:val="00D11A5A"/>
    <w:rsid w:val="00D120F9"/>
    <w:rsid w:val="00D13186"/>
    <w:rsid w:val="00D13F37"/>
    <w:rsid w:val="00D14391"/>
    <w:rsid w:val="00D14CCC"/>
    <w:rsid w:val="00D14E4A"/>
    <w:rsid w:val="00D1601F"/>
    <w:rsid w:val="00D20D21"/>
    <w:rsid w:val="00D2122B"/>
    <w:rsid w:val="00D21E12"/>
    <w:rsid w:val="00D22229"/>
    <w:rsid w:val="00D238AE"/>
    <w:rsid w:val="00D25102"/>
    <w:rsid w:val="00D261A5"/>
    <w:rsid w:val="00D33883"/>
    <w:rsid w:val="00D33CC3"/>
    <w:rsid w:val="00D35AE8"/>
    <w:rsid w:val="00D3739E"/>
    <w:rsid w:val="00D37E6F"/>
    <w:rsid w:val="00D4031A"/>
    <w:rsid w:val="00D41836"/>
    <w:rsid w:val="00D41BE9"/>
    <w:rsid w:val="00D43FB9"/>
    <w:rsid w:val="00D467F2"/>
    <w:rsid w:val="00D50926"/>
    <w:rsid w:val="00D5286F"/>
    <w:rsid w:val="00D52AFE"/>
    <w:rsid w:val="00D552BD"/>
    <w:rsid w:val="00D552DC"/>
    <w:rsid w:val="00D55ACB"/>
    <w:rsid w:val="00D55D4D"/>
    <w:rsid w:val="00D5652D"/>
    <w:rsid w:val="00D565DD"/>
    <w:rsid w:val="00D56DDA"/>
    <w:rsid w:val="00D5760C"/>
    <w:rsid w:val="00D62F54"/>
    <w:rsid w:val="00D6629A"/>
    <w:rsid w:val="00D67595"/>
    <w:rsid w:val="00D7100C"/>
    <w:rsid w:val="00D724B2"/>
    <w:rsid w:val="00D75218"/>
    <w:rsid w:val="00D76208"/>
    <w:rsid w:val="00D7641D"/>
    <w:rsid w:val="00D77676"/>
    <w:rsid w:val="00D776DE"/>
    <w:rsid w:val="00D81809"/>
    <w:rsid w:val="00D81FA1"/>
    <w:rsid w:val="00D8360D"/>
    <w:rsid w:val="00D8385B"/>
    <w:rsid w:val="00D83E7D"/>
    <w:rsid w:val="00D84B74"/>
    <w:rsid w:val="00D867D3"/>
    <w:rsid w:val="00D86CE3"/>
    <w:rsid w:val="00D879C8"/>
    <w:rsid w:val="00D90720"/>
    <w:rsid w:val="00D909A9"/>
    <w:rsid w:val="00D92C3D"/>
    <w:rsid w:val="00D95169"/>
    <w:rsid w:val="00D96BFD"/>
    <w:rsid w:val="00DA0D5D"/>
    <w:rsid w:val="00DA1894"/>
    <w:rsid w:val="00DA72BC"/>
    <w:rsid w:val="00DA78FD"/>
    <w:rsid w:val="00DB1220"/>
    <w:rsid w:val="00DB12ED"/>
    <w:rsid w:val="00DB1C44"/>
    <w:rsid w:val="00DB25AF"/>
    <w:rsid w:val="00DB2AAE"/>
    <w:rsid w:val="00DB32C4"/>
    <w:rsid w:val="00DB347E"/>
    <w:rsid w:val="00DB3EB5"/>
    <w:rsid w:val="00DB50F5"/>
    <w:rsid w:val="00DB6172"/>
    <w:rsid w:val="00DB72C7"/>
    <w:rsid w:val="00DB7F7A"/>
    <w:rsid w:val="00DC0490"/>
    <w:rsid w:val="00DC05CB"/>
    <w:rsid w:val="00DC2276"/>
    <w:rsid w:val="00DC2A10"/>
    <w:rsid w:val="00DC4292"/>
    <w:rsid w:val="00DC4DBC"/>
    <w:rsid w:val="00DC5D1B"/>
    <w:rsid w:val="00DC6723"/>
    <w:rsid w:val="00DC6AB4"/>
    <w:rsid w:val="00DC7525"/>
    <w:rsid w:val="00DD030B"/>
    <w:rsid w:val="00DD043C"/>
    <w:rsid w:val="00DD1D45"/>
    <w:rsid w:val="00DD1DC0"/>
    <w:rsid w:val="00DD2437"/>
    <w:rsid w:val="00DD2BDE"/>
    <w:rsid w:val="00DD75EF"/>
    <w:rsid w:val="00DE17D3"/>
    <w:rsid w:val="00DE1C8A"/>
    <w:rsid w:val="00DE660E"/>
    <w:rsid w:val="00DF1C58"/>
    <w:rsid w:val="00DF3A87"/>
    <w:rsid w:val="00DF3D7E"/>
    <w:rsid w:val="00DF3F0A"/>
    <w:rsid w:val="00DF4909"/>
    <w:rsid w:val="00DF6477"/>
    <w:rsid w:val="00E00BEB"/>
    <w:rsid w:val="00E01DA8"/>
    <w:rsid w:val="00E01F8D"/>
    <w:rsid w:val="00E043B7"/>
    <w:rsid w:val="00E04B90"/>
    <w:rsid w:val="00E0514E"/>
    <w:rsid w:val="00E0657B"/>
    <w:rsid w:val="00E07A7E"/>
    <w:rsid w:val="00E10882"/>
    <w:rsid w:val="00E11471"/>
    <w:rsid w:val="00E12808"/>
    <w:rsid w:val="00E132F6"/>
    <w:rsid w:val="00E14C56"/>
    <w:rsid w:val="00E16D84"/>
    <w:rsid w:val="00E16F64"/>
    <w:rsid w:val="00E17E7A"/>
    <w:rsid w:val="00E20F65"/>
    <w:rsid w:val="00E2257B"/>
    <w:rsid w:val="00E23949"/>
    <w:rsid w:val="00E257B2"/>
    <w:rsid w:val="00E25BBD"/>
    <w:rsid w:val="00E3012E"/>
    <w:rsid w:val="00E30427"/>
    <w:rsid w:val="00E309FC"/>
    <w:rsid w:val="00E30D67"/>
    <w:rsid w:val="00E31306"/>
    <w:rsid w:val="00E31905"/>
    <w:rsid w:val="00E34923"/>
    <w:rsid w:val="00E36C55"/>
    <w:rsid w:val="00E37282"/>
    <w:rsid w:val="00E3787A"/>
    <w:rsid w:val="00E435A0"/>
    <w:rsid w:val="00E44FC5"/>
    <w:rsid w:val="00E46194"/>
    <w:rsid w:val="00E47F15"/>
    <w:rsid w:val="00E5039C"/>
    <w:rsid w:val="00E51EAE"/>
    <w:rsid w:val="00E53BD5"/>
    <w:rsid w:val="00E550A6"/>
    <w:rsid w:val="00E55CA6"/>
    <w:rsid w:val="00E560F8"/>
    <w:rsid w:val="00E57B52"/>
    <w:rsid w:val="00E57BD1"/>
    <w:rsid w:val="00E57C1E"/>
    <w:rsid w:val="00E57C2E"/>
    <w:rsid w:val="00E61CA0"/>
    <w:rsid w:val="00E63DA9"/>
    <w:rsid w:val="00E653BE"/>
    <w:rsid w:val="00E65F74"/>
    <w:rsid w:val="00E66034"/>
    <w:rsid w:val="00E72711"/>
    <w:rsid w:val="00E72F1D"/>
    <w:rsid w:val="00E731BA"/>
    <w:rsid w:val="00E747C9"/>
    <w:rsid w:val="00E74FAB"/>
    <w:rsid w:val="00E758E2"/>
    <w:rsid w:val="00E767EF"/>
    <w:rsid w:val="00E77C55"/>
    <w:rsid w:val="00E80115"/>
    <w:rsid w:val="00E8162E"/>
    <w:rsid w:val="00E81E40"/>
    <w:rsid w:val="00E82A34"/>
    <w:rsid w:val="00E83033"/>
    <w:rsid w:val="00E83BE9"/>
    <w:rsid w:val="00E84009"/>
    <w:rsid w:val="00E85306"/>
    <w:rsid w:val="00E85E09"/>
    <w:rsid w:val="00E86501"/>
    <w:rsid w:val="00E9064C"/>
    <w:rsid w:val="00E912CE"/>
    <w:rsid w:val="00E915BE"/>
    <w:rsid w:val="00E9216B"/>
    <w:rsid w:val="00E92BFA"/>
    <w:rsid w:val="00E93826"/>
    <w:rsid w:val="00E94BAE"/>
    <w:rsid w:val="00E94FD6"/>
    <w:rsid w:val="00E96350"/>
    <w:rsid w:val="00E96BE0"/>
    <w:rsid w:val="00E974D0"/>
    <w:rsid w:val="00EA006E"/>
    <w:rsid w:val="00EA0A1D"/>
    <w:rsid w:val="00EA1B59"/>
    <w:rsid w:val="00EA2104"/>
    <w:rsid w:val="00EA2781"/>
    <w:rsid w:val="00EA2A22"/>
    <w:rsid w:val="00EA2A96"/>
    <w:rsid w:val="00EA584B"/>
    <w:rsid w:val="00EA5DA1"/>
    <w:rsid w:val="00EA6D6C"/>
    <w:rsid w:val="00EA751D"/>
    <w:rsid w:val="00EB0EC4"/>
    <w:rsid w:val="00EB1757"/>
    <w:rsid w:val="00EB2F70"/>
    <w:rsid w:val="00EB371E"/>
    <w:rsid w:val="00EB607C"/>
    <w:rsid w:val="00EB6901"/>
    <w:rsid w:val="00EB7C7B"/>
    <w:rsid w:val="00EC1685"/>
    <w:rsid w:val="00EC42ED"/>
    <w:rsid w:val="00EC4958"/>
    <w:rsid w:val="00EC4DEA"/>
    <w:rsid w:val="00EC4FF2"/>
    <w:rsid w:val="00ED04A6"/>
    <w:rsid w:val="00ED0F1C"/>
    <w:rsid w:val="00ED1BD8"/>
    <w:rsid w:val="00ED2183"/>
    <w:rsid w:val="00ED70CC"/>
    <w:rsid w:val="00ED7AEF"/>
    <w:rsid w:val="00EE01F0"/>
    <w:rsid w:val="00EE1CE6"/>
    <w:rsid w:val="00EE2AF4"/>
    <w:rsid w:val="00EE2B0D"/>
    <w:rsid w:val="00EE5D14"/>
    <w:rsid w:val="00EE69CC"/>
    <w:rsid w:val="00EE7474"/>
    <w:rsid w:val="00EE7ACE"/>
    <w:rsid w:val="00EF0590"/>
    <w:rsid w:val="00EF105C"/>
    <w:rsid w:val="00EF1B68"/>
    <w:rsid w:val="00EF2277"/>
    <w:rsid w:val="00EF24CB"/>
    <w:rsid w:val="00EF31E5"/>
    <w:rsid w:val="00EF3BB3"/>
    <w:rsid w:val="00EF5397"/>
    <w:rsid w:val="00EF55A9"/>
    <w:rsid w:val="00EF5A0C"/>
    <w:rsid w:val="00EF5D0F"/>
    <w:rsid w:val="00EF6108"/>
    <w:rsid w:val="00EF6BD1"/>
    <w:rsid w:val="00EF7E25"/>
    <w:rsid w:val="00F03266"/>
    <w:rsid w:val="00F039C3"/>
    <w:rsid w:val="00F03D59"/>
    <w:rsid w:val="00F03E8E"/>
    <w:rsid w:val="00F051F8"/>
    <w:rsid w:val="00F0545B"/>
    <w:rsid w:val="00F05F96"/>
    <w:rsid w:val="00F0728B"/>
    <w:rsid w:val="00F0778B"/>
    <w:rsid w:val="00F11A8D"/>
    <w:rsid w:val="00F12B93"/>
    <w:rsid w:val="00F133F7"/>
    <w:rsid w:val="00F15E80"/>
    <w:rsid w:val="00F161D3"/>
    <w:rsid w:val="00F163DC"/>
    <w:rsid w:val="00F16950"/>
    <w:rsid w:val="00F16B6D"/>
    <w:rsid w:val="00F1772E"/>
    <w:rsid w:val="00F17F24"/>
    <w:rsid w:val="00F212EA"/>
    <w:rsid w:val="00F22E97"/>
    <w:rsid w:val="00F25C89"/>
    <w:rsid w:val="00F271BA"/>
    <w:rsid w:val="00F27DC5"/>
    <w:rsid w:val="00F31A32"/>
    <w:rsid w:val="00F3212F"/>
    <w:rsid w:val="00F34219"/>
    <w:rsid w:val="00F347AF"/>
    <w:rsid w:val="00F34A52"/>
    <w:rsid w:val="00F34A6C"/>
    <w:rsid w:val="00F35161"/>
    <w:rsid w:val="00F35826"/>
    <w:rsid w:val="00F35A19"/>
    <w:rsid w:val="00F35DE1"/>
    <w:rsid w:val="00F375A2"/>
    <w:rsid w:val="00F40A95"/>
    <w:rsid w:val="00F4112E"/>
    <w:rsid w:val="00F4335D"/>
    <w:rsid w:val="00F44CDE"/>
    <w:rsid w:val="00F461A4"/>
    <w:rsid w:val="00F47E4D"/>
    <w:rsid w:val="00F5096F"/>
    <w:rsid w:val="00F50AFF"/>
    <w:rsid w:val="00F5144F"/>
    <w:rsid w:val="00F51978"/>
    <w:rsid w:val="00F51B1E"/>
    <w:rsid w:val="00F51FD8"/>
    <w:rsid w:val="00F5259C"/>
    <w:rsid w:val="00F54FF0"/>
    <w:rsid w:val="00F57432"/>
    <w:rsid w:val="00F579F1"/>
    <w:rsid w:val="00F57AA4"/>
    <w:rsid w:val="00F60859"/>
    <w:rsid w:val="00F608FD"/>
    <w:rsid w:val="00F61190"/>
    <w:rsid w:val="00F6129A"/>
    <w:rsid w:val="00F628E8"/>
    <w:rsid w:val="00F63F42"/>
    <w:rsid w:val="00F640CB"/>
    <w:rsid w:val="00F64257"/>
    <w:rsid w:val="00F64F0F"/>
    <w:rsid w:val="00F65FE5"/>
    <w:rsid w:val="00F66765"/>
    <w:rsid w:val="00F678E0"/>
    <w:rsid w:val="00F701DF"/>
    <w:rsid w:val="00F701E6"/>
    <w:rsid w:val="00F705A7"/>
    <w:rsid w:val="00F708A1"/>
    <w:rsid w:val="00F70EEF"/>
    <w:rsid w:val="00F714E7"/>
    <w:rsid w:val="00F72F5A"/>
    <w:rsid w:val="00F749B1"/>
    <w:rsid w:val="00F75A26"/>
    <w:rsid w:val="00F76162"/>
    <w:rsid w:val="00F765EF"/>
    <w:rsid w:val="00F77A72"/>
    <w:rsid w:val="00F81A6C"/>
    <w:rsid w:val="00F8299B"/>
    <w:rsid w:val="00F844F6"/>
    <w:rsid w:val="00F846F2"/>
    <w:rsid w:val="00F84D1A"/>
    <w:rsid w:val="00F861E9"/>
    <w:rsid w:val="00F8658C"/>
    <w:rsid w:val="00F86AA9"/>
    <w:rsid w:val="00F8750D"/>
    <w:rsid w:val="00F913EA"/>
    <w:rsid w:val="00F91B61"/>
    <w:rsid w:val="00F93FD8"/>
    <w:rsid w:val="00F95B61"/>
    <w:rsid w:val="00F9641D"/>
    <w:rsid w:val="00F9771A"/>
    <w:rsid w:val="00FA1489"/>
    <w:rsid w:val="00FA300E"/>
    <w:rsid w:val="00FA3078"/>
    <w:rsid w:val="00FA3DC0"/>
    <w:rsid w:val="00FA4E42"/>
    <w:rsid w:val="00FA745A"/>
    <w:rsid w:val="00FA7B8B"/>
    <w:rsid w:val="00FB280C"/>
    <w:rsid w:val="00FB2D7B"/>
    <w:rsid w:val="00FB4F7D"/>
    <w:rsid w:val="00FB7258"/>
    <w:rsid w:val="00FC12DC"/>
    <w:rsid w:val="00FC2C51"/>
    <w:rsid w:val="00FC36FE"/>
    <w:rsid w:val="00FC49A1"/>
    <w:rsid w:val="00FC4F2F"/>
    <w:rsid w:val="00FC60E5"/>
    <w:rsid w:val="00FC68C5"/>
    <w:rsid w:val="00FC760B"/>
    <w:rsid w:val="00FC7ABA"/>
    <w:rsid w:val="00FD0DDA"/>
    <w:rsid w:val="00FD4C46"/>
    <w:rsid w:val="00FD4DBF"/>
    <w:rsid w:val="00FE14A2"/>
    <w:rsid w:val="00FE1B3C"/>
    <w:rsid w:val="00FE2EF2"/>
    <w:rsid w:val="00FE4C4C"/>
    <w:rsid w:val="00FE54FF"/>
    <w:rsid w:val="00FE7BC0"/>
    <w:rsid w:val="00FE7F07"/>
    <w:rsid w:val="00FF18A7"/>
    <w:rsid w:val="00FF2100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none [3213]">
      <v:fill color="white" on="f"/>
      <v:stroke color="none [3213]"/>
    </o:shapedefaults>
    <o:shapelayout v:ext="edit">
      <o:idmap v:ext="edit" data="1"/>
    </o:shapelayout>
  </w:shapeDefaults>
  <w:decimalSymbol w:val=","/>
  <w:listSeparator w:val=";"/>
  <w14:docId w14:val="72F1668C"/>
  <w15:docId w15:val="{A8BD1AD0-709B-4F19-9AC6-E5793D0A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8162E"/>
    <w:pPr>
      <w:spacing w:line="300" w:lineRule="atLeast"/>
    </w:pPr>
    <w:rPr>
      <w:sz w:val="24"/>
      <w:szCs w:val="24"/>
    </w:rPr>
  </w:style>
  <w:style w:type="paragraph" w:styleId="Kop1">
    <w:name w:val="heading 1"/>
    <w:basedOn w:val="Standaard"/>
    <w:next w:val="Standaard"/>
    <w:qFormat/>
    <w:rsid w:val="00E8162E"/>
    <w:pPr>
      <w:keepNext/>
      <w:outlineLvl w:val="0"/>
    </w:pPr>
    <w:rPr>
      <w:b/>
      <w:bCs/>
    </w:rPr>
  </w:style>
  <w:style w:type="paragraph" w:styleId="Kop2">
    <w:name w:val="heading 2"/>
    <w:basedOn w:val="Standaard"/>
    <w:next w:val="Standaard"/>
    <w:qFormat/>
    <w:rsid w:val="00E8162E"/>
    <w:pPr>
      <w:keepNext/>
      <w:tabs>
        <w:tab w:val="left" w:pos="540"/>
        <w:tab w:val="left" w:pos="900"/>
        <w:tab w:val="left" w:pos="4500"/>
        <w:tab w:val="left" w:pos="8640"/>
      </w:tabs>
      <w:ind w:left="900" w:hanging="900"/>
      <w:outlineLvl w:val="1"/>
    </w:pPr>
    <w:rPr>
      <w:b/>
      <w:bCs/>
    </w:rPr>
  </w:style>
  <w:style w:type="paragraph" w:styleId="Kop3">
    <w:name w:val="heading 3"/>
    <w:basedOn w:val="Standaard"/>
    <w:next w:val="Standaard"/>
    <w:qFormat/>
    <w:rsid w:val="00E8162E"/>
    <w:pPr>
      <w:keepNext/>
      <w:tabs>
        <w:tab w:val="left" w:pos="540"/>
        <w:tab w:val="left" w:pos="900"/>
        <w:tab w:val="left" w:pos="4500"/>
        <w:tab w:val="left" w:pos="8640"/>
      </w:tabs>
      <w:ind w:left="540" w:hanging="540"/>
      <w:outlineLvl w:val="2"/>
    </w:pPr>
    <w:rPr>
      <w:b/>
      <w:bCs/>
      <w:lang w:val="en-GB"/>
    </w:rPr>
  </w:style>
  <w:style w:type="paragraph" w:styleId="Kop4">
    <w:name w:val="heading 4"/>
    <w:basedOn w:val="Standaard"/>
    <w:next w:val="Standaard"/>
    <w:qFormat/>
    <w:rsid w:val="00E8162E"/>
    <w:pPr>
      <w:keepNext/>
      <w:tabs>
        <w:tab w:val="left" w:pos="720"/>
        <w:tab w:val="left" w:pos="1260"/>
      </w:tabs>
      <w:outlineLvl w:val="3"/>
    </w:pPr>
    <w:rPr>
      <w:sz w:val="36"/>
    </w:rPr>
  </w:style>
  <w:style w:type="paragraph" w:styleId="Kop5">
    <w:name w:val="heading 5"/>
    <w:basedOn w:val="Standaard"/>
    <w:next w:val="Standaard"/>
    <w:qFormat/>
    <w:rsid w:val="00E8162E"/>
    <w:pPr>
      <w:keepNext/>
      <w:outlineLvl w:val="4"/>
    </w:pPr>
    <w:rPr>
      <w:i/>
      <w:iCs/>
    </w:rPr>
  </w:style>
  <w:style w:type="paragraph" w:styleId="Kop6">
    <w:name w:val="heading 6"/>
    <w:basedOn w:val="Standaard"/>
    <w:next w:val="Standaard"/>
    <w:qFormat/>
    <w:rsid w:val="00E8162E"/>
    <w:pPr>
      <w:keepNext/>
      <w:tabs>
        <w:tab w:val="left" w:pos="720"/>
        <w:tab w:val="left" w:pos="1260"/>
      </w:tabs>
      <w:ind w:left="709"/>
      <w:outlineLvl w:val="5"/>
    </w:pPr>
    <w:rPr>
      <w:sz w:val="36"/>
    </w:rPr>
  </w:style>
  <w:style w:type="paragraph" w:styleId="Kop7">
    <w:name w:val="heading 7"/>
    <w:basedOn w:val="Standaard"/>
    <w:next w:val="Standaard"/>
    <w:qFormat/>
    <w:rsid w:val="00E8162E"/>
    <w:pPr>
      <w:keepNext/>
      <w:ind w:left="708"/>
      <w:outlineLvl w:val="6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E8162E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link w:val="DocumentstructuurChar"/>
    <w:semiHidden/>
    <w:rsid w:val="00E8162E"/>
    <w:pPr>
      <w:shd w:val="clear" w:color="auto" w:fill="000080"/>
    </w:pPr>
    <w:rPr>
      <w:rFonts w:ascii="Tahoma" w:hAnsi="Tahoma" w:cs="Tahoma"/>
    </w:rPr>
  </w:style>
  <w:style w:type="paragraph" w:customStyle="1" w:styleId="GRTitel">
    <w:name w:val="GRTitel"/>
    <w:basedOn w:val="Titel"/>
    <w:rsid w:val="00E8162E"/>
    <w:pPr>
      <w:spacing w:before="100" w:beforeAutospacing="1" w:after="100" w:afterAutospacing="1" w:line="280" w:lineRule="atLeast"/>
      <w:jc w:val="left"/>
    </w:pPr>
    <w:rPr>
      <w:bCs w:val="0"/>
      <w:sz w:val="36"/>
    </w:rPr>
  </w:style>
  <w:style w:type="paragraph" w:customStyle="1" w:styleId="GRtitel0">
    <w:name w:val="GRtitel"/>
    <w:basedOn w:val="Voettekst"/>
    <w:link w:val="GRtitelChar"/>
    <w:rsid w:val="00E8162E"/>
    <w:rPr>
      <w:rFonts w:ascii="Arial" w:hAnsi="Arial"/>
      <w:b/>
      <w:bCs/>
      <w:sz w:val="36"/>
    </w:rPr>
  </w:style>
  <w:style w:type="character" w:customStyle="1" w:styleId="GRtitelChar">
    <w:name w:val="GRtitel Char"/>
    <w:basedOn w:val="VoettekstChar"/>
    <w:link w:val="GRtitel0"/>
    <w:rsid w:val="00E8162E"/>
    <w:rPr>
      <w:rFonts w:ascii="Arial" w:hAnsi="Arial"/>
      <w:b/>
      <w:bCs/>
      <w:sz w:val="36"/>
      <w:szCs w:val="24"/>
    </w:rPr>
  </w:style>
  <w:style w:type="paragraph" w:customStyle="1" w:styleId="titel0">
    <w:name w:val="titel"/>
    <w:basedOn w:val="GRtitel0"/>
    <w:link w:val="titelChar"/>
    <w:rsid w:val="00E8162E"/>
    <w:pPr>
      <w:ind w:left="709" w:hanging="709"/>
    </w:pPr>
  </w:style>
  <w:style w:type="character" w:customStyle="1" w:styleId="titelChar">
    <w:name w:val="titel Char"/>
    <w:basedOn w:val="GRtitelChar"/>
    <w:link w:val="titel0"/>
    <w:rsid w:val="00E8162E"/>
    <w:rPr>
      <w:rFonts w:ascii="Arial" w:hAnsi="Arial"/>
      <w:b/>
      <w:bCs/>
      <w:sz w:val="36"/>
      <w:szCs w:val="24"/>
    </w:rPr>
  </w:style>
  <w:style w:type="paragraph" w:customStyle="1" w:styleId="opgavetekst">
    <w:name w:val="opgavetekst"/>
    <w:basedOn w:val="Standaard"/>
    <w:link w:val="opgavetekstChar"/>
    <w:rsid w:val="00E8162E"/>
    <w:pPr>
      <w:ind w:left="708"/>
    </w:pPr>
    <w:rPr>
      <w:szCs w:val="20"/>
    </w:rPr>
  </w:style>
  <w:style w:type="character" w:customStyle="1" w:styleId="opgavetekstChar">
    <w:name w:val="opgavetekst Char"/>
    <w:basedOn w:val="Standaardalinea-lettertype"/>
    <w:link w:val="opgavetekst"/>
    <w:rsid w:val="00E8162E"/>
    <w:rPr>
      <w:sz w:val="24"/>
    </w:rPr>
  </w:style>
  <w:style w:type="paragraph" w:customStyle="1" w:styleId="punten">
    <w:name w:val="punten"/>
    <w:basedOn w:val="Vraag"/>
    <w:link w:val="puntenChar"/>
    <w:rsid w:val="00E8162E"/>
    <w:rPr>
      <w:rFonts w:ascii="Arial" w:hAnsi="Arial"/>
      <w:sz w:val="14"/>
    </w:rPr>
  </w:style>
  <w:style w:type="character" w:customStyle="1" w:styleId="puntenChar">
    <w:name w:val="punten Char"/>
    <w:basedOn w:val="VraagChar"/>
    <w:link w:val="punten"/>
    <w:rsid w:val="00E8162E"/>
    <w:rPr>
      <w:rFonts w:ascii="Arial" w:hAnsi="Arial"/>
      <w:sz w:val="14"/>
    </w:rPr>
  </w:style>
  <w:style w:type="paragraph" w:customStyle="1" w:styleId="subtekst">
    <w:name w:val="subtekst"/>
    <w:basedOn w:val="Vraag"/>
    <w:rsid w:val="00E8162E"/>
    <w:pPr>
      <w:ind w:left="993" w:hanging="993"/>
    </w:pPr>
  </w:style>
  <w:style w:type="paragraph" w:customStyle="1" w:styleId="vet">
    <w:name w:val="vet"/>
    <w:basedOn w:val="Voettekst"/>
    <w:rsid w:val="00E8162E"/>
    <w:pPr>
      <w:ind w:left="709" w:right="360"/>
    </w:pPr>
    <w:rPr>
      <w:b/>
      <w:bCs/>
      <w:szCs w:val="20"/>
    </w:rPr>
  </w:style>
  <w:style w:type="paragraph" w:customStyle="1" w:styleId="subopgave">
    <w:name w:val="subopgave"/>
    <w:basedOn w:val="Vraag"/>
    <w:link w:val="subopgaveCharChar"/>
    <w:rsid w:val="00E8162E"/>
    <w:pPr>
      <w:tabs>
        <w:tab w:val="clear" w:pos="567"/>
        <w:tab w:val="clear" w:pos="851"/>
        <w:tab w:val="clear" w:pos="1134"/>
        <w:tab w:val="left" w:pos="709"/>
      </w:tabs>
      <w:ind w:left="993" w:hanging="993"/>
    </w:pPr>
  </w:style>
  <w:style w:type="character" w:customStyle="1" w:styleId="subopgaveCharChar">
    <w:name w:val="subopgave Char Char"/>
    <w:basedOn w:val="VraagChar"/>
    <w:link w:val="subopgave"/>
    <w:rsid w:val="00E8162E"/>
    <w:rPr>
      <w:sz w:val="24"/>
    </w:rPr>
  </w:style>
  <w:style w:type="paragraph" w:customStyle="1" w:styleId="notatie">
    <w:name w:val="notatie"/>
    <w:basedOn w:val="opgavetekst"/>
    <w:link w:val="notatieChar"/>
    <w:rsid w:val="00E8162E"/>
    <w:pPr>
      <w:ind w:left="5529"/>
    </w:pPr>
  </w:style>
  <w:style w:type="character" w:customStyle="1" w:styleId="notatieChar">
    <w:name w:val="notatie Char"/>
    <w:basedOn w:val="opgavetekstChar"/>
    <w:link w:val="notatie"/>
    <w:rsid w:val="00E8162E"/>
    <w:rPr>
      <w:sz w:val="24"/>
    </w:rPr>
  </w:style>
  <w:style w:type="paragraph" w:customStyle="1" w:styleId="opgavenr">
    <w:name w:val="opgavenr"/>
    <w:basedOn w:val="Standaard"/>
    <w:next w:val="opgavetekst"/>
    <w:link w:val="opgavenrCharChar"/>
    <w:rsid w:val="00E8162E"/>
    <w:pPr>
      <w:ind w:left="709"/>
    </w:pPr>
    <w:rPr>
      <w:rFonts w:ascii="Arial" w:hAnsi="Arial"/>
      <w:b/>
      <w:bCs/>
      <w:caps/>
      <w:sz w:val="18"/>
      <w:szCs w:val="20"/>
    </w:rPr>
  </w:style>
  <w:style w:type="character" w:customStyle="1" w:styleId="opgavenrCharChar">
    <w:name w:val="opgavenr Char Char"/>
    <w:basedOn w:val="Standaardalinea-lettertype"/>
    <w:link w:val="opgavenr"/>
    <w:rsid w:val="00E8162E"/>
    <w:rPr>
      <w:rFonts w:ascii="Arial" w:hAnsi="Arial"/>
      <w:b/>
      <w:bCs/>
      <w:caps/>
      <w:sz w:val="18"/>
    </w:rPr>
  </w:style>
  <w:style w:type="paragraph" w:customStyle="1" w:styleId="Opmaakprofiel1">
    <w:name w:val="Opmaakprofiel1"/>
    <w:basedOn w:val="Voettekst"/>
    <w:rsid w:val="00E8162E"/>
    <w:pPr>
      <w:tabs>
        <w:tab w:val="clear" w:pos="4536"/>
        <w:tab w:val="center" w:pos="3261"/>
      </w:tabs>
      <w:ind w:left="709" w:right="360"/>
    </w:pPr>
    <w:rPr>
      <w:rFonts w:ascii="Arial" w:hAnsi="Arial" w:cs="Arial"/>
      <w:caps/>
      <w:color w:val="000000"/>
      <w:sz w:val="14"/>
      <w:szCs w:val="16"/>
    </w:rPr>
  </w:style>
  <w:style w:type="character" w:customStyle="1" w:styleId="KoptekstChar">
    <w:name w:val="Koptekst Char"/>
    <w:link w:val="Koptekst"/>
    <w:uiPriority w:val="99"/>
    <w:rsid w:val="00132CA9"/>
    <w:rPr>
      <w:sz w:val="24"/>
      <w:szCs w:val="24"/>
    </w:rPr>
  </w:style>
  <w:style w:type="paragraph" w:styleId="Plattetekstinspringen">
    <w:name w:val="Body Text Indent"/>
    <w:basedOn w:val="Standaard"/>
    <w:link w:val="PlattetekstinspringenChar"/>
    <w:rsid w:val="00E8162E"/>
    <w:pPr>
      <w:tabs>
        <w:tab w:val="left" w:pos="540"/>
        <w:tab w:val="left" w:pos="900"/>
        <w:tab w:val="left" w:pos="4500"/>
        <w:tab w:val="left" w:pos="8640"/>
      </w:tabs>
      <w:ind w:left="900" w:hanging="900"/>
    </w:pPr>
  </w:style>
  <w:style w:type="character" w:customStyle="1" w:styleId="PlattetekstinspringenChar">
    <w:name w:val="Platte tekst inspringen Char"/>
    <w:link w:val="Plattetekstinspringen"/>
    <w:rsid w:val="004A2C3D"/>
    <w:rPr>
      <w:sz w:val="24"/>
      <w:szCs w:val="24"/>
    </w:rPr>
  </w:style>
  <w:style w:type="paragraph" w:styleId="Plattetekstinspringen2">
    <w:name w:val="Body Text Indent 2"/>
    <w:basedOn w:val="Standaard"/>
    <w:link w:val="Plattetekstinspringen2Char"/>
    <w:rsid w:val="00E8162E"/>
    <w:pPr>
      <w:tabs>
        <w:tab w:val="left" w:pos="720"/>
        <w:tab w:val="left" w:pos="1260"/>
      </w:tabs>
      <w:ind w:left="720" w:hanging="720"/>
    </w:pPr>
  </w:style>
  <w:style w:type="character" w:customStyle="1" w:styleId="Plattetekstinspringen2Char">
    <w:name w:val="Platte tekst inspringen 2 Char"/>
    <w:link w:val="Plattetekstinspringen2"/>
    <w:rsid w:val="004A2C3D"/>
    <w:rPr>
      <w:sz w:val="24"/>
      <w:szCs w:val="24"/>
    </w:rPr>
  </w:style>
  <w:style w:type="paragraph" w:styleId="Voettekst">
    <w:name w:val="footer"/>
    <w:basedOn w:val="Standaard"/>
    <w:link w:val="VoettekstChar"/>
    <w:autoRedefine/>
    <w:rsid w:val="00E816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8162E"/>
    <w:rPr>
      <w:sz w:val="24"/>
      <w:szCs w:val="24"/>
    </w:rPr>
  </w:style>
  <w:style w:type="character" w:customStyle="1" w:styleId="MTEquationSection">
    <w:name w:val="MTEquationSection"/>
    <w:basedOn w:val="Standaardalinea-lettertype"/>
    <w:rsid w:val="00E8162E"/>
    <w:rPr>
      <w:vanish/>
      <w:color w:val="FF0000"/>
    </w:rPr>
  </w:style>
  <w:style w:type="character" w:styleId="Paginanummer">
    <w:name w:val="page number"/>
    <w:basedOn w:val="Standaardalinea-lettertype"/>
    <w:rsid w:val="00E8162E"/>
  </w:style>
  <w:style w:type="paragraph" w:customStyle="1" w:styleId="Tekst">
    <w:name w:val="Tekst"/>
    <w:basedOn w:val="Standaard"/>
    <w:rsid w:val="00E8162E"/>
    <w:pPr>
      <w:ind w:left="1134"/>
    </w:pPr>
    <w:rPr>
      <w:szCs w:val="20"/>
    </w:rPr>
  </w:style>
  <w:style w:type="paragraph" w:customStyle="1" w:styleId="Vraag">
    <w:name w:val="Vraag"/>
    <w:basedOn w:val="Standaard"/>
    <w:link w:val="VraagChar"/>
    <w:rsid w:val="00E8162E"/>
    <w:pPr>
      <w:tabs>
        <w:tab w:val="right" w:pos="567"/>
        <w:tab w:val="left" w:pos="851"/>
        <w:tab w:val="left" w:pos="1134"/>
      </w:tabs>
      <w:ind w:left="1134" w:hanging="1134"/>
    </w:pPr>
    <w:rPr>
      <w:szCs w:val="20"/>
    </w:rPr>
  </w:style>
  <w:style w:type="character" w:customStyle="1" w:styleId="VraagChar">
    <w:name w:val="Vraag Char"/>
    <w:basedOn w:val="Standaardalinea-lettertype"/>
    <w:link w:val="Vraag"/>
    <w:rsid w:val="00E8162E"/>
    <w:rPr>
      <w:sz w:val="24"/>
    </w:rPr>
  </w:style>
  <w:style w:type="paragraph" w:styleId="Plattetekstinspringen3">
    <w:name w:val="Body Text Indent 3"/>
    <w:basedOn w:val="Standaard"/>
    <w:link w:val="Plattetekstinspringen3Char"/>
    <w:rsid w:val="00E8162E"/>
    <w:pPr>
      <w:tabs>
        <w:tab w:val="left" w:pos="720"/>
        <w:tab w:val="left" w:pos="1260"/>
      </w:tabs>
      <w:ind w:left="720"/>
    </w:pPr>
  </w:style>
  <w:style w:type="character" w:customStyle="1" w:styleId="Plattetekstinspringen3Char">
    <w:name w:val="Platte tekst inspringen 3 Char"/>
    <w:link w:val="Plattetekstinspringen3"/>
    <w:rsid w:val="004A2C3D"/>
    <w:rPr>
      <w:sz w:val="24"/>
      <w:szCs w:val="24"/>
    </w:rPr>
  </w:style>
  <w:style w:type="paragraph" w:styleId="Plattetekst">
    <w:name w:val="Body Text"/>
    <w:basedOn w:val="Standaard"/>
    <w:link w:val="PlattetekstChar"/>
    <w:rsid w:val="00E8162E"/>
    <w:pPr>
      <w:tabs>
        <w:tab w:val="right" w:pos="9072"/>
      </w:tabs>
    </w:pPr>
    <w:rPr>
      <w:b/>
      <w:szCs w:val="20"/>
    </w:rPr>
  </w:style>
  <w:style w:type="character" w:customStyle="1" w:styleId="PlattetekstChar">
    <w:name w:val="Platte tekst Char"/>
    <w:link w:val="Plattetekst"/>
    <w:rsid w:val="004A2C3D"/>
    <w:rPr>
      <w:b/>
      <w:sz w:val="24"/>
    </w:rPr>
  </w:style>
  <w:style w:type="paragraph" w:styleId="Titel">
    <w:name w:val="Title"/>
    <w:basedOn w:val="Standaard"/>
    <w:link w:val="TitelChar0"/>
    <w:qFormat/>
    <w:rsid w:val="00E8162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Char0">
    <w:name w:val="Titel Char"/>
    <w:link w:val="Titel"/>
    <w:rsid w:val="004A2C3D"/>
    <w:rPr>
      <w:rFonts w:ascii="Arial" w:hAnsi="Arial" w:cs="Arial"/>
      <w:b/>
      <w:bCs/>
      <w:kern w:val="28"/>
      <w:sz w:val="32"/>
      <w:szCs w:val="32"/>
    </w:rPr>
  </w:style>
  <w:style w:type="paragraph" w:customStyle="1" w:styleId="OpmaakprofielLinks0cmVerkeerd-om1cm">
    <w:name w:val="Opmaakprofiel Links:  0 cm Verkeerd-om:  1 cm"/>
    <w:basedOn w:val="Standaard"/>
    <w:rsid w:val="00E8162E"/>
    <w:pPr>
      <w:tabs>
        <w:tab w:val="left" w:pos="709"/>
        <w:tab w:val="left" w:pos="992"/>
      </w:tabs>
      <w:ind w:left="709" w:hanging="709"/>
    </w:pPr>
    <w:rPr>
      <w:szCs w:val="20"/>
    </w:rPr>
  </w:style>
  <w:style w:type="paragraph" w:styleId="Ballontekst">
    <w:name w:val="Balloon Text"/>
    <w:basedOn w:val="Standaard"/>
    <w:link w:val="BallontekstChar"/>
    <w:rsid w:val="004A2C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A2C3D"/>
    <w:rPr>
      <w:rFonts w:ascii="Tahoma" w:hAnsi="Tahoma" w:cs="Tahoma"/>
      <w:sz w:val="16"/>
      <w:szCs w:val="16"/>
    </w:rPr>
  </w:style>
  <w:style w:type="paragraph" w:customStyle="1" w:styleId="vraag0">
    <w:name w:val="vraag"/>
    <w:basedOn w:val="Standaard"/>
    <w:link w:val="vraagChar0"/>
    <w:rsid w:val="00E0514E"/>
    <w:pPr>
      <w:tabs>
        <w:tab w:val="left" w:pos="0"/>
        <w:tab w:val="left" w:pos="540"/>
      </w:tabs>
      <w:spacing w:line="320" w:lineRule="atLeast"/>
      <w:ind w:left="538" w:hanging="1077"/>
    </w:pPr>
    <w:rPr>
      <w:sz w:val="23"/>
    </w:rPr>
  </w:style>
  <w:style w:type="paragraph" w:customStyle="1" w:styleId="Opgave">
    <w:name w:val="Opgave"/>
    <w:basedOn w:val="Standaard"/>
    <w:next w:val="Deelopgave"/>
    <w:link w:val="OpgaveChar"/>
    <w:rsid w:val="00322AAC"/>
    <w:pPr>
      <w:tabs>
        <w:tab w:val="left" w:pos="510"/>
        <w:tab w:val="left" w:pos="737"/>
      </w:tabs>
      <w:spacing w:line="240" w:lineRule="atLeast"/>
      <w:ind w:left="510" w:right="2041" w:hanging="510"/>
    </w:pPr>
    <w:rPr>
      <w:sz w:val="21"/>
      <w:szCs w:val="22"/>
      <w:lang w:eastAsia="en-US"/>
    </w:rPr>
  </w:style>
  <w:style w:type="paragraph" w:customStyle="1" w:styleId="Deelopgave">
    <w:name w:val="Deelopgave"/>
    <w:basedOn w:val="Opgave"/>
    <w:link w:val="DeelopgaveChar"/>
    <w:rsid w:val="00322AAC"/>
    <w:pPr>
      <w:ind w:left="737" w:hanging="227"/>
    </w:pPr>
  </w:style>
  <w:style w:type="character" w:customStyle="1" w:styleId="DeelopgaveChar">
    <w:name w:val="Deelopgave Char"/>
    <w:link w:val="Deelopgave"/>
    <w:rsid w:val="00322AAC"/>
    <w:rPr>
      <w:sz w:val="21"/>
      <w:szCs w:val="22"/>
      <w:lang w:eastAsia="en-US"/>
    </w:rPr>
  </w:style>
  <w:style w:type="character" w:customStyle="1" w:styleId="OpgaveChar">
    <w:name w:val="Opgave Char"/>
    <w:link w:val="Opgave"/>
    <w:rsid w:val="00322AAC"/>
    <w:rPr>
      <w:sz w:val="21"/>
      <w:szCs w:val="22"/>
      <w:lang w:eastAsia="en-US"/>
    </w:rPr>
  </w:style>
  <w:style w:type="paragraph" w:customStyle="1" w:styleId="Tabel">
    <w:name w:val="Tabel"/>
    <w:basedOn w:val="Standaard"/>
    <w:rsid w:val="00322AAC"/>
    <w:pPr>
      <w:tabs>
        <w:tab w:val="left" w:pos="170"/>
      </w:tabs>
      <w:spacing w:line="240" w:lineRule="atLeast"/>
    </w:pPr>
    <w:rPr>
      <w:sz w:val="21"/>
      <w:szCs w:val="22"/>
      <w:lang w:eastAsia="en-US"/>
    </w:rPr>
  </w:style>
  <w:style w:type="paragraph" w:customStyle="1" w:styleId="DeelopgaveKolommen">
    <w:name w:val="DeelopgaveKolommen"/>
    <w:basedOn w:val="Standaard"/>
    <w:rsid w:val="000C3DB9"/>
    <w:pPr>
      <w:tabs>
        <w:tab w:val="left" w:pos="510"/>
        <w:tab w:val="left" w:pos="737"/>
      </w:tabs>
      <w:spacing w:line="240" w:lineRule="atLeast"/>
      <w:ind w:left="737" w:hanging="227"/>
    </w:pPr>
    <w:rPr>
      <w:sz w:val="21"/>
      <w:szCs w:val="22"/>
      <w:lang w:eastAsia="en-US"/>
    </w:rPr>
  </w:style>
  <w:style w:type="character" w:styleId="Verwijzingopmerking">
    <w:name w:val="annotation reference"/>
    <w:basedOn w:val="Standaardalinea-lettertype"/>
    <w:rsid w:val="00CD05CC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CD05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CD05CC"/>
  </w:style>
  <w:style w:type="paragraph" w:styleId="Onderwerpvanopmerking">
    <w:name w:val="annotation subject"/>
    <w:basedOn w:val="Tekstopmerking"/>
    <w:next w:val="Tekstopmerking"/>
    <w:link w:val="OnderwerpvanopmerkingChar"/>
    <w:rsid w:val="00CD05C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CD05CC"/>
    <w:rPr>
      <w:b/>
      <w:bCs/>
    </w:rPr>
  </w:style>
  <w:style w:type="character" w:customStyle="1" w:styleId="vraagChar0">
    <w:name w:val="vraag Char"/>
    <w:link w:val="vraag0"/>
    <w:rsid w:val="003930E9"/>
    <w:rPr>
      <w:sz w:val="23"/>
      <w:szCs w:val="24"/>
    </w:rPr>
  </w:style>
  <w:style w:type="table" w:styleId="Tabelraster">
    <w:name w:val="Table Grid"/>
    <w:basedOn w:val="Standaardtabel"/>
    <w:rsid w:val="00D13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ur">
    <w:name w:val="Figuur"/>
    <w:basedOn w:val="Standaard"/>
    <w:next w:val="Standaard"/>
    <w:link w:val="FiguurChar"/>
    <w:rsid w:val="00E96BE0"/>
    <w:pPr>
      <w:tabs>
        <w:tab w:val="left" w:pos="170"/>
      </w:tabs>
      <w:spacing w:line="190" w:lineRule="atLeast"/>
    </w:pPr>
    <w:rPr>
      <w:b/>
      <w:sz w:val="16"/>
      <w:szCs w:val="22"/>
      <w:lang w:eastAsia="en-US"/>
    </w:rPr>
  </w:style>
  <w:style w:type="character" w:customStyle="1" w:styleId="FiguurChar">
    <w:name w:val="Figuur Char"/>
    <w:basedOn w:val="Standaardalinea-lettertype"/>
    <w:link w:val="Figuur"/>
    <w:rsid w:val="00E96BE0"/>
    <w:rPr>
      <w:b/>
      <w:sz w:val="16"/>
      <w:szCs w:val="22"/>
      <w:lang w:eastAsia="en-US"/>
    </w:rPr>
  </w:style>
  <w:style w:type="character" w:customStyle="1" w:styleId="Figuurnaamopschrifttitel">
    <w:name w:val="Figuurnaam (/opschrift/titel)"/>
    <w:rsid w:val="00E96BE0"/>
    <w:rPr>
      <w:rFonts w:ascii="Arial" w:hAnsi="Arial"/>
      <w:b/>
      <w:color w:val="008000"/>
      <w:sz w:val="17"/>
      <w:bdr w:val="none" w:sz="0" w:space="0" w:color="auto"/>
      <w:shd w:val="clear" w:color="auto" w:fill="CCFFCC"/>
    </w:rPr>
  </w:style>
  <w:style w:type="paragraph" w:customStyle="1" w:styleId="Figuurkader">
    <w:name w:val="Figuurkader"/>
    <w:basedOn w:val="Standaard"/>
    <w:link w:val="FiguurkaderChar"/>
    <w:rsid w:val="00A744E2"/>
    <w:pPr>
      <w:tabs>
        <w:tab w:val="left" w:pos="170"/>
      </w:tabs>
      <w:spacing w:line="240" w:lineRule="atLeast"/>
    </w:pPr>
    <w:rPr>
      <w:sz w:val="17"/>
      <w:szCs w:val="22"/>
      <w:lang w:eastAsia="en-US"/>
    </w:rPr>
  </w:style>
  <w:style w:type="character" w:customStyle="1" w:styleId="FiguurkaderChar">
    <w:name w:val="Figuurkader Char"/>
    <w:basedOn w:val="Standaardalinea-lettertype"/>
    <w:link w:val="Figuurkader"/>
    <w:rsid w:val="00A744E2"/>
    <w:rPr>
      <w:sz w:val="17"/>
      <w:szCs w:val="22"/>
      <w:lang w:eastAsia="en-US"/>
    </w:rPr>
  </w:style>
  <w:style w:type="paragraph" w:customStyle="1" w:styleId="Theoriekader">
    <w:name w:val="Theoriekader"/>
    <w:basedOn w:val="Standaard"/>
    <w:link w:val="TheoriekaderChar"/>
    <w:rsid w:val="00A744E2"/>
    <w:pPr>
      <w:pBdr>
        <w:top w:val="single" w:sz="24" w:space="1" w:color="99CCFF"/>
        <w:left w:val="single" w:sz="24" w:space="4" w:color="99CCFF"/>
        <w:bottom w:val="single" w:sz="24" w:space="1" w:color="99CCFF"/>
        <w:right w:val="single" w:sz="24" w:space="4" w:color="99CCFF"/>
      </w:pBdr>
      <w:shd w:val="clear" w:color="auto" w:fill="99CCFF"/>
      <w:tabs>
        <w:tab w:val="left" w:pos="170"/>
        <w:tab w:val="left" w:pos="425"/>
      </w:tabs>
      <w:spacing w:line="240" w:lineRule="atLeast"/>
      <w:ind w:right="2268"/>
    </w:pPr>
    <w:rPr>
      <w:sz w:val="20"/>
      <w:szCs w:val="22"/>
      <w:lang w:eastAsia="en-US"/>
    </w:rPr>
  </w:style>
  <w:style w:type="character" w:customStyle="1" w:styleId="TheoriekaderChar">
    <w:name w:val="Theoriekader Char"/>
    <w:basedOn w:val="Standaardalinea-lettertype"/>
    <w:link w:val="Theoriekader"/>
    <w:rsid w:val="00A744E2"/>
    <w:rPr>
      <w:szCs w:val="22"/>
      <w:shd w:val="clear" w:color="auto" w:fill="99CCFF"/>
      <w:lang w:eastAsia="en-US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B650AC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imes13ptcursief">
    <w:name w:val="Times 13pt cursief"/>
    <w:rsid w:val="00DC5D1B"/>
    <w:rPr>
      <w:rFonts w:ascii="Times New Roman" w:hAnsi="Times New Roman"/>
      <w:b w:val="0"/>
      <w:i/>
      <w:iCs/>
      <w:sz w:val="26"/>
    </w:rPr>
  </w:style>
  <w:style w:type="character" w:styleId="Tekstvantijdelijkeaanduiding">
    <w:name w:val="Placeholder Text"/>
    <w:basedOn w:val="Standaardalinea-lettertype"/>
    <w:uiPriority w:val="99"/>
    <w:semiHidden/>
    <w:rsid w:val="00B52A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numbering" Target="numbering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rit\AppData\Roaming\Microsoft\Sjablonen\G&amp;R%20toetsopgaven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F8322-AE21-43CC-8150-70860E23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G&amp;R toetsopgaven</Template>
  <TotalTime>10773</TotalTime>
  <Pages>2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Voorwoord</vt:lpstr>
    </vt:vector>
  </TitlesOfParts>
  <Company>Hewlett-Packard Company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Voorwoord</dc:title>
  <dc:creator>Gerrit de Jong</dc:creator>
  <cp:lastModifiedBy>marc wieringa</cp:lastModifiedBy>
  <cp:revision>764</cp:revision>
  <cp:lastPrinted>2019-03-24T11:56:00Z</cp:lastPrinted>
  <dcterms:created xsi:type="dcterms:W3CDTF">2017-12-14T10:18:00Z</dcterms:created>
  <dcterms:modified xsi:type="dcterms:W3CDTF">2020-03-26T12:44:00Z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