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E9F5F" w14:textId="2248C9F3" w:rsidR="00A64431" w:rsidRPr="0095622E" w:rsidRDefault="00495D1F" w:rsidP="00D14391">
      <w:pPr>
        <w:pStyle w:val="titel0"/>
        <w:ind w:firstLine="0"/>
      </w:pPr>
      <w:r w:rsidRPr="0095622E">
        <w:t>Oefentoets</w:t>
      </w:r>
      <w:r w:rsidR="00A64431" w:rsidRPr="0095622E">
        <w:t xml:space="preserve"> </w:t>
      </w:r>
      <w:r w:rsidR="00522B92">
        <w:t>havo</w:t>
      </w:r>
      <w:r w:rsidR="00D14391" w:rsidRPr="0095622E">
        <w:t xml:space="preserve"> B deel </w:t>
      </w:r>
      <w:r w:rsidR="001D600C">
        <w:t>1</w:t>
      </w:r>
    </w:p>
    <w:p w14:paraId="7654BBA4" w14:textId="77777777" w:rsidR="00483EDF" w:rsidRPr="0095622E" w:rsidRDefault="00483EDF" w:rsidP="002A7DB7"/>
    <w:p w14:paraId="2BAF66A5" w14:textId="65B55589" w:rsidR="0093797C" w:rsidRPr="0095622E" w:rsidRDefault="00B140E9" w:rsidP="00D14391">
      <w:pPr>
        <w:ind w:left="709"/>
        <w:rPr>
          <w:b/>
        </w:rPr>
      </w:pPr>
      <w:r w:rsidRPr="0095622E">
        <w:rPr>
          <w:b/>
        </w:rPr>
        <w:t>H</w:t>
      </w:r>
      <w:r w:rsidR="00540BCD" w:rsidRPr="0095622E">
        <w:rPr>
          <w:b/>
        </w:rPr>
        <w:t xml:space="preserve">oofdstuk </w:t>
      </w:r>
      <w:r w:rsidR="0099672B">
        <w:rPr>
          <w:b/>
        </w:rPr>
        <w:t>2</w:t>
      </w:r>
      <w:r w:rsidR="00875477" w:rsidRPr="0095622E">
        <w:rPr>
          <w:b/>
        </w:rPr>
        <w:t xml:space="preserve"> </w:t>
      </w:r>
      <w:r w:rsidR="00522B92">
        <w:rPr>
          <w:b/>
        </w:rPr>
        <w:t>Veranderingen</w:t>
      </w:r>
    </w:p>
    <w:p w14:paraId="0301A4EE" w14:textId="77777777" w:rsidR="00092350" w:rsidRDefault="00092350" w:rsidP="009411AF">
      <w:pPr>
        <w:pStyle w:val="opgavetekst"/>
        <w:tabs>
          <w:tab w:val="left" w:pos="709"/>
        </w:tabs>
        <w:ind w:left="993" w:hanging="993"/>
      </w:pPr>
    </w:p>
    <w:p w14:paraId="4CEE2AEA" w14:textId="77777777" w:rsidR="00BB40F2" w:rsidRPr="0095622E" w:rsidRDefault="00BB40F2" w:rsidP="00BB40F2">
      <w:pPr>
        <w:pStyle w:val="opgavenr"/>
        <w:outlineLvl w:val="0"/>
      </w:pPr>
      <w:r w:rsidRPr="0095622E">
        <w:t xml:space="preserve">Opgave </w:t>
      </w:r>
      <w:r>
        <w:t>1</w:t>
      </w:r>
    </w:p>
    <w:p w14:paraId="79574038" w14:textId="51AA4194" w:rsidR="00522B92" w:rsidRDefault="00BB40F2" w:rsidP="000A27E6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1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a</w:t>
      </w:r>
      <w:r w:rsidRPr="0095622E">
        <w:tab/>
      </w:r>
      <w:r>
        <w:t>Vul in.</w:t>
      </w:r>
      <w:r w:rsidR="000A27E6">
        <w:br/>
      </w:r>
      <w:r>
        <w:t>Grafiek is dalend, dus de hellinggrafiek …</w:t>
      </w:r>
    </w:p>
    <w:p w14:paraId="2C187E12" w14:textId="55E8820C" w:rsidR="00BB40F2" w:rsidRDefault="00522B92" w:rsidP="000A27E6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1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b</w:t>
      </w:r>
      <w:r w:rsidRPr="0095622E">
        <w:tab/>
      </w:r>
      <w:r>
        <w:t>Vul in.</w:t>
      </w:r>
      <w:r w:rsidR="000A27E6">
        <w:br/>
      </w:r>
      <w:r>
        <w:t>Grafiek heeft een top, dus de hellinggrafiek …</w:t>
      </w:r>
    </w:p>
    <w:p w14:paraId="74E123DF" w14:textId="718A0379" w:rsidR="00BB40F2" w:rsidRDefault="00BB40F2" w:rsidP="000A27E6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1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 w:rsidR="000A27E6">
        <w:rPr>
          <w:b/>
          <w:bCs/>
        </w:rPr>
        <w:t>c</w:t>
      </w:r>
      <w:r w:rsidRPr="0095622E">
        <w:tab/>
      </w:r>
      <w:r>
        <w:t>Vul in.</w:t>
      </w:r>
      <w:r w:rsidR="000A27E6">
        <w:br/>
      </w:r>
      <w:r w:rsidR="006E794E" w:rsidRPr="006E794E">
        <w:rPr>
          <w:position w:val="-10"/>
        </w:rPr>
        <w:object w:dxaOrig="1100" w:dyaOrig="360" w14:anchorId="474C0D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9pt;height:18pt" o:ole="">
            <v:imagedata r:id="rId9" o:title=""/>
          </v:shape>
          <o:OLEObject Type="Embed" ProgID="Equation.DSMT4" ShapeID="_x0000_i1025" DrawAspect="Content" ObjectID="_1658846811" r:id="rId10"/>
        </w:object>
      </w:r>
      <w:r>
        <w:t xml:space="preserve"> geeft </w:t>
      </w:r>
      <w:bookmarkStart w:id="0" w:name="MTBlankEqn"/>
      <w:r w:rsidR="006E794E" w:rsidRPr="006E794E">
        <w:rPr>
          <w:position w:val="-10"/>
        </w:rPr>
        <w:object w:dxaOrig="980" w:dyaOrig="320" w14:anchorId="7FA256EC">
          <v:shape id="_x0000_i1026" type="#_x0000_t75" style="width:48.9pt;height:15.9pt" o:ole="">
            <v:imagedata r:id="rId11" o:title=""/>
          </v:shape>
          <o:OLEObject Type="Embed" ProgID="Equation.DSMT4" ShapeID="_x0000_i1026" DrawAspect="Content" ObjectID="_1658846812" r:id="rId12"/>
        </w:object>
      </w:r>
      <w:bookmarkEnd w:id="0"/>
    </w:p>
    <w:p w14:paraId="130AAC38" w14:textId="77777777" w:rsidR="00BB40F2" w:rsidRPr="0095622E" w:rsidRDefault="00BB40F2" w:rsidP="009411AF">
      <w:pPr>
        <w:pStyle w:val="opgavetekst"/>
        <w:tabs>
          <w:tab w:val="left" w:pos="709"/>
        </w:tabs>
        <w:ind w:left="993" w:hanging="993"/>
      </w:pPr>
    </w:p>
    <w:p w14:paraId="712101E5" w14:textId="0462FAA0" w:rsidR="0099672B" w:rsidRPr="0095622E" w:rsidRDefault="0099672B" w:rsidP="0099672B">
      <w:pPr>
        <w:pStyle w:val="opgavenr"/>
        <w:outlineLvl w:val="0"/>
      </w:pPr>
      <w:r w:rsidRPr="0095622E">
        <w:t xml:space="preserve">Opgave </w:t>
      </w:r>
      <w:r w:rsidR="00BB40F2">
        <w:t>2</w:t>
      </w:r>
    </w:p>
    <w:p w14:paraId="1A529A51" w14:textId="4364B636" w:rsidR="0099672B" w:rsidRDefault="0099672B" w:rsidP="0099672B">
      <w:pPr>
        <w:ind w:left="720" w:hanging="11"/>
      </w:pPr>
      <w:r w:rsidRPr="0095622E">
        <w:t xml:space="preserve">Gegeven </w:t>
      </w:r>
      <w:r>
        <w:t>is</w:t>
      </w:r>
      <w:r w:rsidRPr="0095622E">
        <w:t xml:space="preserve"> de functie </w:t>
      </w:r>
      <w:r w:rsidR="006E794E" w:rsidRPr="006E794E">
        <w:rPr>
          <w:position w:val="-10"/>
        </w:rPr>
        <w:object w:dxaOrig="1820" w:dyaOrig="360" w14:anchorId="04617AB1">
          <v:shape id="_x0000_i1027" type="#_x0000_t75" style="width:90.9pt;height:18pt" o:ole="">
            <v:imagedata r:id="rId13" o:title=""/>
          </v:shape>
          <o:OLEObject Type="Embed" ProgID="Equation.DSMT4" ShapeID="_x0000_i1027" DrawAspect="Content" ObjectID="_1658846813" r:id="rId14"/>
        </w:object>
      </w:r>
    </w:p>
    <w:p w14:paraId="6DF6E406" w14:textId="020A917E" w:rsidR="0099672B" w:rsidRDefault="00AE70A4" w:rsidP="0099672B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2</w:t>
      </w:r>
      <w:r w:rsidR="0099672B" w:rsidRPr="0095622E">
        <w:rPr>
          <w:rFonts w:ascii="Arial" w:hAnsi="Arial" w:cs="Arial"/>
          <w:sz w:val="14"/>
        </w:rPr>
        <w:t>p</w:t>
      </w:r>
      <w:r w:rsidR="0099672B" w:rsidRPr="0095622E">
        <w:tab/>
      </w:r>
      <w:r w:rsidR="0099672B">
        <w:rPr>
          <w:b/>
          <w:bCs/>
        </w:rPr>
        <w:t>a</w:t>
      </w:r>
      <w:r w:rsidR="0099672B" w:rsidRPr="0095622E">
        <w:tab/>
      </w:r>
      <w:r w:rsidR="0099672B">
        <w:t xml:space="preserve">Bereken </w:t>
      </w:r>
      <w:r w:rsidR="00522B92">
        <w:t xml:space="preserve">het differentiequotiënt </w:t>
      </w:r>
      <w:r w:rsidR="0099672B">
        <w:t xml:space="preserve">van </w:t>
      </w:r>
      <w:r w:rsidR="006E794E" w:rsidRPr="006E794E">
        <w:rPr>
          <w:position w:val="-10"/>
        </w:rPr>
        <w:object w:dxaOrig="540" w:dyaOrig="320" w14:anchorId="7C0BE3C8">
          <v:shape id="_x0000_i1028" type="#_x0000_t75" style="width:27pt;height:15.9pt" o:ole="">
            <v:imagedata r:id="rId15" o:title=""/>
          </v:shape>
          <o:OLEObject Type="Embed" ProgID="Equation.DSMT4" ShapeID="_x0000_i1028" DrawAspect="Content" ObjectID="_1658846814" r:id="rId16"/>
        </w:object>
      </w:r>
      <w:r w:rsidR="00912648">
        <w:t xml:space="preserve"> </w:t>
      </w:r>
      <w:r w:rsidR="0099672B">
        <w:t>op [</w:t>
      </w:r>
      <w:r w:rsidR="00A47049">
        <w:t>−</w:t>
      </w:r>
      <w:r w:rsidR="00522B92">
        <w:t>3</w:t>
      </w:r>
      <w:r w:rsidR="0099672B">
        <w:t xml:space="preserve">, </w:t>
      </w:r>
      <w:r w:rsidR="00522B92">
        <w:t>1</w:t>
      </w:r>
      <w:r w:rsidR="0099672B">
        <w:t>].</w:t>
      </w:r>
    </w:p>
    <w:p w14:paraId="5D420983" w14:textId="7D3AEB20" w:rsidR="0099672B" w:rsidRDefault="000A06C4" w:rsidP="00532607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3</w:t>
      </w:r>
      <w:r w:rsidR="0099672B" w:rsidRPr="0095622E">
        <w:rPr>
          <w:rFonts w:ascii="Arial" w:hAnsi="Arial" w:cs="Arial"/>
          <w:sz w:val="14"/>
        </w:rPr>
        <w:t>p</w:t>
      </w:r>
      <w:r w:rsidR="0099672B" w:rsidRPr="0095622E">
        <w:tab/>
      </w:r>
      <w:r w:rsidR="00962B6A">
        <w:rPr>
          <w:b/>
          <w:bCs/>
        </w:rPr>
        <w:t>b</w:t>
      </w:r>
      <w:r w:rsidR="0099672B" w:rsidRPr="0095622E">
        <w:tab/>
      </w:r>
      <w:r w:rsidR="00522B92">
        <w:t xml:space="preserve">Het differentiequotiënt van </w:t>
      </w:r>
      <w:r w:rsidR="006E794E" w:rsidRPr="006E794E">
        <w:rPr>
          <w:position w:val="-10"/>
        </w:rPr>
        <w:object w:dxaOrig="540" w:dyaOrig="320" w14:anchorId="609276DE">
          <v:shape id="_x0000_i1029" type="#_x0000_t75" style="width:27pt;height:15.9pt" o:ole="">
            <v:imagedata r:id="rId17" o:title=""/>
          </v:shape>
          <o:OLEObject Type="Embed" ProgID="Equation.DSMT4" ShapeID="_x0000_i1029" DrawAspect="Content" ObjectID="_1658846815" r:id="rId18"/>
        </w:object>
      </w:r>
      <w:r w:rsidR="00522B92">
        <w:t xml:space="preserve"> o</w:t>
      </w:r>
      <w:r w:rsidR="0099672B">
        <w:t>p [</w:t>
      </w:r>
      <w:r w:rsidR="00F16B8E">
        <w:t>0</w:t>
      </w:r>
      <w:r w:rsidR="0099672B">
        <w:t xml:space="preserve">, </w:t>
      </w:r>
      <w:r w:rsidR="00F16B8E">
        <w:rPr>
          <w:i/>
        </w:rPr>
        <w:t>p</w:t>
      </w:r>
      <w:r w:rsidR="0099672B">
        <w:t xml:space="preserve">] gelijk is aan </w:t>
      </w:r>
      <w:r w:rsidR="00F16B8E">
        <w:t>1</w:t>
      </w:r>
      <w:r w:rsidR="0099672B">
        <w:t>.</w:t>
      </w:r>
      <w:r w:rsidR="00522B92">
        <w:br/>
        <w:t xml:space="preserve">Bereken algebraïsch de waarde van </w:t>
      </w:r>
      <w:r w:rsidR="00F16B8E">
        <w:rPr>
          <w:i/>
        </w:rPr>
        <w:t>p</w:t>
      </w:r>
      <w:r w:rsidR="00522B92">
        <w:t>.</w:t>
      </w:r>
    </w:p>
    <w:p w14:paraId="65FC0389" w14:textId="77777777" w:rsidR="00532607" w:rsidRDefault="00532607" w:rsidP="00532607">
      <w:pPr>
        <w:tabs>
          <w:tab w:val="left" w:pos="709"/>
        </w:tabs>
        <w:ind w:left="993" w:hanging="993"/>
      </w:pPr>
    </w:p>
    <w:p w14:paraId="6655F523" w14:textId="7638BF8A" w:rsidR="00522B92" w:rsidRPr="0095622E" w:rsidRDefault="00522B92" w:rsidP="00522B92">
      <w:pPr>
        <w:pStyle w:val="opgavenr"/>
        <w:outlineLvl w:val="0"/>
      </w:pPr>
      <w:r w:rsidRPr="0095622E">
        <w:t xml:space="preserve">Opgave </w:t>
      </w:r>
      <w:r>
        <w:t>3</w:t>
      </w:r>
    </w:p>
    <w:p w14:paraId="0AAA1C2E" w14:textId="537BD069" w:rsidR="00522B92" w:rsidRDefault="00522B92" w:rsidP="00522B92">
      <w:pPr>
        <w:pStyle w:val="opgavetekst"/>
      </w:pPr>
      <w:r w:rsidRPr="0095622E">
        <w:t xml:space="preserve">Gegeven is de functie </w:t>
      </w:r>
      <w:r w:rsidR="006E794E" w:rsidRPr="006E794E">
        <w:rPr>
          <w:position w:val="-24"/>
        </w:rPr>
        <w:object w:dxaOrig="1440" w:dyaOrig="620" w14:anchorId="4E1EB639">
          <v:shape id="_x0000_i1030" type="#_x0000_t75" style="width:1in;height:30.9pt" o:ole="">
            <v:imagedata r:id="rId19" o:title=""/>
          </v:shape>
          <o:OLEObject Type="Embed" ProgID="Equation.DSMT4" ShapeID="_x0000_i1030" DrawAspect="Content" ObjectID="_1658846816" r:id="rId20"/>
        </w:object>
      </w:r>
    </w:p>
    <w:p w14:paraId="3B07C9BB" w14:textId="77777777" w:rsidR="00522B92" w:rsidRDefault="00522B92" w:rsidP="00522B92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3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a</w:t>
      </w:r>
      <w:r w:rsidRPr="0095622E">
        <w:tab/>
      </w:r>
      <w:r>
        <w:t xml:space="preserve">Schets in twee grafieken onder elkaar de grafiek van </w:t>
      </w:r>
      <w:r w:rsidRPr="00CF61B0">
        <w:rPr>
          <w:i/>
        </w:rPr>
        <w:t>f</w:t>
      </w:r>
      <w:r>
        <w:t xml:space="preserve"> en de hellinggrafiek van </w:t>
      </w:r>
      <w:r w:rsidRPr="00CF61B0">
        <w:rPr>
          <w:i/>
        </w:rPr>
        <w:t>f.</w:t>
      </w:r>
    </w:p>
    <w:p w14:paraId="34D2ED8A" w14:textId="3A126349" w:rsidR="00522B92" w:rsidRDefault="00522B92" w:rsidP="00522B92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5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b</w:t>
      </w:r>
      <w:r w:rsidRPr="0095622E">
        <w:tab/>
      </w:r>
      <w:r>
        <w:t xml:space="preserve">De grafiek van </w:t>
      </w:r>
      <w:r w:rsidRPr="009E01EC">
        <w:rPr>
          <w:i/>
        </w:rPr>
        <w:t>f</w:t>
      </w:r>
      <w:r>
        <w:t xml:space="preserve"> snijdt de </w:t>
      </w:r>
      <w:r w:rsidRPr="009E01EC">
        <w:rPr>
          <w:i/>
        </w:rPr>
        <w:t>y</w:t>
      </w:r>
      <w:r>
        <w:t xml:space="preserve">-as in het punt </w:t>
      </w:r>
      <w:r w:rsidRPr="009E01EC">
        <w:rPr>
          <w:i/>
        </w:rPr>
        <w:t>A</w:t>
      </w:r>
      <w:r>
        <w:t xml:space="preserve"> en de </w:t>
      </w:r>
      <w:r w:rsidRPr="009E01EC">
        <w:rPr>
          <w:i/>
        </w:rPr>
        <w:t>x</w:t>
      </w:r>
      <w:r>
        <w:t xml:space="preserve">-as in het punt </w:t>
      </w:r>
      <w:r w:rsidRPr="009E01EC">
        <w:rPr>
          <w:i/>
        </w:rPr>
        <w:t>B</w:t>
      </w:r>
      <w:r>
        <w:t>.</w:t>
      </w:r>
      <w:r>
        <w:br/>
        <w:t xml:space="preserve">Onderzoek of de raaklijn </w:t>
      </w:r>
      <w:r w:rsidRPr="00AE70A4">
        <w:rPr>
          <w:i/>
        </w:rPr>
        <w:t>k</w:t>
      </w:r>
      <w:r>
        <w:t xml:space="preserve"> aan de grafiek in </w:t>
      </w:r>
      <w:r w:rsidRPr="009E01EC">
        <w:rPr>
          <w:i/>
        </w:rPr>
        <w:t>A</w:t>
      </w:r>
      <w:r>
        <w:t xml:space="preserve"> door </w:t>
      </w:r>
      <w:r w:rsidRPr="009E01EC">
        <w:rPr>
          <w:i/>
        </w:rPr>
        <w:t>B</w:t>
      </w:r>
      <w:r>
        <w:t xml:space="preserve"> gaat.</w:t>
      </w:r>
    </w:p>
    <w:p w14:paraId="5EF9096B" w14:textId="77777777" w:rsidR="00522B92" w:rsidRDefault="00522B92" w:rsidP="00522B92">
      <w:pPr>
        <w:pStyle w:val="opgavetekst"/>
      </w:pPr>
    </w:p>
    <w:p w14:paraId="4973CFDD" w14:textId="29E6836C" w:rsidR="00F45A00" w:rsidRPr="0095622E" w:rsidRDefault="00F45A00" w:rsidP="00F45A00">
      <w:pPr>
        <w:pStyle w:val="opgavenr"/>
        <w:outlineLvl w:val="0"/>
      </w:pPr>
      <w:r w:rsidRPr="0095622E">
        <w:t xml:space="preserve">Opgave </w:t>
      </w:r>
      <w:r w:rsidR="000A06C4">
        <w:t>4</w:t>
      </w:r>
    </w:p>
    <w:p w14:paraId="7367DF19" w14:textId="5017E405" w:rsidR="000A06C4" w:rsidRDefault="00352212" w:rsidP="0025396D">
      <w:pPr>
        <w:pStyle w:val="opgaveteks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F195C34" wp14:editId="69B33806">
            <wp:simplePos x="0" y="0"/>
            <wp:positionH relativeFrom="column">
              <wp:posOffset>4464685</wp:posOffset>
            </wp:positionH>
            <wp:positionV relativeFrom="paragraph">
              <wp:posOffset>3810</wp:posOffset>
            </wp:positionV>
            <wp:extent cx="1476000" cy="11124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00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5E2" w:rsidRPr="0095622E">
        <w:t xml:space="preserve">Gegeven is de functie </w:t>
      </w:r>
      <w:r w:rsidR="006E794E" w:rsidRPr="006E794E">
        <w:rPr>
          <w:position w:val="-10"/>
        </w:rPr>
        <w:object w:dxaOrig="2480" w:dyaOrig="360" w14:anchorId="435BAEAA">
          <v:shape id="_x0000_i1031" type="#_x0000_t75" style="width:123.9pt;height:18pt" o:ole="">
            <v:imagedata r:id="rId22" o:title=""/>
          </v:shape>
          <o:OLEObject Type="Embed" ProgID="Equation.DSMT4" ShapeID="_x0000_i1031" DrawAspect="Content" ObjectID="_1658846817" r:id="rId23"/>
        </w:object>
      </w:r>
      <w:r w:rsidR="000151EF">
        <w:br/>
      </w:r>
      <w:r w:rsidR="00385979">
        <w:t xml:space="preserve">Hiernaast zie je een </w:t>
      </w:r>
      <w:r w:rsidR="009E01EC">
        <w:t>plot</w:t>
      </w:r>
      <w:r w:rsidR="00385979">
        <w:t xml:space="preserve"> van de grafiek van </w:t>
      </w:r>
      <w:r w:rsidR="00385979" w:rsidRPr="00385979">
        <w:rPr>
          <w:i/>
          <w:iCs/>
        </w:rPr>
        <w:t>f</w:t>
      </w:r>
      <w:r w:rsidR="00385979">
        <w:t>.</w:t>
      </w:r>
    </w:p>
    <w:p w14:paraId="195ECDA5" w14:textId="226C06B1" w:rsidR="000A06C4" w:rsidRPr="005E549D" w:rsidRDefault="00C24EAA" w:rsidP="000A06C4">
      <w:pPr>
        <w:pStyle w:val="subopgave"/>
        <w:rPr>
          <w:szCs w:val="24"/>
        </w:rPr>
      </w:pPr>
      <w:r>
        <w:rPr>
          <w:rFonts w:ascii="Arial" w:hAnsi="Arial" w:cs="Arial"/>
          <w:sz w:val="14"/>
          <w:szCs w:val="14"/>
        </w:rPr>
        <w:t>3</w:t>
      </w:r>
      <w:r w:rsidR="000A06C4" w:rsidRPr="005E549D">
        <w:rPr>
          <w:rFonts w:ascii="Arial" w:hAnsi="Arial" w:cs="Arial"/>
          <w:sz w:val="14"/>
          <w:szCs w:val="14"/>
        </w:rPr>
        <w:t>p</w:t>
      </w:r>
      <w:r w:rsidR="000A06C4" w:rsidRPr="005E549D">
        <w:rPr>
          <w:szCs w:val="24"/>
        </w:rPr>
        <w:tab/>
      </w:r>
      <w:r w:rsidR="000A06C4" w:rsidRPr="005E549D">
        <w:rPr>
          <w:b/>
          <w:bCs/>
          <w:szCs w:val="24"/>
        </w:rPr>
        <w:t>a</w:t>
      </w:r>
      <w:r w:rsidR="000A06C4" w:rsidRPr="005E549D">
        <w:rPr>
          <w:szCs w:val="24"/>
        </w:rPr>
        <w:tab/>
      </w:r>
      <w:r w:rsidR="000A06C4">
        <w:rPr>
          <w:szCs w:val="24"/>
        </w:rPr>
        <w:t>Teken het toenamediagram op [</w:t>
      </w:r>
      <w:r w:rsidR="000151EF">
        <w:rPr>
          <w:szCs w:val="24"/>
        </w:rPr>
        <w:t>−</w:t>
      </w:r>
      <w:r w:rsidR="000A06C4">
        <w:rPr>
          <w:szCs w:val="24"/>
        </w:rPr>
        <w:t xml:space="preserve">2, 3] met </w:t>
      </w:r>
      <w:r w:rsidR="006E794E" w:rsidRPr="006E794E">
        <w:rPr>
          <w:position w:val="-6"/>
        </w:rPr>
        <w:object w:dxaOrig="720" w:dyaOrig="279" w14:anchorId="3A1AB029">
          <v:shape id="_x0000_i1032" type="#_x0000_t75" style="width:36pt;height:14.1pt" o:ole="">
            <v:imagedata r:id="rId24" o:title=""/>
          </v:shape>
          <o:OLEObject Type="Embed" ProgID="Equation.DSMT4" ShapeID="_x0000_i1032" DrawAspect="Content" ObjectID="_1658846818" r:id="rId25"/>
        </w:object>
      </w:r>
    </w:p>
    <w:p w14:paraId="6503F7B9" w14:textId="7D55D98C" w:rsidR="000A06C4" w:rsidRDefault="000A06C4" w:rsidP="000A06C4">
      <w:pPr>
        <w:pStyle w:val="subopgave"/>
        <w:rPr>
          <w:szCs w:val="24"/>
        </w:rPr>
      </w:pPr>
      <w:r>
        <w:rPr>
          <w:rFonts w:ascii="Arial" w:hAnsi="Arial" w:cs="Arial"/>
          <w:sz w:val="14"/>
          <w:szCs w:val="14"/>
        </w:rPr>
        <w:t>2</w:t>
      </w:r>
      <w:r w:rsidRPr="005E549D">
        <w:rPr>
          <w:rFonts w:ascii="Arial" w:hAnsi="Arial" w:cs="Arial"/>
          <w:sz w:val="14"/>
          <w:szCs w:val="14"/>
        </w:rPr>
        <w:t>p</w:t>
      </w:r>
      <w:r w:rsidRPr="005E549D">
        <w:rPr>
          <w:szCs w:val="24"/>
        </w:rPr>
        <w:tab/>
      </w:r>
      <w:r>
        <w:rPr>
          <w:b/>
          <w:bCs/>
          <w:szCs w:val="24"/>
        </w:rPr>
        <w:t>b</w:t>
      </w:r>
      <w:r w:rsidRPr="005E549D">
        <w:rPr>
          <w:szCs w:val="24"/>
        </w:rPr>
        <w:tab/>
      </w:r>
      <w:r>
        <w:rPr>
          <w:szCs w:val="24"/>
        </w:rPr>
        <w:t xml:space="preserve">Bereken het </w:t>
      </w:r>
      <w:r w:rsidRPr="00FE0E06">
        <w:t>differentiequotiënt</w:t>
      </w:r>
      <w:r>
        <w:t xml:space="preserve"> op </w:t>
      </w:r>
      <w:r>
        <w:rPr>
          <w:szCs w:val="24"/>
        </w:rPr>
        <w:t>[−2, 4].</w:t>
      </w:r>
    </w:p>
    <w:p w14:paraId="7AFA32FD" w14:textId="4BEF5104" w:rsidR="0025396D" w:rsidRDefault="000A06C4" w:rsidP="000A06C4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3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c</w:t>
      </w:r>
      <w:r w:rsidRPr="0095622E">
        <w:tab/>
      </w:r>
      <w:r>
        <w:t xml:space="preserve">De grafiek van </w:t>
      </w:r>
      <w:r w:rsidRPr="0099672B">
        <w:rPr>
          <w:i/>
        </w:rPr>
        <w:t>f</w:t>
      </w:r>
      <w:r>
        <w:t xml:space="preserve"> is de hellinggrafiek van een functie </w:t>
      </w:r>
      <w:r w:rsidRPr="0099672B">
        <w:rPr>
          <w:i/>
        </w:rPr>
        <w:t>g</w:t>
      </w:r>
      <w:r>
        <w:t>.</w:t>
      </w:r>
      <w:r>
        <w:br/>
        <w:t xml:space="preserve">Schets in twee figuren onder elkaar de grafiek van </w:t>
      </w:r>
      <w:r w:rsidRPr="001D725B">
        <w:rPr>
          <w:i/>
        </w:rPr>
        <w:t>f</w:t>
      </w:r>
      <w:r>
        <w:t xml:space="preserve"> en een globale grafiek van </w:t>
      </w:r>
      <w:r>
        <w:rPr>
          <w:i/>
        </w:rPr>
        <w:t>g</w:t>
      </w:r>
      <w:r>
        <w:t>.</w:t>
      </w:r>
    </w:p>
    <w:p w14:paraId="1A763D84" w14:textId="5AFEE029" w:rsidR="000A06C4" w:rsidRDefault="000A06C4" w:rsidP="000A06C4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3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d</w:t>
      </w:r>
      <w:r w:rsidRPr="0095622E">
        <w:tab/>
      </w:r>
      <w:r>
        <w:t xml:space="preserve">De lijn </w:t>
      </w:r>
      <w:r w:rsidRPr="000A06C4">
        <w:rPr>
          <w:i/>
        </w:rPr>
        <w:t>k</w:t>
      </w:r>
      <w:r>
        <w:t xml:space="preserve"> raakt de grafiek van </w:t>
      </w:r>
      <w:r w:rsidRPr="000A06C4">
        <w:rPr>
          <w:i/>
        </w:rPr>
        <w:t>f</w:t>
      </w:r>
      <w:r>
        <w:t xml:space="preserve"> in het punt </w:t>
      </w:r>
      <w:r w:rsidRPr="000A06C4">
        <w:rPr>
          <w:i/>
        </w:rPr>
        <w:t>A</w:t>
      </w:r>
      <w:r>
        <w:t xml:space="preserve"> met </w:t>
      </w:r>
      <w:r w:rsidR="006E794E" w:rsidRPr="006E794E">
        <w:rPr>
          <w:position w:val="-12"/>
        </w:rPr>
        <w:object w:dxaOrig="720" w:dyaOrig="360" w14:anchorId="5C47ECB3">
          <v:shape id="_x0000_i1033" type="#_x0000_t75" style="width:36pt;height:18pt" o:ole="">
            <v:imagedata r:id="rId26" o:title=""/>
          </v:shape>
          <o:OLEObject Type="Embed" ProgID="Equation.DSMT4" ShapeID="_x0000_i1033" DrawAspect="Content" ObjectID="_1658846819" r:id="rId27"/>
        </w:object>
      </w:r>
      <w:r>
        <w:br/>
        <w:t xml:space="preserve">Stel de formule op van </w:t>
      </w:r>
      <w:r w:rsidRPr="000A06C4">
        <w:rPr>
          <w:i/>
        </w:rPr>
        <w:t>k</w:t>
      </w:r>
      <w:r>
        <w:t>.</w:t>
      </w:r>
    </w:p>
    <w:p w14:paraId="2D1DC33B" w14:textId="0A721A87" w:rsidR="000A06C4" w:rsidRDefault="000A06C4" w:rsidP="000A06C4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3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e</w:t>
      </w:r>
      <w:r w:rsidRPr="0095622E">
        <w:tab/>
      </w:r>
      <w:r>
        <w:t xml:space="preserve">Op de grafiek van </w:t>
      </w:r>
      <w:r w:rsidRPr="0099672B">
        <w:rPr>
          <w:i/>
        </w:rPr>
        <w:t>f</w:t>
      </w:r>
      <w:r>
        <w:t xml:space="preserve"> liggen twee punten waarin de helling van de grafiek gelijk is aan 8.</w:t>
      </w:r>
      <w:r>
        <w:br/>
        <w:t xml:space="preserve">Bereken de </w:t>
      </w:r>
      <w:r w:rsidRPr="0099672B">
        <w:rPr>
          <w:i/>
        </w:rPr>
        <w:t>x</w:t>
      </w:r>
      <w:r>
        <w:t>-coördinaten van deze punten.</w:t>
      </w:r>
    </w:p>
    <w:p w14:paraId="482D0354" w14:textId="77777777" w:rsidR="0099672B" w:rsidRPr="00CF61B0" w:rsidRDefault="0099672B" w:rsidP="00385979">
      <w:pPr>
        <w:tabs>
          <w:tab w:val="left" w:pos="709"/>
        </w:tabs>
        <w:ind w:left="993" w:hanging="993"/>
        <w:rPr>
          <w:b/>
        </w:rPr>
      </w:pPr>
    </w:p>
    <w:p w14:paraId="01E58CE7" w14:textId="56637FB6" w:rsidR="003359A8" w:rsidRPr="0095622E" w:rsidRDefault="003359A8" w:rsidP="003359A8">
      <w:pPr>
        <w:pStyle w:val="opgavenr"/>
        <w:outlineLvl w:val="0"/>
      </w:pPr>
      <w:r w:rsidRPr="0095622E">
        <w:t xml:space="preserve">Opgave </w:t>
      </w:r>
      <w:r w:rsidR="000A06C4">
        <w:t>5</w:t>
      </w:r>
    </w:p>
    <w:p w14:paraId="5E5B3629" w14:textId="77777777" w:rsidR="003359A8" w:rsidRDefault="0099672B" w:rsidP="003359A8">
      <w:pPr>
        <w:pStyle w:val="opgavetekst"/>
      </w:pPr>
      <w:r>
        <w:rPr>
          <w:noProof/>
        </w:rPr>
        <w:t>Differentieer.</w:t>
      </w:r>
    </w:p>
    <w:p w14:paraId="6C399E3B" w14:textId="79B29D56" w:rsidR="003172FA" w:rsidRDefault="0099672B" w:rsidP="003172FA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2</w:t>
      </w:r>
      <w:r w:rsidR="003172FA" w:rsidRPr="0095622E">
        <w:rPr>
          <w:rFonts w:ascii="Arial" w:hAnsi="Arial" w:cs="Arial"/>
          <w:sz w:val="14"/>
        </w:rPr>
        <w:t>p</w:t>
      </w:r>
      <w:r w:rsidR="003172FA" w:rsidRPr="0095622E">
        <w:tab/>
      </w:r>
      <w:r w:rsidR="00AA42A8">
        <w:rPr>
          <w:b/>
          <w:bCs/>
        </w:rPr>
        <w:t>a</w:t>
      </w:r>
      <w:r w:rsidR="003172FA" w:rsidRPr="0095622E">
        <w:tab/>
      </w:r>
      <w:r w:rsidR="006E794E" w:rsidRPr="006E794E">
        <w:rPr>
          <w:position w:val="-12"/>
        </w:rPr>
        <w:object w:dxaOrig="2480" w:dyaOrig="380" w14:anchorId="64A3CECA">
          <v:shape id="_x0000_i1034" type="#_x0000_t75" style="width:123.9pt;height:18.9pt" o:ole="">
            <v:imagedata r:id="rId28" o:title=""/>
          </v:shape>
          <o:OLEObject Type="Embed" ProgID="Equation.DSMT4" ShapeID="_x0000_i1034" DrawAspect="Content" ObjectID="_1658846820" r:id="rId29"/>
        </w:object>
      </w:r>
    </w:p>
    <w:p w14:paraId="79783E62" w14:textId="7693509B" w:rsidR="00AA42A8" w:rsidRDefault="0099672B" w:rsidP="00AA42A8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2</w:t>
      </w:r>
      <w:r w:rsidR="00AA42A8" w:rsidRPr="0095622E">
        <w:rPr>
          <w:rFonts w:ascii="Arial" w:hAnsi="Arial" w:cs="Arial"/>
          <w:sz w:val="14"/>
        </w:rPr>
        <w:t>p</w:t>
      </w:r>
      <w:r w:rsidR="00AA42A8" w:rsidRPr="0095622E">
        <w:tab/>
      </w:r>
      <w:r w:rsidR="00AA42A8">
        <w:rPr>
          <w:b/>
          <w:bCs/>
        </w:rPr>
        <w:t>b</w:t>
      </w:r>
      <w:r w:rsidR="00AA42A8" w:rsidRPr="0095622E">
        <w:tab/>
      </w:r>
      <w:r w:rsidR="006E794E" w:rsidRPr="006E794E">
        <w:rPr>
          <w:position w:val="-10"/>
        </w:rPr>
        <w:object w:dxaOrig="2180" w:dyaOrig="360" w14:anchorId="0E1B5A77">
          <v:shape id="_x0000_i1035" type="#_x0000_t75" style="width:108.9pt;height:18pt" o:ole="">
            <v:imagedata r:id="rId30" o:title=""/>
          </v:shape>
          <o:OLEObject Type="Embed" ProgID="Equation.DSMT4" ShapeID="_x0000_i1035" DrawAspect="Content" ObjectID="_1658846821" r:id="rId31"/>
        </w:object>
      </w:r>
    </w:p>
    <w:p w14:paraId="751E4BB4" w14:textId="5CB54587" w:rsidR="003A541B" w:rsidRDefault="0099672B" w:rsidP="000A27E6">
      <w:pPr>
        <w:tabs>
          <w:tab w:val="left" w:pos="709"/>
        </w:tabs>
        <w:ind w:left="993" w:hanging="993"/>
      </w:pPr>
      <w:r>
        <w:rPr>
          <w:rFonts w:ascii="Arial" w:hAnsi="Arial" w:cs="Arial"/>
          <w:sz w:val="14"/>
        </w:rPr>
        <w:t>2</w:t>
      </w:r>
      <w:r w:rsidRPr="0095622E">
        <w:rPr>
          <w:rFonts w:ascii="Arial" w:hAnsi="Arial" w:cs="Arial"/>
          <w:sz w:val="14"/>
        </w:rPr>
        <w:t>p</w:t>
      </w:r>
      <w:r w:rsidRPr="0095622E">
        <w:tab/>
      </w:r>
      <w:r>
        <w:rPr>
          <w:b/>
          <w:bCs/>
        </w:rPr>
        <w:t>c</w:t>
      </w:r>
      <w:r w:rsidRPr="0095622E">
        <w:tab/>
      </w:r>
      <w:r w:rsidR="006E794E" w:rsidRPr="006E794E">
        <w:rPr>
          <w:position w:val="-10"/>
        </w:rPr>
        <w:object w:dxaOrig="1660" w:dyaOrig="360" w14:anchorId="2B055A57">
          <v:shape id="_x0000_i1036" type="#_x0000_t75" style="width:83.1pt;height:18pt" o:ole="">
            <v:imagedata r:id="rId32" o:title=""/>
          </v:shape>
          <o:OLEObject Type="Embed" ProgID="Equation.DSMT4" ShapeID="_x0000_i1036" DrawAspect="Content" ObjectID="_1658846822" r:id="rId33"/>
        </w:object>
      </w:r>
    </w:p>
    <w:p w14:paraId="787F9451" w14:textId="3E0C99DC" w:rsidR="000A06C4" w:rsidRDefault="000A06C4">
      <w:pPr>
        <w:spacing w:line="240" w:lineRule="auto"/>
        <w:rPr>
          <w:rFonts w:ascii="Arial" w:hAnsi="Arial"/>
          <w:b/>
          <w:bCs/>
          <w:caps/>
          <w:sz w:val="18"/>
          <w:szCs w:val="20"/>
        </w:rPr>
      </w:pPr>
      <w:r>
        <w:br w:type="page"/>
      </w:r>
    </w:p>
    <w:p w14:paraId="4AAE7273" w14:textId="0465A191" w:rsidR="000A06C4" w:rsidRPr="005E549D" w:rsidRDefault="000A06C4" w:rsidP="000A06C4">
      <w:pPr>
        <w:pStyle w:val="opgavenr"/>
        <w:outlineLvl w:val="0"/>
        <w:rPr>
          <w:lang w:val="en-GB"/>
        </w:rPr>
      </w:pPr>
      <w:r w:rsidRPr="005E549D">
        <w:rPr>
          <w:lang w:val="en-GB"/>
        </w:rPr>
        <w:lastRenderedPageBreak/>
        <w:t xml:space="preserve">Opgave </w:t>
      </w:r>
      <w:r>
        <w:rPr>
          <w:lang w:val="en-GB"/>
        </w:rPr>
        <w:t>6</w:t>
      </w:r>
    </w:p>
    <w:p w14:paraId="21698A69" w14:textId="05A7F221" w:rsidR="000A06C4" w:rsidRDefault="00BE1AA7" w:rsidP="000A06C4">
      <w:pPr>
        <w:pStyle w:val="opgavetekst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7E9253E" wp14:editId="168FF4B7">
            <wp:simplePos x="0" y="0"/>
            <wp:positionH relativeFrom="column">
              <wp:posOffset>3557270</wp:posOffset>
            </wp:positionH>
            <wp:positionV relativeFrom="paragraph">
              <wp:posOffset>20320</wp:posOffset>
            </wp:positionV>
            <wp:extent cx="2372360" cy="2429510"/>
            <wp:effectExtent l="0" t="0" r="8890" b="889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06C4">
        <w:t xml:space="preserve">In de figuur hiernaast zie je het temperatuurverloop op een mooie voorjaarsdag. Deze figuur staat vergroot op het </w:t>
      </w:r>
      <w:r w:rsidR="000A06C4" w:rsidRPr="00CC01B8">
        <w:rPr>
          <w:b/>
          <w:bCs/>
        </w:rPr>
        <w:t>werkblad</w:t>
      </w:r>
      <w:r w:rsidR="000A06C4">
        <w:t>.</w:t>
      </w:r>
    </w:p>
    <w:p w14:paraId="68EF8F72" w14:textId="7200EA4F" w:rsidR="000A06C4" w:rsidRDefault="000A06C4" w:rsidP="000A06C4">
      <w:pPr>
        <w:pStyle w:val="subopgave"/>
      </w:pPr>
      <w:r>
        <w:rPr>
          <w:rFonts w:ascii="Arial" w:hAnsi="Arial" w:cs="Arial"/>
          <w:sz w:val="14"/>
          <w:szCs w:val="14"/>
        </w:rPr>
        <w:t>3</w:t>
      </w:r>
      <w:r w:rsidRPr="005E549D">
        <w:rPr>
          <w:rFonts w:ascii="Arial" w:hAnsi="Arial" w:cs="Arial"/>
          <w:sz w:val="14"/>
          <w:szCs w:val="14"/>
        </w:rPr>
        <w:t>p</w:t>
      </w:r>
      <w:r w:rsidRPr="005E549D">
        <w:rPr>
          <w:szCs w:val="24"/>
        </w:rPr>
        <w:tab/>
      </w:r>
      <w:r>
        <w:rPr>
          <w:b/>
          <w:bCs/>
          <w:szCs w:val="24"/>
        </w:rPr>
        <w:t>a</w:t>
      </w:r>
      <w:r w:rsidRPr="005E549D">
        <w:rPr>
          <w:szCs w:val="24"/>
        </w:rPr>
        <w:tab/>
      </w:r>
      <w:r>
        <w:rPr>
          <w:szCs w:val="24"/>
        </w:rPr>
        <w:t>Op welk tijdstip stijgt de temperatuur het snelst? Hoe groot is deze maximale snelheid?</w:t>
      </w:r>
    </w:p>
    <w:p w14:paraId="5B1746E2" w14:textId="45969DF7" w:rsidR="000A06C4" w:rsidRDefault="000A06C4" w:rsidP="000A27E6">
      <w:pPr>
        <w:pStyle w:val="subopgave"/>
        <w:rPr>
          <w:szCs w:val="24"/>
        </w:rPr>
      </w:pPr>
      <w:r>
        <w:rPr>
          <w:rFonts w:ascii="Arial" w:hAnsi="Arial" w:cs="Arial"/>
          <w:sz w:val="14"/>
          <w:szCs w:val="14"/>
        </w:rPr>
        <w:t>3</w:t>
      </w:r>
      <w:r w:rsidRPr="005E549D">
        <w:rPr>
          <w:rFonts w:ascii="Arial" w:hAnsi="Arial" w:cs="Arial"/>
          <w:sz w:val="14"/>
          <w:szCs w:val="14"/>
        </w:rPr>
        <w:t>p</w:t>
      </w:r>
      <w:r w:rsidRPr="005E549D">
        <w:rPr>
          <w:szCs w:val="24"/>
        </w:rPr>
        <w:tab/>
      </w:r>
      <w:r>
        <w:rPr>
          <w:b/>
          <w:bCs/>
          <w:szCs w:val="24"/>
        </w:rPr>
        <w:t>b</w:t>
      </w:r>
      <w:r w:rsidRPr="005E549D">
        <w:rPr>
          <w:szCs w:val="24"/>
        </w:rPr>
        <w:tab/>
      </w:r>
      <w:r>
        <w:rPr>
          <w:szCs w:val="24"/>
        </w:rPr>
        <w:t xml:space="preserve">Op het interval [0, </w:t>
      </w:r>
      <w:r w:rsidRPr="00572F28">
        <w:rPr>
          <w:i/>
          <w:szCs w:val="24"/>
        </w:rPr>
        <w:t>a</w:t>
      </w:r>
      <w:r>
        <w:rPr>
          <w:szCs w:val="24"/>
        </w:rPr>
        <w:t>] stijgt de temperatuur gemiddeld met 0,5 graden per uur.</w:t>
      </w:r>
      <w:r w:rsidR="000A27E6">
        <w:rPr>
          <w:szCs w:val="24"/>
        </w:rPr>
        <w:br/>
      </w:r>
      <w:r>
        <w:rPr>
          <w:szCs w:val="24"/>
        </w:rPr>
        <w:t xml:space="preserve">Voor welke waarden van </w:t>
      </w:r>
      <w:r w:rsidRPr="00572F28">
        <w:rPr>
          <w:i/>
          <w:szCs w:val="24"/>
        </w:rPr>
        <w:t>a</w:t>
      </w:r>
      <w:r>
        <w:rPr>
          <w:szCs w:val="24"/>
        </w:rPr>
        <w:t xml:space="preserve"> is dit het geval?</w:t>
      </w:r>
    </w:p>
    <w:p w14:paraId="0B6753BE" w14:textId="17DC9E0C" w:rsidR="000A06C4" w:rsidRPr="000A27E6" w:rsidRDefault="000A06C4" w:rsidP="000A27E6">
      <w:pPr>
        <w:pStyle w:val="subopgave"/>
        <w:rPr>
          <w:szCs w:val="24"/>
        </w:rPr>
      </w:pPr>
      <w:r>
        <w:rPr>
          <w:rFonts w:ascii="Arial" w:hAnsi="Arial" w:cs="Arial"/>
          <w:sz w:val="14"/>
          <w:szCs w:val="14"/>
        </w:rPr>
        <w:t>3</w:t>
      </w:r>
      <w:r w:rsidRPr="005E549D">
        <w:rPr>
          <w:rFonts w:ascii="Arial" w:hAnsi="Arial" w:cs="Arial"/>
          <w:sz w:val="14"/>
          <w:szCs w:val="14"/>
        </w:rPr>
        <w:t>p</w:t>
      </w:r>
      <w:r w:rsidRPr="005E549D">
        <w:rPr>
          <w:szCs w:val="24"/>
        </w:rPr>
        <w:tab/>
      </w:r>
      <w:r>
        <w:rPr>
          <w:b/>
          <w:bCs/>
          <w:szCs w:val="24"/>
        </w:rPr>
        <w:t>c</w:t>
      </w:r>
      <w:r w:rsidRPr="005E549D">
        <w:rPr>
          <w:szCs w:val="24"/>
        </w:rPr>
        <w:tab/>
      </w:r>
      <w:r>
        <w:rPr>
          <w:szCs w:val="24"/>
        </w:rPr>
        <w:t>Op welke tijdstip in de avond daalt de temperatuur net zo snel als de gemiddelde daling op het interval</w:t>
      </w:r>
      <w:r w:rsidR="00A40174">
        <w:rPr>
          <w:szCs w:val="24"/>
        </w:rPr>
        <w:t xml:space="preserve"> </w:t>
      </w:r>
      <w:r>
        <w:rPr>
          <w:szCs w:val="24"/>
        </w:rPr>
        <w:t>[0,</w:t>
      </w:r>
      <w:r w:rsidR="00A40174">
        <w:rPr>
          <w:szCs w:val="24"/>
        </w:rPr>
        <w:t> </w:t>
      </w:r>
      <w:r>
        <w:rPr>
          <w:szCs w:val="24"/>
        </w:rPr>
        <w:t>6]</w:t>
      </w:r>
      <w:r w:rsidR="00554F0E">
        <w:rPr>
          <w:szCs w:val="24"/>
        </w:rPr>
        <w:t>?</w:t>
      </w:r>
      <w:r w:rsidR="00BE1AA7" w:rsidRPr="00BE1AA7">
        <w:t xml:space="preserve"> </w:t>
      </w:r>
    </w:p>
    <w:p w14:paraId="1604475D" w14:textId="3D327C20" w:rsidR="000A06C4" w:rsidRDefault="000A06C4">
      <w:pPr>
        <w:spacing w:line="240" w:lineRule="auto"/>
        <w:rPr>
          <w:szCs w:val="20"/>
        </w:rPr>
      </w:pPr>
      <w:r>
        <w:br w:type="page"/>
      </w:r>
    </w:p>
    <w:p w14:paraId="61B41C40" w14:textId="77777777" w:rsidR="000A06C4" w:rsidRDefault="000A06C4" w:rsidP="000A06C4">
      <w:r w:rsidRPr="00371EC4">
        <w:rPr>
          <w:rStyle w:val="titelChar"/>
        </w:rPr>
        <w:lastRenderedPageBreak/>
        <w:t>Werkblad</w:t>
      </w:r>
      <w:r>
        <w:rPr>
          <w:rStyle w:val="titelChar"/>
        </w:rPr>
        <w:tab/>
      </w:r>
      <w:r>
        <w:rPr>
          <w:rStyle w:val="titelChar"/>
        </w:rPr>
        <w:tab/>
      </w:r>
      <w:r>
        <w:rPr>
          <w:rStyle w:val="titelChar"/>
        </w:rPr>
        <w:tab/>
      </w:r>
      <w:r>
        <w:rPr>
          <w:rStyle w:val="titelChar"/>
        </w:rPr>
        <w:tab/>
      </w:r>
      <w:r>
        <w:tab/>
      </w:r>
      <w:r>
        <w:tab/>
      </w:r>
      <w:r w:rsidRPr="00371EC4">
        <w:t>naam ........................….......................</w:t>
      </w:r>
    </w:p>
    <w:p w14:paraId="55ACB06B" w14:textId="77777777" w:rsidR="000A06C4" w:rsidRPr="00371EC4" w:rsidRDefault="000A06C4" w:rsidP="000A06C4"/>
    <w:p w14:paraId="5CF8EBA9" w14:textId="77777777" w:rsidR="000A06C4" w:rsidRDefault="000A06C4" w:rsidP="000A06C4">
      <w:pPr>
        <w:pStyle w:val="notatie"/>
      </w:pPr>
      <w:r w:rsidRPr="00254DC1">
        <w:tab/>
      </w:r>
      <w:r w:rsidRPr="00247B40">
        <w:t>klas .....................................................</w:t>
      </w:r>
    </w:p>
    <w:p w14:paraId="547596B9" w14:textId="77777777" w:rsidR="000A06C4" w:rsidRDefault="000A06C4" w:rsidP="000A06C4">
      <w:pPr>
        <w:tabs>
          <w:tab w:val="left" w:pos="709"/>
        </w:tabs>
      </w:pPr>
    </w:p>
    <w:p w14:paraId="3E24195D" w14:textId="23C26321" w:rsidR="000A06C4" w:rsidRDefault="000A06C4" w:rsidP="000A06C4">
      <w:pPr>
        <w:rPr>
          <w:rFonts w:ascii="Arial" w:hAnsi="Arial" w:cs="Arial"/>
          <w:b/>
          <w:sz w:val="20"/>
        </w:rPr>
      </w:pPr>
      <w:r w:rsidRPr="0045396F">
        <w:rPr>
          <w:rFonts w:ascii="Arial" w:hAnsi="Arial" w:cs="Arial"/>
          <w:b/>
          <w:sz w:val="20"/>
        </w:rPr>
        <w:t>OPGAV</w:t>
      </w:r>
      <w:r>
        <w:rPr>
          <w:rFonts w:ascii="Arial" w:hAnsi="Arial" w:cs="Arial"/>
          <w:b/>
          <w:sz w:val="20"/>
        </w:rPr>
        <w:t>E 6</w:t>
      </w:r>
    </w:p>
    <w:p w14:paraId="73619B90" w14:textId="77777777" w:rsidR="00554F0E" w:rsidRDefault="00554F0E" w:rsidP="000A06C4">
      <w:pPr>
        <w:rPr>
          <w:rFonts w:ascii="Arial" w:hAnsi="Arial" w:cs="Arial"/>
          <w:b/>
          <w:sz w:val="20"/>
        </w:rPr>
      </w:pPr>
    </w:p>
    <w:p w14:paraId="54D09A16" w14:textId="772BF8D8" w:rsidR="000A06C4" w:rsidRPr="000A06C4" w:rsidRDefault="00BE1AA7" w:rsidP="00554F0E">
      <w:pPr>
        <w:pStyle w:val="opgavetekst"/>
        <w:ind w:left="0"/>
      </w:pPr>
      <w:r>
        <w:rPr>
          <w:noProof/>
        </w:rPr>
        <w:drawing>
          <wp:inline distT="0" distB="0" distL="0" distR="0" wp14:anchorId="558BC0C7" wp14:editId="472BD234">
            <wp:extent cx="4533900" cy="4587240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458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06C4" w:rsidRPr="000A06C4" w:rsidSect="00AB3DBA">
      <w:headerReference w:type="default" r:id="rId36"/>
      <w:footerReference w:type="default" r:id="rId37"/>
      <w:type w:val="continuous"/>
      <w:pgSz w:w="11906" w:h="16838"/>
      <w:pgMar w:top="1276" w:right="1134" w:bottom="1134" w:left="1418" w:header="567" w:footer="96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D">
      <wne:acd wne:acdName="acd0"/>
    </wne:keymap>
  </wne:keymaps>
  <wne:toolbars>
    <wne:acdManifest>
      <wne:acdEntry wne:acdName="acd0"/>
    </wne:acdManifest>
  </wne:toolbars>
  <wne:acds>
    <wne:acd wne:argValue="EiJUAGkAbQBlAHMAIABOAGUAdwAgAFIAbwBtAGEAbgA=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329AF" w14:textId="77777777" w:rsidR="00F27E19" w:rsidRDefault="00F27E19">
      <w:r>
        <w:separator/>
      </w:r>
    </w:p>
  </w:endnote>
  <w:endnote w:type="continuationSeparator" w:id="0">
    <w:p w14:paraId="13537011" w14:textId="77777777" w:rsidR="00F27E19" w:rsidRDefault="00F2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6767C" w14:textId="318474BA" w:rsidR="0099672B" w:rsidRPr="005C7167" w:rsidRDefault="0099672B" w:rsidP="006E388D">
    <w:pPr>
      <w:tabs>
        <w:tab w:val="left" w:pos="2835"/>
        <w:tab w:val="right" w:pos="9072"/>
      </w:tabs>
      <w:ind w:right="-2"/>
      <w:rPr>
        <w:rFonts w:ascii="Arial" w:hAnsi="Arial" w:cs="Arial"/>
        <w:bCs/>
        <w:sz w:val="16"/>
      </w:rPr>
    </w:pPr>
    <w:r w:rsidRPr="00EF2C2B">
      <w:rPr>
        <w:rFonts w:ascii="Arial" w:hAnsi="Arial" w:cs="Arial"/>
        <w:caps/>
        <w:color w:val="000000"/>
        <w:sz w:val="14"/>
        <w:szCs w:val="16"/>
      </w:rPr>
      <w:t xml:space="preserve">© </w:t>
    </w:r>
    <w:r>
      <w:rPr>
        <w:rFonts w:ascii="Arial" w:hAnsi="Arial" w:cs="Arial"/>
        <w:caps/>
        <w:color w:val="000000"/>
        <w:sz w:val="14"/>
        <w:szCs w:val="16"/>
      </w:rPr>
      <w:t xml:space="preserve">noordhoff </w:t>
    </w:r>
    <w:r w:rsidR="006E388D">
      <w:rPr>
        <w:rFonts w:ascii="Arial" w:hAnsi="Arial" w:cs="Arial"/>
        <w:caps/>
        <w:color w:val="000000"/>
        <w:sz w:val="14"/>
        <w:szCs w:val="16"/>
      </w:rPr>
      <w:t>uitgevers bv 2020</w:t>
    </w:r>
    <w:r>
      <w:rPr>
        <w:rFonts w:ascii="Arial" w:hAnsi="Arial" w:cs="Arial"/>
        <w:caps/>
        <w:color w:val="000000"/>
        <w:sz w:val="14"/>
        <w:szCs w:val="16"/>
      </w:rPr>
      <w:tab/>
    </w:r>
    <w:r>
      <w:rPr>
        <w:rFonts w:ascii="Arial" w:hAnsi="Arial" w:cs="Arial"/>
        <w:bCs/>
        <w:caps/>
        <w:sz w:val="14"/>
      </w:rPr>
      <w:t xml:space="preserve">oefentoets </w:t>
    </w:r>
    <w:r w:rsidR="00F16B8E">
      <w:rPr>
        <w:rFonts w:ascii="Arial" w:hAnsi="Arial" w:cs="Arial"/>
        <w:bCs/>
        <w:caps/>
        <w:sz w:val="14"/>
      </w:rPr>
      <w:t>havo</w:t>
    </w:r>
    <w:r>
      <w:rPr>
        <w:rFonts w:ascii="Arial" w:hAnsi="Arial" w:cs="Arial"/>
        <w:bCs/>
        <w:caps/>
        <w:sz w:val="14"/>
      </w:rPr>
      <w:t xml:space="preserve"> b deel 1 hoofdstuk 2</w:t>
    </w:r>
    <w:r>
      <w:rPr>
        <w:rFonts w:ascii="Arial" w:hAnsi="Arial" w:cs="Arial"/>
        <w:caps/>
        <w:color w:val="000000"/>
        <w:sz w:val="14"/>
        <w:szCs w:val="16"/>
      </w:rPr>
      <w:tab/>
    </w:r>
    <w:r w:rsidRPr="00EF2C2B">
      <w:rPr>
        <w:rFonts w:ascii="Arial" w:hAnsi="Arial"/>
        <w:caps/>
        <w:color w:val="000000"/>
        <w:sz w:val="14"/>
      </w:rPr>
      <w:fldChar w:fldCharType="begin"/>
    </w:r>
    <w:r w:rsidRPr="00EF2C2B">
      <w:rPr>
        <w:rFonts w:ascii="Arial" w:hAnsi="Arial"/>
        <w:caps/>
        <w:color w:val="000000"/>
        <w:sz w:val="14"/>
      </w:rPr>
      <w:instrText xml:space="preserve"> PAGE </w:instrText>
    </w:r>
    <w:r w:rsidRPr="00EF2C2B">
      <w:rPr>
        <w:rFonts w:ascii="Arial" w:hAnsi="Arial"/>
        <w:caps/>
        <w:color w:val="000000"/>
        <w:sz w:val="14"/>
      </w:rPr>
      <w:fldChar w:fldCharType="separate"/>
    </w:r>
    <w:r w:rsidR="000A06C4">
      <w:rPr>
        <w:rFonts w:ascii="Arial" w:hAnsi="Arial"/>
        <w:caps/>
        <w:noProof/>
        <w:color w:val="000000"/>
        <w:sz w:val="14"/>
      </w:rPr>
      <w:t>2</w:t>
    </w:r>
    <w:r w:rsidRPr="00EF2C2B">
      <w:rPr>
        <w:rFonts w:ascii="Arial" w:hAnsi="Arial"/>
        <w:caps/>
        <w:color w:val="000000"/>
        <w:sz w:val="14"/>
      </w:rPr>
      <w:fldChar w:fldCharType="end"/>
    </w:r>
  </w:p>
  <w:p w14:paraId="447C4D7C" w14:textId="77777777" w:rsidR="0099672B" w:rsidRPr="008A45E1" w:rsidRDefault="0099672B" w:rsidP="004E5691">
    <w:pPr>
      <w:tabs>
        <w:tab w:val="center" w:pos="2694"/>
        <w:tab w:val="right" w:pos="9356"/>
      </w:tabs>
    </w:pPr>
  </w:p>
  <w:p w14:paraId="6FB57119" w14:textId="77777777" w:rsidR="0099672B" w:rsidRDefault="009967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1C2A3" w14:textId="77777777" w:rsidR="00F27E19" w:rsidRDefault="00F27E19">
      <w:r>
        <w:separator/>
      </w:r>
    </w:p>
  </w:footnote>
  <w:footnote w:type="continuationSeparator" w:id="0">
    <w:p w14:paraId="14AA0F1E" w14:textId="77777777" w:rsidR="00F27E19" w:rsidRDefault="00F27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28BE0" w14:textId="77777777" w:rsidR="0099672B" w:rsidRPr="00D177B4" w:rsidRDefault="0099672B" w:rsidP="003F6BDB">
    <w:pPr>
      <w:pBdr>
        <w:bottom w:val="single" w:sz="4" w:space="4" w:color="auto"/>
      </w:pBdr>
      <w:tabs>
        <w:tab w:val="left" w:pos="4116"/>
      </w:tabs>
      <w:spacing w:line="250" w:lineRule="exact"/>
      <w:rPr>
        <w:rFonts w:cs="Arial"/>
        <w:sz w:val="21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244F187A" wp14:editId="096ACB7A">
          <wp:simplePos x="0" y="0"/>
          <wp:positionH relativeFrom="column">
            <wp:posOffset>5287010</wp:posOffset>
          </wp:positionH>
          <wp:positionV relativeFrom="paragraph">
            <wp:posOffset>-264160</wp:posOffset>
          </wp:positionV>
          <wp:extent cx="800100" cy="580390"/>
          <wp:effectExtent l="0" t="0" r="0" b="0"/>
          <wp:wrapSquare wrapText="bothSides"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6CF695" w14:textId="77777777" w:rsidR="0099672B" w:rsidRDefault="0099672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46"/>
    <w:multiLevelType w:val="hybridMultilevel"/>
    <w:tmpl w:val="DA0ECAE0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86CCC"/>
    <w:multiLevelType w:val="hybridMultilevel"/>
    <w:tmpl w:val="5D7A959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A4A444E"/>
    <w:multiLevelType w:val="hybridMultilevel"/>
    <w:tmpl w:val="729C40D8"/>
    <w:lvl w:ilvl="0" w:tplc="9D52E9E4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35392C"/>
    <w:multiLevelType w:val="hybridMultilevel"/>
    <w:tmpl w:val="099C2386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A42E66"/>
    <w:multiLevelType w:val="hybridMultilevel"/>
    <w:tmpl w:val="96023CFA"/>
    <w:lvl w:ilvl="0" w:tplc="B74A49F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A00282"/>
    <w:multiLevelType w:val="hybridMultilevel"/>
    <w:tmpl w:val="8004B368"/>
    <w:lvl w:ilvl="0" w:tplc="A5A89A6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9958B8"/>
    <w:multiLevelType w:val="hybridMultilevel"/>
    <w:tmpl w:val="C9983EE4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F0B180A"/>
    <w:multiLevelType w:val="hybridMultilevel"/>
    <w:tmpl w:val="B16CEE86"/>
    <w:lvl w:ilvl="0" w:tplc="DEC27BF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 fill="f" fillcolor="white" strokecolor="none [3213]">
      <v:fill color="white" on="f"/>
      <v:stroke 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A46"/>
    <w:rsid w:val="00000750"/>
    <w:rsid w:val="0000122E"/>
    <w:rsid w:val="00001BA9"/>
    <w:rsid w:val="000043D4"/>
    <w:rsid w:val="00004942"/>
    <w:rsid w:val="00004B9F"/>
    <w:rsid w:val="00005969"/>
    <w:rsid w:val="00005BF7"/>
    <w:rsid w:val="00006969"/>
    <w:rsid w:val="00007FC5"/>
    <w:rsid w:val="00010299"/>
    <w:rsid w:val="00010946"/>
    <w:rsid w:val="00010AE3"/>
    <w:rsid w:val="00014DEB"/>
    <w:rsid w:val="00014EA4"/>
    <w:rsid w:val="000151EF"/>
    <w:rsid w:val="000158B8"/>
    <w:rsid w:val="0001609C"/>
    <w:rsid w:val="00016DDB"/>
    <w:rsid w:val="00017D8E"/>
    <w:rsid w:val="000205A0"/>
    <w:rsid w:val="00020E06"/>
    <w:rsid w:val="00022B95"/>
    <w:rsid w:val="00022FEC"/>
    <w:rsid w:val="000239A7"/>
    <w:rsid w:val="000240EA"/>
    <w:rsid w:val="00024203"/>
    <w:rsid w:val="00024421"/>
    <w:rsid w:val="0002502C"/>
    <w:rsid w:val="00025434"/>
    <w:rsid w:val="00026529"/>
    <w:rsid w:val="00027175"/>
    <w:rsid w:val="0002746A"/>
    <w:rsid w:val="00027AA8"/>
    <w:rsid w:val="00030BE5"/>
    <w:rsid w:val="000320D1"/>
    <w:rsid w:val="00032C6B"/>
    <w:rsid w:val="0003304B"/>
    <w:rsid w:val="00034896"/>
    <w:rsid w:val="000348CC"/>
    <w:rsid w:val="000349E4"/>
    <w:rsid w:val="000364AA"/>
    <w:rsid w:val="00036EFB"/>
    <w:rsid w:val="00037527"/>
    <w:rsid w:val="000418D6"/>
    <w:rsid w:val="00042C24"/>
    <w:rsid w:val="00043817"/>
    <w:rsid w:val="00043D04"/>
    <w:rsid w:val="0004613E"/>
    <w:rsid w:val="0004661A"/>
    <w:rsid w:val="000500B8"/>
    <w:rsid w:val="0005074D"/>
    <w:rsid w:val="00052918"/>
    <w:rsid w:val="00054372"/>
    <w:rsid w:val="00055F37"/>
    <w:rsid w:val="0005623A"/>
    <w:rsid w:val="000572B3"/>
    <w:rsid w:val="000572EC"/>
    <w:rsid w:val="00062E05"/>
    <w:rsid w:val="000632D5"/>
    <w:rsid w:val="00063330"/>
    <w:rsid w:val="00063949"/>
    <w:rsid w:val="00065BEF"/>
    <w:rsid w:val="00072440"/>
    <w:rsid w:val="00072A66"/>
    <w:rsid w:val="00072AF4"/>
    <w:rsid w:val="00072B38"/>
    <w:rsid w:val="00073FB2"/>
    <w:rsid w:val="00075E1C"/>
    <w:rsid w:val="0007674B"/>
    <w:rsid w:val="00080C81"/>
    <w:rsid w:val="00081981"/>
    <w:rsid w:val="0008228A"/>
    <w:rsid w:val="00082E7C"/>
    <w:rsid w:val="00085270"/>
    <w:rsid w:val="00085CC6"/>
    <w:rsid w:val="00087F57"/>
    <w:rsid w:val="000921F0"/>
    <w:rsid w:val="00092350"/>
    <w:rsid w:val="0009257D"/>
    <w:rsid w:val="00092FB3"/>
    <w:rsid w:val="000950A3"/>
    <w:rsid w:val="0009597C"/>
    <w:rsid w:val="000973B1"/>
    <w:rsid w:val="00097557"/>
    <w:rsid w:val="000A06C4"/>
    <w:rsid w:val="000A0CBF"/>
    <w:rsid w:val="000A22E7"/>
    <w:rsid w:val="000A27D8"/>
    <w:rsid w:val="000A27E6"/>
    <w:rsid w:val="000A30DE"/>
    <w:rsid w:val="000A3A63"/>
    <w:rsid w:val="000A4EBC"/>
    <w:rsid w:val="000A569C"/>
    <w:rsid w:val="000A6BF6"/>
    <w:rsid w:val="000A729C"/>
    <w:rsid w:val="000A7CD4"/>
    <w:rsid w:val="000B213C"/>
    <w:rsid w:val="000B3D73"/>
    <w:rsid w:val="000B5301"/>
    <w:rsid w:val="000B55B1"/>
    <w:rsid w:val="000B6345"/>
    <w:rsid w:val="000B6B32"/>
    <w:rsid w:val="000B74A9"/>
    <w:rsid w:val="000B789F"/>
    <w:rsid w:val="000C1AAD"/>
    <w:rsid w:val="000C2087"/>
    <w:rsid w:val="000C24F3"/>
    <w:rsid w:val="000C3165"/>
    <w:rsid w:val="000C367A"/>
    <w:rsid w:val="000C390D"/>
    <w:rsid w:val="000C3964"/>
    <w:rsid w:val="000C3DB9"/>
    <w:rsid w:val="000C4937"/>
    <w:rsid w:val="000C7AC7"/>
    <w:rsid w:val="000C7C3C"/>
    <w:rsid w:val="000C7DA1"/>
    <w:rsid w:val="000D0231"/>
    <w:rsid w:val="000D1AB0"/>
    <w:rsid w:val="000D27FB"/>
    <w:rsid w:val="000D31CF"/>
    <w:rsid w:val="000D465E"/>
    <w:rsid w:val="000D56B6"/>
    <w:rsid w:val="000D6711"/>
    <w:rsid w:val="000D68B3"/>
    <w:rsid w:val="000D6D2B"/>
    <w:rsid w:val="000D6D58"/>
    <w:rsid w:val="000E21AA"/>
    <w:rsid w:val="000E38BD"/>
    <w:rsid w:val="000E3A2D"/>
    <w:rsid w:val="000E4302"/>
    <w:rsid w:val="000E435E"/>
    <w:rsid w:val="000E5942"/>
    <w:rsid w:val="000E69F1"/>
    <w:rsid w:val="000E74E8"/>
    <w:rsid w:val="000E7838"/>
    <w:rsid w:val="000F0B40"/>
    <w:rsid w:val="000F1C52"/>
    <w:rsid w:val="000F1D12"/>
    <w:rsid w:val="000F2526"/>
    <w:rsid w:val="000F2AE9"/>
    <w:rsid w:val="000F352C"/>
    <w:rsid w:val="000F4B74"/>
    <w:rsid w:val="000F6F52"/>
    <w:rsid w:val="000F7CD3"/>
    <w:rsid w:val="0010036A"/>
    <w:rsid w:val="0010389D"/>
    <w:rsid w:val="001040F2"/>
    <w:rsid w:val="00104251"/>
    <w:rsid w:val="001042D8"/>
    <w:rsid w:val="001064DC"/>
    <w:rsid w:val="001065BA"/>
    <w:rsid w:val="00107E24"/>
    <w:rsid w:val="00111346"/>
    <w:rsid w:val="00113DE6"/>
    <w:rsid w:val="00115C24"/>
    <w:rsid w:val="00116A98"/>
    <w:rsid w:val="00117E6B"/>
    <w:rsid w:val="00120C14"/>
    <w:rsid w:val="00120C40"/>
    <w:rsid w:val="00121E39"/>
    <w:rsid w:val="0012425F"/>
    <w:rsid w:val="00124459"/>
    <w:rsid w:val="0012555E"/>
    <w:rsid w:val="00126EC7"/>
    <w:rsid w:val="00127730"/>
    <w:rsid w:val="001315EA"/>
    <w:rsid w:val="00131BB6"/>
    <w:rsid w:val="00131E56"/>
    <w:rsid w:val="00132CA9"/>
    <w:rsid w:val="00133059"/>
    <w:rsid w:val="001334C7"/>
    <w:rsid w:val="00134BD1"/>
    <w:rsid w:val="00137437"/>
    <w:rsid w:val="00140447"/>
    <w:rsid w:val="001434AC"/>
    <w:rsid w:val="00143B55"/>
    <w:rsid w:val="00143E1F"/>
    <w:rsid w:val="001449C4"/>
    <w:rsid w:val="00145854"/>
    <w:rsid w:val="001461C8"/>
    <w:rsid w:val="0014686E"/>
    <w:rsid w:val="00146F33"/>
    <w:rsid w:val="001471C0"/>
    <w:rsid w:val="0015071E"/>
    <w:rsid w:val="00150BA1"/>
    <w:rsid w:val="00151E28"/>
    <w:rsid w:val="00152050"/>
    <w:rsid w:val="0015238F"/>
    <w:rsid w:val="00153270"/>
    <w:rsid w:val="001539DF"/>
    <w:rsid w:val="00153F9A"/>
    <w:rsid w:val="00154038"/>
    <w:rsid w:val="001549D6"/>
    <w:rsid w:val="00155183"/>
    <w:rsid w:val="00155D18"/>
    <w:rsid w:val="001563D3"/>
    <w:rsid w:val="00156E79"/>
    <w:rsid w:val="00157181"/>
    <w:rsid w:val="00157580"/>
    <w:rsid w:val="00160DCD"/>
    <w:rsid w:val="00160E74"/>
    <w:rsid w:val="00161132"/>
    <w:rsid w:val="00161B51"/>
    <w:rsid w:val="00161EF5"/>
    <w:rsid w:val="00164FF2"/>
    <w:rsid w:val="001713CA"/>
    <w:rsid w:val="00171FB0"/>
    <w:rsid w:val="0017222D"/>
    <w:rsid w:val="00172BA6"/>
    <w:rsid w:val="00173027"/>
    <w:rsid w:val="00173C67"/>
    <w:rsid w:val="0017403F"/>
    <w:rsid w:val="001743E0"/>
    <w:rsid w:val="00175415"/>
    <w:rsid w:val="00175E0C"/>
    <w:rsid w:val="00175EF5"/>
    <w:rsid w:val="0017640B"/>
    <w:rsid w:val="00176971"/>
    <w:rsid w:val="00176C97"/>
    <w:rsid w:val="00176DCB"/>
    <w:rsid w:val="0017705D"/>
    <w:rsid w:val="00177206"/>
    <w:rsid w:val="0018148C"/>
    <w:rsid w:val="001815F1"/>
    <w:rsid w:val="00182E4C"/>
    <w:rsid w:val="00183008"/>
    <w:rsid w:val="001842E3"/>
    <w:rsid w:val="00186C7F"/>
    <w:rsid w:val="00192013"/>
    <w:rsid w:val="0019219B"/>
    <w:rsid w:val="00192497"/>
    <w:rsid w:val="001948D0"/>
    <w:rsid w:val="001951F0"/>
    <w:rsid w:val="001954BC"/>
    <w:rsid w:val="00195FAA"/>
    <w:rsid w:val="00195FEC"/>
    <w:rsid w:val="0019620C"/>
    <w:rsid w:val="00196B33"/>
    <w:rsid w:val="00197D53"/>
    <w:rsid w:val="00197DE3"/>
    <w:rsid w:val="001A1507"/>
    <w:rsid w:val="001A1A25"/>
    <w:rsid w:val="001A1F97"/>
    <w:rsid w:val="001A253F"/>
    <w:rsid w:val="001A335B"/>
    <w:rsid w:val="001A38AA"/>
    <w:rsid w:val="001A421E"/>
    <w:rsid w:val="001A5E34"/>
    <w:rsid w:val="001A65C2"/>
    <w:rsid w:val="001A660D"/>
    <w:rsid w:val="001A6A3C"/>
    <w:rsid w:val="001A75B5"/>
    <w:rsid w:val="001A7CE9"/>
    <w:rsid w:val="001B0A96"/>
    <w:rsid w:val="001B268B"/>
    <w:rsid w:val="001B4D91"/>
    <w:rsid w:val="001B52BC"/>
    <w:rsid w:val="001B6652"/>
    <w:rsid w:val="001B665D"/>
    <w:rsid w:val="001B7FB5"/>
    <w:rsid w:val="001C0DDB"/>
    <w:rsid w:val="001C28D1"/>
    <w:rsid w:val="001C3C8B"/>
    <w:rsid w:val="001C540B"/>
    <w:rsid w:val="001C5FAE"/>
    <w:rsid w:val="001C6513"/>
    <w:rsid w:val="001C6C21"/>
    <w:rsid w:val="001C7365"/>
    <w:rsid w:val="001C76E5"/>
    <w:rsid w:val="001C7D17"/>
    <w:rsid w:val="001C7F86"/>
    <w:rsid w:val="001D2A77"/>
    <w:rsid w:val="001D4A88"/>
    <w:rsid w:val="001D600C"/>
    <w:rsid w:val="001D6127"/>
    <w:rsid w:val="001D6473"/>
    <w:rsid w:val="001E0048"/>
    <w:rsid w:val="001E0180"/>
    <w:rsid w:val="001E02DF"/>
    <w:rsid w:val="001E130F"/>
    <w:rsid w:val="001E1C88"/>
    <w:rsid w:val="001E2404"/>
    <w:rsid w:val="001E24E7"/>
    <w:rsid w:val="001E566F"/>
    <w:rsid w:val="001E5F0B"/>
    <w:rsid w:val="001E662C"/>
    <w:rsid w:val="001E6E51"/>
    <w:rsid w:val="001E7286"/>
    <w:rsid w:val="001F0F52"/>
    <w:rsid w:val="001F173D"/>
    <w:rsid w:val="001F20E9"/>
    <w:rsid w:val="001F391E"/>
    <w:rsid w:val="001F52D7"/>
    <w:rsid w:val="001F580D"/>
    <w:rsid w:val="001F6013"/>
    <w:rsid w:val="001F6531"/>
    <w:rsid w:val="001F6F8C"/>
    <w:rsid w:val="001F6F8D"/>
    <w:rsid w:val="001F786C"/>
    <w:rsid w:val="001F798A"/>
    <w:rsid w:val="00200373"/>
    <w:rsid w:val="00200D74"/>
    <w:rsid w:val="00202E98"/>
    <w:rsid w:val="00202F85"/>
    <w:rsid w:val="00203ACA"/>
    <w:rsid w:val="00203D55"/>
    <w:rsid w:val="00210A87"/>
    <w:rsid w:val="00210D25"/>
    <w:rsid w:val="0021125D"/>
    <w:rsid w:val="00211DFE"/>
    <w:rsid w:val="00213A0B"/>
    <w:rsid w:val="002151ED"/>
    <w:rsid w:val="002154AF"/>
    <w:rsid w:val="002168FA"/>
    <w:rsid w:val="00216CAE"/>
    <w:rsid w:val="00217B5B"/>
    <w:rsid w:val="00221733"/>
    <w:rsid w:val="002218E7"/>
    <w:rsid w:val="00222D65"/>
    <w:rsid w:val="00225579"/>
    <w:rsid w:val="00225BD5"/>
    <w:rsid w:val="00226633"/>
    <w:rsid w:val="00227203"/>
    <w:rsid w:val="002314CA"/>
    <w:rsid w:val="002315D0"/>
    <w:rsid w:val="002336F2"/>
    <w:rsid w:val="002351A7"/>
    <w:rsid w:val="00236069"/>
    <w:rsid w:val="00237963"/>
    <w:rsid w:val="00240E39"/>
    <w:rsid w:val="0024204B"/>
    <w:rsid w:val="00242131"/>
    <w:rsid w:val="00242F26"/>
    <w:rsid w:val="00247B40"/>
    <w:rsid w:val="00247D51"/>
    <w:rsid w:val="00250182"/>
    <w:rsid w:val="002507AC"/>
    <w:rsid w:val="002508FE"/>
    <w:rsid w:val="0025175A"/>
    <w:rsid w:val="002528B8"/>
    <w:rsid w:val="0025365C"/>
    <w:rsid w:val="0025396D"/>
    <w:rsid w:val="00254DC1"/>
    <w:rsid w:val="00256E1D"/>
    <w:rsid w:val="00257C20"/>
    <w:rsid w:val="00261314"/>
    <w:rsid w:val="00261A2B"/>
    <w:rsid w:val="00261C78"/>
    <w:rsid w:val="002629A5"/>
    <w:rsid w:val="002637AC"/>
    <w:rsid w:val="0026426D"/>
    <w:rsid w:val="00264CE2"/>
    <w:rsid w:val="00266AFC"/>
    <w:rsid w:val="00266C45"/>
    <w:rsid w:val="00270BE6"/>
    <w:rsid w:val="00272741"/>
    <w:rsid w:val="002733F0"/>
    <w:rsid w:val="002748FC"/>
    <w:rsid w:val="002803FA"/>
    <w:rsid w:val="00281249"/>
    <w:rsid w:val="00281877"/>
    <w:rsid w:val="00282E78"/>
    <w:rsid w:val="002833BE"/>
    <w:rsid w:val="00286113"/>
    <w:rsid w:val="002868E2"/>
    <w:rsid w:val="00291087"/>
    <w:rsid w:val="002923C4"/>
    <w:rsid w:val="0029360F"/>
    <w:rsid w:val="00294123"/>
    <w:rsid w:val="002948E9"/>
    <w:rsid w:val="00294A1E"/>
    <w:rsid w:val="0029597C"/>
    <w:rsid w:val="00295C78"/>
    <w:rsid w:val="00296204"/>
    <w:rsid w:val="0029711B"/>
    <w:rsid w:val="00297DC8"/>
    <w:rsid w:val="002A0374"/>
    <w:rsid w:val="002A09B4"/>
    <w:rsid w:val="002A18AE"/>
    <w:rsid w:val="002A687F"/>
    <w:rsid w:val="002A7DB7"/>
    <w:rsid w:val="002B01F8"/>
    <w:rsid w:val="002B0BEE"/>
    <w:rsid w:val="002B0BEF"/>
    <w:rsid w:val="002B1991"/>
    <w:rsid w:val="002B19D7"/>
    <w:rsid w:val="002B3B4E"/>
    <w:rsid w:val="002B4CC7"/>
    <w:rsid w:val="002B5E6B"/>
    <w:rsid w:val="002C0A61"/>
    <w:rsid w:val="002C15E5"/>
    <w:rsid w:val="002C17D8"/>
    <w:rsid w:val="002C2030"/>
    <w:rsid w:val="002C2A3E"/>
    <w:rsid w:val="002C32D0"/>
    <w:rsid w:val="002C3E79"/>
    <w:rsid w:val="002C403F"/>
    <w:rsid w:val="002C4668"/>
    <w:rsid w:val="002C476A"/>
    <w:rsid w:val="002C4ECF"/>
    <w:rsid w:val="002C557D"/>
    <w:rsid w:val="002C6070"/>
    <w:rsid w:val="002C6341"/>
    <w:rsid w:val="002D0B84"/>
    <w:rsid w:val="002D19A1"/>
    <w:rsid w:val="002D22D6"/>
    <w:rsid w:val="002D26F4"/>
    <w:rsid w:val="002D3006"/>
    <w:rsid w:val="002D32D5"/>
    <w:rsid w:val="002D3D86"/>
    <w:rsid w:val="002D40C5"/>
    <w:rsid w:val="002D69B3"/>
    <w:rsid w:val="002E038D"/>
    <w:rsid w:val="002E2986"/>
    <w:rsid w:val="002E314F"/>
    <w:rsid w:val="002E40D5"/>
    <w:rsid w:val="002E45DE"/>
    <w:rsid w:val="002E4617"/>
    <w:rsid w:val="002F03F5"/>
    <w:rsid w:val="002F0811"/>
    <w:rsid w:val="002F1967"/>
    <w:rsid w:val="002F1F43"/>
    <w:rsid w:val="002F2B92"/>
    <w:rsid w:val="002F2C99"/>
    <w:rsid w:val="002F2E0F"/>
    <w:rsid w:val="002F4CAF"/>
    <w:rsid w:val="00300031"/>
    <w:rsid w:val="003002C2"/>
    <w:rsid w:val="0030101B"/>
    <w:rsid w:val="00302743"/>
    <w:rsid w:val="00302A50"/>
    <w:rsid w:val="00303249"/>
    <w:rsid w:val="003034C9"/>
    <w:rsid w:val="00303552"/>
    <w:rsid w:val="00303B97"/>
    <w:rsid w:val="00304E1D"/>
    <w:rsid w:val="003051F5"/>
    <w:rsid w:val="00306958"/>
    <w:rsid w:val="00306E90"/>
    <w:rsid w:val="0030751D"/>
    <w:rsid w:val="00312FAB"/>
    <w:rsid w:val="00313312"/>
    <w:rsid w:val="00314457"/>
    <w:rsid w:val="00314821"/>
    <w:rsid w:val="003158B3"/>
    <w:rsid w:val="003172FA"/>
    <w:rsid w:val="0031736F"/>
    <w:rsid w:val="003179FA"/>
    <w:rsid w:val="00317FC0"/>
    <w:rsid w:val="00320D9C"/>
    <w:rsid w:val="00321FE1"/>
    <w:rsid w:val="00322AAC"/>
    <w:rsid w:val="0032307F"/>
    <w:rsid w:val="00323210"/>
    <w:rsid w:val="00324710"/>
    <w:rsid w:val="0032540E"/>
    <w:rsid w:val="0032589F"/>
    <w:rsid w:val="00326028"/>
    <w:rsid w:val="00326B48"/>
    <w:rsid w:val="0032706A"/>
    <w:rsid w:val="003277E8"/>
    <w:rsid w:val="00327906"/>
    <w:rsid w:val="0033015E"/>
    <w:rsid w:val="00330252"/>
    <w:rsid w:val="003313D2"/>
    <w:rsid w:val="00331ABC"/>
    <w:rsid w:val="00331D26"/>
    <w:rsid w:val="00335125"/>
    <w:rsid w:val="00335270"/>
    <w:rsid w:val="003359A8"/>
    <w:rsid w:val="00337192"/>
    <w:rsid w:val="003402EA"/>
    <w:rsid w:val="003418B6"/>
    <w:rsid w:val="00341DA7"/>
    <w:rsid w:val="00342127"/>
    <w:rsid w:val="003427D2"/>
    <w:rsid w:val="00344595"/>
    <w:rsid w:val="00344A84"/>
    <w:rsid w:val="00344C6D"/>
    <w:rsid w:val="003459E1"/>
    <w:rsid w:val="00347BE2"/>
    <w:rsid w:val="0035009D"/>
    <w:rsid w:val="003506A4"/>
    <w:rsid w:val="00352212"/>
    <w:rsid w:val="00352C00"/>
    <w:rsid w:val="00354557"/>
    <w:rsid w:val="003566B6"/>
    <w:rsid w:val="003577FB"/>
    <w:rsid w:val="00357ABB"/>
    <w:rsid w:val="00360101"/>
    <w:rsid w:val="00360C37"/>
    <w:rsid w:val="003624A9"/>
    <w:rsid w:val="00362D64"/>
    <w:rsid w:val="00363B00"/>
    <w:rsid w:val="0036540D"/>
    <w:rsid w:val="00366299"/>
    <w:rsid w:val="003673F2"/>
    <w:rsid w:val="00367D86"/>
    <w:rsid w:val="00371EC4"/>
    <w:rsid w:val="0037291E"/>
    <w:rsid w:val="00372D53"/>
    <w:rsid w:val="0037307E"/>
    <w:rsid w:val="0037487E"/>
    <w:rsid w:val="00374FA5"/>
    <w:rsid w:val="00375A02"/>
    <w:rsid w:val="00375E7A"/>
    <w:rsid w:val="003774C4"/>
    <w:rsid w:val="00381D2C"/>
    <w:rsid w:val="00381D4B"/>
    <w:rsid w:val="00382711"/>
    <w:rsid w:val="00384A4D"/>
    <w:rsid w:val="00385080"/>
    <w:rsid w:val="00385979"/>
    <w:rsid w:val="00386DE5"/>
    <w:rsid w:val="00386F57"/>
    <w:rsid w:val="00387F6B"/>
    <w:rsid w:val="00390F6D"/>
    <w:rsid w:val="003911E9"/>
    <w:rsid w:val="0039156E"/>
    <w:rsid w:val="00391BFF"/>
    <w:rsid w:val="00392E7B"/>
    <w:rsid w:val="003930E9"/>
    <w:rsid w:val="003951BC"/>
    <w:rsid w:val="00396AD4"/>
    <w:rsid w:val="003A0829"/>
    <w:rsid w:val="003A15E9"/>
    <w:rsid w:val="003A282F"/>
    <w:rsid w:val="003A297E"/>
    <w:rsid w:val="003A35A9"/>
    <w:rsid w:val="003A4E6C"/>
    <w:rsid w:val="003A51F5"/>
    <w:rsid w:val="003A541B"/>
    <w:rsid w:val="003A69A9"/>
    <w:rsid w:val="003A75EB"/>
    <w:rsid w:val="003B10DC"/>
    <w:rsid w:val="003B16D7"/>
    <w:rsid w:val="003B1842"/>
    <w:rsid w:val="003B1B12"/>
    <w:rsid w:val="003B2539"/>
    <w:rsid w:val="003B2554"/>
    <w:rsid w:val="003B25D5"/>
    <w:rsid w:val="003B3F15"/>
    <w:rsid w:val="003B4506"/>
    <w:rsid w:val="003B4DE7"/>
    <w:rsid w:val="003B5C23"/>
    <w:rsid w:val="003B5D3E"/>
    <w:rsid w:val="003B6360"/>
    <w:rsid w:val="003B6449"/>
    <w:rsid w:val="003B7182"/>
    <w:rsid w:val="003C1E65"/>
    <w:rsid w:val="003C266E"/>
    <w:rsid w:val="003C2AA0"/>
    <w:rsid w:val="003C3639"/>
    <w:rsid w:val="003C3B31"/>
    <w:rsid w:val="003C56FE"/>
    <w:rsid w:val="003C7020"/>
    <w:rsid w:val="003D04F4"/>
    <w:rsid w:val="003D4C82"/>
    <w:rsid w:val="003D56CF"/>
    <w:rsid w:val="003D6C73"/>
    <w:rsid w:val="003D7457"/>
    <w:rsid w:val="003E07F2"/>
    <w:rsid w:val="003E199F"/>
    <w:rsid w:val="003E3F7D"/>
    <w:rsid w:val="003E47E2"/>
    <w:rsid w:val="003E4B39"/>
    <w:rsid w:val="003E663D"/>
    <w:rsid w:val="003E6D45"/>
    <w:rsid w:val="003E6D67"/>
    <w:rsid w:val="003E6E26"/>
    <w:rsid w:val="003E7646"/>
    <w:rsid w:val="003F056B"/>
    <w:rsid w:val="003F0C60"/>
    <w:rsid w:val="003F1B07"/>
    <w:rsid w:val="003F2875"/>
    <w:rsid w:val="003F300A"/>
    <w:rsid w:val="003F3401"/>
    <w:rsid w:val="003F49F0"/>
    <w:rsid w:val="003F6BDB"/>
    <w:rsid w:val="003F6F21"/>
    <w:rsid w:val="00400432"/>
    <w:rsid w:val="00403FFF"/>
    <w:rsid w:val="00406452"/>
    <w:rsid w:val="00410C7F"/>
    <w:rsid w:val="00410F18"/>
    <w:rsid w:val="00411395"/>
    <w:rsid w:val="004122EA"/>
    <w:rsid w:val="00412429"/>
    <w:rsid w:val="004128E0"/>
    <w:rsid w:val="00412A14"/>
    <w:rsid w:val="00412B89"/>
    <w:rsid w:val="004133D6"/>
    <w:rsid w:val="004134C3"/>
    <w:rsid w:val="004151AF"/>
    <w:rsid w:val="00420588"/>
    <w:rsid w:val="004220FC"/>
    <w:rsid w:val="00423446"/>
    <w:rsid w:val="00423CB3"/>
    <w:rsid w:val="00424E73"/>
    <w:rsid w:val="00424EDB"/>
    <w:rsid w:val="00425B28"/>
    <w:rsid w:val="00430874"/>
    <w:rsid w:val="004328B7"/>
    <w:rsid w:val="00432D59"/>
    <w:rsid w:val="00433143"/>
    <w:rsid w:val="0043510F"/>
    <w:rsid w:val="004356E0"/>
    <w:rsid w:val="0043607A"/>
    <w:rsid w:val="00436138"/>
    <w:rsid w:val="0043627E"/>
    <w:rsid w:val="00437231"/>
    <w:rsid w:val="00440BEA"/>
    <w:rsid w:val="004434E7"/>
    <w:rsid w:val="00446696"/>
    <w:rsid w:val="00446993"/>
    <w:rsid w:val="00446A4F"/>
    <w:rsid w:val="004477EF"/>
    <w:rsid w:val="0044787F"/>
    <w:rsid w:val="00452D58"/>
    <w:rsid w:val="0045368C"/>
    <w:rsid w:val="0045396F"/>
    <w:rsid w:val="00454D53"/>
    <w:rsid w:val="00455227"/>
    <w:rsid w:val="004573C4"/>
    <w:rsid w:val="0046104A"/>
    <w:rsid w:val="004628F0"/>
    <w:rsid w:val="00462FFA"/>
    <w:rsid w:val="004640EE"/>
    <w:rsid w:val="0046462C"/>
    <w:rsid w:val="00464C89"/>
    <w:rsid w:val="0046791A"/>
    <w:rsid w:val="00467F44"/>
    <w:rsid w:val="00470A42"/>
    <w:rsid w:val="00471D1C"/>
    <w:rsid w:val="00472A19"/>
    <w:rsid w:val="00472E5F"/>
    <w:rsid w:val="00473179"/>
    <w:rsid w:val="004735FF"/>
    <w:rsid w:val="004742C5"/>
    <w:rsid w:val="00475879"/>
    <w:rsid w:val="00475982"/>
    <w:rsid w:val="00475A9A"/>
    <w:rsid w:val="00476A3B"/>
    <w:rsid w:val="00476A98"/>
    <w:rsid w:val="0047700A"/>
    <w:rsid w:val="00482773"/>
    <w:rsid w:val="00483EDF"/>
    <w:rsid w:val="00484072"/>
    <w:rsid w:val="0048443D"/>
    <w:rsid w:val="00485143"/>
    <w:rsid w:val="004866B9"/>
    <w:rsid w:val="00487976"/>
    <w:rsid w:val="00487CEF"/>
    <w:rsid w:val="00493591"/>
    <w:rsid w:val="004952DC"/>
    <w:rsid w:val="00495D1F"/>
    <w:rsid w:val="004965C3"/>
    <w:rsid w:val="00497CAB"/>
    <w:rsid w:val="004A1837"/>
    <w:rsid w:val="004A2919"/>
    <w:rsid w:val="004A2C3D"/>
    <w:rsid w:val="004A3F49"/>
    <w:rsid w:val="004A4CBA"/>
    <w:rsid w:val="004A5060"/>
    <w:rsid w:val="004A58D5"/>
    <w:rsid w:val="004A6FF0"/>
    <w:rsid w:val="004B06A4"/>
    <w:rsid w:val="004B2425"/>
    <w:rsid w:val="004B3343"/>
    <w:rsid w:val="004B3DC9"/>
    <w:rsid w:val="004B600E"/>
    <w:rsid w:val="004B654E"/>
    <w:rsid w:val="004B6CB7"/>
    <w:rsid w:val="004B7E04"/>
    <w:rsid w:val="004C031F"/>
    <w:rsid w:val="004C09C0"/>
    <w:rsid w:val="004C0C89"/>
    <w:rsid w:val="004C1BBC"/>
    <w:rsid w:val="004C30AA"/>
    <w:rsid w:val="004C4B9E"/>
    <w:rsid w:val="004C5338"/>
    <w:rsid w:val="004C58A1"/>
    <w:rsid w:val="004C5FF0"/>
    <w:rsid w:val="004C6E64"/>
    <w:rsid w:val="004D082A"/>
    <w:rsid w:val="004D2197"/>
    <w:rsid w:val="004D3511"/>
    <w:rsid w:val="004D3528"/>
    <w:rsid w:val="004D376A"/>
    <w:rsid w:val="004D3B56"/>
    <w:rsid w:val="004E11C3"/>
    <w:rsid w:val="004E121F"/>
    <w:rsid w:val="004E229F"/>
    <w:rsid w:val="004E2994"/>
    <w:rsid w:val="004E3B0F"/>
    <w:rsid w:val="004E47C2"/>
    <w:rsid w:val="004E48E6"/>
    <w:rsid w:val="004E4AC3"/>
    <w:rsid w:val="004E5559"/>
    <w:rsid w:val="004E5691"/>
    <w:rsid w:val="004E69BA"/>
    <w:rsid w:val="004E7185"/>
    <w:rsid w:val="004F0026"/>
    <w:rsid w:val="004F100B"/>
    <w:rsid w:val="004F16C6"/>
    <w:rsid w:val="004F17C6"/>
    <w:rsid w:val="004F1C1E"/>
    <w:rsid w:val="004F2977"/>
    <w:rsid w:val="004F3564"/>
    <w:rsid w:val="004F5377"/>
    <w:rsid w:val="005006B6"/>
    <w:rsid w:val="005024DF"/>
    <w:rsid w:val="00502D27"/>
    <w:rsid w:val="0050575A"/>
    <w:rsid w:val="00506096"/>
    <w:rsid w:val="00510495"/>
    <w:rsid w:val="00511AC0"/>
    <w:rsid w:val="00512037"/>
    <w:rsid w:val="005126C5"/>
    <w:rsid w:val="0051292E"/>
    <w:rsid w:val="005131B0"/>
    <w:rsid w:val="00513480"/>
    <w:rsid w:val="0051437D"/>
    <w:rsid w:val="0051462F"/>
    <w:rsid w:val="00515322"/>
    <w:rsid w:val="00516566"/>
    <w:rsid w:val="0051675A"/>
    <w:rsid w:val="0051742D"/>
    <w:rsid w:val="00517C89"/>
    <w:rsid w:val="00520EA9"/>
    <w:rsid w:val="00521DAC"/>
    <w:rsid w:val="00522B92"/>
    <w:rsid w:val="005233E9"/>
    <w:rsid w:val="0052439F"/>
    <w:rsid w:val="005252BE"/>
    <w:rsid w:val="00527796"/>
    <w:rsid w:val="00527BF0"/>
    <w:rsid w:val="0053060E"/>
    <w:rsid w:val="00530702"/>
    <w:rsid w:val="0053220B"/>
    <w:rsid w:val="00532607"/>
    <w:rsid w:val="005327CE"/>
    <w:rsid w:val="0053333E"/>
    <w:rsid w:val="00533EA8"/>
    <w:rsid w:val="00534B23"/>
    <w:rsid w:val="005359CB"/>
    <w:rsid w:val="00536773"/>
    <w:rsid w:val="00536E25"/>
    <w:rsid w:val="0053736F"/>
    <w:rsid w:val="00537580"/>
    <w:rsid w:val="00537C03"/>
    <w:rsid w:val="00537D8F"/>
    <w:rsid w:val="00540A16"/>
    <w:rsid w:val="00540BCD"/>
    <w:rsid w:val="0054246D"/>
    <w:rsid w:val="00542E3F"/>
    <w:rsid w:val="005439C8"/>
    <w:rsid w:val="00543BE3"/>
    <w:rsid w:val="00543C89"/>
    <w:rsid w:val="0054449F"/>
    <w:rsid w:val="005444EC"/>
    <w:rsid w:val="005448B1"/>
    <w:rsid w:val="00545173"/>
    <w:rsid w:val="00545825"/>
    <w:rsid w:val="00546991"/>
    <w:rsid w:val="00547717"/>
    <w:rsid w:val="00551358"/>
    <w:rsid w:val="00552E3A"/>
    <w:rsid w:val="005544F8"/>
    <w:rsid w:val="00554B7A"/>
    <w:rsid w:val="00554F0E"/>
    <w:rsid w:val="00555498"/>
    <w:rsid w:val="00556730"/>
    <w:rsid w:val="00556FEE"/>
    <w:rsid w:val="005572AA"/>
    <w:rsid w:val="00557921"/>
    <w:rsid w:val="0055798D"/>
    <w:rsid w:val="00560C5C"/>
    <w:rsid w:val="005621EF"/>
    <w:rsid w:val="00562983"/>
    <w:rsid w:val="0056399E"/>
    <w:rsid w:val="00563AAA"/>
    <w:rsid w:val="00564492"/>
    <w:rsid w:val="00565191"/>
    <w:rsid w:val="005652D4"/>
    <w:rsid w:val="005669AD"/>
    <w:rsid w:val="00567D61"/>
    <w:rsid w:val="00570936"/>
    <w:rsid w:val="00572925"/>
    <w:rsid w:val="0057312E"/>
    <w:rsid w:val="00573535"/>
    <w:rsid w:val="005742B8"/>
    <w:rsid w:val="0057480B"/>
    <w:rsid w:val="00574F61"/>
    <w:rsid w:val="0058020B"/>
    <w:rsid w:val="0058084D"/>
    <w:rsid w:val="00581728"/>
    <w:rsid w:val="00581850"/>
    <w:rsid w:val="00581EAB"/>
    <w:rsid w:val="00582A6A"/>
    <w:rsid w:val="00583512"/>
    <w:rsid w:val="00584E2D"/>
    <w:rsid w:val="00584EF4"/>
    <w:rsid w:val="00584F38"/>
    <w:rsid w:val="00584F9F"/>
    <w:rsid w:val="00586A44"/>
    <w:rsid w:val="005907CD"/>
    <w:rsid w:val="00590E98"/>
    <w:rsid w:val="00591443"/>
    <w:rsid w:val="005916A5"/>
    <w:rsid w:val="00591709"/>
    <w:rsid w:val="00591C79"/>
    <w:rsid w:val="005925CF"/>
    <w:rsid w:val="0059453F"/>
    <w:rsid w:val="005950D6"/>
    <w:rsid w:val="00595A48"/>
    <w:rsid w:val="00595B6D"/>
    <w:rsid w:val="005971F6"/>
    <w:rsid w:val="00597D32"/>
    <w:rsid w:val="005A1126"/>
    <w:rsid w:val="005A1192"/>
    <w:rsid w:val="005A1719"/>
    <w:rsid w:val="005A2368"/>
    <w:rsid w:val="005A271D"/>
    <w:rsid w:val="005A34DF"/>
    <w:rsid w:val="005A6BAD"/>
    <w:rsid w:val="005A6E6D"/>
    <w:rsid w:val="005A727B"/>
    <w:rsid w:val="005B0FEC"/>
    <w:rsid w:val="005B16A3"/>
    <w:rsid w:val="005B296E"/>
    <w:rsid w:val="005B327F"/>
    <w:rsid w:val="005B334B"/>
    <w:rsid w:val="005B3FA2"/>
    <w:rsid w:val="005B470C"/>
    <w:rsid w:val="005B5F5F"/>
    <w:rsid w:val="005B721C"/>
    <w:rsid w:val="005C095D"/>
    <w:rsid w:val="005C209B"/>
    <w:rsid w:val="005C30D1"/>
    <w:rsid w:val="005C4233"/>
    <w:rsid w:val="005C4E5D"/>
    <w:rsid w:val="005C4F9E"/>
    <w:rsid w:val="005C7167"/>
    <w:rsid w:val="005D02F2"/>
    <w:rsid w:val="005D1249"/>
    <w:rsid w:val="005D2E32"/>
    <w:rsid w:val="005D2FF0"/>
    <w:rsid w:val="005D327C"/>
    <w:rsid w:val="005D4432"/>
    <w:rsid w:val="005D4661"/>
    <w:rsid w:val="005D5BF4"/>
    <w:rsid w:val="005D71FE"/>
    <w:rsid w:val="005E0538"/>
    <w:rsid w:val="005E2493"/>
    <w:rsid w:val="005E533F"/>
    <w:rsid w:val="005E549D"/>
    <w:rsid w:val="005E59F2"/>
    <w:rsid w:val="005E62DA"/>
    <w:rsid w:val="005E641A"/>
    <w:rsid w:val="005E6976"/>
    <w:rsid w:val="005E7D60"/>
    <w:rsid w:val="005F0255"/>
    <w:rsid w:val="005F1BD6"/>
    <w:rsid w:val="005F2A68"/>
    <w:rsid w:val="005F3A7F"/>
    <w:rsid w:val="005F3C8B"/>
    <w:rsid w:val="005F43D4"/>
    <w:rsid w:val="005F49CD"/>
    <w:rsid w:val="005F5EA2"/>
    <w:rsid w:val="005F6051"/>
    <w:rsid w:val="006057B0"/>
    <w:rsid w:val="006068F0"/>
    <w:rsid w:val="00611201"/>
    <w:rsid w:val="00611D02"/>
    <w:rsid w:val="00612044"/>
    <w:rsid w:val="006122FC"/>
    <w:rsid w:val="00612DFF"/>
    <w:rsid w:val="0061355C"/>
    <w:rsid w:val="00614E23"/>
    <w:rsid w:val="006157BD"/>
    <w:rsid w:val="0061778E"/>
    <w:rsid w:val="006209C2"/>
    <w:rsid w:val="00622754"/>
    <w:rsid w:val="00622A9A"/>
    <w:rsid w:val="00623AC6"/>
    <w:rsid w:val="006252F4"/>
    <w:rsid w:val="00630427"/>
    <w:rsid w:val="00633566"/>
    <w:rsid w:val="006338AB"/>
    <w:rsid w:val="00633AE3"/>
    <w:rsid w:val="006352CE"/>
    <w:rsid w:val="006367F0"/>
    <w:rsid w:val="006369E7"/>
    <w:rsid w:val="006404A8"/>
    <w:rsid w:val="006409C4"/>
    <w:rsid w:val="0064270A"/>
    <w:rsid w:val="00642AE8"/>
    <w:rsid w:val="00645C58"/>
    <w:rsid w:val="00646096"/>
    <w:rsid w:val="006538E4"/>
    <w:rsid w:val="00654C7E"/>
    <w:rsid w:val="00655844"/>
    <w:rsid w:val="00655D1E"/>
    <w:rsid w:val="00655F8E"/>
    <w:rsid w:val="006568DE"/>
    <w:rsid w:val="00657289"/>
    <w:rsid w:val="00657EBE"/>
    <w:rsid w:val="00657EC1"/>
    <w:rsid w:val="006622A0"/>
    <w:rsid w:val="00663E9F"/>
    <w:rsid w:val="00663F73"/>
    <w:rsid w:val="006660D5"/>
    <w:rsid w:val="00667ACF"/>
    <w:rsid w:val="00672474"/>
    <w:rsid w:val="00672773"/>
    <w:rsid w:val="00673639"/>
    <w:rsid w:val="00675229"/>
    <w:rsid w:val="00676657"/>
    <w:rsid w:val="00676CA7"/>
    <w:rsid w:val="00676EE9"/>
    <w:rsid w:val="00677346"/>
    <w:rsid w:val="0067788B"/>
    <w:rsid w:val="00677BB4"/>
    <w:rsid w:val="006806E9"/>
    <w:rsid w:val="006822B0"/>
    <w:rsid w:val="006834CE"/>
    <w:rsid w:val="00683957"/>
    <w:rsid w:val="006843EB"/>
    <w:rsid w:val="00685BEC"/>
    <w:rsid w:val="00686E11"/>
    <w:rsid w:val="00687436"/>
    <w:rsid w:val="00690EBE"/>
    <w:rsid w:val="00691CED"/>
    <w:rsid w:val="006923CD"/>
    <w:rsid w:val="00692CC4"/>
    <w:rsid w:val="00692D0C"/>
    <w:rsid w:val="00692D0D"/>
    <w:rsid w:val="00695EDC"/>
    <w:rsid w:val="00696350"/>
    <w:rsid w:val="006967E0"/>
    <w:rsid w:val="006A0EBD"/>
    <w:rsid w:val="006A1A6B"/>
    <w:rsid w:val="006A20B6"/>
    <w:rsid w:val="006A50E2"/>
    <w:rsid w:val="006A5D83"/>
    <w:rsid w:val="006A6568"/>
    <w:rsid w:val="006B16CF"/>
    <w:rsid w:val="006B1D9D"/>
    <w:rsid w:val="006B3CE1"/>
    <w:rsid w:val="006B43C6"/>
    <w:rsid w:val="006B4684"/>
    <w:rsid w:val="006B6177"/>
    <w:rsid w:val="006B6242"/>
    <w:rsid w:val="006B6696"/>
    <w:rsid w:val="006B7765"/>
    <w:rsid w:val="006C1A70"/>
    <w:rsid w:val="006C27DB"/>
    <w:rsid w:val="006C348C"/>
    <w:rsid w:val="006C4FF7"/>
    <w:rsid w:val="006C7C90"/>
    <w:rsid w:val="006D0174"/>
    <w:rsid w:val="006D16F3"/>
    <w:rsid w:val="006D21CD"/>
    <w:rsid w:val="006D485B"/>
    <w:rsid w:val="006D4A63"/>
    <w:rsid w:val="006D5F05"/>
    <w:rsid w:val="006D6E4B"/>
    <w:rsid w:val="006D7249"/>
    <w:rsid w:val="006E348A"/>
    <w:rsid w:val="006E37DF"/>
    <w:rsid w:val="006E388D"/>
    <w:rsid w:val="006E3F44"/>
    <w:rsid w:val="006E5B49"/>
    <w:rsid w:val="006E794E"/>
    <w:rsid w:val="006F1057"/>
    <w:rsid w:val="006F149C"/>
    <w:rsid w:val="006F2B7E"/>
    <w:rsid w:val="006F4034"/>
    <w:rsid w:val="007005F5"/>
    <w:rsid w:val="00701AD3"/>
    <w:rsid w:val="007028E1"/>
    <w:rsid w:val="007055EB"/>
    <w:rsid w:val="00705CE9"/>
    <w:rsid w:val="00705E28"/>
    <w:rsid w:val="00707FF8"/>
    <w:rsid w:val="007118B0"/>
    <w:rsid w:val="00713319"/>
    <w:rsid w:val="007150C9"/>
    <w:rsid w:val="00715410"/>
    <w:rsid w:val="007155C4"/>
    <w:rsid w:val="00716380"/>
    <w:rsid w:val="00716548"/>
    <w:rsid w:val="00717FF2"/>
    <w:rsid w:val="00720C39"/>
    <w:rsid w:val="00722527"/>
    <w:rsid w:val="00722E40"/>
    <w:rsid w:val="0072325A"/>
    <w:rsid w:val="007249CF"/>
    <w:rsid w:val="007249FB"/>
    <w:rsid w:val="007260B4"/>
    <w:rsid w:val="00726218"/>
    <w:rsid w:val="00726420"/>
    <w:rsid w:val="0072668A"/>
    <w:rsid w:val="007303D8"/>
    <w:rsid w:val="007353CB"/>
    <w:rsid w:val="00736510"/>
    <w:rsid w:val="007367AE"/>
    <w:rsid w:val="00736A4C"/>
    <w:rsid w:val="007374CD"/>
    <w:rsid w:val="00741682"/>
    <w:rsid w:val="00741ECE"/>
    <w:rsid w:val="00742095"/>
    <w:rsid w:val="007424B9"/>
    <w:rsid w:val="00744266"/>
    <w:rsid w:val="00744C20"/>
    <w:rsid w:val="007463EC"/>
    <w:rsid w:val="00746FF9"/>
    <w:rsid w:val="00747AF6"/>
    <w:rsid w:val="00750850"/>
    <w:rsid w:val="0075102B"/>
    <w:rsid w:val="0075105B"/>
    <w:rsid w:val="0075324D"/>
    <w:rsid w:val="00755C11"/>
    <w:rsid w:val="00756C05"/>
    <w:rsid w:val="0076037B"/>
    <w:rsid w:val="00760BA8"/>
    <w:rsid w:val="00760BAC"/>
    <w:rsid w:val="007611F0"/>
    <w:rsid w:val="00761DEF"/>
    <w:rsid w:val="0076288A"/>
    <w:rsid w:val="007631E7"/>
    <w:rsid w:val="007643DB"/>
    <w:rsid w:val="00764FC6"/>
    <w:rsid w:val="007653B2"/>
    <w:rsid w:val="0076590D"/>
    <w:rsid w:val="00765FF0"/>
    <w:rsid w:val="00766EA4"/>
    <w:rsid w:val="007710ED"/>
    <w:rsid w:val="00771619"/>
    <w:rsid w:val="00771D55"/>
    <w:rsid w:val="00773544"/>
    <w:rsid w:val="00773545"/>
    <w:rsid w:val="0077457B"/>
    <w:rsid w:val="00775B0A"/>
    <w:rsid w:val="00776A36"/>
    <w:rsid w:val="00776D3B"/>
    <w:rsid w:val="00776E43"/>
    <w:rsid w:val="00776F06"/>
    <w:rsid w:val="00777012"/>
    <w:rsid w:val="0077781B"/>
    <w:rsid w:val="00777C47"/>
    <w:rsid w:val="0078003D"/>
    <w:rsid w:val="007809E1"/>
    <w:rsid w:val="0078247E"/>
    <w:rsid w:val="0078313A"/>
    <w:rsid w:val="0078379D"/>
    <w:rsid w:val="007837A8"/>
    <w:rsid w:val="00783EBB"/>
    <w:rsid w:val="00783FB9"/>
    <w:rsid w:val="0078404A"/>
    <w:rsid w:val="007845C1"/>
    <w:rsid w:val="00787B20"/>
    <w:rsid w:val="007910B8"/>
    <w:rsid w:val="00791FAB"/>
    <w:rsid w:val="007921DA"/>
    <w:rsid w:val="00792CC3"/>
    <w:rsid w:val="00792D3A"/>
    <w:rsid w:val="00793E95"/>
    <w:rsid w:val="00794378"/>
    <w:rsid w:val="00794436"/>
    <w:rsid w:val="0079446F"/>
    <w:rsid w:val="00794BA3"/>
    <w:rsid w:val="0079665C"/>
    <w:rsid w:val="007967A0"/>
    <w:rsid w:val="00796B9B"/>
    <w:rsid w:val="007A0C3B"/>
    <w:rsid w:val="007A1083"/>
    <w:rsid w:val="007A58C1"/>
    <w:rsid w:val="007A5924"/>
    <w:rsid w:val="007B058A"/>
    <w:rsid w:val="007B086C"/>
    <w:rsid w:val="007B08F6"/>
    <w:rsid w:val="007B1278"/>
    <w:rsid w:val="007B3BEE"/>
    <w:rsid w:val="007B4268"/>
    <w:rsid w:val="007B51F1"/>
    <w:rsid w:val="007B5563"/>
    <w:rsid w:val="007B62E2"/>
    <w:rsid w:val="007B6E19"/>
    <w:rsid w:val="007B74DC"/>
    <w:rsid w:val="007B7A8C"/>
    <w:rsid w:val="007C0B13"/>
    <w:rsid w:val="007C1AD8"/>
    <w:rsid w:val="007C2278"/>
    <w:rsid w:val="007C5106"/>
    <w:rsid w:val="007C52E8"/>
    <w:rsid w:val="007C7279"/>
    <w:rsid w:val="007D1885"/>
    <w:rsid w:val="007D1C14"/>
    <w:rsid w:val="007D3D1C"/>
    <w:rsid w:val="007D6B67"/>
    <w:rsid w:val="007D7089"/>
    <w:rsid w:val="007D7BE1"/>
    <w:rsid w:val="007E011D"/>
    <w:rsid w:val="007E013E"/>
    <w:rsid w:val="007E01E3"/>
    <w:rsid w:val="007E238B"/>
    <w:rsid w:val="007E36AD"/>
    <w:rsid w:val="007E5B55"/>
    <w:rsid w:val="007E651A"/>
    <w:rsid w:val="007E736F"/>
    <w:rsid w:val="007F1645"/>
    <w:rsid w:val="007F2124"/>
    <w:rsid w:val="007F2AAA"/>
    <w:rsid w:val="007F3417"/>
    <w:rsid w:val="007F3828"/>
    <w:rsid w:val="007F71DB"/>
    <w:rsid w:val="00801E84"/>
    <w:rsid w:val="008025FB"/>
    <w:rsid w:val="0080266D"/>
    <w:rsid w:val="00802FD2"/>
    <w:rsid w:val="008054CC"/>
    <w:rsid w:val="00805D91"/>
    <w:rsid w:val="008067A9"/>
    <w:rsid w:val="00806B82"/>
    <w:rsid w:val="00811136"/>
    <w:rsid w:val="00811351"/>
    <w:rsid w:val="00814C64"/>
    <w:rsid w:val="00814F52"/>
    <w:rsid w:val="00816F8D"/>
    <w:rsid w:val="0081759E"/>
    <w:rsid w:val="008205BC"/>
    <w:rsid w:val="00820C01"/>
    <w:rsid w:val="008218FE"/>
    <w:rsid w:val="00822071"/>
    <w:rsid w:val="00823056"/>
    <w:rsid w:val="00827099"/>
    <w:rsid w:val="0082766B"/>
    <w:rsid w:val="0083092D"/>
    <w:rsid w:val="00832090"/>
    <w:rsid w:val="008341DD"/>
    <w:rsid w:val="00835C5D"/>
    <w:rsid w:val="00840807"/>
    <w:rsid w:val="00842660"/>
    <w:rsid w:val="00844250"/>
    <w:rsid w:val="0084439C"/>
    <w:rsid w:val="008458A3"/>
    <w:rsid w:val="008464E7"/>
    <w:rsid w:val="008473FA"/>
    <w:rsid w:val="00850875"/>
    <w:rsid w:val="00850BEF"/>
    <w:rsid w:val="00851006"/>
    <w:rsid w:val="008510E3"/>
    <w:rsid w:val="00852E97"/>
    <w:rsid w:val="0085345B"/>
    <w:rsid w:val="008550BE"/>
    <w:rsid w:val="008561B6"/>
    <w:rsid w:val="008561F3"/>
    <w:rsid w:val="00856892"/>
    <w:rsid w:val="00857358"/>
    <w:rsid w:val="008606C9"/>
    <w:rsid w:val="00860ED2"/>
    <w:rsid w:val="00861288"/>
    <w:rsid w:val="00863730"/>
    <w:rsid w:val="0086377C"/>
    <w:rsid w:val="00864362"/>
    <w:rsid w:val="008646BE"/>
    <w:rsid w:val="00865B5F"/>
    <w:rsid w:val="00870061"/>
    <w:rsid w:val="00870157"/>
    <w:rsid w:val="00870360"/>
    <w:rsid w:val="00870AF0"/>
    <w:rsid w:val="00870E9D"/>
    <w:rsid w:val="00870F78"/>
    <w:rsid w:val="008722EE"/>
    <w:rsid w:val="00872B5F"/>
    <w:rsid w:val="00872CB4"/>
    <w:rsid w:val="00874511"/>
    <w:rsid w:val="00875477"/>
    <w:rsid w:val="00875949"/>
    <w:rsid w:val="00875F72"/>
    <w:rsid w:val="0087711B"/>
    <w:rsid w:val="008807FE"/>
    <w:rsid w:val="00881275"/>
    <w:rsid w:val="00881D5B"/>
    <w:rsid w:val="00882537"/>
    <w:rsid w:val="0088267D"/>
    <w:rsid w:val="00886AA2"/>
    <w:rsid w:val="00887AEA"/>
    <w:rsid w:val="008903B7"/>
    <w:rsid w:val="008908FE"/>
    <w:rsid w:val="00890D97"/>
    <w:rsid w:val="00892676"/>
    <w:rsid w:val="00893254"/>
    <w:rsid w:val="008938DB"/>
    <w:rsid w:val="008948F4"/>
    <w:rsid w:val="008973FE"/>
    <w:rsid w:val="008A084E"/>
    <w:rsid w:val="008A1B42"/>
    <w:rsid w:val="008A2CDB"/>
    <w:rsid w:val="008A45E1"/>
    <w:rsid w:val="008A5108"/>
    <w:rsid w:val="008A5B27"/>
    <w:rsid w:val="008A5FA1"/>
    <w:rsid w:val="008A72B4"/>
    <w:rsid w:val="008B0089"/>
    <w:rsid w:val="008B0640"/>
    <w:rsid w:val="008B0768"/>
    <w:rsid w:val="008B094E"/>
    <w:rsid w:val="008B0A14"/>
    <w:rsid w:val="008B35AC"/>
    <w:rsid w:val="008B44CB"/>
    <w:rsid w:val="008B7DD2"/>
    <w:rsid w:val="008C0B5D"/>
    <w:rsid w:val="008C0BD3"/>
    <w:rsid w:val="008C10D0"/>
    <w:rsid w:val="008C1230"/>
    <w:rsid w:val="008C1D0A"/>
    <w:rsid w:val="008C1D60"/>
    <w:rsid w:val="008C251A"/>
    <w:rsid w:val="008C2BA6"/>
    <w:rsid w:val="008C3B04"/>
    <w:rsid w:val="008C4930"/>
    <w:rsid w:val="008C65F4"/>
    <w:rsid w:val="008C71F2"/>
    <w:rsid w:val="008C7E39"/>
    <w:rsid w:val="008D06BF"/>
    <w:rsid w:val="008D234E"/>
    <w:rsid w:val="008D3B8B"/>
    <w:rsid w:val="008D54E3"/>
    <w:rsid w:val="008D601C"/>
    <w:rsid w:val="008E04B6"/>
    <w:rsid w:val="008E0A1B"/>
    <w:rsid w:val="008E1AA3"/>
    <w:rsid w:val="008E1E75"/>
    <w:rsid w:val="008E2C43"/>
    <w:rsid w:val="008E369B"/>
    <w:rsid w:val="008E4BA7"/>
    <w:rsid w:val="008E61D1"/>
    <w:rsid w:val="008E67F3"/>
    <w:rsid w:val="008E7BEA"/>
    <w:rsid w:val="008F1D5C"/>
    <w:rsid w:val="008F3790"/>
    <w:rsid w:val="008F408B"/>
    <w:rsid w:val="008F40F7"/>
    <w:rsid w:val="008F5A46"/>
    <w:rsid w:val="008F62F2"/>
    <w:rsid w:val="008F7F22"/>
    <w:rsid w:val="0090131B"/>
    <w:rsid w:val="0090320A"/>
    <w:rsid w:val="00905524"/>
    <w:rsid w:val="009063D3"/>
    <w:rsid w:val="00906BDA"/>
    <w:rsid w:val="009103DC"/>
    <w:rsid w:val="00911E4B"/>
    <w:rsid w:val="00912648"/>
    <w:rsid w:val="00912DCF"/>
    <w:rsid w:val="00912F85"/>
    <w:rsid w:val="0091466F"/>
    <w:rsid w:val="00914BEA"/>
    <w:rsid w:val="0091590B"/>
    <w:rsid w:val="00916AC5"/>
    <w:rsid w:val="00916B0C"/>
    <w:rsid w:val="00920437"/>
    <w:rsid w:val="0092088B"/>
    <w:rsid w:val="009208F7"/>
    <w:rsid w:val="00921062"/>
    <w:rsid w:val="00921CD2"/>
    <w:rsid w:val="00924360"/>
    <w:rsid w:val="009245A2"/>
    <w:rsid w:val="0092545D"/>
    <w:rsid w:val="00925761"/>
    <w:rsid w:val="00926B48"/>
    <w:rsid w:val="00927F21"/>
    <w:rsid w:val="00930D39"/>
    <w:rsid w:val="00933325"/>
    <w:rsid w:val="00933B7B"/>
    <w:rsid w:val="009345FC"/>
    <w:rsid w:val="0093564E"/>
    <w:rsid w:val="0093797C"/>
    <w:rsid w:val="00937B51"/>
    <w:rsid w:val="009401C0"/>
    <w:rsid w:val="009411AF"/>
    <w:rsid w:val="009435A2"/>
    <w:rsid w:val="00943B2D"/>
    <w:rsid w:val="00943E05"/>
    <w:rsid w:val="00945228"/>
    <w:rsid w:val="00945296"/>
    <w:rsid w:val="0094641D"/>
    <w:rsid w:val="00946FBA"/>
    <w:rsid w:val="0094736F"/>
    <w:rsid w:val="00950B58"/>
    <w:rsid w:val="00950C1E"/>
    <w:rsid w:val="00953C87"/>
    <w:rsid w:val="0095622E"/>
    <w:rsid w:val="0095643F"/>
    <w:rsid w:val="009567A6"/>
    <w:rsid w:val="00957606"/>
    <w:rsid w:val="00957A28"/>
    <w:rsid w:val="009611EB"/>
    <w:rsid w:val="00961512"/>
    <w:rsid w:val="009624C0"/>
    <w:rsid w:val="00962B6A"/>
    <w:rsid w:val="009633EF"/>
    <w:rsid w:val="009637FF"/>
    <w:rsid w:val="00963BCF"/>
    <w:rsid w:val="00964180"/>
    <w:rsid w:val="00964761"/>
    <w:rsid w:val="009676D8"/>
    <w:rsid w:val="0097212F"/>
    <w:rsid w:val="009744FA"/>
    <w:rsid w:val="009747BF"/>
    <w:rsid w:val="00975DD3"/>
    <w:rsid w:val="0097629B"/>
    <w:rsid w:val="009764D6"/>
    <w:rsid w:val="00977968"/>
    <w:rsid w:val="00983003"/>
    <w:rsid w:val="009865A4"/>
    <w:rsid w:val="009903FA"/>
    <w:rsid w:val="0099052D"/>
    <w:rsid w:val="00990FB3"/>
    <w:rsid w:val="0099117E"/>
    <w:rsid w:val="0099300B"/>
    <w:rsid w:val="009954F1"/>
    <w:rsid w:val="00995710"/>
    <w:rsid w:val="0099658D"/>
    <w:rsid w:val="0099672B"/>
    <w:rsid w:val="00996947"/>
    <w:rsid w:val="009A077C"/>
    <w:rsid w:val="009A0B2E"/>
    <w:rsid w:val="009A137C"/>
    <w:rsid w:val="009A1845"/>
    <w:rsid w:val="009A18BA"/>
    <w:rsid w:val="009A2273"/>
    <w:rsid w:val="009A2BD5"/>
    <w:rsid w:val="009A2F78"/>
    <w:rsid w:val="009A3399"/>
    <w:rsid w:val="009A439E"/>
    <w:rsid w:val="009A5221"/>
    <w:rsid w:val="009A68A5"/>
    <w:rsid w:val="009A6AF2"/>
    <w:rsid w:val="009B1099"/>
    <w:rsid w:val="009B20E5"/>
    <w:rsid w:val="009B210A"/>
    <w:rsid w:val="009B29C2"/>
    <w:rsid w:val="009B2E40"/>
    <w:rsid w:val="009B2EB2"/>
    <w:rsid w:val="009B3049"/>
    <w:rsid w:val="009B3F01"/>
    <w:rsid w:val="009B472C"/>
    <w:rsid w:val="009B53E5"/>
    <w:rsid w:val="009B5CFE"/>
    <w:rsid w:val="009C0AC4"/>
    <w:rsid w:val="009C3BF0"/>
    <w:rsid w:val="009C3C78"/>
    <w:rsid w:val="009C5F31"/>
    <w:rsid w:val="009C792F"/>
    <w:rsid w:val="009D0A77"/>
    <w:rsid w:val="009D2E5E"/>
    <w:rsid w:val="009D2FA9"/>
    <w:rsid w:val="009D38B1"/>
    <w:rsid w:val="009D5416"/>
    <w:rsid w:val="009D6664"/>
    <w:rsid w:val="009D6FA9"/>
    <w:rsid w:val="009D702C"/>
    <w:rsid w:val="009D766E"/>
    <w:rsid w:val="009E01EC"/>
    <w:rsid w:val="009E0EA3"/>
    <w:rsid w:val="009E5047"/>
    <w:rsid w:val="009E54F3"/>
    <w:rsid w:val="009E5F31"/>
    <w:rsid w:val="009E6563"/>
    <w:rsid w:val="009E747A"/>
    <w:rsid w:val="009E758A"/>
    <w:rsid w:val="009F0EE4"/>
    <w:rsid w:val="009F1D97"/>
    <w:rsid w:val="009F24AA"/>
    <w:rsid w:val="009F2B41"/>
    <w:rsid w:val="009F2BDC"/>
    <w:rsid w:val="00A0153D"/>
    <w:rsid w:val="00A03E40"/>
    <w:rsid w:val="00A048E4"/>
    <w:rsid w:val="00A12D99"/>
    <w:rsid w:val="00A13949"/>
    <w:rsid w:val="00A13EA6"/>
    <w:rsid w:val="00A1710E"/>
    <w:rsid w:val="00A178D6"/>
    <w:rsid w:val="00A20593"/>
    <w:rsid w:val="00A23254"/>
    <w:rsid w:val="00A23A28"/>
    <w:rsid w:val="00A248CC"/>
    <w:rsid w:val="00A24D06"/>
    <w:rsid w:val="00A24F2E"/>
    <w:rsid w:val="00A2589A"/>
    <w:rsid w:val="00A2726C"/>
    <w:rsid w:val="00A30E9F"/>
    <w:rsid w:val="00A3163E"/>
    <w:rsid w:val="00A3235F"/>
    <w:rsid w:val="00A32BC3"/>
    <w:rsid w:val="00A34634"/>
    <w:rsid w:val="00A34B80"/>
    <w:rsid w:val="00A36007"/>
    <w:rsid w:val="00A36D0D"/>
    <w:rsid w:val="00A40174"/>
    <w:rsid w:val="00A40468"/>
    <w:rsid w:val="00A40D36"/>
    <w:rsid w:val="00A424F7"/>
    <w:rsid w:val="00A43513"/>
    <w:rsid w:val="00A43D98"/>
    <w:rsid w:val="00A452EC"/>
    <w:rsid w:val="00A452F9"/>
    <w:rsid w:val="00A47049"/>
    <w:rsid w:val="00A51ADB"/>
    <w:rsid w:val="00A51FF4"/>
    <w:rsid w:val="00A53AF0"/>
    <w:rsid w:val="00A53B96"/>
    <w:rsid w:val="00A55AF9"/>
    <w:rsid w:val="00A56CD1"/>
    <w:rsid w:val="00A5760F"/>
    <w:rsid w:val="00A60174"/>
    <w:rsid w:val="00A64431"/>
    <w:rsid w:val="00A714E6"/>
    <w:rsid w:val="00A718DB"/>
    <w:rsid w:val="00A728D7"/>
    <w:rsid w:val="00A729B9"/>
    <w:rsid w:val="00A7325C"/>
    <w:rsid w:val="00A7404E"/>
    <w:rsid w:val="00A744E2"/>
    <w:rsid w:val="00A74732"/>
    <w:rsid w:val="00A747D9"/>
    <w:rsid w:val="00A801E4"/>
    <w:rsid w:val="00A823CE"/>
    <w:rsid w:val="00A82430"/>
    <w:rsid w:val="00A82AC8"/>
    <w:rsid w:val="00A82B94"/>
    <w:rsid w:val="00A82CE7"/>
    <w:rsid w:val="00A8444F"/>
    <w:rsid w:val="00A84AC6"/>
    <w:rsid w:val="00A873CD"/>
    <w:rsid w:val="00A879A0"/>
    <w:rsid w:val="00A901F1"/>
    <w:rsid w:val="00A90F54"/>
    <w:rsid w:val="00A93182"/>
    <w:rsid w:val="00A933D5"/>
    <w:rsid w:val="00A94E55"/>
    <w:rsid w:val="00A95BAD"/>
    <w:rsid w:val="00A96788"/>
    <w:rsid w:val="00A97019"/>
    <w:rsid w:val="00A9794C"/>
    <w:rsid w:val="00A97FD2"/>
    <w:rsid w:val="00AA33F2"/>
    <w:rsid w:val="00AA36D2"/>
    <w:rsid w:val="00AA42A8"/>
    <w:rsid w:val="00AA4A77"/>
    <w:rsid w:val="00AA54F5"/>
    <w:rsid w:val="00AA56D2"/>
    <w:rsid w:val="00AA58F0"/>
    <w:rsid w:val="00AA5F3C"/>
    <w:rsid w:val="00AA6241"/>
    <w:rsid w:val="00AA67AD"/>
    <w:rsid w:val="00AA6EE9"/>
    <w:rsid w:val="00AB085A"/>
    <w:rsid w:val="00AB3523"/>
    <w:rsid w:val="00AB3C7D"/>
    <w:rsid w:val="00AB3DBA"/>
    <w:rsid w:val="00AB3FFB"/>
    <w:rsid w:val="00AB4938"/>
    <w:rsid w:val="00AB4D51"/>
    <w:rsid w:val="00AB511C"/>
    <w:rsid w:val="00AB5146"/>
    <w:rsid w:val="00AB6E13"/>
    <w:rsid w:val="00AC0C3E"/>
    <w:rsid w:val="00AC1305"/>
    <w:rsid w:val="00AC17E5"/>
    <w:rsid w:val="00AC2A9E"/>
    <w:rsid w:val="00AC2F80"/>
    <w:rsid w:val="00AC301E"/>
    <w:rsid w:val="00AC3254"/>
    <w:rsid w:val="00AC34F6"/>
    <w:rsid w:val="00AC35C4"/>
    <w:rsid w:val="00AC466B"/>
    <w:rsid w:val="00AC5FF9"/>
    <w:rsid w:val="00AC6411"/>
    <w:rsid w:val="00AC7668"/>
    <w:rsid w:val="00AD0692"/>
    <w:rsid w:val="00AD211E"/>
    <w:rsid w:val="00AD2C2C"/>
    <w:rsid w:val="00AD311B"/>
    <w:rsid w:val="00AD4154"/>
    <w:rsid w:val="00AD43A9"/>
    <w:rsid w:val="00AD4D17"/>
    <w:rsid w:val="00AE1239"/>
    <w:rsid w:val="00AE2254"/>
    <w:rsid w:val="00AE2607"/>
    <w:rsid w:val="00AE3860"/>
    <w:rsid w:val="00AE4220"/>
    <w:rsid w:val="00AE4EC6"/>
    <w:rsid w:val="00AE58FC"/>
    <w:rsid w:val="00AE5ABD"/>
    <w:rsid w:val="00AE6431"/>
    <w:rsid w:val="00AE6710"/>
    <w:rsid w:val="00AE70A4"/>
    <w:rsid w:val="00AE79D3"/>
    <w:rsid w:val="00AF42E5"/>
    <w:rsid w:val="00AF43A0"/>
    <w:rsid w:val="00AF4F56"/>
    <w:rsid w:val="00AF571C"/>
    <w:rsid w:val="00AF6410"/>
    <w:rsid w:val="00AF6B18"/>
    <w:rsid w:val="00AF75C0"/>
    <w:rsid w:val="00AF78BC"/>
    <w:rsid w:val="00AF79B1"/>
    <w:rsid w:val="00B00BA1"/>
    <w:rsid w:val="00B00D4B"/>
    <w:rsid w:val="00B0197D"/>
    <w:rsid w:val="00B01DF6"/>
    <w:rsid w:val="00B0326C"/>
    <w:rsid w:val="00B03395"/>
    <w:rsid w:val="00B03F60"/>
    <w:rsid w:val="00B04494"/>
    <w:rsid w:val="00B05DB5"/>
    <w:rsid w:val="00B05F00"/>
    <w:rsid w:val="00B105C3"/>
    <w:rsid w:val="00B11ACD"/>
    <w:rsid w:val="00B12826"/>
    <w:rsid w:val="00B140E9"/>
    <w:rsid w:val="00B1424B"/>
    <w:rsid w:val="00B15582"/>
    <w:rsid w:val="00B1761B"/>
    <w:rsid w:val="00B17F5E"/>
    <w:rsid w:val="00B206D9"/>
    <w:rsid w:val="00B20976"/>
    <w:rsid w:val="00B211B2"/>
    <w:rsid w:val="00B24356"/>
    <w:rsid w:val="00B25E42"/>
    <w:rsid w:val="00B2648B"/>
    <w:rsid w:val="00B267B6"/>
    <w:rsid w:val="00B30008"/>
    <w:rsid w:val="00B3015F"/>
    <w:rsid w:val="00B30CA1"/>
    <w:rsid w:val="00B30DA6"/>
    <w:rsid w:val="00B30F31"/>
    <w:rsid w:val="00B315C5"/>
    <w:rsid w:val="00B34EED"/>
    <w:rsid w:val="00B40094"/>
    <w:rsid w:val="00B40447"/>
    <w:rsid w:val="00B408B6"/>
    <w:rsid w:val="00B42AA9"/>
    <w:rsid w:val="00B435DF"/>
    <w:rsid w:val="00B43693"/>
    <w:rsid w:val="00B44AE4"/>
    <w:rsid w:val="00B450D4"/>
    <w:rsid w:val="00B454ED"/>
    <w:rsid w:val="00B45A61"/>
    <w:rsid w:val="00B47005"/>
    <w:rsid w:val="00B47096"/>
    <w:rsid w:val="00B51B1E"/>
    <w:rsid w:val="00B5229C"/>
    <w:rsid w:val="00B52A05"/>
    <w:rsid w:val="00B55D9A"/>
    <w:rsid w:val="00B602F4"/>
    <w:rsid w:val="00B60F62"/>
    <w:rsid w:val="00B635DA"/>
    <w:rsid w:val="00B64081"/>
    <w:rsid w:val="00B6485D"/>
    <w:rsid w:val="00B650AC"/>
    <w:rsid w:val="00B6575B"/>
    <w:rsid w:val="00B659AB"/>
    <w:rsid w:val="00B67458"/>
    <w:rsid w:val="00B70A57"/>
    <w:rsid w:val="00B711B8"/>
    <w:rsid w:val="00B7145F"/>
    <w:rsid w:val="00B71C6E"/>
    <w:rsid w:val="00B71D6D"/>
    <w:rsid w:val="00B71F0F"/>
    <w:rsid w:val="00B71FA6"/>
    <w:rsid w:val="00B72101"/>
    <w:rsid w:val="00B722F0"/>
    <w:rsid w:val="00B74223"/>
    <w:rsid w:val="00B77C4D"/>
    <w:rsid w:val="00B81F8D"/>
    <w:rsid w:val="00B84CE7"/>
    <w:rsid w:val="00B85963"/>
    <w:rsid w:val="00B933B6"/>
    <w:rsid w:val="00B93BCA"/>
    <w:rsid w:val="00B94E1C"/>
    <w:rsid w:val="00B966FC"/>
    <w:rsid w:val="00B97229"/>
    <w:rsid w:val="00B972DB"/>
    <w:rsid w:val="00B976C5"/>
    <w:rsid w:val="00B97864"/>
    <w:rsid w:val="00B97AE4"/>
    <w:rsid w:val="00B97BA9"/>
    <w:rsid w:val="00BA11AA"/>
    <w:rsid w:val="00BA1E56"/>
    <w:rsid w:val="00BA3696"/>
    <w:rsid w:val="00BA38B8"/>
    <w:rsid w:val="00BA3E9B"/>
    <w:rsid w:val="00BA439F"/>
    <w:rsid w:val="00BA54ED"/>
    <w:rsid w:val="00BA550D"/>
    <w:rsid w:val="00BA6ED6"/>
    <w:rsid w:val="00BA74A7"/>
    <w:rsid w:val="00BA75CA"/>
    <w:rsid w:val="00BB0105"/>
    <w:rsid w:val="00BB1125"/>
    <w:rsid w:val="00BB1528"/>
    <w:rsid w:val="00BB16AD"/>
    <w:rsid w:val="00BB382D"/>
    <w:rsid w:val="00BB40F2"/>
    <w:rsid w:val="00BB4D50"/>
    <w:rsid w:val="00BB58CF"/>
    <w:rsid w:val="00BB6193"/>
    <w:rsid w:val="00BB6C47"/>
    <w:rsid w:val="00BB75C7"/>
    <w:rsid w:val="00BB762B"/>
    <w:rsid w:val="00BC05F5"/>
    <w:rsid w:val="00BC075B"/>
    <w:rsid w:val="00BC0A54"/>
    <w:rsid w:val="00BC155D"/>
    <w:rsid w:val="00BC3011"/>
    <w:rsid w:val="00BC55C5"/>
    <w:rsid w:val="00BC6E84"/>
    <w:rsid w:val="00BC7F02"/>
    <w:rsid w:val="00BD097E"/>
    <w:rsid w:val="00BD0DB2"/>
    <w:rsid w:val="00BD4B5D"/>
    <w:rsid w:val="00BD5E63"/>
    <w:rsid w:val="00BD73A4"/>
    <w:rsid w:val="00BE01D4"/>
    <w:rsid w:val="00BE0552"/>
    <w:rsid w:val="00BE0808"/>
    <w:rsid w:val="00BE0CF3"/>
    <w:rsid w:val="00BE1AA7"/>
    <w:rsid w:val="00BE4468"/>
    <w:rsid w:val="00BE44E3"/>
    <w:rsid w:val="00BE61E1"/>
    <w:rsid w:val="00BE64CB"/>
    <w:rsid w:val="00BE779B"/>
    <w:rsid w:val="00BE78DA"/>
    <w:rsid w:val="00BF0AC4"/>
    <w:rsid w:val="00BF12B2"/>
    <w:rsid w:val="00BF13D4"/>
    <w:rsid w:val="00BF1A22"/>
    <w:rsid w:val="00BF2A73"/>
    <w:rsid w:val="00BF2CB6"/>
    <w:rsid w:val="00BF396F"/>
    <w:rsid w:val="00BF426A"/>
    <w:rsid w:val="00BF4E36"/>
    <w:rsid w:val="00BF55E4"/>
    <w:rsid w:val="00BF5E94"/>
    <w:rsid w:val="00C01341"/>
    <w:rsid w:val="00C019AD"/>
    <w:rsid w:val="00C01A4F"/>
    <w:rsid w:val="00C01BE5"/>
    <w:rsid w:val="00C01F88"/>
    <w:rsid w:val="00C02026"/>
    <w:rsid w:val="00C02589"/>
    <w:rsid w:val="00C04B11"/>
    <w:rsid w:val="00C06612"/>
    <w:rsid w:val="00C06627"/>
    <w:rsid w:val="00C06F5F"/>
    <w:rsid w:val="00C07477"/>
    <w:rsid w:val="00C1037C"/>
    <w:rsid w:val="00C12993"/>
    <w:rsid w:val="00C12C38"/>
    <w:rsid w:val="00C14714"/>
    <w:rsid w:val="00C1600B"/>
    <w:rsid w:val="00C16305"/>
    <w:rsid w:val="00C16A1E"/>
    <w:rsid w:val="00C16F2A"/>
    <w:rsid w:val="00C21263"/>
    <w:rsid w:val="00C2170C"/>
    <w:rsid w:val="00C21EAD"/>
    <w:rsid w:val="00C22456"/>
    <w:rsid w:val="00C224B2"/>
    <w:rsid w:val="00C230B4"/>
    <w:rsid w:val="00C230C4"/>
    <w:rsid w:val="00C2349C"/>
    <w:rsid w:val="00C235E4"/>
    <w:rsid w:val="00C23D1D"/>
    <w:rsid w:val="00C24DE6"/>
    <w:rsid w:val="00C24EAA"/>
    <w:rsid w:val="00C25251"/>
    <w:rsid w:val="00C25344"/>
    <w:rsid w:val="00C25A61"/>
    <w:rsid w:val="00C2691C"/>
    <w:rsid w:val="00C26C1C"/>
    <w:rsid w:val="00C30DCA"/>
    <w:rsid w:val="00C32B9A"/>
    <w:rsid w:val="00C3360A"/>
    <w:rsid w:val="00C33911"/>
    <w:rsid w:val="00C33AB9"/>
    <w:rsid w:val="00C3465C"/>
    <w:rsid w:val="00C34CAD"/>
    <w:rsid w:val="00C36407"/>
    <w:rsid w:val="00C36B9A"/>
    <w:rsid w:val="00C41540"/>
    <w:rsid w:val="00C416FD"/>
    <w:rsid w:val="00C41C9E"/>
    <w:rsid w:val="00C41FE2"/>
    <w:rsid w:val="00C424B0"/>
    <w:rsid w:val="00C44A18"/>
    <w:rsid w:val="00C44E00"/>
    <w:rsid w:val="00C454C9"/>
    <w:rsid w:val="00C46CDE"/>
    <w:rsid w:val="00C5095E"/>
    <w:rsid w:val="00C50B77"/>
    <w:rsid w:val="00C50F34"/>
    <w:rsid w:val="00C51586"/>
    <w:rsid w:val="00C51BBD"/>
    <w:rsid w:val="00C522CD"/>
    <w:rsid w:val="00C52512"/>
    <w:rsid w:val="00C5281B"/>
    <w:rsid w:val="00C52877"/>
    <w:rsid w:val="00C54574"/>
    <w:rsid w:val="00C54C59"/>
    <w:rsid w:val="00C54E7F"/>
    <w:rsid w:val="00C5703D"/>
    <w:rsid w:val="00C60A70"/>
    <w:rsid w:val="00C62554"/>
    <w:rsid w:val="00C63AC2"/>
    <w:rsid w:val="00C64AC4"/>
    <w:rsid w:val="00C64FEC"/>
    <w:rsid w:val="00C67FF5"/>
    <w:rsid w:val="00C7009B"/>
    <w:rsid w:val="00C70E5A"/>
    <w:rsid w:val="00C70EC6"/>
    <w:rsid w:val="00C7153A"/>
    <w:rsid w:val="00C718AA"/>
    <w:rsid w:val="00C72848"/>
    <w:rsid w:val="00C734BC"/>
    <w:rsid w:val="00C73776"/>
    <w:rsid w:val="00C74190"/>
    <w:rsid w:val="00C74DB3"/>
    <w:rsid w:val="00C77455"/>
    <w:rsid w:val="00C77BDD"/>
    <w:rsid w:val="00C80814"/>
    <w:rsid w:val="00C80DA6"/>
    <w:rsid w:val="00C836C9"/>
    <w:rsid w:val="00C838CF"/>
    <w:rsid w:val="00C84373"/>
    <w:rsid w:val="00C84F74"/>
    <w:rsid w:val="00C86386"/>
    <w:rsid w:val="00C90160"/>
    <w:rsid w:val="00C9164B"/>
    <w:rsid w:val="00C92738"/>
    <w:rsid w:val="00C93611"/>
    <w:rsid w:val="00C94C3B"/>
    <w:rsid w:val="00C955D8"/>
    <w:rsid w:val="00C96773"/>
    <w:rsid w:val="00C96B31"/>
    <w:rsid w:val="00C97316"/>
    <w:rsid w:val="00C97B80"/>
    <w:rsid w:val="00CA157C"/>
    <w:rsid w:val="00CA197C"/>
    <w:rsid w:val="00CA1EB0"/>
    <w:rsid w:val="00CA37F9"/>
    <w:rsid w:val="00CA3BB9"/>
    <w:rsid w:val="00CB1B4C"/>
    <w:rsid w:val="00CB1CD2"/>
    <w:rsid w:val="00CB33C4"/>
    <w:rsid w:val="00CB3DD6"/>
    <w:rsid w:val="00CB57DE"/>
    <w:rsid w:val="00CB6DA5"/>
    <w:rsid w:val="00CB6F07"/>
    <w:rsid w:val="00CB75CE"/>
    <w:rsid w:val="00CB7C64"/>
    <w:rsid w:val="00CC05D7"/>
    <w:rsid w:val="00CC14F0"/>
    <w:rsid w:val="00CC2FFF"/>
    <w:rsid w:val="00CC3FAC"/>
    <w:rsid w:val="00CC4948"/>
    <w:rsid w:val="00CC497D"/>
    <w:rsid w:val="00CC78F1"/>
    <w:rsid w:val="00CD046E"/>
    <w:rsid w:val="00CD05CC"/>
    <w:rsid w:val="00CD0A7D"/>
    <w:rsid w:val="00CD0BA7"/>
    <w:rsid w:val="00CD18F2"/>
    <w:rsid w:val="00CD1A0C"/>
    <w:rsid w:val="00CD300C"/>
    <w:rsid w:val="00CD37AD"/>
    <w:rsid w:val="00CD561E"/>
    <w:rsid w:val="00CE0B77"/>
    <w:rsid w:val="00CE3542"/>
    <w:rsid w:val="00CE38C1"/>
    <w:rsid w:val="00CE41EE"/>
    <w:rsid w:val="00CE5AEA"/>
    <w:rsid w:val="00CE6B0D"/>
    <w:rsid w:val="00CF1076"/>
    <w:rsid w:val="00CF5117"/>
    <w:rsid w:val="00CF61B0"/>
    <w:rsid w:val="00D002DA"/>
    <w:rsid w:val="00D00AAD"/>
    <w:rsid w:val="00D00F4A"/>
    <w:rsid w:val="00D02E56"/>
    <w:rsid w:val="00D02ECB"/>
    <w:rsid w:val="00D04161"/>
    <w:rsid w:val="00D053F1"/>
    <w:rsid w:val="00D05E76"/>
    <w:rsid w:val="00D065D5"/>
    <w:rsid w:val="00D11468"/>
    <w:rsid w:val="00D11951"/>
    <w:rsid w:val="00D11A5A"/>
    <w:rsid w:val="00D120F9"/>
    <w:rsid w:val="00D13186"/>
    <w:rsid w:val="00D13F37"/>
    <w:rsid w:val="00D14391"/>
    <w:rsid w:val="00D14CCC"/>
    <w:rsid w:val="00D14E4A"/>
    <w:rsid w:val="00D1601F"/>
    <w:rsid w:val="00D165E2"/>
    <w:rsid w:val="00D20D21"/>
    <w:rsid w:val="00D2122B"/>
    <w:rsid w:val="00D21E12"/>
    <w:rsid w:val="00D22229"/>
    <w:rsid w:val="00D235A9"/>
    <w:rsid w:val="00D238AE"/>
    <w:rsid w:val="00D24213"/>
    <w:rsid w:val="00D25102"/>
    <w:rsid w:val="00D261A5"/>
    <w:rsid w:val="00D33883"/>
    <w:rsid w:val="00D33CC3"/>
    <w:rsid w:val="00D35AE8"/>
    <w:rsid w:val="00D3739E"/>
    <w:rsid w:val="00D37E6F"/>
    <w:rsid w:val="00D40286"/>
    <w:rsid w:val="00D4031A"/>
    <w:rsid w:val="00D41013"/>
    <w:rsid w:val="00D41836"/>
    <w:rsid w:val="00D41BE9"/>
    <w:rsid w:val="00D43FB9"/>
    <w:rsid w:val="00D467F2"/>
    <w:rsid w:val="00D50926"/>
    <w:rsid w:val="00D5286F"/>
    <w:rsid w:val="00D52AFE"/>
    <w:rsid w:val="00D52EBE"/>
    <w:rsid w:val="00D552BD"/>
    <w:rsid w:val="00D552DC"/>
    <w:rsid w:val="00D55ACB"/>
    <w:rsid w:val="00D55D4D"/>
    <w:rsid w:val="00D5652D"/>
    <w:rsid w:val="00D565DD"/>
    <w:rsid w:val="00D56DDA"/>
    <w:rsid w:val="00D5760C"/>
    <w:rsid w:val="00D62F54"/>
    <w:rsid w:val="00D6629A"/>
    <w:rsid w:val="00D67595"/>
    <w:rsid w:val="00D7100C"/>
    <w:rsid w:val="00D724B2"/>
    <w:rsid w:val="00D75218"/>
    <w:rsid w:val="00D76208"/>
    <w:rsid w:val="00D7641D"/>
    <w:rsid w:val="00D77676"/>
    <w:rsid w:val="00D776DE"/>
    <w:rsid w:val="00D80FE4"/>
    <w:rsid w:val="00D81809"/>
    <w:rsid w:val="00D81FA1"/>
    <w:rsid w:val="00D8360D"/>
    <w:rsid w:val="00D8385B"/>
    <w:rsid w:val="00D83E7D"/>
    <w:rsid w:val="00D84B74"/>
    <w:rsid w:val="00D867D3"/>
    <w:rsid w:val="00D86CE3"/>
    <w:rsid w:val="00D879C8"/>
    <w:rsid w:val="00D90720"/>
    <w:rsid w:val="00D909A9"/>
    <w:rsid w:val="00D92C3D"/>
    <w:rsid w:val="00D95169"/>
    <w:rsid w:val="00D96BFD"/>
    <w:rsid w:val="00DA0D5D"/>
    <w:rsid w:val="00DA1894"/>
    <w:rsid w:val="00DA72BC"/>
    <w:rsid w:val="00DA78FD"/>
    <w:rsid w:val="00DB1220"/>
    <w:rsid w:val="00DB12ED"/>
    <w:rsid w:val="00DB1C44"/>
    <w:rsid w:val="00DB25AF"/>
    <w:rsid w:val="00DB2AAE"/>
    <w:rsid w:val="00DB32C4"/>
    <w:rsid w:val="00DB347E"/>
    <w:rsid w:val="00DB3EB5"/>
    <w:rsid w:val="00DB50F5"/>
    <w:rsid w:val="00DB6172"/>
    <w:rsid w:val="00DB72C7"/>
    <w:rsid w:val="00DB7F7A"/>
    <w:rsid w:val="00DC0490"/>
    <w:rsid w:val="00DC05CB"/>
    <w:rsid w:val="00DC2276"/>
    <w:rsid w:val="00DC2A10"/>
    <w:rsid w:val="00DC4292"/>
    <w:rsid w:val="00DC4DBC"/>
    <w:rsid w:val="00DC5D1B"/>
    <w:rsid w:val="00DC6723"/>
    <w:rsid w:val="00DC6AB4"/>
    <w:rsid w:val="00DC7525"/>
    <w:rsid w:val="00DD030B"/>
    <w:rsid w:val="00DD0410"/>
    <w:rsid w:val="00DD043C"/>
    <w:rsid w:val="00DD1D45"/>
    <w:rsid w:val="00DD1DC0"/>
    <w:rsid w:val="00DD1E6D"/>
    <w:rsid w:val="00DD2437"/>
    <w:rsid w:val="00DD2BDE"/>
    <w:rsid w:val="00DD75EF"/>
    <w:rsid w:val="00DE17D3"/>
    <w:rsid w:val="00DE1C8A"/>
    <w:rsid w:val="00DE660E"/>
    <w:rsid w:val="00DE6F1F"/>
    <w:rsid w:val="00DF00E6"/>
    <w:rsid w:val="00DF1C58"/>
    <w:rsid w:val="00DF3A87"/>
    <w:rsid w:val="00DF3D7E"/>
    <w:rsid w:val="00DF3F0A"/>
    <w:rsid w:val="00DF4909"/>
    <w:rsid w:val="00DF6477"/>
    <w:rsid w:val="00E00BEB"/>
    <w:rsid w:val="00E01DA8"/>
    <w:rsid w:val="00E01F8D"/>
    <w:rsid w:val="00E043B7"/>
    <w:rsid w:val="00E04B90"/>
    <w:rsid w:val="00E0514E"/>
    <w:rsid w:val="00E0657B"/>
    <w:rsid w:val="00E07A7E"/>
    <w:rsid w:val="00E07A9E"/>
    <w:rsid w:val="00E10882"/>
    <w:rsid w:val="00E11471"/>
    <w:rsid w:val="00E12808"/>
    <w:rsid w:val="00E12C79"/>
    <w:rsid w:val="00E132F6"/>
    <w:rsid w:val="00E14C56"/>
    <w:rsid w:val="00E16D84"/>
    <w:rsid w:val="00E16F64"/>
    <w:rsid w:val="00E17E7A"/>
    <w:rsid w:val="00E20F65"/>
    <w:rsid w:val="00E2257B"/>
    <w:rsid w:val="00E23949"/>
    <w:rsid w:val="00E257B2"/>
    <w:rsid w:val="00E25BBD"/>
    <w:rsid w:val="00E26AD8"/>
    <w:rsid w:val="00E3012E"/>
    <w:rsid w:val="00E309FC"/>
    <w:rsid w:val="00E30D67"/>
    <w:rsid w:val="00E31306"/>
    <w:rsid w:val="00E31905"/>
    <w:rsid w:val="00E34923"/>
    <w:rsid w:val="00E361DC"/>
    <w:rsid w:val="00E36C55"/>
    <w:rsid w:val="00E37282"/>
    <w:rsid w:val="00E3787A"/>
    <w:rsid w:val="00E42024"/>
    <w:rsid w:val="00E435A0"/>
    <w:rsid w:val="00E44FC5"/>
    <w:rsid w:val="00E46194"/>
    <w:rsid w:val="00E47F15"/>
    <w:rsid w:val="00E5039C"/>
    <w:rsid w:val="00E51EAE"/>
    <w:rsid w:val="00E53BD5"/>
    <w:rsid w:val="00E550A6"/>
    <w:rsid w:val="00E55CA6"/>
    <w:rsid w:val="00E560F8"/>
    <w:rsid w:val="00E57B52"/>
    <w:rsid w:val="00E57BD1"/>
    <w:rsid w:val="00E57C1E"/>
    <w:rsid w:val="00E57C2E"/>
    <w:rsid w:val="00E61CA0"/>
    <w:rsid w:val="00E63DA9"/>
    <w:rsid w:val="00E653BE"/>
    <w:rsid w:val="00E65F74"/>
    <w:rsid w:val="00E66034"/>
    <w:rsid w:val="00E7211D"/>
    <w:rsid w:val="00E72711"/>
    <w:rsid w:val="00E72F1D"/>
    <w:rsid w:val="00E731BA"/>
    <w:rsid w:val="00E747C9"/>
    <w:rsid w:val="00E74FAB"/>
    <w:rsid w:val="00E758E2"/>
    <w:rsid w:val="00E767EF"/>
    <w:rsid w:val="00E77C55"/>
    <w:rsid w:val="00E80115"/>
    <w:rsid w:val="00E8162E"/>
    <w:rsid w:val="00E81E40"/>
    <w:rsid w:val="00E82A34"/>
    <w:rsid w:val="00E83033"/>
    <w:rsid w:val="00E83BE9"/>
    <w:rsid w:val="00E84009"/>
    <w:rsid w:val="00E85306"/>
    <w:rsid w:val="00E85E09"/>
    <w:rsid w:val="00E86501"/>
    <w:rsid w:val="00E9064C"/>
    <w:rsid w:val="00E912CE"/>
    <w:rsid w:val="00E915BE"/>
    <w:rsid w:val="00E9216B"/>
    <w:rsid w:val="00E92BFA"/>
    <w:rsid w:val="00E93826"/>
    <w:rsid w:val="00E94BAE"/>
    <w:rsid w:val="00E94FD6"/>
    <w:rsid w:val="00E96350"/>
    <w:rsid w:val="00E968CC"/>
    <w:rsid w:val="00E96BE0"/>
    <w:rsid w:val="00E974D0"/>
    <w:rsid w:val="00EA006E"/>
    <w:rsid w:val="00EA0A1D"/>
    <w:rsid w:val="00EA1B59"/>
    <w:rsid w:val="00EA2104"/>
    <w:rsid w:val="00EA2781"/>
    <w:rsid w:val="00EA2A22"/>
    <w:rsid w:val="00EA2A96"/>
    <w:rsid w:val="00EA3E8E"/>
    <w:rsid w:val="00EA584B"/>
    <w:rsid w:val="00EA5DA1"/>
    <w:rsid w:val="00EA6D6C"/>
    <w:rsid w:val="00EA751D"/>
    <w:rsid w:val="00EB0EC4"/>
    <w:rsid w:val="00EB1757"/>
    <w:rsid w:val="00EB295F"/>
    <w:rsid w:val="00EB2F70"/>
    <w:rsid w:val="00EB371E"/>
    <w:rsid w:val="00EB607C"/>
    <w:rsid w:val="00EB6901"/>
    <w:rsid w:val="00EB7C7B"/>
    <w:rsid w:val="00EC1685"/>
    <w:rsid w:val="00EC4958"/>
    <w:rsid w:val="00EC4DEA"/>
    <w:rsid w:val="00EC4FF2"/>
    <w:rsid w:val="00EC50B7"/>
    <w:rsid w:val="00ED04A6"/>
    <w:rsid w:val="00ED0F1C"/>
    <w:rsid w:val="00ED1BD8"/>
    <w:rsid w:val="00ED2183"/>
    <w:rsid w:val="00ED5E7D"/>
    <w:rsid w:val="00ED70CC"/>
    <w:rsid w:val="00ED7AEF"/>
    <w:rsid w:val="00EE01F0"/>
    <w:rsid w:val="00EE0BD2"/>
    <w:rsid w:val="00EE1CE6"/>
    <w:rsid w:val="00EE20A4"/>
    <w:rsid w:val="00EE2AF4"/>
    <w:rsid w:val="00EE2B0D"/>
    <w:rsid w:val="00EE5D14"/>
    <w:rsid w:val="00EE69CC"/>
    <w:rsid w:val="00EE7474"/>
    <w:rsid w:val="00EE7ACE"/>
    <w:rsid w:val="00EF0590"/>
    <w:rsid w:val="00EF105C"/>
    <w:rsid w:val="00EF2277"/>
    <w:rsid w:val="00EF24CB"/>
    <w:rsid w:val="00EF31E5"/>
    <w:rsid w:val="00EF3BB3"/>
    <w:rsid w:val="00EF5397"/>
    <w:rsid w:val="00EF55A9"/>
    <w:rsid w:val="00EF5A0C"/>
    <w:rsid w:val="00EF5D0F"/>
    <w:rsid w:val="00EF6108"/>
    <w:rsid w:val="00EF6BD1"/>
    <w:rsid w:val="00EF7E25"/>
    <w:rsid w:val="00F03266"/>
    <w:rsid w:val="00F039C3"/>
    <w:rsid w:val="00F03D59"/>
    <w:rsid w:val="00F03E8E"/>
    <w:rsid w:val="00F051F8"/>
    <w:rsid w:val="00F0545B"/>
    <w:rsid w:val="00F05F96"/>
    <w:rsid w:val="00F0728B"/>
    <w:rsid w:val="00F0778B"/>
    <w:rsid w:val="00F100E6"/>
    <w:rsid w:val="00F11A8D"/>
    <w:rsid w:val="00F12B93"/>
    <w:rsid w:val="00F133F7"/>
    <w:rsid w:val="00F14A83"/>
    <w:rsid w:val="00F15E80"/>
    <w:rsid w:val="00F161D3"/>
    <w:rsid w:val="00F163DC"/>
    <w:rsid w:val="00F16950"/>
    <w:rsid w:val="00F16B6D"/>
    <w:rsid w:val="00F16B8E"/>
    <w:rsid w:val="00F1772E"/>
    <w:rsid w:val="00F17F24"/>
    <w:rsid w:val="00F212EA"/>
    <w:rsid w:val="00F22E97"/>
    <w:rsid w:val="00F25C89"/>
    <w:rsid w:val="00F271BA"/>
    <w:rsid w:val="00F27DC5"/>
    <w:rsid w:val="00F27E19"/>
    <w:rsid w:val="00F31A32"/>
    <w:rsid w:val="00F3212F"/>
    <w:rsid w:val="00F34219"/>
    <w:rsid w:val="00F347AF"/>
    <w:rsid w:val="00F34A52"/>
    <w:rsid w:val="00F34A6C"/>
    <w:rsid w:val="00F35161"/>
    <w:rsid w:val="00F35826"/>
    <w:rsid w:val="00F35A19"/>
    <w:rsid w:val="00F35DE1"/>
    <w:rsid w:val="00F375A2"/>
    <w:rsid w:val="00F40A95"/>
    <w:rsid w:val="00F4112E"/>
    <w:rsid w:val="00F41DC0"/>
    <w:rsid w:val="00F4335D"/>
    <w:rsid w:val="00F44CDE"/>
    <w:rsid w:val="00F45A00"/>
    <w:rsid w:val="00F461A4"/>
    <w:rsid w:val="00F47E4D"/>
    <w:rsid w:val="00F5096F"/>
    <w:rsid w:val="00F50AFF"/>
    <w:rsid w:val="00F5144F"/>
    <w:rsid w:val="00F51978"/>
    <w:rsid w:val="00F51B1E"/>
    <w:rsid w:val="00F51FD8"/>
    <w:rsid w:val="00F5259C"/>
    <w:rsid w:val="00F54FF0"/>
    <w:rsid w:val="00F57432"/>
    <w:rsid w:val="00F579F1"/>
    <w:rsid w:val="00F57AA4"/>
    <w:rsid w:val="00F60859"/>
    <w:rsid w:val="00F608FD"/>
    <w:rsid w:val="00F61190"/>
    <w:rsid w:val="00F6129A"/>
    <w:rsid w:val="00F6191E"/>
    <w:rsid w:val="00F628E8"/>
    <w:rsid w:val="00F63F42"/>
    <w:rsid w:val="00F640CB"/>
    <w:rsid w:val="00F64B81"/>
    <w:rsid w:val="00F64F0F"/>
    <w:rsid w:val="00F65FE5"/>
    <w:rsid w:val="00F66765"/>
    <w:rsid w:val="00F678E0"/>
    <w:rsid w:val="00F701DF"/>
    <w:rsid w:val="00F701E6"/>
    <w:rsid w:val="00F705A7"/>
    <w:rsid w:val="00F708A1"/>
    <w:rsid w:val="00F70EEF"/>
    <w:rsid w:val="00F714E7"/>
    <w:rsid w:val="00F72F5A"/>
    <w:rsid w:val="00F749B1"/>
    <w:rsid w:val="00F75A26"/>
    <w:rsid w:val="00F76162"/>
    <w:rsid w:val="00F765EF"/>
    <w:rsid w:val="00F77A72"/>
    <w:rsid w:val="00F81A6C"/>
    <w:rsid w:val="00F8299B"/>
    <w:rsid w:val="00F844F6"/>
    <w:rsid w:val="00F846F2"/>
    <w:rsid w:val="00F84D1A"/>
    <w:rsid w:val="00F861E9"/>
    <w:rsid w:val="00F8658C"/>
    <w:rsid w:val="00F86AA9"/>
    <w:rsid w:val="00F8750D"/>
    <w:rsid w:val="00F913EA"/>
    <w:rsid w:val="00F91B61"/>
    <w:rsid w:val="00F93FD8"/>
    <w:rsid w:val="00F95B61"/>
    <w:rsid w:val="00F9641D"/>
    <w:rsid w:val="00F9771A"/>
    <w:rsid w:val="00FA1489"/>
    <w:rsid w:val="00FA300E"/>
    <w:rsid w:val="00FA3078"/>
    <w:rsid w:val="00FA36A6"/>
    <w:rsid w:val="00FA3DC0"/>
    <w:rsid w:val="00FA4E42"/>
    <w:rsid w:val="00FA7B8B"/>
    <w:rsid w:val="00FB1C21"/>
    <w:rsid w:val="00FB209F"/>
    <w:rsid w:val="00FB280C"/>
    <w:rsid w:val="00FB2D7B"/>
    <w:rsid w:val="00FB4F7D"/>
    <w:rsid w:val="00FB7258"/>
    <w:rsid w:val="00FC12DC"/>
    <w:rsid w:val="00FC2C51"/>
    <w:rsid w:val="00FC36FE"/>
    <w:rsid w:val="00FC410E"/>
    <w:rsid w:val="00FC49A1"/>
    <w:rsid w:val="00FC4F2F"/>
    <w:rsid w:val="00FC60E5"/>
    <w:rsid w:val="00FC68C5"/>
    <w:rsid w:val="00FC760B"/>
    <w:rsid w:val="00FD0DDA"/>
    <w:rsid w:val="00FD1310"/>
    <w:rsid w:val="00FD2396"/>
    <w:rsid w:val="00FD4C46"/>
    <w:rsid w:val="00FD4DBF"/>
    <w:rsid w:val="00FE0108"/>
    <w:rsid w:val="00FE14A2"/>
    <w:rsid w:val="00FE1B3C"/>
    <w:rsid w:val="00FE2EF2"/>
    <w:rsid w:val="00FE4C4C"/>
    <w:rsid w:val="00FE54FF"/>
    <w:rsid w:val="00FE7BC0"/>
    <w:rsid w:val="00FE7F07"/>
    <w:rsid w:val="00FF18A7"/>
    <w:rsid w:val="00FF2100"/>
    <w:rsid w:val="00FF36DC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none [3213]">
      <v:fill color="white" on="f"/>
      <v:stroke color="none [3213]"/>
    </o:shapedefaults>
    <o:shapelayout v:ext="edit">
      <o:idmap v:ext="edit" data="1"/>
    </o:shapelayout>
  </w:shapeDefaults>
  <w:decimalSymbol w:val=","/>
  <w:listSeparator w:val=";"/>
  <w14:docId w14:val="4178097F"/>
  <w15:docId w15:val="{413E6D70-CDBD-41DC-AF87-8BAB5B6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8162E"/>
    <w:pPr>
      <w:spacing w:line="300" w:lineRule="atLeast"/>
    </w:pPr>
    <w:rPr>
      <w:sz w:val="24"/>
      <w:szCs w:val="24"/>
    </w:rPr>
  </w:style>
  <w:style w:type="paragraph" w:styleId="Kop1">
    <w:name w:val="heading 1"/>
    <w:basedOn w:val="Standaard"/>
    <w:next w:val="Standaard"/>
    <w:qFormat/>
    <w:rsid w:val="00E8162E"/>
    <w:pPr>
      <w:keepNext/>
      <w:outlineLvl w:val="0"/>
    </w:pPr>
    <w:rPr>
      <w:b/>
      <w:bCs/>
    </w:rPr>
  </w:style>
  <w:style w:type="paragraph" w:styleId="Kop2">
    <w:name w:val="heading 2"/>
    <w:basedOn w:val="Standaard"/>
    <w:next w:val="Standaard"/>
    <w:qFormat/>
    <w:rsid w:val="00E8162E"/>
    <w:pPr>
      <w:keepNext/>
      <w:tabs>
        <w:tab w:val="left" w:pos="540"/>
        <w:tab w:val="left" w:pos="900"/>
        <w:tab w:val="left" w:pos="4500"/>
        <w:tab w:val="left" w:pos="8640"/>
      </w:tabs>
      <w:ind w:left="900" w:hanging="900"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rsid w:val="00E8162E"/>
    <w:pPr>
      <w:keepNext/>
      <w:tabs>
        <w:tab w:val="left" w:pos="540"/>
        <w:tab w:val="left" w:pos="900"/>
        <w:tab w:val="left" w:pos="4500"/>
        <w:tab w:val="left" w:pos="8640"/>
      </w:tabs>
      <w:ind w:left="540" w:hanging="540"/>
      <w:outlineLvl w:val="2"/>
    </w:pPr>
    <w:rPr>
      <w:b/>
      <w:bCs/>
      <w:lang w:val="en-GB"/>
    </w:rPr>
  </w:style>
  <w:style w:type="paragraph" w:styleId="Kop4">
    <w:name w:val="heading 4"/>
    <w:basedOn w:val="Standaard"/>
    <w:next w:val="Standaard"/>
    <w:qFormat/>
    <w:rsid w:val="00E8162E"/>
    <w:pPr>
      <w:keepNext/>
      <w:tabs>
        <w:tab w:val="left" w:pos="720"/>
        <w:tab w:val="left" w:pos="1260"/>
      </w:tabs>
      <w:outlineLvl w:val="3"/>
    </w:pPr>
    <w:rPr>
      <w:sz w:val="36"/>
    </w:rPr>
  </w:style>
  <w:style w:type="paragraph" w:styleId="Kop5">
    <w:name w:val="heading 5"/>
    <w:basedOn w:val="Standaard"/>
    <w:next w:val="Standaard"/>
    <w:qFormat/>
    <w:rsid w:val="00E8162E"/>
    <w:pPr>
      <w:keepNext/>
      <w:outlineLvl w:val="4"/>
    </w:pPr>
    <w:rPr>
      <w:i/>
      <w:iCs/>
    </w:rPr>
  </w:style>
  <w:style w:type="paragraph" w:styleId="Kop6">
    <w:name w:val="heading 6"/>
    <w:basedOn w:val="Standaard"/>
    <w:next w:val="Standaard"/>
    <w:qFormat/>
    <w:rsid w:val="00E8162E"/>
    <w:pPr>
      <w:keepNext/>
      <w:tabs>
        <w:tab w:val="left" w:pos="720"/>
        <w:tab w:val="left" w:pos="1260"/>
      </w:tabs>
      <w:ind w:left="709"/>
      <w:outlineLvl w:val="5"/>
    </w:pPr>
    <w:rPr>
      <w:sz w:val="36"/>
    </w:rPr>
  </w:style>
  <w:style w:type="paragraph" w:styleId="Kop7">
    <w:name w:val="heading 7"/>
    <w:basedOn w:val="Standaard"/>
    <w:next w:val="Standaard"/>
    <w:qFormat/>
    <w:rsid w:val="00E8162E"/>
    <w:pPr>
      <w:keepNext/>
      <w:ind w:left="708"/>
      <w:outlineLvl w:val="6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E8162E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link w:val="DocumentstructuurChar"/>
    <w:semiHidden/>
    <w:rsid w:val="00E8162E"/>
    <w:pPr>
      <w:shd w:val="clear" w:color="auto" w:fill="000080"/>
    </w:pPr>
    <w:rPr>
      <w:rFonts w:ascii="Tahoma" w:hAnsi="Tahoma" w:cs="Tahoma"/>
    </w:rPr>
  </w:style>
  <w:style w:type="paragraph" w:customStyle="1" w:styleId="GRTitel">
    <w:name w:val="GRTitel"/>
    <w:basedOn w:val="Titel"/>
    <w:rsid w:val="00E8162E"/>
    <w:pPr>
      <w:spacing w:before="100" w:beforeAutospacing="1" w:after="100" w:afterAutospacing="1" w:line="280" w:lineRule="atLeast"/>
      <w:jc w:val="left"/>
    </w:pPr>
    <w:rPr>
      <w:bCs w:val="0"/>
      <w:sz w:val="36"/>
    </w:rPr>
  </w:style>
  <w:style w:type="paragraph" w:customStyle="1" w:styleId="GRtitel0">
    <w:name w:val="GRtitel"/>
    <w:basedOn w:val="Voettekst"/>
    <w:link w:val="GRtitelChar"/>
    <w:rsid w:val="00E8162E"/>
    <w:rPr>
      <w:rFonts w:ascii="Arial" w:hAnsi="Arial"/>
      <w:b/>
      <w:bCs/>
      <w:sz w:val="36"/>
    </w:rPr>
  </w:style>
  <w:style w:type="character" w:customStyle="1" w:styleId="GRtitelChar">
    <w:name w:val="GRtitel Char"/>
    <w:basedOn w:val="VoettekstChar"/>
    <w:link w:val="GRtitel0"/>
    <w:rsid w:val="00E8162E"/>
    <w:rPr>
      <w:rFonts w:ascii="Arial" w:hAnsi="Arial"/>
      <w:b/>
      <w:bCs/>
      <w:sz w:val="36"/>
      <w:szCs w:val="24"/>
    </w:rPr>
  </w:style>
  <w:style w:type="paragraph" w:customStyle="1" w:styleId="titel0">
    <w:name w:val="titel"/>
    <w:basedOn w:val="GRtitel0"/>
    <w:link w:val="titelChar"/>
    <w:rsid w:val="00E8162E"/>
    <w:pPr>
      <w:ind w:left="709" w:hanging="709"/>
    </w:pPr>
  </w:style>
  <w:style w:type="character" w:customStyle="1" w:styleId="titelChar">
    <w:name w:val="titel Char"/>
    <w:basedOn w:val="GRtitelChar"/>
    <w:link w:val="titel0"/>
    <w:rsid w:val="00E8162E"/>
    <w:rPr>
      <w:rFonts w:ascii="Arial" w:hAnsi="Arial"/>
      <w:b/>
      <w:bCs/>
      <w:sz w:val="36"/>
      <w:szCs w:val="24"/>
    </w:rPr>
  </w:style>
  <w:style w:type="paragraph" w:customStyle="1" w:styleId="opgavetekst">
    <w:name w:val="opgavetekst"/>
    <w:basedOn w:val="Standaard"/>
    <w:link w:val="opgavetekstChar"/>
    <w:rsid w:val="00E8162E"/>
    <w:pPr>
      <w:ind w:left="708"/>
    </w:pPr>
    <w:rPr>
      <w:szCs w:val="20"/>
    </w:rPr>
  </w:style>
  <w:style w:type="character" w:customStyle="1" w:styleId="opgavetekstChar">
    <w:name w:val="opgavetekst Char"/>
    <w:basedOn w:val="Standaardalinea-lettertype"/>
    <w:link w:val="opgavetekst"/>
    <w:rsid w:val="00E8162E"/>
    <w:rPr>
      <w:sz w:val="24"/>
    </w:rPr>
  </w:style>
  <w:style w:type="paragraph" w:customStyle="1" w:styleId="punten">
    <w:name w:val="punten"/>
    <w:basedOn w:val="Vraag"/>
    <w:link w:val="puntenChar"/>
    <w:rsid w:val="00E8162E"/>
    <w:rPr>
      <w:rFonts w:ascii="Arial" w:hAnsi="Arial"/>
      <w:sz w:val="14"/>
    </w:rPr>
  </w:style>
  <w:style w:type="character" w:customStyle="1" w:styleId="puntenChar">
    <w:name w:val="punten Char"/>
    <w:basedOn w:val="VraagChar"/>
    <w:link w:val="punten"/>
    <w:rsid w:val="00E8162E"/>
    <w:rPr>
      <w:rFonts w:ascii="Arial" w:hAnsi="Arial"/>
      <w:sz w:val="14"/>
    </w:rPr>
  </w:style>
  <w:style w:type="paragraph" w:customStyle="1" w:styleId="subtekst">
    <w:name w:val="subtekst"/>
    <w:basedOn w:val="Vraag"/>
    <w:rsid w:val="00E8162E"/>
    <w:pPr>
      <w:ind w:left="993" w:hanging="993"/>
    </w:pPr>
  </w:style>
  <w:style w:type="paragraph" w:customStyle="1" w:styleId="vet">
    <w:name w:val="vet"/>
    <w:basedOn w:val="Voettekst"/>
    <w:rsid w:val="00E8162E"/>
    <w:pPr>
      <w:ind w:left="709" w:right="360"/>
    </w:pPr>
    <w:rPr>
      <w:b/>
      <w:bCs/>
      <w:szCs w:val="20"/>
    </w:rPr>
  </w:style>
  <w:style w:type="paragraph" w:customStyle="1" w:styleId="subopgave">
    <w:name w:val="subopgave"/>
    <w:basedOn w:val="Vraag"/>
    <w:link w:val="subopgaveCharChar"/>
    <w:rsid w:val="00E8162E"/>
    <w:pPr>
      <w:tabs>
        <w:tab w:val="clear" w:pos="567"/>
        <w:tab w:val="clear" w:pos="851"/>
        <w:tab w:val="clear" w:pos="1134"/>
        <w:tab w:val="left" w:pos="709"/>
      </w:tabs>
      <w:ind w:left="993" w:hanging="993"/>
    </w:pPr>
  </w:style>
  <w:style w:type="character" w:customStyle="1" w:styleId="subopgaveCharChar">
    <w:name w:val="subopgave Char Char"/>
    <w:basedOn w:val="VraagChar"/>
    <w:link w:val="subopgave"/>
    <w:rsid w:val="00E8162E"/>
    <w:rPr>
      <w:sz w:val="24"/>
    </w:rPr>
  </w:style>
  <w:style w:type="paragraph" w:customStyle="1" w:styleId="notatie">
    <w:name w:val="notatie"/>
    <w:basedOn w:val="opgavetekst"/>
    <w:link w:val="notatieChar"/>
    <w:rsid w:val="00E8162E"/>
    <w:pPr>
      <w:ind w:left="5529"/>
    </w:pPr>
  </w:style>
  <w:style w:type="character" w:customStyle="1" w:styleId="notatieChar">
    <w:name w:val="notatie Char"/>
    <w:basedOn w:val="opgavetekstChar"/>
    <w:link w:val="notatie"/>
    <w:rsid w:val="00E8162E"/>
    <w:rPr>
      <w:sz w:val="24"/>
    </w:rPr>
  </w:style>
  <w:style w:type="paragraph" w:customStyle="1" w:styleId="opgavenr">
    <w:name w:val="opgavenr"/>
    <w:basedOn w:val="Standaard"/>
    <w:next w:val="opgavetekst"/>
    <w:link w:val="opgavenrCharChar"/>
    <w:rsid w:val="00E8162E"/>
    <w:pPr>
      <w:ind w:left="709"/>
    </w:pPr>
    <w:rPr>
      <w:rFonts w:ascii="Arial" w:hAnsi="Arial"/>
      <w:b/>
      <w:bCs/>
      <w:caps/>
      <w:sz w:val="18"/>
      <w:szCs w:val="20"/>
    </w:rPr>
  </w:style>
  <w:style w:type="character" w:customStyle="1" w:styleId="opgavenrCharChar">
    <w:name w:val="opgavenr Char Char"/>
    <w:basedOn w:val="Standaardalinea-lettertype"/>
    <w:link w:val="opgavenr"/>
    <w:rsid w:val="00E8162E"/>
    <w:rPr>
      <w:rFonts w:ascii="Arial" w:hAnsi="Arial"/>
      <w:b/>
      <w:bCs/>
      <w:caps/>
      <w:sz w:val="18"/>
    </w:rPr>
  </w:style>
  <w:style w:type="paragraph" w:customStyle="1" w:styleId="Opmaakprofiel1">
    <w:name w:val="Opmaakprofiel1"/>
    <w:basedOn w:val="Voettekst"/>
    <w:rsid w:val="00E8162E"/>
    <w:pPr>
      <w:tabs>
        <w:tab w:val="clear" w:pos="4536"/>
        <w:tab w:val="center" w:pos="3261"/>
      </w:tabs>
      <w:ind w:left="709" w:right="360"/>
    </w:pPr>
    <w:rPr>
      <w:rFonts w:ascii="Arial" w:hAnsi="Arial" w:cs="Arial"/>
      <w:caps/>
      <w:color w:val="000000"/>
      <w:sz w:val="14"/>
      <w:szCs w:val="16"/>
    </w:rPr>
  </w:style>
  <w:style w:type="character" w:customStyle="1" w:styleId="KoptekstChar">
    <w:name w:val="Koptekst Char"/>
    <w:link w:val="Koptekst"/>
    <w:uiPriority w:val="99"/>
    <w:rsid w:val="00132CA9"/>
    <w:rPr>
      <w:sz w:val="24"/>
      <w:szCs w:val="24"/>
    </w:rPr>
  </w:style>
  <w:style w:type="paragraph" w:styleId="Plattetekstinspringen">
    <w:name w:val="Body Text Indent"/>
    <w:basedOn w:val="Standaard"/>
    <w:link w:val="PlattetekstinspringenChar"/>
    <w:rsid w:val="00E8162E"/>
    <w:pPr>
      <w:tabs>
        <w:tab w:val="left" w:pos="540"/>
        <w:tab w:val="left" w:pos="900"/>
        <w:tab w:val="left" w:pos="4500"/>
        <w:tab w:val="left" w:pos="8640"/>
      </w:tabs>
      <w:ind w:left="900" w:hanging="900"/>
    </w:pPr>
  </w:style>
  <w:style w:type="character" w:customStyle="1" w:styleId="PlattetekstinspringenChar">
    <w:name w:val="Platte tekst inspringen Char"/>
    <w:link w:val="Plattetekstinspringen"/>
    <w:rsid w:val="004A2C3D"/>
    <w:rPr>
      <w:sz w:val="24"/>
      <w:szCs w:val="24"/>
    </w:rPr>
  </w:style>
  <w:style w:type="paragraph" w:styleId="Plattetekstinspringen2">
    <w:name w:val="Body Text Indent 2"/>
    <w:basedOn w:val="Standaard"/>
    <w:link w:val="Plattetekstinspringen2Char"/>
    <w:rsid w:val="00E8162E"/>
    <w:pPr>
      <w:tabs>
        <w:tab w:val="left" w:pos="720"/>
        <w:tab w:val="left" w:pos="1260"/>
      </w:tabs>
      <w:ind w:left="720" w:hanging="720"/>
    </w:pPr>
  </w:style>
  <w:style w:type="character" w:customStyle="1" w:styleId="Plattetekstinspringen2Char">
    <w:name w:val="Platte tekst inspringen 2 Char"/>
    <w:link w:val="Plattetekstinspringen2"/>
    <w:rsid w:val="004A2C3D"/>
    <w:rPr>
      <w:sz w:val="24"/>
      <w:szCs w:val="24"/>
    </w:rPr>
  </w:style>
  <w:style w:type="paragraph" w:styleId="Voettekst">
    <w:name w:val="footer"/>
    <w:basedOn w:val="Standaard"/>
    <w:link w:val="VoettekstChar"/>
    <w:autoRedefine/>
    <w:rsid w:val="00E816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8162E"/>
    <w:rPr>
      <w:sz w:val="24"/>
      <w:szCs w:val="24"/>
    </w:rPr>
  </w:style>
  <w:style w:type="character" w:customStyle="1" w:styleId="MTEquationSection">
    <w:name w:val="MTEquationSection"/>
    <w:basedOn w:val="Standaardalinea-lettertype"/>
    <w:rsid w:val="00E8162E"/>
    <w:rPr>
      <w:vanish w:val="0"/>
      <w:color w:val="FF0000"/>
    </w:rPr>
  </w:style>
  <w:style w:type="character" w:styleId="Paginanummer">
    <w:name w:val="page number"/>
    <w:basedOn w:val="Standaardalinea-lettertype"/>
    <w:rsid w:val="00E8162E"/>
  </w:style>
  <w:style w:type="paragraph" w:customStyle="1" w:styleId="Tekst">
    <w:name w:val="Tekst"/>
    <w:basedOn w:val="Standaard"/>
    <w:rsid w:val="00E8162E"/>
    <w:pPr>
      <w:ind w:left="1134"/>
    </w:pPr>
    <w:rPr>
      <w:szCs w:val="20"/>
    </w:rPr>
  </w:style>
  <w:style w:type="paragraph" w:customStyle="1" w:styleId="Vraag">
    <w:name w:val="Vraag"/>
    <w:basedOn w:val="Standaard"/>
    <w:link w:val="VraagChar"/>
    <w:rsid w:val="00E8162E"/>
    <w:pPr>
      <w:tabs>
        <w:tab w:val="right" w:pos="567"/>
        <w:tab w:val="left" w:pos="851"/>
        <w:tab w:val="left" w:pos="1134"/>
      </w:tabs>
      <w:ind w:left="1134" w:hanging="1134"/>
    </w:pPr>
    <w:rPr>
      <w:szCs w:val="20"/>
    </w:rPr>
  </w:style>
  <w:style w:type="character" w:customStyle="1" w:styleId="VraagChar">
    <w:name w:val="Vraag Char"/>
    <w:basedOn w:val="Standaardalinea-lettertype"/>
    <w:link w:val="Vraag"/>
    <w:rsid w:val="00E8162E"/>
    <w:rPr>
      <w:sz w:val="24"/>
    </w:rPr>
  </w:style>
  <w:style w:type="paragraph" w:styleId="Plattetekstinspringen3">
    <w:name w:val="Body Text Indent 3"/>
    <w:basedOn w:val="Standaard"/>
    <w:link w:val="Plattetekstinspringen3Char"/>
    <w:rsid w:val="00E8162E"/>
    <w:pPr>
      <w:tabs>
        <w:tab w:val="left" w:pos="720"/>
        <w:tab w:val="left" w:pos="1260"/>
      </w:tabs>
      <w:ind w:left="720"/>
    </w:pPr>
  </w:style>
  <w:style w:type="character" w:customStyle="1" w:styleId="Plattetekstinspringen3Char">
    <w:name w:val="Platte tekst inspringen 3 Char"/>
    <w:link w:val="Plattetekstinspringen3"/>
    <w:rsid w:val="004A2C3D"/>
    <w:rPr>
      <w:sz w:val="24"/>
      <w:szCs w:val="24"/>
    </w:rPr>
  </w:style>
  <w:style w:type="paragraph" w:styleId="Plattetekst">
    <w:name w:val="Body Text"/>
    <w:basedOn w:val="Standaard"/>
    <w:link w:val="PlattetekstChar"/>
    <w:rsid w:val="00E8162E"/>
    <w:pPr>
      <w:tabs>
        <w:tab w:val="right" w:pos="9072"/>
      </w:tabs>
    </w:pPr>
    <w:rPr>
      <w:b/>
      <w:szCs w:val="20"/>
    </w:rPr>
  </w:style>
  <w:style w:type="character" w:customStyle="1" w:styleId="PlattetekstChar">
    <w:name w:val="Platte tekst Char"/>
    <w:link w:val="Plattetekst"/>
    <w:rsid w:val="004A2C3D"/>
    <w:rPr>
      <w:b/>
      <w:sz w:val="24"/>
    </w:rPr>
  </w:style>
  <w:style w:type="paragraph" w:styleId="Titel">
    <w:name w:val="Title"/>
    <w:basedOn w:val="Standaard"/>
    <w:link w:val="TitelChar0"/>
    <w:qFormat/>
    <w:rsid w:val="00E8162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Char0">
    <w:name w:val="Titel Char"/>
    <w:link w:val="Titel"/>
    <w:rsid w:val="004A2C3D"/>
    <w:rPr>
      <w:rFonts w:ascii="Arial" w:hAnsi="Arial" w:cs="Arial"/>
      <w:b/>
      <w:bCs/>
      <w:kern w:val="28"/>
      <w:sz w:val="32"/>
      <w:szCs w:val="32"/>
    </w:rPr>
  </w:style>
  <w:style w:type="paragraph" w:customStyle="1" w:styleId="OpmaakprofielLinks0cmVerkeerd-om1cm">
    <w:name w:val="Opmaakprofiel Links:  0 cm Verkeerd-om:  1 cm"/>
    <w:basedOn w:val="Standaard"/>
    <w:rsid w:val="00E8162E"/>
    <w:pPr>
      <w:tabs>
        <w:tab w:val="left" w:pos="709"/>
        <w:tab w:val="left" w:pos="992"/>
      </w:tabs>
      <w:ind w:left="709" w:hanging="709"/>
    </w:pPr>
    <w:rPr>
      <w:szCs w:val="20"/>
    </w:rPr>
  </w:style>
  <w:style w:type="paragraph" w:styleId="Ballontekst">
    <w:name w:val="Balloon Text"/>
    <w:basedOn w:val="Standaard"/>
    <w:link w:val="BallontekstChar"/>
    <w:rsid w:val="004A2C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A2C3D"/>
    <w:rPr>
      <w:rFonts w:ascii="Tahoma" w:hAnsi="Tahoma" w:cs="Tahoma"/>
      <w:sz w:val="16"/>
      <w:szCs w:val="16"/>
    </w:rPr>
  </w:style>
  <w:style w:type="paragraph" w:customStyle="1" w:styleId="vraag0">
    <w:name w:val="vraag"/>
    <w:basedOn w:val="Standaard"/>
    <w:link w:val="vraagChar0"/>
    <w:rsid w:val="00E0514E"/>
    <w:pPr>
      <w:tabs>
        <w:tab w:val="left" w:pos="0"/>
        <w:tab w:val="left" w:pos="540"/>
      </w:tabs>
      <w:spacing w:line="320" w:lineRule="atLeast"/>
      <w:ind w:left="538" w:hanging="1077"/>
    </w:pPr>
    <w:rPr>
      <w:sz w:val="23"/>
    </w:rPr>
  </w:style>
  <w:style w:type="paragraph" w:customStyle="1" w:styleId="Opgave">
    <w:name w:val="Opgave"/>
    <w:basedOn w:val="Standaard"/>
    <w:next w:val="Deelopgave"/>
    <w:link w:val="OpgaveChar"/>
    <w:rsid w:val="00322AAC"/>
    <w:pPr>
      <w:tabs>
        <w:tab w:val="left" w:pos="510"/>
        <w:tab w:val="left" w:pos="737"/>
      </w:tabs>
      <w:spacing w:line="240" w:lineRule="atLeast"/>
      <w:ind w:left="510" w:right="2041" w:hanging="510"/>
    </w:pPr>
    <w:rPr>
      <w:sz w:val="21"/>
      <w:szCs w:val="22"/>
      <w:lang w:eastAsia="en-US"/>
    </w:rPr>
  </w:style>
  <w:style w:type="paragraph" w:customStyle="1" w:styleId="Deelopgave">
    <w:name w:val="Deelopgave"/>
    <w:basedOn w:val="Opgave"/>
    <w:link w:val="DeelopgaveChar"/>
    <w:rsid w:val="00322AAC"/>
    <w:pPr>
      <w:ind w:left="737" w:hanging="227"/>
    </w:pPr>
  </w:style>
  <w:style w:type="character" w:customStyle="1" w:styleId="DeelopgaveChar">
    <w:name w:val="Deelopgave Char"/>
    <w:link w:val="Deelopgave"/>
    <w:rsid w:val="00322AAC"/>
    <w:rPr>
      <w:sz w:val="21"/>
      <w:szCs w:val="22"/>
      <w:lang w:eastAsia="en-US"/>
    </w:rPr>
  </w:style>
  <w:style w:type="character" w:customStyle="1" w:styleId="OpgaveChar">
    <w:name w:val="Opgave Char"/>
    <w:link w:val="Opgave"/>
    <w:rsid w:val="00322AAC"/>
    <w:rPr>
      <w:sz w:val="21"/>
      <w:szCs w:val="22"/>
      <w:lang w:eastAsia="en-US"/>
    </w:rPr>
  </w:style>
  <w:style w:type="paragraph" w:customStyle="1" w:styleId="Tabel">
    <w:name w:val="Tabel"/>
    <w:basedOn w:val="Standaard"/>
    <w:rsid w:val="00322AAC"/>
    <w:pPr>
      <w:tabs>
        <w:tab w:val="left" w:pos="170"/>
      </w:tabs>
      <w:spacing w:line="240" w:lineRule="atLeast"/>
    </w:pPr>
    <w:rPr>
      <w:sz w:val="21"/>
      <w:szCs w:val="22"/>
      <w:lang w:eastAsia="en-US"/>
    </w:rPr>
  </w:style>
  <w:style w:type="paragraph" w:customStyle="1" w:styleId="DeelopgaveKolommen">
    <w:name w:val="DeelopgaveKolommen"/>
    <w:basedOn w:val="Standaard"/>
    <w:rsid w:val="000C3DB9"/>
    <w:pPr>
      <w:tabs>
        <w:tab w:val="left" w:pos="510"/>
        <w:tab w:val="left" w:pos="737"/>
      </w:tabs>
      <w:spacing w:line="240" w:lineRule="atLeast"/>
      <w:ind w:left="737" w:hanging="227"/>
    </w:pPr>
    <w:rPr>
      <w:sz w:val="21"/>
      <w:szCs w:val="22"/>
      <w:lang w:eastAsia="en-US"/>
    </w:rPr>
  </w:style>
  <w:style w:type="character" w:styleId="Verwijzingopmerking">
    <w:name w:val="annotation reference"/>
    <w:basedOn w:val="Standaardalinea-lettertype"/>
    <w:rsid w:val="00CD05CC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CD05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CD05CC"/>
  </w:style>
  <w:style w:type="paragraph" w:styleId="Onderwerpvanopmerking">
    <w:name w:val="annotation subject"/>
    <w:basedOn w:val="Tekstopmerking"/>
    <w:next w:val="Tekstopmerking"/>
    <w:link w:val="OnderwerpvanopmerkingChar"/>
    <w:rsid w:val="00CD05C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CD05CC"/>
    <w:rPr>
      <w:b/>
      <w:bCs/>
    </w:rPr>
  </w:style>
  <w:style w:type="character" w:customStyle="1" w:styleId="vraagChar0">
    <w:name w:val="vraag Char"/>
    <w:link w:val="vraag0"/>
    <w:rsid w:val="003930E9"/>
    <w:rPr>
      <w:sz w:val="23"/>
      <w:szCs w:val="24"/>
    </w:rPr>
  </w:style>
  <w:style w:type="table" w:styleId="Tabelraster">
    <w:name w:val="Table Grid"/>
    <w:basedOn w:val="Standaardtabel"/>
    <w:rsid w:val="00D13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ur">
    <w:name w:val="Figuur"/>
    <w:basedOn w:val="Standaard"/>
    <w:next w:val="Standaard"/>
    <w:link w:val="FiguurChar"/>
    <w:rsid w:val="00E96BE0"/>
    <w:pPr>
      <w:tabs>
        <w:tab w:val="left" w:pos="170"/>
      </w:tabs>
      <w:spacing w:line="190" w:lineRule="atLeast"/>
    </w:pPr>
    <w:rPr>
      <w:b/>
      <w:sz w:val="16"/>
      <w:szCs w:val="22"/>
      <w:lang w:eastAsia="en-US"/>
    </w:rPr>
  </w:style>
  <w:style w:type="character" w:customStyle="1" w:styleId="FiguurChar">
    <w:name w:val="Figuur Char"/>
    <w:basedOn w:val="Standaardalinea-lettertype"/>
    <w:link w:val="Figuur"/>
    <w:rsid w:val="00E96BE0"/>
    <w:rPr>
      <w:b/>
      <w:sz w:val="16"/>
      <w:szCs w:val="22"/>
      <w:lang w:eastAsia="en-US"/>
    </w:rPr>
  </w:style>
  <w:style w:type="character" w:customStyle="1" w:styleId="Figuurnaamopschrifttitel">
    <w:name w:val="Figuurnaam (/opschrift/titel)"/>
    <w:rsid w:val="00E96BE0"/>
    <w:rPr>
      <w:rFonts w:ascii="Arial" w:hAnsi="Arial"/>
      <w:b/>
      <w:color w:val="008000"/>
      <w:sz w:val="17"/>
      <w:bdr w:val="none" w:sz="0" w:space="0" w:color="auto"/>
      <w:shd w:val="clear" w:color="auto" w:fill="CCFFCC"/>
    </w:rPr>
  </w:style>
  <w:style w:type="paragraph" w:customStyle="1" w:styleId="Figuurkader">
    <w:name w:val="Figuurkader"/>
    <w:basedOn w:val="Standaard"/>
    <w:link w:val="FiguurkaderChar"/>
    <w:rsid w:val="00A744E2"/>
    <w:pPr>
      <w:tabs>
        <w:tab w:val="left" w:pos="170"/>
      </w:tabs>
      <w:spacing w:line="240" w:lineRule="atLeast"/>
    </w:pPr>
    <w:rPr>
      <w:sz w:val="17"/>
      <w:szCs w:val="22"/>
      <w:lang w:eastAsia="en-US"/>
    </w:rPr>
  </w:style>
  <w:style w:type="character" w:customStyle="1" w:styleId="FiguurkaderChar">
    <w:name w:val="Figuurkader Char"/>
    <w:basedOn w:val="Standaardalinea-lettertype"/>
    <w:link w:val="Figuurkader"/>
    <w:rsid w:val="00A744E2"/>
    <w:rPr>
      <w:sz w:val="17"/>
      <w:szCs w:val="22"/>
      <w:lang w:eastAsia="en-US"/>
    </w:rPr>
  </w:style>
  <w:style w:type="paragraph" w:customStyle="1" w:styleId="Theoriekader">
    <w:name w:val="Theoriekader"/>
    <w:basedOn w:val="Standaard"/>
    <w:link w:val="TheoriekaderChar"/>
    <w:rsid w:val="00A744E2"/>
    <w:pPr>
      <w:pBdr>
        <w:top w:val="single" w:sz="24" w:space="1" w:color="99CCFF"/>
        <w:left w:val="single" w:sz="24" w:space="4" w:color="99CCFF"/>
        <w:bottom w:val="single" w:sz="24" w:space="1" w:color="99CCFF"/>
        <w:right w:val="single" w:sz="24" w:space="4" w:color="99CCFF"/>
      </w:pBdr>
      <w:shd w:val="clear" w:color="auto" w:fill="99CCFF"/>
      <w:tabs>
        <w:tab w:val="left" w:pos="170"/>
        <w:tab w:val="left" w:pos="425"/>
      </w:tabs>
      <w:spacing w:line="240" w:lineRule="atLeast"/>
      <w:ind w:right="2268"/>
    </w:pPr>
    <w:rPr>
      <w:sz w:val="20"/>
      <w:szCs w:val="22"/>
      <w:lang w:eastAsia="en-US"/>
    </w:rPr>
  </w:style>
  <w:style w:type="character" w:customStyle="1" w:styleId="TheoriekaderChar">
    <w:name w:val="Theoriekader Char"/>
    <w:basedOn w:val="Standaardalinea-lettertype"/>
    <w:link w:val="Theoriekader"/>
    <w:rsid w:val="00A744E2"/>
    <w:rPr>
      <w:szCs w:val="22"/>
      <w:shd w:val="clear" w:color="auto" w:fill="99CCFF"/>
      <w:lang w:eastAsia="en-US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B650AC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imes13ptcursief">
    <w:name w:val="Times 13pt cursief"/>
    <w:rsid w:val="00DC5D1B"/>
    <w:rPr>
      <w:rFonts w:ascii="Times New Roman" w:hAnsi="Times New Roman"/>
      <w:b w:val="0"/>
      <w:i/>
      <w:iCs/>
      <w:sz w:val="26"/>
    </w:rPr>
  </w:style>
  <w:style w:type="character" w:styleId="Tekstvantijdelijkeaanduiding">
    <w:name w:val="Placeholder Text"/>
    <w:basedOn w:val="Standaardalinea-lettertype"/>
    <w:uiPriority w:val="99"/>
    <w:semiHidden/>
    <w:rsid w:val="00B52A05"/>
    <w:rPr>
      <w:color w:val="808080"/>
    </w:rPr>
  </w:style>
  <w:style w:type="paragraph" w:customStyle="1" w:styleId="titel18pt">
    <w:name w:val="titel 18pt"/>
    <w:basedOn w:val="Standaard"/>
    <w:link w:val="titel18ptChar"/>
    <w:rsid w:val="00062E05"/>
    <w:pPr>
      <w:tabs>
        <w:tab w:val="center" w:pos="3261"/>
        <w:tab w:val="right" w:pos="9072"/>
      </w:tabs>
      <w:ind w:left="1418" w:right="360" w:hanging="709"/>
    </w:pPr>
    <w:rPr>
      <w:rFonts w:ascii="Arial" w:hAnsi="Arial" w:cs="Arial"/>
      <w:b/>
      <w:caps/>
      <w:sz w:val="36"/>
      <w:szCs w:val="20"/>
    </w:rPr>
  </w:style>
  <w:style w:type="character" w:customStyle="1" w:styleId="titel18ptChar">
    <w:name w:val="titel 18pt Char"/>
    <w:link w:val="titel18pt"/>
    <w:rsid w:val="00062E05"/>
    <w:rPr>
      <w:rFonts w:ascii="Arial" w:hAnsi="Arial" w:cs="Arial"/>
      <w:b/>
      <w:cap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7.png"/><Relationship Id="rId34" Type="http://schemas.openxmlformats.org/officeDocument/2006/relationships/image" Target="media/image14.jpe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rit\AppData\Roaming\Microsoft\Sjablonen\G&amp;R%20toetsopgaven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3CD4-7C4C-4A73-9392-7B7C72D4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G&amp;R toetsopgaven</Template>
  <TotalTime>534</TotalTime>
  <Pages>3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Voorwoord</vt:lpstr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Voorwoord</dc:title>
  <dc:creator>Gerrit de Jong</dc:creator>
  <cp:lastModifiedBy>marc wieringa</cp:lastModifiedBy>
  <cp:revision>30</cp:revision>
  <cp:lastPrinted>2019-03-24T11:56:00Z</cp:lastPrinted>
  <dcterms:created xsi:type="dcterms:W3CDTF">2020-03-20T11:48:00Z</dcterms:created>
  <dcterms:modified xsi:type="dcterms:W3CDTF">2020-08-13T16:00:00Z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