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1A7F6" w14:textId="2B56871C" w:rsidR="00A64431" w:rsidRPr="00B71F8C" w:rsidRDefault="00FE4CCD" w:rsidP="00D14391">
      <w:pPr>
        <w:pStyle w:val="titel0"/>
        <w:ind w:firstLine="0"/>
      </w:pPr>
      <w:r w:rsidRPr="00B71F8C">
        <w:t>Oefent</w:t>
      </w:r>
      <w:r w:rsidR="00A64431" w:rsidRPr="00B71F8C">
        <w:t xml:space="preserve">oets </w:t>
      </w:r>
      <w:r w:rsidR="00550F4D" w:rsidRPr="00B71F8C">
        <w:t>havo</w:t>
      </w:r>
      <w:r w:rsidR="00D14391" w:rsidRPr="00B71F8C">
        <w:t xml:space="preserve"> </w:t>
      </w:r>
      <w:r w:rsidR="00550F4D" w:rsidRPr="00B71F8C">
        <w:t>A</w:t>
      </w:r>
      <w:r w:rsidR="00D14391" w:rsidRPr="00B71F8C">
        <w:t xml:space="preserve"> deel 1</w:t>
      </w:r>
    </w:p>
    <w:p w14:paraId="46654D27" w14:textId="77777777" w:rsidR="00483EDF" w:rsidRPr="00B71F8C" w:rsidRDefault="00483EDF" w:rsidP="002A7DB7"/>
    <w:p w14:paraId="374DA144" w14:textId="72D3EE00" w:rsidR="0093797C" w:rsidRPr="00B71F8C" w:rsidRDefault="00B140E9" w:rsidP="00D14391">
      <w:pPr>
        <w:ind w:left="709"/>
        <w:rPr>
          <w:b/>
        </w:rPr>
      </w:pPr>
      <w:r w:rsidRPr="00B71F8C">
        <w:rPr>
          <w:b/>
        </w:rPr>
        <w:t>H</w:t>
      </w:r>
      <w:r w:rsidR="00540BCD" w:rsidRPr="00B71F8C">
        <w:rPr>
          <w:b/>
        </w:rPr>
        <w:t xml:space="preserve">oofdstuk </w:t>
      </w:r>
      <w:r w:rsidR="00550F4D" w:rsidRPr="00B71F8C">
        <w:rPr>
          <w:b/>
        </w:rPr>
        <w:t>1</w:t>
      </w:r>
      <w:r w:rsidR="00A64431" w:rsidRPr="00B71F8C">
        <w:rPr>
          <w:b/>
        </w:rPr>
        <w:t xml:space="preserve"> </w:t>
      </w:r>
      <w:bookmarkStart w:id="0" w:name="_Hlk29798004"/>
      <w:r w:rsidR="008A160E" w:rsidRPr="00B71F8C">
        <w:rPr>
          <w:b/>
        </w:rPr>
        <w:t>Tabellen en grafieken</w:t>
      </w:r>
      <w:bookmarkEnd w:id="0"/>
    </w:p>
    <w:p w14:paraId="44BDE149" w14:textId="5FB37874" w:rsidR="008B28F5" w:rsidRPr="00B71F8C" w:rsidRDefault="008B28F5" w:rsidP="0066414C"/>
    <w:p w14:paraId="500AC232" w14:textId="706FBF4F" w:rsidR="00AB4767" w:rsidRPr="00B71F8C" w:rsidRDefault="00AB4767" w:rsidP="00AB4767">
      <w:pPr>
        <w:pStyle w:val="opgavenr"/>
      </w:pPr>
      <w:r w:rsidRPr="00B71F8C">
        <w:t>Opgave 1</w:t>
      </w:r>
    </w:p>
    <w:p w14:paraId="0A0B2287" w14:textId="16343681" w:rsidR="00AB4767" w:rsidRPr="00B71F8C" w:rsidRDefault="00AB4767" w:rsidP="00AB4767">
      <w:pPr>
        <w:pStyle w:val="opgavetekst"/>
      </w:pPr>
      <w:r w:rsidRPr="00B71F8C">
        <w:t>Vul in.</w:t>
      </w:r>
    </w:p>
    <w:p w14:paraId="47C8C7F6" w14:textId="5253DF06" w:rsidR="00AB4767" w:rsidRPr="00B71F8C" w:rsidRDefault="00AB4767" w:rsidP="00AB4767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1p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a</w:t>
      </w:r>
      <w:r w:rsidRPr="00B71F8C">
        <w:rPr>
          <w:rFonts w:ascii="Times New Roman" w:hAnsi="Times New Roman"/>
          <w:sz w:val="24"/>
          <w:szCs w:val="24"/>
        </w:rPr>
        <w:tab/>
        <w:t>Het schatten van een waarde die buiten de gegevens ligt heet …</w:t>
      </w:r>
    </w:p>
    <w:p w14:paraId="7CAC135D" w14:textId="38F9BE14" w:rsidR="00AB4767" w:rsidRPr="00B71F8C" w:rsidRDefault="00AB4767" w:rsidP="00AB4767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1p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b</w:t>
      </w:r>
      <w:r w:rsidRPr="00B71F8C">
        <w:rPr>
          <w:rFonts w:ascii="Times New Roman" w:hAnsi="Times New Roman"/>
          <w:sz w:val="24"/>
          <w:szCs w:val="24"/>
        </w:rPr>
        <w:tab/>
        <w:t xml:space="preserve">In een … hebben de getallen die in de tabel onder elkaar staan allemaal dezelfde </w:t>
      </w:r>
      <w:r w:rsidRPr="00B71F8C">
        <w:rPr>
          <w:rFonts w:ascii="Times New Roman" w:hAnsi="Times New Roman"/>
          <w:sz w:val="24"/>
          <w:szCs w:val="24"/>
        </w:rPr>
        <w:tab/>
        <w:t>verhouding.</w:t>
      </w:r>
      <w:bookmarkStart w:id="1" w:name="_GoBack"/>
      <w:bookmarkEnd w:id="1"/>
    </w:p>
    <w:p w14:paraId="0E44177A" w14:textId="77777777" w:rsidR="00AB4767" w:rsidRPr="00B71F8C" w:rsidRDefault="00AB4767" w:rsidP="008B28F5">
      <w:pPr>
        <w:pStyle w:val="opgavenr"/>
      </w:pPr>
    </w:p>
    <w:p w14:paraId="4378942C" w14:textId="25D2C99C" w:rsidR="008B28F5" w:rsidRPr="00B71F8C" w:rsidRDefault="008B28F5" w:rsidP="008B28F5">
      <w:pPr>
        <w:pStyle w:val="opgavenr"/>
      </w:pPr>
      <w:r w:rsidRPr="00B71F8C">
        <w:t xml:space="preserve">Opgave </w:t>
      </w:r>
      <w:r w:rsidR="00AB4767" w:rsidRPr="00B71F8C">
        <w:t>2</w:t>
      </w:r>
    </w:p>
    <w:p w14:paraId="78C2510E" w14:textId="588BFC10" w:rsidR="008A160E" w:rsidRPr="00B71F8C" w:rsidRDefault="000211CA" w:rsidP="007B1464">
      <w:pPr>
        <w:pStyle w:val="opgave"/>
        <w:ind w:left="709" w:hanging="709"/>
        <w:rPr>
          <w:rFonts w:ascii="Times New Roman" w:hAnsi="Times New Roman"/>
          <w:sz w:val="24"/>
          <w:szCs w:val="24"/>
        </w:rPr>
      </w:pPr>
      <w:bookmarkStart w:id="2" w:name="_Hlk29799074"/>
      <w:r w:rsidRPr="00B71F8C">
        <w:t>2</w:t>
      </w:r>
      <w:r w:rsidR="008A160E" w:rsidRPr="00B71F8C">
        <w:t>p</w:t>
      </w:r>
      <w:r w:rsidR="008A160E" w:rsidRPr="00B71F8C">
        <w:rPr>
          <w:b/>
          <w:bCs/>
        </w:rPr>
        <w:tab/>
      </w:r>
      <w:r w:rsidR="008A160E" w:rsidRPr="00B71F8C">
        <w:rPr>
          <w:rFonts w:ascii="Times New Roman" w:hAnsi="Times New Roman"/>
          <w:b/>
          <w:bCs/>
          <w:sz w:val="24"/>
          <w:szCs w:val="24"/>
        </w:rPr>
        <w:t>a</w:t>
      </w:r>
      <w:r w:rsidR="008A160E" w:rsidRPr="00B71F8C">
        <w:rPr>
          <w:rFonts w:ascii="Times New Roman" w:hAnsi="Times New Roman"/>
          <w:sz w:val="24"/>
          <w:szCs w:val="24"/>
        </w:rPr>
        <w:tab/>
        <w:t xml:space="preserve">In 2020 </w:t>
      </w:r>
      <w:r w:rsidR="007B1464" w:rsidRPr="00B71F8C">
        <w:rPr>
          <w:rFonts w:ascii="Times New Roman" w:hAnsi="Times New Roman"/>
          <w:sz w:val="24"/>
          <w:szCs w:val="24"/>
        </w:rPr>
        <w:t>was</w:t>
      </w:r>
      <w:r w:rsidR="008A160E" w:rsidRPr="00B71F8C">
        <w:rPr>
          <w:rFonts w:ascii="Times New Roman" w:hAnsi="Times New Roman"/>
          <w:sz w:val="24"/>
          <w:szCs w:val="24"/>
        </w:rPr>
        <w:t xml:space="preserve"> volledig elektrisch rijden duurder dan rijden op benzine. De ANWB </w:t>
      </w:r>
      <w:r w:rsidRPr="00B71F8C">
        <w:rPr>
          <w:rFonts w:ascii="Times New Roman" w:hAnsi="Times New Roman"/>
          <w:sz w:val="24"/>
          <w:szCs w:val="24"/>
        </w:rPr>
        <w:tab/>
      </w:r>
      <w:r w:rsidR="008A160E" w:rsidRPr="00B71F8C">
        <w:rPr>
          <w:rFonts w:ascii="Times New Roman" w:hAnsi="Times New Roman"/>
          <w:sz w:val="24"/>
          <w:szCs w:val="24"/>
        </w:rPr>
        <w:t xml:space="preserve">berekende dat </w:t>
      </w:r>
      <w:r w:rsidRPr="00B71F8C">
        <w:rPr>
          <w:rFonts w:ascii="Times New Roman" w:hAnsi="Times New Roman"/>
          <w:sz w:val="24"/>
          <w:szCs w:val="24"/>
        </w:rPr>
        <w:t xml:space="preserve">over een gebruiksduur van 4 jaar met 15 000 km per jaar een </w:t>
      </w:r>
      <w:r w:rsidRPr="00B71F8C">
        <w:rPr>
          <w:rFonts w:ascii="Times New Roman" w:hAnsi="Times New Roman"/>
          <w:sz w:val="24"/>
          <w:szCs w:val="24"/>
        </w:rPr>
        <w:tab/>
        <w:t xml:space="preserve">benzineauto 54,8 cent per km kost, terwijl dit bij een </w:t>
      </w:r>
      <w:r w:rsidR="007B1464" w:rsidRPr="00B71F8C">
        <w:rPr>
          <w:rFonts w:ascii="Times New Roman" w:hAnsi="Times New Roman"/>
          <w:sz w:val="24"/>
          <w:szCs w:val="24"/>
        </w:rPr>
        <w:t xml:space="preserve">volledig </w:t>
      </w:r>
      <w:r w:rsidRPr="00B71F8C">
        <w:rPr>
          <w:rFonts w:ascii="Times New Roman" w:hAnsi="Times New Roman"/>
          <w:sz w:val="24"/>
          <w:szCs w:val="24"/>
        </w:rPr>
        <w:t xml:space="preserve">elektrische auto 56,0 </w:t>
      </w:r>
      <w:r w:rsidR="007B1464" w:rsidRPr="00B71F8C">
        <w:rPr>
          <w:rFonts w:ascii="Times New Roman" w:hAnsi="Times New Roman"/>
          <w:sz w:val="24"/>
          <w:szCs w:val="24"/>
        </w:rPr>
        <w:tab/>
      </w:r>
      <w:r w:rsidRPr="00B71F8C">
        <w:rPr>
          <w:rFonts w:ascii="Times New Roman" w:hAnsi="Times New Roman"/>
          <w:sz w:val="24"/>
          <w:szCs w:val="24"/>
        </w:rPr>
        <w:t>cent is.</w:t>
      </w:r>
      <w:r w:rsidR="008A160E" w:rsidRPr="00B71F8C">
        <w:rPr>
          <w:rFonts w:ascii="Times New Roman" w:hAnsi="Times New Roman"/>
          <w:sz w:val="24"/>
          <w:szCs w:val="24"/>
        </w:rPr>
        <w:br/>
      </w:r>
      <w:r w:rsidR="008A160E" w:rsidRPr="00B71F8C">
        <w:rPr>
          <w:rFonts w:ascii="Times New Roman" w:hAnsi="Times New Roman"/>
          <w:sz w:val="24"/>
          <w:szCs w:val="24"/>
        </w:rPr>
        <w:tab/>
        <w:t xml:space="preserve">Bereken </w:t>
      </w:r>
      <w:r w:rsidRPr="00B71F8C">
        <w:rPr>
          <w:rFonts w:ascii="Times New Roman" w:hAnsi="Times New Roman"/>
          <w:sz w:val="24"/>
          <w:szCs w:val="24"/>
        </w:rPr>
        <w:t>hoeveel procent duurder volledig elektrisch rijden is dan rijden op benzine.</w:t>
      </w:r>
    </w:p>
    <w:p w14:paraId="7C522040" w14:textId="5B2D0B56" w:rsidR="008A160E" w:rsidRPr="00B71F8C" w:rsidRDefault="008A160E" w:rsidP="008A160E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3p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b</w:t>
      </w:r>
      <w:r w:rsidRPr="00B71F8C">
        <w:rPr>
          <w:rFonts w:ascii="Times New Roman" w:hAnsi="Times New Roman"/>
          <w:sz w:val="24"/>
          <w:szCs w:val="24"/>
        </w:rPr>
        <w:tab/>
        <w:t xml:space="preserve">De nieuwe generatie elektrische auto’s van Audi </w:t>
      </w:r>
      <w:r w:rsidR="007B1464" w:rsidRPr="00B71F8C">
        <w:rPr>
          <w:rFonts w:ascii="Times New Roman" w:hAnsi="Times New Roman"/>
          <w:sz w:val="24"/>
          <w:szCs w:val="24"/>
        </w:rPr>
        <w:t xml:space="preserve">kan </w:t>
      </w:r>
      <w:r w:rsidRPr="00B71F8C">
        <w:rPr>
          <w:rFonts w:ascii="Times New Roman" w:hAnsi="Times New Roman"/>
          <w:sz w:val="24"/>
          <w:szCs w:val="24"/>
        </w:rPr>
        <w:t xml:space="preserve">25 km verder rijden op een </w:t>
      </w:r>
      <w:r w:rsidRPr="00B71F8C">
        <w:rPr>
          <w:rFonts w:ascii="Times New Roman" w:hAnsi="Times New Roman"/>
          <w:sz w:val="24"/>
          <w:szCs w:val="24"/>
        </w:rPr>
        <w:tab/>
        <w:t xml:space="preserve">volle </w:t>
      </w:r>
      <w:r w:rsidR="00181D78" w:rsidRPr="00B71F8C">
        <w:rPr>
          <w:rFonts w:ascii="Times New Roman" w:hAnsi="Times New Roman"/>
          <w:sz w:val="24"/>
          <w:szCs w:val="24"/>
        </w:rPr>
        <w:t>accu</w:t>
      </w:r>
      <w:r w:rsidRPr="00B71F8C">
        <w:rPr>
          <w:rFonts w:ascii="Times New Roman" w:hAnsi="Times New Roman"/>
          <w:sz w:val="24"/>
          <w:szCs w:val="24"/>
        </w:rPr>
        <w:t>. Dat is een verbetering van 6,1%.</w:t>
      </w:r>
      <w:r w:rsidRPr="00B71F8C">
        <w:rPr>
          <w:rFonts w:ascii="Times New Roman" w:hAnsi="Times New Roman"/>
          <w:sz w:val="24"/>
          <w:szCs w:val="24"/>
        </w:rPr>
        <w:br/>
      </w:r>
      <w:r w:rsidRPr="00B71F8C">
        <w:rPr>
          <w:rFonts w:ascii="Times New Roman" w:hAnsi="Times New Roman"/>
          <w:sz w:val="24"/>
          <w:szCs w:val="24"/>
        </w:rPr>
        <w:tab/>
        <w:t>Bereken hoe</w:t>
      </w:r>
      <w:r w:rsidR="00181D78" w:rsidRPr="00B71F8C">
        <w:rPr>
          <w:rFonts w:ascii="Times New Roman" w:hAnsi="Times New Roman"/>
          <w:sz w:val="24"/>
          <w:szCs w:val="24"/>
        </w:rPr>
        <w:t>veel kilometer</w:t>
      </w:r>
      <w:r w:rsidRPr="00B71F8C">
        <w:rPr>
          <w:rFonts w:ascii="Times New Roman" w:hAnsi="Times New Roman"/>
          <w:sz w:val="24"/>
          <w:szCs w:val="24"/>
        </w:rPr>
        <w:t xml:space="preserve"> de nieuwe generatie elektrische auto’s van Audi </w:t>
      </w:r>
      <w:r w:rsidR="007B1464" w:rsidRPr="00B71F8C">
        <w:rPr>
          <w:rFonts w:ascii="Times New Roman" w:hAnsi="Times New Roman"/>
          <w:sz w:val="24"/>
          <w:szCs w:val="24"/>
        </w:rPr>
        <w:t>kan</w:t>
      </w:r>
      <w:r w:rsidRPr="00B71F8C">
        <w:rPr>
          <w:rFonts w:ascii="Times New Roman" w:hAnsi="Times New Roman"/>
          <w:sz w:val="24"/>
          <w:szCs w:val="24"/>
        </w:rPr>
        <w:t xml:space="preserve"> </w:t>
      </w:r>
      <w:r w:rsidR="00181D78" w:rsidRPr="00B71F8C">
        <w:rPr>
          <w:rFonts w:ascii="Times New Roman" w:hAnsi="Times New Roman"/>
          <w:sz w:val="24"/>
          <w:szCs w:val="24"/>
        </w:rPr>
        <w:tab/>
      </w:r>
      <w:r w:rsidRPr="00B71F8C">
        <w:rPr>
          <w:rFonts w:ascii="Times New Roman" w:hAnsi="Times New Roman"/>
          <w:sz w:val="24"/>
          <w:szCs w:val="24"/>
        </w:rPr>
        <w:t>rijden</w:t>
      </w:r>
      <w:r w:rsidR="00181D78" w:rsidRPr="00B71F8C">
        <w:rPr>
          <w:rFonts w:ascii="Times New Roman" w:hAnsi="Times New Roman"/>
          <w:sz w:val="24"/>
          <w:szCs w:val="24"/>
        </w:rPr>
        <w:t xml:space="preserve"> op een volle accu</w:t>
      </w:r>
      <w:r w:rsidRPr="00B71F8C">
        <w:rPr>
          <w:rFonts w:ascii="Times New Roman" w:hAnsi="Times New Roman"/>
          <w:sz w:val="24"/>
          <w:szCs w:val="24"/>
        </w:rPr>
        <w:t>.</w:t>
      </w:r>
    </w:p>
    <w:p w14:paraId="1F14AAAA" w14:textId="090E2F0E" w:rsidR="000211CA" w:rsidRPr="00B71F8C" w:rsidRDefault="000211CA" w:rsidP="000211CA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3p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c</w:t>
      </w:r>
      <w:r w:rsidRPr="00B71F8C">
        <w:rPr>
          <w:rFonts w:ascii="Times New Roman" w:hAnsi="Times New Roman"/>
          <w:sz w:val="24"/>
          <w:szCs w:val="24"/>
        </w:rPr>
        <w:tab/>
        <w:t xml:space="preserve">In 2019 begon het aantal volledig elektrische auto’s aan een opmars in Nederland. Het </w:t>
      </w:r>
      <w:r w:rsidRPr="00B71F8C">
        <w:rPr>
          <w:rFonts w:ascii="Times New Roman" w:hAnsi="Times New Roman"/>
          <w:sz w:val="24"/>
          <w:szCs w:val="24"/>
        </w:rPr>
        <w:tab/>
        <w:t>aantal nam</w:t>
      </w:r>
      <w:r w:rsidR="007B1464" w:rsidRPr="00B71F8C">
        <w:rPr>
          <w:rFonts w:ascii="Times New Roman" w:hAnsi="Times New Roman"/>
          <w:sz w:val="24"/>
          <w:szCs w:val="24"/>
        </w:rPr>
        <w:t xml:space="preserve"> in dat jaar</w:t>
      </w:r>
      <w:r w:rsidRPr="00B71F8C">
        <w:rPr>
          <w:rFonts w:ascii="Times New Roman" w:hAnsi="Times New Roman"/>
          <w:sz w:val="24"/>
          <w:szCs w:val="24"/>
        </w:rPr>
        <w:t xml:space="preserve"> met 11</w:t>
      </w:r>
      <w:r w:rsidR="00047F81" w:rsidRPr="00B71F8C">
        <w:rPr>
          <w:rFonts w:ascii="Times New Roman" w:hAnsi="Times New Roman"/>
          <w:sz w:val="24"/>
          <w:szCs w:val="24"/>
        </w:rPr>
        <w:t>2</w:t>
      </w:r>
      <w:r w:rsidRPr="00B71F8C">
        <w:rPr>
          <w:rFonts w:ascii="Times New Roman" w:hAnsi="Times New Roman"/>
          <w:sz w:val="24"/>
          <w:szCs w:val="24"/>
        </w:rPr>
        <w:t>,</w:t>
      </w:r>
      <w:r w:rsidR="00047F81" w:rsidRPr="00B71F8C">
        <w:rPr>
          <w:rFonts w:ascii="Times New Roman" w:hAnsi="Times New Roman"/>
          <w:sz w:val="24"/>
          <w:szCs w:val="24"/>
        </w:rPr>
        <w:t>5</w:t>
      </w:r>
      <w:r w:rsidRPr="00B71F8C">
        <w:rPr>
          <w:rFonts w:ascii="Times New Roman" w:hAnsi="Times New Roman"/>
          <w:sz w:val="24"/>
          <w:szCs w:val="24"/>
        </w:rPr>
        <w:t>% toe tot 77</w:t>
      </w:r>
      <w:r w:rsidR="00F075E6" w:rsidRPr="00B71F8C">
        <w:rPr>
          <w:rFonts w:ascii="Times New Roman" w:hAnsi="Times New Roman"/>
          <w:sz w:val="10"/>
          <w:szCs w:val="10"/>
        </w:rPr>
        <w:t xml:space="preserve"> </w:t>
      </w:r>
      <w:r w:rsidRPr="00B71F8C">
        <w:rPr>
          <w:rFonts w:ascii="Times New Roman" w:hAnsi="Times New Roman"/>
          <w:sz w:val="10"/>
          <w:szCs w:val="10"/>
        </w:rPr>
        <w:t xml:space="preserve"> </w:t>
      </w:r>
      <w:r w:rsidRPr="00B71F8C">
        <w:rPr>
          <w:rFonts w:ascii="Times New Roman" w:hAnsi="Times New Roman"/>
          <w:sz w:val="24"/>
          <w:szCs w:val="24"/>
        </w:rPr>
        <w:t>392 op 31 december 2019.</w:t>
      </w:r>
      <w:r w:rsidR="00047F81" w:rsidRPr="00B71F8C">
        <w:rPr>
          <w:rFonts w:ascii="Times New Roman" w:hAnsi="Times New Roman"/>
          <w:sz w:val="24"/>
          <w:szCs w:val="24"/>
        </w:rPr>
        <w:t xml:space="preserve"> Een autoblad </w:t>
      </w:r>
      <w:r w:rsidR="007B1464" w:rsidRPr="00B71F8C">
        <w:rPr>
          <w:rFonts w:ascii="Times New Roman" w:hAnsi="Times New Roman"/>
          <w:sz w:val="24"/>
          <w:szCs w:val="24"/>
        </w:rPr>
        <w:tab/>
      </w:r>
      <w:r w:rsidR="00047F81" w:rsidRPr="00B71F8C">
        <w:rPr>
          <w:rFonts w:ascii="Times New Roman" w:hAnsi="Times New Roman"/>
          <w:sz w:val="24"/>
          <w:szCs w:val="24"/>
        </w:rPr>
        <w:t>wil deze groei benadrukken met de zin:</w:t>
      </w:r>
      <w:r w:rsidR="00047F81" w:rsidRPr="00B71F8C">
        <w:rPr>
          <w:rFonts w:ascii="Times New Roman" w:hAnsi="Times New Roman"/>
          <w:sz w:val="24"/>
          <w:szCs w:val="24"/>
        </w:rPr>
        <w:br/>
      </w:r>
      <w:r w:rsidR="00047F81" w:rsidRPr="00B71F8C">
        <w:rPr>
          <w:rFonts w:ascii="Times New Roman" w:hAnsi="Times New Roman"/>
          <w:sz w:val="24"/>
          <w:szCs w:val="24"/>
        </w:rPr>
        <w:tab/>
        <w:t xml:space="preserve">“Voor elke … volledig elektrische auto’s begin 2019 zijn er op eind 2019 maar liefst </w:t>
      </w:r>
      <w:r w:rsidR="00047F81" w:rsidRPr="00B71F8C">
        <w:rPr>
          <w:rFonts w:ascii="Times New Roman" w:hAnsi="Times New Roman"/>
          <w:sz w:val="24"/>
          <w:szCs w:val="24"/>
        </w:rPr>
        <w:tab/>
        <w:t>17 elektrische auto’s. Dat is meer dan een verdubbeling!”</w:t>
      </w:r>
      <w:r w:rsidR="00047F81" w:rsidRPr="00B71F8C">
        <w:rPr>
          <w:rFonts w:ascii="Times New Roman" w:hAnsi="Times New Roman"/>
          <w:sz w:val="24"/>
          <w:szCs w:val="24"/>
        </w:rPr>
        <w:br/>
      </w:r>
      <w:r w:rsidR="00047F81" w:rsidRPr="00B71F8C">
        <w:rPr>
          <w:rFonts w:ascii="Times New Roman" w:hAnsi="Times New Roman"/>
          <w:sz w:val="24"/>
          <w:szCs w:val="24"/>
        </w:rPr>
        <w:tab/>
        <w:t xml:space="preserve">Bereken het getal </w:t>
      </w:r>
      <w:r w:rsidR="007B1464" w:rsidRPr="00B71F8C">
        <w:rPr>
          <w:rFonts w:ascii="Times New Roman" w:hAnsi="Times New Roman"/>
          <w:sz w:val="24"/>
          <w:szCs w:val="24"/>
        </w:rPr>
        <w:t>dat op de puntjes moet staan.</w:t>
      </w:r>
    </w:p>
    <w:bookmarkEnd w:id="2"/>
    <w:p w14:paraId="53596AB4" w14:textId="540CBDC3" w:rsidR="008F7660" w:rsidRPr="00B71F8C" w:rsidRDefault="00181D78" w:rsidP="008F7660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3</w:t>
      </w:r>
      <w:r w:rsidR="008F7660" w:rsidRPr="00B71F8C">
        <w:t>p</w:t>
      </w:r>
      <w:r w:rsidR="008F7660" w:rsidRPr="00B71F8C">
        <w:rPr>
          <w:b/>
          <w:bCs/>
        </w:rPr>
        <w:tab/>
      </w:r>
      <w:r w:rsidR="008F7660" w:rsidRPr="00B71F8C">
        <w:rPr>
          <w:rFonts w:ascii="Times New Roman" w:hAnsi="Times New Roman"/>
          <w:b/>
          <w:bCs/>
          <w:sz w:val="24"/>
          <w:szCs w:val="24"/>
        </w:rPr>
        <w:t>d</w:t>
      </w:r>
      <w:r w:rsidR="008F7660" w:rsidRPr="00B71F8C">
        <w:rPr>
          <w:rFonts w:ascii="Times New Roman" w:hAnsi="Times New Roman"/>
          <w:sz w:val="24"/>
          <w:szCs w:val="24"/>
        </w:rPr>
        <w:tab/>
      </w:r>
      <w:r w:rsidR="003342B2" w:rsidRPr="00B71F8C">
        <w:rPr>
          <w:rFonts w:ascii="Times New Roman" w:hAnsi="Times New Roman"/>
          <w:sz w:val="24"/>
          <w:szCs w:val="24"/>
        </w:rPr>
        <w:t xml:space="preserve">In 2018 waren er nog </w:t>
      </w:r>
      <w:r w:rsidRPr="00B71F8C">
        <w:rPr>
          <w:rFonts w:ascii="Times New Roman" w:hAnsi="Times New Roman"/>
          <w:sz w:val="24"/>
          <w:szCs w:val="24"/>
        </w:rPr>
        <w:t>relatief</w:t>
      </w:r>
      <w:r w:rsidR="003342B2" w:rsidRPr="00B71F8C">
        <w:rPr>
          <w:rFonts w:ascii="Times New Roman" w:hAnsi="Times New Roman"/>
          <w:sz w:val="24"/>
          <w:szCs w:val="24"/>
        </w:rPr>
        <w:t xml:space="preserve"> weinig volledig elektrische auto’s ten opzichte van </w:t>
      </w:r>
      <w:r w:rsidR="007B1464" w:rsidRPr="00B71F8C">
        <w:rPr>
          <w:rFonts w:ascii="Times New Roman" w:hAnsi="Times New Roman"/>
          <w:sz w:val="24"/>
          <w:szCs w:val="24"/>
        </w:rPr>
        <w:t xml:space="preserve">het </w:t>
      </w:r>
      <w:r w:rsidR="007B1464" w:rsidRPr="00B71F8C">
        <w:rPr>
          <w:rFonts w:ascii="Times New Roman" w:hAnsi="Times New Roman"/>
          <w:sz w:val="24"/>
          <w:szCs w:val="24"/>
        </w:rPr>
        <w:tab/>
        <w:t>aantal p</w:t>
      </w:r>
      <w:r w:rsidR="003342B2" w:rsidRPr="00B71F8C">
        <w:rPr>
          <w:rFonts w:ascii="Times New Roman" w:hAnsi="Times New Roman"/>
          <w:sz w:val="24"/>
          <w:szCs w:val="24"/>
        </w:rPr>
        <w:t xml:space="preserve">lug in </w:t>
      </w:r>
      <w:r w:rsidR="007B1464" w:rsidRPr="00B71F8C">
        <w:rPr>
          <w:rFonts w:ascii="Times New Roman" w:hAnsi="Times New Roman"/>
          <w:sz w:val="24"/>
          <w:szCs w:val="24"/>
        </w:rPr>
        <w:t>h</w:t>
      </w:r>
      <w:r w:rsidR="003342B2" w:rsidRPr="00B71F8C">
        <w:rPr>
          <w:rFonts w:ascii="Times New Roman" w:hAnsi="Times New Roman"/>
          <w:sz w:val="24"/>
          <w:szCs w:val="24"/>
        </w:rPr>
        <w:t xml:space="preserve">ybride auto’s in Nederland. De verhouding was </w:t>
      </w:r>
      <w:r w:rsidR="008F7660" w:rsidRPr="00B71F8C">
        <w:rPr>
          <w:rFonts w:ascii="Times New Roman" w:hAnsi="Times New Roman"/>
          <w:sz w:val="24"/>
          <w:szCs w:val="24"/>
        </w:rPr>
        <w:t>5 : 14</w:t>
      </w:r>
      <w:r w:rsidR="003342B2" w:rsidRPr="00B71F8C">
        <w:rPr>
          <w:rFonts w:ascii="Times New Roman" w:hAnsi="Times New Roman"/>
          <w:sz w:val="24"/>
          <w:szCs w:val="24"/>
        </w:rPr>
        <w:t xml:space="preserve">, wat neerkwam </w:t>
      </w:r>
      <w:r w:rsidR="007B1464" w:rsidRPr="00B71F8C">
        <w:rPr>
          <w:rFonts w:ascii="Times New Roman" w:hAnsi="Times New Roman"/>
          <w:sz w:val="24"/>
          <w:szCs w:val="24"/>
        </w:rPr>
        <w:tab/>
      </w:r>
      <w:r w:rsidR="003342B2" w:rsidRPr="00B71F8C">
        <w:rPr>
          <w:rFonts w:ascii="Times New Roman" w:hAnsi="Times New Roman"/>
          <w:sz w:val="24"/>
          <w:szCs w:val="24"/>
        </w:rPr>
        <w:t xml:space="preserve">op een verschil van </w:t>
      </w:r>
      <w:r w:rsidR="008F7660" w:rsidRPr="00B71F8C">
        <w:rPr>
          <w:rFonts w:ascii="Times New Roman" w:hAnsi="Times New Roman"/>
          <w:sz w:val="24"/>
          <w:szCs w:val="24"/>
        </w:rPr>
        <w:t>62</w:t>
      </w:r>
      <w:r w:rsidR="0018103B" w:rsidRPr="00B71F8C">
        <w:rPr>
          <w:rFonts w:ascii="Times New Roman" w:hAnsi="Times New Roman"/>
          <w:sz w:val="10"/>
          <w:szCs w:val="10"/>
        </w:rPr>
        <w:t xml:space="preserve"> </w:t>
      </w:r>
      <w:r w:rsidR="008F7660" w:rsidRPr="00B71F8C">
        <w:rPr>
          <w:rFonts w:ascii="Times New Roman" w:hAnsi="Times New Roman"/>
          <w:sz w:val="24"/>
          <w:szCs w:val="24"/>
        </w:rPr>
        <w:t xml:space="preserve">079 </w:t>
      </w:r>
      <w:r w:rsidR="003342B2" w:rsidRPr="00B71F8C">
        <w:rPr>
          <w:rFonts w:ascii="Times New Roman" w:hAnsi="Times New Roman"/>
          <w:sz w:val="24"/>
          <w:szCs w:val="24"/>
        </w:rPr>
        <w:t>auto’s.</w:t>
      </w:r>
      <w:r w:rsidR="003342B2" w:rsidRPr="00B71F8C">
        <w:rPr>
          <w:rFonts w:ascii="Times New Roman" w:hAnsi="Times New Roman"/>
          <w:sz w:val="24"/>
          <w:szCs w:val="24"/>
        </w:rPr>
        <w:br/>
      </w:r>
      <w:r w:rsidR="003342B2" w:rsidRPr="00B71F8C">
        <w:rPr>
          <w:rFonts w:ascii="Times New Roman" w:hAnsi="Times New Roman"/>
          <w:sz w:val="24"/>
          <w:szCs w:val="24"/>
        </w:rPr>
        <w:tab/>
        <w:t xml:space="preserve">Bereken het aantal </w:t>
      </w:r>
      <w:r w:rsidR="007B1464" w:rsidRPr="00B71F8C">
        <w:rPr>
          <w:rFonts w:ascii="Times New Roman" w:hAnsi="Times New Roman"/>
          <w:sz w:val="24"/>
          <w:szCs w:val="24"/>
        </w:rPr>
        <w:t>p</w:t>
      </w:r>
      <w:r w:rsidR="003342B2" w:rsidRPr="00B71F8C">
        <w:rPr>
          <w:rFonts w:ascii="Times New Roman" w:hAnsi="Times New Roman"/>
          <w:sz w:val="24"/>
          <w:szCs w:val="24"/>
        </w:rPr>
        <w:t xml:space="preserve">lug in </w:t>
      </w:r>
      <w:r w:rsidR="007B1464" w:rsidRPr="00B71F8C">
        <w:rPr>
          <w:rFonts w:ascii="Times New Roman" w:hAnsi="Times New Roman"/>
          <w:sz w:val="24"/>
          <w:szCs w:val="24"/>
        </w:rPr>
        <w:t>h</w:t>
      </w:r>
      <w:r w:rsidR="003342B2" w:rsidRPr="00B71F8C">
        <w:rPr>
          <w:rFonts w:ascii="Times New Roman" w:hAnsi="Times New Roman"/>
          <w:sz w:val="24"/>
          <w:szCs w:val="24"/>
        </w:rPr>
        <w:t>ybride auto’s in 2018 in Nederland.</w:t>
      </w:r>
    </w:p>
    <w:p w14:paraId="1BBA9029" w14:textId="77777777" w:rsidR="004C7411" w:rsidRPr="00B71F8C" w:rsidRDefault="004C7411" w:rsidP="00A1369C">
      <w:pPr>
        <w:pStyle w:val="opgave"/>
      </w:pPr>
    </w:p>
    <w:p w14:paraId="2A059BA5" w14:textId="1AE50EA6" w:rsidR="009F7428" w:rsidRPr="00B71F8C" w:rsidRDefault="009F7428" w:rsidP="009F7428">
      <w:pPr>
        <w:pStyle w:val="opgavenr"/>
      </w:pPr>
      <w:bookmarkStart w:id="3" w:name="_Hlk30060836"/>
      <w:r w:rsidRPr="00B71F8C">
        <w:t xml:space="preserve">Opgave </w:t>
      </w:r>
      <w:r w:rsidR="00AB4767" w:rsidRPr="00B71F8C">
        <w:t>3</w:t>
      </w:r>
    </w:p>
    <w:p w14:paraId="250CFE8F" w14:textId="29D79713" w:rsidR="009F7428" w:rsidRPr="00B71F8C" w:rsidRDefault="009F7428" w:rsidP="005A7FF8">
      <w:pPr>
        <w:pStyle w:val="opgavetekst"/>
        <w:spacing w:after="240"/>
      </w:pPr>
      <w:r w:rsidRPr="00B71F8C">
        <w:t xml:space="preserve">In de tabel </w:t>
      </w:r>
      <w:r w:rsidR="00B5581C" w:rsidRPr="00B71F8C">
        <w:t>staat voor een aantal elektrische auto</w:t>
      </w:r>
      <w:r w:rsidR="007B1464" w:rsidRPr="00B71F8C">
        <w:t>’</w:t>
      </w:r>
      <w:r w:rsidR="00B5581C" w:rsidRPr="00B71F8C">
        <w:t>s hoe</w:t>
      </w:r>
      <w:r w:rsidR="007B1464" w:rsidRPr="00B71F8C">
        <w:t xml:space="preserve"> </w:t>
      </w:r>
      <w:r w:rsidR="00B5581C" w:rsidRPr="00B71F8C">
        <w:t xml:space="preserve">ver ze op een volle </w:t>
      </w:r>
      <w:r w:rsidR="00181D78" w:rsidRPr="00B71F8C">
        <w:t>accu</w:t>
      </w:r>
      <w:r w:rsidR="00B5581C" w:rsidRPr="00B71F8C">
        <w:t xml:space="preserve"> kunnen rijden (de actieradius) en de prijs vermeld.</w:t>
      </w:r>
    </w:p>
    <w:tbl>
      <w:tblPr>
        <w:tblStyle w:val="Tabelraster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029"/>
        <w:gridCol w:w="1403"/>
        <w:gridCol w:w="1056"/>
      </w:tblGrid>
      <w:tr w:rsidR="00B5581C" w:rsidRPr="00B71F8C" w14:paraId="0719D01C" w14:textId="77777777" w:rsidTr="00D85B24">
        <w:tc>
          <w:tcPr>
            <w:tcW w:w="4029" w:type="dxa"/>
            <w:tcBorders>
              <w:top w:val="nil"/>
              <w:bottom w:val="single" w:sz="18" w:space="0" w:color="auto"/>
              <w:right w:val="single" w:sz="18" w:space="0" w:color="auto"/>
            </w:tcBorders>
            <w:hideMark/>
          </w:tcPr>
          <w:p w14:paraId="519D3260" w14:textId="6892F1E8" w:rsidR="00B5581C" w:rsidRPr="00B71F8C" w:rsidRDefault="004F6BCE" w:rsidP="00D85B24">
            <w:pPr>
              <w:spacing w:line="240" w:lineRule="auto"/>
            </w:pPr>
            <w:bookmarkStart w:id="4" w:name="_Hlk30056520"/>
            <w:r w:rsidRPr="00B71F8C">
              <w:t>m</w:t>
            </w:r>
            <w:r w:rsidR="00B5581C" w:rsidRPr="00B71F8C">
              <w:t>odel</w:t>
            </w:r>
          </w:p>
        </w:tc>
        <w:tc>
          <w:tcPr>
            <w:tcW w:w="1403" w:type="dxa"/>
            <w:tcBorders>
              <w:top w:val="nil"/>
              <w:left w:val="single" w:sz="18" w:space="0" w:color="auto"/>
              <w:bottom w:val="single" w:sz="18" w:space="0" w:color="auto"/>
            </w:tcBorders>
            <w:hideMark/>
          </w:tcPr>
          <w:p w14:paraId="16A27182" w14:textId="741DEA6C" w:rsidR="00B5581C" w:rsidRPr="00B71F8C" w:rsidRDefault="004F6BCE" w:rsidP="00B5581C">
            <w:pPr>
              <w:spacing w:line="240" w:lineRule="auto"/>
              <w:jc w:val="center"/>
            </w:pPr>
            <w:r w:rsidRPr="00B71F8C">
              <w:t>a</w:t>
            </w:r>
            <w:r w:rsidR="00B5581C" w:rsidRPr="00B71F8C">
              <w:t>ctieradius</w:t>
            </w:r>
          </w:p>
        </w:tc>
        <w:tc>
          <w:tcPr>
            <w:tcW w:w="996" w:type="dxa"/>
            <w:tcBorders>
              <w:top w:val="nil"/>
              <w:bottom w:val="single" w:sz="18" w:space="0" w:color="auto"/>
            </w:tcBorders>
            <w:hideMark/>
          </w:tcPr>
          <w:p w14:paraId="70E93987" w14:textId="1DA62D67" w:rsidR="00B5581C" w:rsidRPr="00B71F8C" w:rsidRDefault="004F6BCE" w:rsidP="00B5581C">
            <w:pPr>
              <w:spacing w:line="240" w:lineRule="auto"/>
              <w:jc w:val="center"/>
            </w:pPr>
            <w:r w:rsidRPr="00B71F8C">
              <w:t>p</w:t>
            </w:r>
            <w:r w:rsidR="00B5581C" w:rsidRPr="00B71F8C">
              <w:t>rijs</w:t>
            </w:r>
          </w:p>
        </w:tc>
      </w:tr>
      <w:tr w:rsidR="00B5581C" w:rsidRPr="00B71F8C" w14:paraId="3AB5C678" w14:textId="77777777" w:rsidTr="00D85B24">
        <w:tc>
          <w:tcPr>
            <w:tcW w:w="0" w:type="auto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6204530" w14:textId="77777777" w:rsidR="00B5581C" w:rsidRPr="00B71F8C" w:rsidRDefault="00B5581C" w:rsidP="00D85B24">
            <w:pPr>
              <w:spacing w:line="240" w:lineRule="auto"/>
              <w:rPr>
                <w:lang w:val="en-GB"/>
              </w:rPr>
            </w:pPr>
            <w:r w:rsidRPr="00B71F8C">
              <w:rPr>
                <w:lang w:val="en-GB"/>
              </w:rPr>
              <w:t>Tesla Model 3 Long Range Dual Motor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  <w:hideMark/>
          </w:tcPr>
          <w:p w14:paraId="1F0B0307" w14:textId="77777777" w:rsidR="00B5581C" w:rsidRPr="00B71F8C" w:rsidRDefault="00B5581C" w:rsidP="00F66C71">
            <w:pPr>
              <w:spacing w:line="240" w:lineRule="auto"/>
            </w:pPr>
            <w:r w:rsidRPr="00B71F8C">
              <w:t>475 km</w:t>
            </w:r>
          </w:p>
        </w:tc>
        <w:tc>
          <w:tcPr>
            <w:tcW w:w="0" w:type="auto"/>
            <w:tcBorders>
              <w:top w:val="single" w:sz="18" w:space="0" w:color="auto"/>
            </w:tcBorders>
            <w:hideMark/>
          </w:tcPr>
          <w:p w14:paraId="047FED0D" w14:textId="21684B17" w:rsidR="00B5581C" w:rsidRPr="00B71F8C" w:rsidRDefault="00B5581C" w:rsidP="00F66C71">
            <w:pPr>
              <w:spacing w:line="240" w:lineRule="auto"/>
            </w:pPr>
            <w:r w:rsidRPr="00B71F8C">
              <w:t>€</w:t>
            </w:r>
            <w:r w:rsidR="007B1464" w:rsidRPr="00B71F8C">
              <w:t xml:space="preserve"> </w:t>
            </w:r>
            <w:r w:rsidRPr="00B71F8C">
              <w:t>58</w:t>
            </w:r>
            <w:r w:rsidR="00E640B3" w:rsidRPr="00B71F8C">
              <w:t xml:space="preserve"> </w:t>
            </w:r>
            <w:r w:rsidRPr="00B71F8C">
              <w:t>218</w:t>
            </w:r>
          </w:p>
        </w:tc>
      </w:tr>
      <w:tr w:rsidR="00B5581C" w:rsidRPr="00B71F8C" w14:paraId="7258DEB3" w14:textId="77777777" w:rsidTr="00D85B24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517CD8" w14:textId="77777777" w:rsidR="00B5581C" w:rsidRPr="00B71F8C" w:rsidRDefault="00B5581C" w:rsidP="00D85B24">
            <w:pPr>
              <w:spacing w:line="240" w:lineRule="auto"/>
            </w:pPr>
            <w:r w:rsidRPr="00B71F8C">
              <w:t xml:space="preserve">Hyundai </w:t>
            </w:r>
            <w:proofErr w:type="spellStart"/>
            <w:r w:rsidRPr="00B71F8C">
              <w:t>Kona</w:t>
            </w:r>
            <w:proofErr w:type="spellEnd"/>
            <w:r w:rsidRPr="00B71F8C">
              <w:t xml:space="preserve"> Electric 64 kWh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hideMark/>
          </w:tcPr>
          <w:p w14:paraId="452F2690" w14:textId="77777777" w:rsidR="00B5581C" w:rsidRPr="00B71F8C" w:rsidRDefault="00B5581C" w:rsidP="00B5581C">
            <w:pPr>
              <w:spacing w:line="240" w:lineRule="auto"/>
            </w:pPr>
            <w:r w:rsidRPr="00B71F8C">
              <w:t>400 km</w:t>
            </w:r>
          </w:p>
        </w:tc>
        <w:tc>
          <w:tcPr>
            <w:tcW w:w="0" w:type="auto"/>
            <w:hideMark/>
          </w:tcPr>
          <w:p w14:paraId="3CE72FB7" w14:textId="05CC3374" w:rsidR="00B5581C" w:rsidRPr="00B71F8C" w:rsidRDefault="00B5581C" w:rsidP="00B5581C">
            <w:pPr>
              <w:spacing w:line="240" w:lineRule="auto"/>
            </w:pPr>
            <w:r w:rsidRPr="00B71F8C">
              <w:t>€</w:t>
            </w:r>
            <w:r w:rsidR="007B1464" w:rsidRPr="00B71F8C">
              <w:t xml:space="preserve"> </w:t>
            </w:r>
            <w:r w:rsidRPr="00B71F8C">
              <w:t>39</w:t>
            </w:r>
            <w:r w:rsidR="00E640B3" w:rsidRPr="00B71F8C">
              <w:t xml:space="preserve"> </w:t>
            </w:r>
            <w:r w:rsidRPr="00B71F8C">
              <w:t>995</w:t>
            </w:r>
          </w:p>
        </w:tc>
      </w:tr>
      <w:tr w:rsidR="00B5581C" w:rsidRPr="00B71F8C" w14:paraId="5B86AAFE" w14:textId="77777777" w:rsidTr="00D85B24">
        <w:tc>
          <w:tcPr>
            <w:tcW w:w="0" w:type="auto"/>
            <w:tcBorders>
              <w:top w:val="single" w:sz="4" w:space="0" w:color="auto"/>
              <w:bottom w:val="nil"/>
              <w:right w:val="single" w:sz="18" w:space="0" w:color="auto"/>
            </w:tcBorders>
            <w:vAlign w:val="center"/>
            <w:hideMark/>
          </w:tcPr>
          <w:p w14:paraId="56647449" w14:textId="2C263790" w:rsidR="00B5581C" w:rsidRPr="00B71F8C" w:rsidRDefault="00B5581C" w:rsidP="00D85B24">
            <w:pPr>
              <w:spacing w:line="240" w:lineRule="auto"/>
            </w:pPr>
            <w:r w:rsidRPr="00B71F8C">
              <w:t xml:space="preserve">Renault </w:t>
            </w:r>
            <w:proofErr w:type="spellStart"/>
            <w:r w:rsidRPr="00B71F8C">
              <w:t>Zoe</w:t>
            </w:r>
            <w:proofErr w:type="spellEnd"/>
            <w:r w:rsidRPr="00B71F8C">
              <w:t xml:space="preserve"> R90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  <w:hideMark/>
          </w:tcPr>
          <w:p w14:paraId="66CDF241" w14:textId="016682CA" w:rsidR="00B5581C" w:rsidRPr="00B71F8C" w:rsidRDefault="00B5581C" w:rsidP="00B5581C">
            <w:pPr>
              <w:spacing w:line="240" w:lineRule="auto"/>
            </w:pPr>
            <w:r w:rsidRPr="00B71F8C">
              <w:t>260 km</w:t>
            </w:r>
          </w:p>
        </w:tc>
        <w:tc>
          <w:tcPr>
            <w:tcW w:w="0" w:type="auto"/>
            <w:vAlign w:val="center"/>
            <w:hideMark/>
          </w:tcPr>
          <w:p w14:paraId="05D38A5F" w14:textId="05DEA71C" w:rsidR="00B5581C" w:rsidRPr="00B71F8C" w:rsidRDefault="00B5581C" w:rsidP="00B5581C">
            <w:pPr>
              <w:spacing w:line="240" w:lineRule="auto"/>
            </w:pPr>
            <w:r w:rsidRPr="00B71F8C">
              <w:t>€</w:t>
            </w:r>
            <w:r w:rsidR="007B1464" w:rsidRPr="00B71F8C">
              <w:t xml:space="preserve"> </w:t>
            </w:r>
            <w:r w:rsidRPr="00B71F8C">
              <w:t>32</w:t>
            </w:r>
            <w:r w:rsidR="00E640B3" w:rsidRPr="00B71F8C">
              <w:t xml:space="preserve"> </w:t>
            </w:r>
            <w:r w:rsidRPr="00B71F8C">
              <w:t>890</w:t>
            </w:r>
          </w:p>
        </w:tc>
      </w:tr>
    </w:tbl>
    <w:bookmarkEnd w:id="4"/>
    <w:p w14:paraId="7786772E" w14:textId="2D42E367" w:rsidR="00B5581C" w:rsidRPr="00B71F8C" w:rsidRDefault="00B5581C" w:rsidP="005A7FF8">
      <w:pPr>
        <w:pStyle w:val="opgave"/>
        <w:spacing w:before="240"/>
        <w:rPr>
          <w:rFonts w:ascii="Times New Roman" w:hAnsi="Times New Roman"/>
          <w:sz w:val="24"/>
          <w:szCs w:val="24"/>
        </w:rPr>
      </w:pPr>
      <w:r w:rsidRPr="00B71F8C">
        <w:t>3p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a</w:t>
      </w:r>
      <w:r w:rsidRPr="00B71F8C">
        <w:rPr>
          <w:rFonts w:ascii="Times New Roman" w:hAnsi="Times New Roman"/>
          <w:sz w:val="24"/>
          <w:szCs w:val="24"/>
        </w:rPr>
        <w:tab/>
        <w:t xml:space="preserve">Maak een tabel met de kolom ‘actieradius (km) per 1000 euro’. Rond af op </w:t>
      </w:r>
      <w:r w:rsidR="005A7FF8" w:rsidRPr="00B71F8C">
        <w:rPr>
          <w:rFonts w:ascii="Times New Roman" w:hAnsi="Times New Roman"/>
          <w:sz w:val="24"/>
          <w:szCs w:val="24"/>
        </w:rPr>
        <w:t>éé</w:t>
      </w:r>
      <w:r w:rsidR="00181D78" w:rsidRPr="00B71F8C">
        <w:rPr>
          <w:rFonts w:ascii="Times New Roman" w:hAnsi="Times New Roman"/>
          <w:sz w:val="24"/>
          <w:szCs w:val="24"/>
        </w:rPr>
        <w:t>n</w:t>
      </w:r>
      <w:r w:rsidRPr="00B71F8C">
        <w:rPr>
          <w:rFonts w:ascii="Times New Roman" w:hAnsi="Times New Roman"/>
          <w:sz w:val="24"/>
          <w:szCs w:val="24"/>
        </w:rPr>
        <w:t xml:space="preserve"> </w:t>
      </w:r>
      <w:r w:rsidRPr="00B71F8C">
        <w:rPr>
          <w:rFonts w:ascii="Times New Roman" w:hAnsi="Times New Roman"/>
          <w:sz w:val="24"/>
          <w:szCs w:val="24"/>
        </w:rPr>
        <w:tab/>
        <w:t>decimaal.</w:t>
      </w:r>
    </w:p>
    <w:p w14:paraId="59342509" w14:textId="3A7432A4" w:rsidR="00AB4767" w:rsidRPr="00B71F8C" w:rsidRDefault="00B5581C" w:rsidP="005A7FF8">
      <w:pPr>
        <w:pStyle w:val="subopgave"/>
        <w:rPr>
          <w:rFonts w:ascii="Arial" w:hAnsi="Arial"/>
          <w:b/>
          <w:bCs/>
          <w:caps/>
          <w:sz w:val="18"/>
        </w:rPr>
      </w:pPr>
      <w:r w:rsidRPr="00B71F8C">
        <w:rPr>
          <w:rFonts w:ascii="Arial" w:hAnsi="Arial" w:cs="Arial"/>
          <w:sz w:val="14"/>
          <w:szCs w:val="14"/>
        </w:rPr>
        <w:t>3p</w:t>
      </w:r>
      <w:r w:rsidRPr="00B71F8C">
        <w:rPr>
          <w:b/>
          <w:bCs/>
        </w:rPr>
        <w:tab/>
        <w:t>b</w:t>
      </w:r>
      <w:r w:rsidRPr="00B71F8C">
        <w:tab/>
        <w:t xml:space="preserve">Er lijkt </w:t>
      </w:r>
      <w:r w:rsidR="004F6BCE" w:rsidRPr="00B71F8C">
        <w:t xml:space="preserve">in de tabel </w:t>
      </w:r>
      <w:r w:rsidRPr="00B71F8C">
        <w:t>een samenhang tussen de prijs en de actieradius</w:t>
      </w:r>
      <w:r w:rsidR="004F6BCE" w:rsidRPr="00B71F8C">
        <w:t>.</w:t>
      </w:r>
      <w:r w:rsidR="004F6BCE" w:rsidRPr="00B71F8C">
        <w:br/>
        <w:t>Bereken met lineair interpoleren de prijs van een elektrische auto met een actieradius van 300 km.</w:t>
      </w:r>
      <w:bookmarkEnd w:id="3"/>
      <w:r w:rsidR="00AB4767" w:rsidRPr="00B71F8C">
        <w:br w:type="page"/>
      </w:r>
    </w:p>
    <w:p w14:paraId="00D8AC8F" w14:textId="3B8E38C1" w:rsidR="00AB4767" w:rsidRPr="00B71F8C" w:rsidRDefault="00AB4767" w:rsidP="00AB4767">
      <w:pPr>
        <w:pStyle w:val="opgavenr"/>
      </w:pPr>
      <w:r w:rsidRPr="00B71F8C">
        <w:lastRenderedPageBreak/>
        <w:t>Opgave 4</w:t>
      </w:r>
    </w:p>
    <w:p w14:paraId="1360A9DE" w14:textId="7D38A1E9" w:rsidR="00AB4767" w:rsidRPr="00B71F8C" w:rsidRDefault="00AB4767" w:rsidP="00864C00">
      <w:pPr>
        <w:pStyle w:val="subopgave"/>
      </w:pPr>
      <w:r w:rsidRPr="00B71F8C">
        <w:rPr>
          <w:rFonts w:ascii="Arial" w:hAnsi="Arial" w:cs="Arial"/>
          <w:sz w:val="14"/>
          <w:szCs w:val="14"/>
        </w:rPr>
        <w:t>3p</w:t>
      </w:r>
      <w:r w:rsidRPr="00B71F8C">
        <w:rPr>
          <w:b/>
          <w:bCs/>
        </w:rPr>
        <w:tab/>
        <w:t>a</w:t>
      </w:r>
      <w:r w:rsidRPr="00B71F8C">
        <w:tab/>
        <w:t xml:space="preserve">Met een speciale verftechniek </w:t>
      </w:r>
      <w:r w:rsidR="005A7FF8" w:rsidRPr="00B71F8C">
        <w:t>kan een verfdikte van</w:t>
      </w:r>
      <w:r w:rsidR="007B1464" w:rsidRPr="00B71F8C">
        <w:t xml:space="preserve"> 0,06 mm </w:t>
      </w:r>
      <w:r w:rsidRPr="00B71F8C">
        <w:t>worden bereikt.</w:t>
      </w:r>
      <w:r w:rsidRPr="00B71F8C">
        <w:br/>
        <w:t xml:space="preserve">Bereken </w:t>
      </w:r>
      <w:r w:rsidR="008013FF" w:rsidRPr="00B71F8C">
        <w:t xml:space="preserve">het aantal gehele vierkante meters </w:t>
      </w:r>
      <w:r w:rsidRPr="00B71F8C">
        <w:t>d</w:t>
      </w:r>
      <w:r w:rsidR="008013FF" w:rsidRPr="00B71F8C">
        <w:t>at</w:t>
      </w:r>
      <w:r w:rsidRPr="00B71F8C">
        <w:t xml:space="preserve"> je </w:t>
      </w:r>
      <w:r w:rsidR="00181D78" w:rsidRPr="00B71F8C">
        <w:t xml:space="preserve">met deze techniek </w:t>
      </w:r>
      <w:r w:rsidRPr="00B71F8C">
        <w:t xml:space="preserve">kunt verven met </w:t>
      </w:r>
      <w:r w:rsidR="00181D78" w:rsidRPr="00B71F8C">
        <w:t>een</w:t>
      </w:r>
      <w:r w:rsidRPr="00B71F8C">
        <w:t xml:space="preserve"> liter verf.</w:t>
      </w:r>
    </w:p>
    <w:p w14:paraId="7E615ACD" w14:textId="03AE62D8" w:rsidR="00AB4767" w:rsidRPr="00B71F8C" w:rsidRDefault="00AB4767" w:rsidP="00AB4767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3p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b</w:t>
      </w:r>
      <w:r w:rsidRPr="00B71F8C">
        <w:rPr>
          <w:rFonts w:ascii="Times New Roman" w:hAnsi="Times New Roman"/>
          <w:sz w:val="24"/>
          <w:szCs w:val="24"/>
        </w:rPr>
        <w:tab/>
        <w:t xml:space="preserve">Mark is aan het trainen voor de marathon. Tijdens een duurlooptraining loopt hij </w:t>
      </w:r>
      <w:r w:rsidRPr="00B71F8C">
        <w:rPr>
          <w:rFonts w:ascii="Times New Roman" w:hAnsi="Times New Roman"/>
          <w:sz w:val="24"/>
          <w:szCs w:val="24"/>
        </w:rPr>
        <w:tab/>
        <w:t>gemiddeld 5 minuten en 15 seconden per kilometer.</w:t>
      </w:r>
      <w:r w:rsidRPr="00B71F8C">
        <w:rPr>
          <w:rFonts w:ascii="Times New Roman" w:hAnsi="Times New Roman"/>
          <w:sz w:val="24"/>
          <w:szCs w:val="24"/>
        </w:rPr>
        <w:br/>
      </w:r>
      <w:r w:rsidRPr="00B71F8C">
        <w:rPr>
          <w:rFonts w:ascii="Times New Roman" w:hAnsi="Times New Roman"/>
          <w:sz w:val="24"/>
          <w:szCs w:val="24"/>
        </w:rPr>
        <w:tab/>
        <w:t xml:space="preserve">Hoeveel km/uur is dat? Rond af op </w:t>
      </w:r>
      <w:r w:rsidR="005A7FF8" w:rsidRPr="00B71F8C">
        <w:rPr>
          <w:rFonts w:ascii="Times New Roman" w:hAnsi="Times New Roman"/>
          <w:sz w:val="24"/>
          <w:szCs w:val="24"/>
        </w:rPr>
        <w:t>éé</w:t>
      </w:r>
      <w:r w:rsidR="00181D78" w:rsidRPr="00B71F8C">
        <w:rPr>
          <w:rFonts w:ascii="Times New Roman" w:hAnsi="Times New Roman"/>
          <w:sz w:val="24"/>
          <w:szCs w:val="24"/>
        </w:rPr>
        <w:t>n</w:t>
      </w:r>
      <w:r w:rsidRPr="00B71F8C">
        <w:rPr>
          <w:rFonts w:ascii="Times New Roman" w:hAnsi="Times New Roman"/>
          <w:sz w:val="24"/>
          <w:szCs w:val="24"/>
        </w:rPr>
        <w:t xml:space="preserve"> decimaal.</w:t>
      </w:r>
    </w:p>
    <w:p w14:paraId="77E555CE" w14:textId="09BCF0C3" w:rsidR="00AB4767" w:rsidRPr="00B71F8C" w:rsidRDefault="00AB4767" w:rsidP="00AB4767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2p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c</w:t>
      </w:r>
      <w:r w:rsidRPr="00B71F8C">
        <w:rPr>
          <w:rFonts w:ascii="Times New Roman" w:hAnsi="Times New Roman"/>
          <w:sz w:val="24"/>
          <w:szCs w:val="24"/>
        </w:rPr>
        <w:tab/>
        <w:t xml:space="preserve">Op een website over internetsnelheden staat dat met een snelheid van 120 Mb per </w:t>
      </w:r>
      <w:r w:rsidRPr="00B71F8C">
        <w:rPr>
          <w:rFonts w:ascii="Times New Roman" w:hAnsi="Times New Roman"/>
          <w:sz w:val="24"/>
          <w:szCs w:val="24"/>
        </w:rPr>
        <w:tab/>
        <w:t xml:space="preserve">seconde het laden van een </w:t>
      </w:r>
      <w:r w:rsidR="00181D78" w:rsidRPr="00B71F8C">
        <w:rPr>
          <w:rFonts w:ascii="Times New Roman" w:hAnsi="Times New Roman"/>
          <w:sz w:val="24"/>
          <w:szCs w:val="24"/>
        </w:rPr>
        <w:t>gemiddelde</w:t>
      </w:r>
      <w:r w:rsidRPr="00B71F8C">
        <w:rPr>
          <w:rFonts w:ascii="Times New Roman" w:hAnsi="Times New Roman"/>
          <w:sz w:val="24"/>
          <w:szCs w:val="24"/>
        </w:rPr>
        <w:t xml:space="preserve"> website 16 milliseconde duurt.</w:t>
      </w:r>
      <w:r w:rsidRPr="00B71F8C">
        <w:rPr>
          <w:rFonts w:ascii="Times New Roman" w:hAnsi="Times New Roman"/>
          <w:sz w:val="24"/>
          <w:szCs w:val="24"/>
        </w:rPr>
        <w:br/>
      </w:r>
      <w:r w:rsidRPr="00B71F8C">
        <w:rPr>
          <w:rFonts w:ascii="Times New Roman" w:hAnsi="Times New Roman"/>
          <w:sz w:val="24"/>
          <w:szCs w:val="24"/>
        </w:rPr>
        <w:tab/>
        <w:t xml:space="preserve">Bereken hoeveel Mb een </w:t>
      </w:r>
      <w:r w:rsidR="00181D78" w:rsidRPr="00B71F8C">
        <w:rPr>
          <w:rFonts w:ascii="Times New Roman" w:hAnsi="Times New Roman"/>
          <w:sz w:val="24"/>
          <w:szCs w:val="24"/>
        </w:rPr>
        <w:t xml:space="preserve">gemiddelde </w:t>
      </w:r>
      <w:r w:rsidRPr="00B71F8C">
        <w:rPr>
          <w:rFonts w:ascii="Times New Roman" w:hAnsi="Times New Roman"/>
          <w:sz w:val="24"/>
          <w:szCs w:val="24"/>
        </w:rPr>
        <w:t>website is.</w:t>
      </w:r>
    </w:p>
    <w:p w14:paraId="7A746FC2" w14:textId="77777777" w:rsidR="00B5581C" w:rsidRPr="00B71F8C" w:rsidRDefault="00B5581C" w:rsidP="009F7428">
      <w:pPr>
        <w:pStyle w:val="opgavetekst"/>
      </w:pPr>
    </w:p>
    <w:p w14:paraId="02DE0ABB" w14:textId="34A40213" w:rsidR="007826BE" w:rsidRPr="00B71F8C" w:rsidRDefault="007826BE" w:rsidP="007826BE">
      <w:pPr>
        <w:pStyle w:val="opgavenr"/>
      </w:pPr>
      <w:r w:rsidRPr="00B71F8C">
        <w:t xml:space="preserve">Opgave </w:t>
      </w:r>
      <w:r w:rsidR="00AB4767" w:rsidRPr="00B71F8C">
        <w:t>5</w:t>
      </w:r>
    </w:p>
    <w:p w14:paraId="21A25AD3" w14:textId="1F2E2AC5" w:rsidR="003A6842" w:rsidRPr="00B71F8C" w:rsidRDefault="004909ED" w:rsidP="007826BE">
      <w:pPr>
        <w:pStyle w:val="opgavetekst"/>
      </w:pPr>
      <w:r w:rsidRPr="00B71F8C">
        <w:t xml:space="preserve">Wanneer je iets via internet koopt zijn er meestal verschillende betalingsmethoden. Een </w:t>
      </w:r>
      <w:r w:rsidR="00E640B3" w:rsidRPr="00B71F8C">
        <w:t xml:space="preserve">Nederlandse </w:t>
      </w:r>
      <w:r w:rsidRPr="00B71F8C">
        <w:t>betaalmethode die de laatste jaren in populariteit is toegenomen is iDEAL.</w:t>
      </w:r>
      <w:r w:rsidR="003A6842" w:rsidRPr="00B71F8C">
        <w:t xml:space="preserve"> In 2018 </w:t>
      </w:r>
      <w:r w:rsidR="007B1464" w:rsidRPr="00B71F8C">
        <w:t xml:space="preserve">werden tijdens Black Friday 3,6 miljoen </w:t>
      </w:r>
      <w:proofErr w:type="spellStart"/>
      <w:r w:rsidR="007B1464" w:rsidRPr="00B71F8C">
        <w:t>iDEAL</w:t>
      </w:r>
      <w:proofErr w:type="spellEnd"/>
      <w:r w:rsidR="007B1464" w:rsidRPr="00B71F8C">
        <w:t xml:space="preserve">-transacties uitgevoerd. Dat is </w:t>
      </w:r>
      <w:r w:rsidR="00D85B24" w:rsidRPr="00B71F8C">
        <w:t xml:space="preserve">slechts 10% minder dan </w:t>
      </w:r>
      <w:r w:rsidR="007B1464" w:rsidRPr="00B71F8C">
        <w:t xml:space="preserve"> in heel 2006.</w:t>
      </w:r>
    </w:p>
    <w:p w14:paraId="04DAEDD0" w14:textId="1BA979FF" w:rsidR="003A6842" w:rsidRPr="00B71F8C" w:rsidRDefault="003A6842" w:rsidP="00D85B24">
      <w:pPr>
        <w:pStyle w:val="opgave"/>
        <w:spacing w:after="120"/>
        <w:ind w:left="709" w:hanging="709"/>
        <w:rPr>
          <w:rFonts w:ascii="Times New Roman" w:hAnsi="Times New Roman"/>
          <w:sz w:val="24"/>
          <w:szCs w:val="24"/>
        </w:rPr>
      </w:pPr>
      <w:r w:rsidRPr="00B71F8C">
        <w:t>3p</w:t>
      </w:r>
      <w:r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a</w:t>
      </w:r>
      <w:r w:rsidRPr="00B71F8C">
        <w:rPr>
          <w:rFonts w:ascii="Times New Roman" w:hAnsi="Times New Roman"/>
          <w:sz w:val="24"/>
          <w:szCs w:val="24"/>
        </w:rPr>
        <w:tab/>
      </w:r>
      <w:r w:rsidR="007B1464" w:rsidRPr="00B71F8C">
        <w:rPr>
          <w:rFonts w:ascii="Times New Roman" w:hAnsi="Times New Roman"/>
          <w:sz w:val="24"/>
          <w:szCs w:val="24"/>
        </w:rPr>
        <w:t xml:space="preserve">Hoeveel </w:t>
      </w:r>
      <w:proofErr w:type="spellStart"/>
      <w:r w:rsidR="007B1464" w:rsidRPr="00B71F8C">
        <w:rPr>
          <w:rFonts w:ascii="Times New Roman" w:hAnsi="Times New Roman"/>
          <w:sz w:val="24"/>
          <w:szCs w:val="24"/>
        </w:rPr>
        <w:t>iDEAL</w:t>
      </w:r>
      <w:proofErr w:type="spellEnd"/>
      <w:r w:rsidR="007B1464" w:rsidRPr="00B71F8C">
        <w:rPr>
          <w:rFonts w:ascii="Times New Roman" w:hAnsi="Times New Roman"/>
          <w:sz w:val="24"/>
          <w:szCs w:val="24"/>
        </w:rPr>
        <w:t>-transacties werden er in heel 20</w:t>
      </w:r>
      <w:r w:rsidR="00776609" w:rsidRPr="00B71F8C">
        <w:rPr>
          <w:rFonts w:ascii="Times New Roman" w:hAnsi="Times New Roman"/>
          <w:sz w:val="24"/>
          <w:szCs w:val="24"/>
        </w:rPr>
        <w:t>0</w:t>
      </w:r>
      <w:r w:rsidR="007B1464" w:rsidRPr="00B71F8C">
        <w:rPr>
          <w:rFonts w:ascii="Times New Roman" w:hAnsi="Times New Roman"/>
          <w:sz w:val="24"/>
          <w:szCs w:val="24"/>
        </w:rPr>
        <w:t>6 uitgevoerd</w:t>
      </w:r>
      <w:r w:rsidR="00776609" w:rsidRPr="00B71F8C">
        <w:rPr>
          <w:rFonts w:ascii="Times New Roman" w:hAnsi="Times New Roman"/>
          <w:sz w:val="24"/>
          <w:szCs w:val="24"/>
        </w:rPr>
        <w:t>?</w:t>
      </w:r>
    </w:p>
    <w:p w14:paraId="1B4E6933" w14:textId="6EA80144" w:rsidR="007826BE" w:rsidRPr="00B71F8C" w:rsidRDefault="004909ED" w:rsidP="007826BE">
      <w:pPr>
        <w:pStyle w:val="opgavetekst"/>
      </w:pPr>
      <w:r w:rsidRPr="00B71F8C">
        <w:t>In de samengestelde grafiek hieronder zie je informatie over het aantal iDEAL-</w:t>
      </w:r>
      <w:r w:rsidR="003A6842" w:rsidRPr="00B71F8C">
        <w:t>transacties</w:t>
      </w:r>
      <w:r w:rsidRPr="00B71F8C">
        <w:t xml:space="preserve"> (linker as) en het aandeel van deze betalingen dat met een mobiele telefoon werd gedaan (rechter as).</w:t>
      </w:r>
    </w:p>
    <w:p w14:paraId="640F1368" w14:textId="335D2D6A" w:rsidR="004909ED" w:rsidRPr="00B71F8C" w:rsidRDefault="00432A37" w:rsidP="007826BE">
      <w:pPr>
        <w:pStyle w:val="opgavetekst"/>
      </w:pPr>
      <w:r w:rsidRPr="00B71F8C">
        <w:rPr>
          <w:noProof/>
        </w:rPr>
        <w:drawing>
          <wp:inline distT="0" distB="0" distL="0" distR="0" wp14:anchorId="4119C4E7" wp14:editId="48BA67BE">
            <wp:extent cx="4958082" cy="36004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5" b="2031"/>
                    <a:stretch/>
                  </pic:blipFill>
                  <pic:spPr bwMode="auto">
                    <a:xfrm>
                      <a:off x="0" y="0"/>
                      <a:ext cx="4987323" cy="362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9CDAFD" w14:textId="108EE773" w:rsidR="00992ABF" w:rsidRPr="00B71F8C" w:rsidRDefault="00992ABF" w:rsidP="00992ABF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3p</w:t>
      </w:r>
      <w:r w:rsidRPr="00B71F8C">
        <w:rPr>
          <w:b/>
          <w:bCs/>
        </w:rPr>
        <w:tab/>
      </w:r>
      <w:r w:rsidR="003A6842" w:rsidRPr="00B71F8C">
        <w:rPr>
          <w:rFonts w:ascii="Times New Roman" w:hAnsi="Times New Roman"/>
          <w:b/>
          <w:bCs/>
          <w:sz w:val="24"/>
          <w:szCs w:val="24"/>
        </w:rPr>
        <w:t>b</w:t>
      </w:r>
      <w:r w:rsidRPr="00B71F8C">
        <w:rPr>
          <w:rFonts w:ascii="Times New Roman" w:hAnsi="Times New Roman"/>
          <w:sz w:val="24"/>
          <w:szCs w:val="24"/>
        </w:rPr>
        <w:tab/>
        <w:t xml:space="preserve">Maak een tabel met </w:t>
      </w:r>
      <w:r w:rsidR="00432A37" w:rsidRPr="00B71F8C">
        <w:rPr>
          <w:rFonts w:ascii="Times New Roman" w:hAnsi="Times New Roman"/>
          <w:sz w:val="24"/>
          <w:szCs w:val="24"/>
        </w:rPr>
        <w:t>per jaar het</w:t>
      </w:r>
      <w:r w:rsidRPr="00B71F8C">
        <w:rPr>
          <w:rFonts w:ascii="Times New Roman" w:hAnsi="Times New Roman"/>
          <w:sz w:val="24"/>
          <w:szCs w:val="24"/>
        </w:rPr>
        <w:t xml:space="preserve"> aantal mobiele iDEAL transacties.</w:t>
      </w:r>
    </w:p>
    <w:p w14:paraId="42BF53D0" w14:textId="07CD7398" w:rsidR="00992ABF" w:rsidRPr="00B71F8C" w:rsidRDefault="00992ABF" w:rsidP="00992ABF">
      <w:pPr>
        <w:pStyle w:val="opgave"/>
        <w:rPr>
          <w:rFonts w:ascii="Times New Roman" w:hAnsi="Times New Roman"/>
          <w:sz w:val="24"/>
          <w:szCs w:val="24"/>
        </w:rPr>
      </w:pPr>
      <w:r w:rsidRPr="00B71F8C">
        <w:t>3p</w:t>
      </w:r>
      <w:r w:rsidRPr="00B71F8C">
        <w:rPr>
          <w:b/>
          <w:bCs/>
        </w:rPr>
        <w:tab/>
      </w:r>
      <w:r w:rsidR="003A6842" w:rsidRPr="00B71F8C">
        <w:rPr>
          <w:rFonts w:ascii="Times New Roman" w:hAnsi="Times New Roman"/>
          <w:b/>
          <w:bCs/>
          <w:sz w:val="24"/>
          <w:szCs w:val="24"/>
        </w:rPr>
        <w:t>c</w:t>
      </w:r>
      <w:r w:rsidRPr="00B71F8C">
        <w:rPr>
          <w:rFonts w:ascii="Times New Roman" w:hAnsi="Times New Roman"/>
          <w:sz w:val="24"/>
          <w:szCs w:val="24"/>
        </w:rPr>
        <w:tab/>
        <w:t xml:space="preserve">Tussen 2015 en 2016 </w:t>
      </w:r>
      <w:r w:rsidR="005B3841" w:rsidRPr="00B71F8C">
        <w:rPr>
          <w:rFonts w:ascii="Times New Roman" w:hAnsi="Times New Roman"/>
          <w:sz w:val="24"/>
          <w:szCs w:val="24"/>
        </w:rPr>
        <w:t>snijden</w:t>
      </w:r>
      <w:r w:rsidRPr="00B71F8C">
        <w:rPr>
          <w:rFonts w:ascii="Times New Roman" w:hAnsi="Times New Roman"/>
          <w:sz w:val="24"/>
          <w:szCs w:val="24"/>
        </w:rPr>
        <w:t xml:space="preserve"> de lijnen </w:t>
      </w:r>
      <w:r w:rsidR="007B1464" w:rsidRPr="00B71F8C">
        <w:rPr>
          <w:rFonts w:ascii="Times New Roman" w:hAnsi="Times New Roman"/>
          <w:sz w:val="24"/>
          <w:szCs w:val="24"/>
        </w:rPr>
        <w:t>elkaar</w:t>
      </w:r>
      <w:r w:rsidRPr="00B71F8C">
        <w:rPr>
          <w:rFonts w:ascii="Times New Roman" w:hAnsi="Times New Roman"/>
          <w:sz w:val="24"/>
          <w:szCs w:val="24"/>
        </w:rPr>
        <w:t>.</w:t>
      </w:r>
      <w:r w:rsidRPr="00B71F8C">
        <w:rPr>
          <w:rFonts w:ascii="Times New Roman" w:hAnsi="Times New Roman"/>
          <w:sz w:val="24"/>
          <w:szCs w:val="24"/>
        </w:rPr>
        <w:br/>
      </w:r>
      <w:r w:rsidRPr="00B71F8C">
        <w:rPr>
          <w:rFonts w:ascii="Times New Roman" w:hAnsi="Times New Roman"/>
          <w:sz w:val="24"/>
          <w:szCs w:val="24"/>
        </w:rPr>
        <w:tab/>
        <w:t>Heeft dit snijpunt een praktische betekenis? Zo ja welke? Zo nee, waarom niet?</w:t>
      </w:r>
    </w:p>
    <w:p w14:paraId="6822534F" w14:textId="753E9185" w:rsidR="00716025" w:rsidRPr="00F27800" w:rsidRDefault="003A6842" w:rsidP="00315393">
      <w:pPr>
        <w:pStyle w:val="opgave"/>
      </w:pPr>
      <w:r w:rsidRPr="00B71F8C">
        <w:t>4</w:t>
      </w:r>
      <w:r w:rsidR="00992ABF" w:rsidRPr="00B71F8C">
        <w:t>p</w:t>
      </w:r>
      <w:r w:rsidR="00992ABF" w:rsidRPr="00B71F8C">
        <w:rPr>
          <w:b/>
          <w:bCs/>
        </w:rPr>
        <w:tab/>
      </w:r>
      <w:r w:rsidRPr="00B71F8C">
        <w:rPr>
          <w:rFonts w:ascii="Times New Roman" w:hAnsi="Times New Roman"/>
          <w:b/>
          <w:bCs/>
          <w:sz w:val="24"/>
          <w:szCs w:val="24"/>
        </w:rPr>
        <w:t>d</w:t>
      </w:r>
      <w:r w:rsidR="00992ABF" w:rsidRPr="00B71F8C">
        <w:rPr>
          <w:rFonts w:ascii="Times New Roman" w:hAnsi="Times New Roman"/>
          <w:sz w:val="24"/>
          <w:szCs w:val="24"/>
        </w:rPr>
        <w:tab/>
        <w:t xml:space="preserve">In 2018 was het gemiddelde bedrag per </w:t>
      </w:r>
      <w:proofErr w:type="spellStart"/>
      <w:r w:rsidR="00992ABF" w:rsidRPr="00B71F8C">
        <w:rPr>
          <w:rFonts w:ascii="Times New Roman" w:hAnsi="Times New Roman"/>
          <w:sz w:val="24"/>
          <w:szCs w:val="24"/>
        </w:rPr>
        <w:t>iDEAL</w:t>
      </w:r>
      <w:proofErr w:type="spellEnd"/>
      <w:r w:rsidR="00992ABF" w:rsidRPr="00B71F8C">
        <w:rPr>
          <w:rFonts w:ascii="Times New Roman" w:hAnsi="Times New Roman"/>
          <w:sz w:val="24"/>
          <w:szCs w:val="24"/>
        </w:rPr>
        <w:t xml:space="preserve"> transactie 82</w:t>
      </w:r>
      <w:r w:rsidR="007B1464" w:rsidRPr="00B71F8C">
        <w:rPr>
          <w:rFonts w:ascii="Times New Roman" w:hAnsi="Times New Roman"/>
          <w:sz w:val="24"/>
          <w:szCs w:val="24"/>
        </w:rPr>
        <w:t xml:space="preserve"> euro</w:t>
      </w:r>
      <w:r w:rsidR="00992ABF" w:rsidRPr="00B71F8C">
        <w:rPr>
          <w:rFonts w:ascii="Times New Roman" w:hAnsi="Times New Roman"/>
          <w:sz w:val="24"/>
          <w:szCs w:val="24"/>
        </w:rPr>
        <w:t>.</w:t>
      </w:r>
      <w:r w:rsidRPr="00B71F8C">
        <w:rPr>
          <w:rFonts w:ascii="Times New Roman" w:hAnsi="Times New Roman"/>
          <w:sz w:val="24"/>
          <w:szCs w:val="24"/>
        </w:rPr>
        <w:t xml:space="preserve"> Nederland had dat </w:t>
      </w:r>
      <w:r w:rsidRPr="00B71F8C">
        <w:rPr>
          <w:rFonts w:ascii="Times New Roman" w:hAnsi="Times New Roman"/>
          <w:sz w:val="24"/>
          <w:szCs w:val="24"/>
        </w:rPr>
        <w:tab/>
        <w:t>jaar 17,2 miljoen inwoners.</w:t>
      </w:r>
      <w:r w:rsidR="00992ABF" w:rsidRPr="00B71F8C">
        <w:rPr>
          <w:rFonts w:ascii="Times New Roman" w:hAnsi="Times New Roman"/>
          <w:sz w:val="24"/>
          <w:szCs w:val="24"/>
        </w:rPr>
        <w:br/>
      </w:r>
      <w:r w:rsidRPr="00B71F8C">
        <w:rPr>
          <w:rFonts w:ascii="Times New Roman" w:hAnsi="Times New Roman"/>
          <w:sz w:val="24"/>
          <w:szCs w:val="24"/>
        </w:rPr>
        <w:tab/>
        <w:t xml:space="preserve">Bereken </w:t>
      </w:r>
      <w:r w:rsidR="002504F1" w:rsidRPr="00B71F8C">
        <w:rPr>
          <w:rFonts w:ascii="Times New Roman" w:hAnsi="Times New Roman"/>
          <w:sz w:val="24"/>
          <w:szCs w:val="24"/>
        </w:rPr>
        <w:t xml:space="preserve">het gemiddelde bedrag dat een Nederlander in 2018 aan </w:t>
      </w:r>
      <w:proofErr w:type="spellStart"/>
      <w:r w:rsidR="002504F1" w:rsidRPr="00B71F8C">
        <w:rPr>
          <w:rFonts w:ascii="Times New Roman" w:hAnsi="Times New Roman"/>
          <w:sz w:val="24"/>
          <w:szCs w:val="24"/>
        </w:rPr>
        <w:t>iDEAL</w:t>
      </w:r>
      <w:proofErr w:type="spellEnd"/>
      <w:r w:rsidR="002504F1" w:rsidRPr="00B71F8C">
        <w:rPr>
          <w:rFonts w:ascii="Times New Roman" w:hAnsi="Times New Roman"/>
          <w:sz w:val="24"/>
          <w:szCs w:val="24"/>
        </w:rPr>
        <w:t xml:space="preserve"> transacties </w:t>
      </w:r>
      <w:r w:rsidR="002504F1" w:rsidRPr="00B71F8C">
        <w:rPr>
          <w:rFonts w:ascii="Times New Roman" w:hAnsi="Times New Roman"/>
          <w:sz w:val="24"/>
          <w:szCs w:val="24"/>
        </w:rPr>
        <w:tab/>
        <w:t>deed.</w:t>
      </w:r>
    </w:p>
    <w:sectPr w:rsidR="00716025" w:rsidRPr="00F27800" w:rsidSect="00AB3DBA">
      <w:headerReference w:type="default" r:id="rId10"/>
      <w:footerReference w:type="default" r:id="rId11"/>
      <w:type w:val="continuous"/>
      <w:pgSz w:w="11906" w:h="16838"/>
      <w:pgMar w:top="1276" w:right="1134" w:bottom="1134" w:left="1418" w:header="567" w:footer="96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D">
      <wne:acd wne:acdName="acd0"/>
    </wne:keymap>
  </wne:keymaps>
  <wne:toolbars>
    <wne:acdManifest>
      <wne:acdEntry wne:acdName="acd0"/>
    </wne:acdManifest>
  </wne:toolbars>
  <wne:acds>
    <wne:acd wne:argValue="EiJUAGkAbQBlAHMAIABOAGUAdwAgAFIAbwBtAGEAbgA=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205B5" w14:textId="77777777" w:rsidR="0022480B" w:rsidRDefault="0022480B">
      <w:r>
        <w:separator/>
      </w:r>
    </w:p>
  </w:endnote>
  <w:endnote w:type="continuationSeparator" w:id="0">
    <w:p w14:paraId="30DDAC26" w14:textId="77777777" w:rsidR="0022480B" w:rsidRDefault="0022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D2B57" w14:textId="6A1686C3" w:rsidR="0066414C" w:rsidRPr="005C7167" w:rsidRDefault="0066414C" w:rsidP="00645382">
    <w:pPr>
      <w:tabs>
        <w:tab w:val="left" w:pos="2835"/>
        <w:tab w:val="right" w:pos="9072"/>
      </w:tabs>
      <w:ind w:right="-2"/>
      <w:rPr>
        <w:rFonts w:ascii="Arial" w:hAnsi="Arial" w:cs="Arial"/>
        <w:bCs/>
        <w:sz w:val="16"/>
      </w:rPr>
    </w:pPr>
    <w:r w:rsidRPr="00EF2C2B">
      <w:rPr>
        <w:rFonts w:ascii="Arial" w:hAnsi="Arial" w:cs="Arial"/>
        <w:caps/>
        <w:color w:val="000000"/>
        <w:sz w:val="14"/>
        <w:szCs w:val="16"/>
      </w:rPr>
      <w:t xml:space="preserve">© </w:t>
    </w:r>
    <w:r>
      <w:rPr>
        <w:rFonts w:ascii="Arial" w:hAnsi="Arial" w:cs="Arial"/>
        <w:caps/>
        <w:color w:val="000000"/>
        <w:sz w:val="14"/>
        <w:szCs w:val="16"/>
      </w:rPr>
      <w:t>noordhoff</w:t>
    </w:r>
    <w:r w:rsidR="00647C6E">
      <w:rPr>
        <w:rFonts w:ascii="Arial" w:hAnsi="Arial" w:cs="Arial"/>
        <w:caps/>
        <w:color w:val="000000"/>
        <w:sz w:val="14"/>
        <w:szCs w:val="16"/>
      </w:rPr>
      <w:t xml:space="preserve"> UITGEVERS BV</w:t>
    </w:r>
    <w:r>
      <w:rPr>
        <w:rFonts w:ascii="Arial" w:hAnsi="Arial" w:cs="Arial"/>
        <w:caps/>
        <w:color w:val="000000"/>
        <w:sz w:val="14"/>
        <w:szCs w:val="16"/>
      </w:rPr>
      <w:t xml:space="preserve"> 2020</w:t>
    </w:r>
    <w:r>
      <w:rPr>
        <w:rFonts w:ascii="Arial" w:hAnsi="Arial" w:cs="Arial"/>
        <w:caps/>
        <w:color w:val="000000"/>
        <w:sz w:val="14"/>
        <w:szCs w:val="16"/>
      </w:rPr>
      <w:tab/>
    </w:r>
    <w:r w:rsidR="00645382">
      <w:rPr>
        <w:rFonts w:ascii="Arial" w:hAnsi="Arial" w:cs="Arial"/>
        <w:caps/>
        <w:color w:val="000000"/>
        <w:sz w:val="14"/>
        <w:szCs w:val="16"/>
      </w:rPr>
      <w:t>o</w:t>
    </w:r>
    <w:r w:rsidR="00FE4CCD">
      <w:rPr>
        <w:rFonts w:ascii="Arial" w:hAnsi="Arial" w:cs="Arial"/>
        <w:caps/>
        <w:color w:val="000000"/>
        <w:sz w:val="14"/>
        <w:szCs w:val="16"/>
      </w:rPr>
      <w:t>efent</w:t>
    </w:r>
    <w:r>
      <w:rPr>
        <w:rFonts w:ascii="Arial" w:hAnsi="Arial" w:cs="Arial"/>
        <w:bCs/>
        <w:caps/>
        <w:sz w:val="14"/>
      </w:rPr>
      <w:t xml:space="preserve">oets </w:t>
    </w:r>
    <w:r w:rsidR="00550F4D">
      <w:rPr>
        <w:rFonts w:ascii="Arial" w:hAnsi="Arial" w:cs="Arial"/>
        <w:bCs/>
        <w:caps/>
        <w:sz w:val="14"/>
      </w:rPr>
      <w:t>havo</w:t>
    </w:r>
    <w:r>
      <w:rPr>
        <w:rFonts w:ascii="Arial" w:hAnsi="Arial" w:cs="Arial"/>
        <w:bCs/>
        <w:caps/>
        <w:sz w:val="14"/>
      </w:rPr>
      <w:t xml:space="preserve"> </w:t>
    </w:r>
    <w:r w:rsidR="00550F4D">
      <w:rPr>
        <w:rFonts w:ascii="Arial" w:hAnsi="Arial" w:cs="Arial"/>
        <w:bCs/>
        <w:caps/>
        <w:sz w:val="14"/>
      </w:rPr>
      <w:t>A</w:t>
    </w:r>
    <w:r>
      <w:rPr>
        <w:rFonts w:ascii="Arial" w:hAnsi="Arial" w:cs="Arial"/>
        <w:bCs/>
        <w:caps/>
        <w:sz w:val="14"/>
      </w:rPr>
      <w:t xml:space="preserve"> deel 1 hoofdstuk </w:t>
    </w:r>
    <w:r w:rsidR="00550F4D">
      <w:rPr>
        <w:rFonts w:ascii="Arial" w:hAnsi="Arial" w:cs="Arial"/>
        <w:bCs/>
        <w:caps/>
        <w:sz w:val="14"/>
      </w:rPr>
      <w:t>1</w:t>
    </w:r>
    <w:r w:rsidR="00645382">
      <w:rPr>
        <w:rFonts w:ascii="Arial" w:hAnsi="Arial" w:cs="Arial"/>
        <w:bCs/>
        <w:caps/>
        <w:sz w:val="14"/>
      </w:rPr>
      <w:tab/>
    </w:r>
    <w:r w:rsidRPr="00EF2C2B">
      <w:rPr>
        <w:rFonts w:ascii="Arial" w:hAnsi="Arial"/>
        <w:caps/>
        <w:color w:val="000000"/>
        <w:sz w:val="14"/>
      </w:rPr>
      <w:fldChar w:fldCharType="begin"/>
    </w:r>
    <w:r w:rsidRPr="00EF2C2B">
      <w:rPr>
        <w:rFonts w:ascii="Arial" w:hAnsi="Arial"/>
        <w:caps/>
        <w:color w:val="000000"/>
        <w:sz w:val="14"/>
      </w:rPr>
      <w:instrText xml:space="preserve"> PAGE </w:instrText>
    </w:r>
    <w:r w:rsidRPr="00EF2C2B">
      <w:rPr>
        <w:rFonts w:ascii="Arial" w:hAnsi="Arial"/>
        <w:caps/>
        <w:color w:val="000000"/>
        <w:sz w:val="14"/>
      </w:rPr>
      <w:fldChar w:fldCharType="separate"/>
    </w:r>
    <w:r>
      <w:rPr>
        <w:rFonts w:ascii="Arial" w:hAnsi="Arial"/>
        <w:caps/>
        <w:noProof/>
        <w:color w:val="000000"/>
        <w:sz w:val="14"/>
      </w:rPr>
      <w:t>14</w:t>
    </w:r>
    <w:r w:rsidRPr="00EF2C2B">
      <w:rPr>
        <w:rFonts w:ascii="Arial" w:hAnsi="Arial"/>
        <w:caps/>
        <w:color w:val="000000"/>
        <w:sz w:val="14"/>
      </w:rPr>
      <w:fldChar w:fldCharType="end"/>
    </w:r>
  </w:p>
  <w:p w14:paraId="014480BA" w14:textId="77777777" w:rsidR="0066414C" w:rsidRPr="008A45E1" w:rsidRDefault="0066414C" w:rsidP="004E5691">
    <w:pPr>
      <w:tabs>
        <w:tab w:val="center" w:pos="2694"/>
        <w:tab w:val="right" w:pos="9356"/>
      </w:tabs>
    </w:pPr>
  </w:p>
  <w:p w14:paraId="3C0B0410" w14:textId="77777777" w:rsidR="0066414C" w:rsidRDefault="006641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5194D" w14:textId="77777777" w:rsidR="0022480B" w:rsidRDefault="0022480B">
      <w:r>
        <w:separator/>
      </w:r>
    </w:p>
  </w:footnote>
  <w:footnote w:type="continuationSeparator" w:id="0">
    <w:p w14:paraId="22D01DEB" w14:textId="77777777" w:rsidR="0022480B" w:rsidRDefault="0022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452CF" w14:textId="77777777" w:rsidR="0066414C" w:rsidRPr="00D177B4" w:rsidRDefault="0066414C" w:rsidP="003F6BDB">
    <w:pPr>
      <w:pBdr>
        <w:bottom w:val="single" w:sz="4" w:space="4" w:color="auto"/>
      </w:pBdr>
      <w:tabs>
        <w:tab w:val="left" w:pos="4116"/>
      </w:tabs>
      <w:spacing w:line="250" w:lineRule="exact"/>
      <w:rPr>
        <w:rFonts w:cs="Arial"/>
        <w:sz w:val="21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5A431E7E" wp14:editId="5BF5B70A">
          <wp:simplePos x="0" y="0"/>
          <wp:positionH relativeFrom="column">
            <wp:posOffset>5287010</wp:posOffset>
          </wp:positionH>
          <wp:positionV relativeFrom="paragraph">
            <wp:posOffset>-264160</wp:posOffset>
          </wp:positionV>
          <wp:extent cx="800100" cy="58039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199A46" w14:textId="77777777" w:rsidR="0066414C" w:rsidRDefault="0066414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7F46"/>
    <w:multiLevelType w:val="hybridMultilevel"/>
    <w:tmpl w:val="DA0ECAE0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86CCC"/>
    <w:multiLevelType w:val="hybridMultilevel"/>
    <w:tmpl w:val="5D7A959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A4A444E"/>
    <w:multiLevelType w:val="hybridMultilevel"/>
    <w:tmpl w:val="729C40D8"/>
    <w:lvl w:ilvl="0" w:tplc="9D52E9E4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35392C"/>
    <w:multiLevelType w:val="hybridMultilevel"/>
    <w:tmpl w:val="099C2386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A42E66"/>
    <w:multiLevelType w:val="hybridMultilevel"/>
    <w:tmpl w:val="96023CFA"/>
    <w:lvl w:ilvl="0" w:tplc="B74A49F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A00282"/>
    <w:multiLevelType w:val="hybridMultilevel"/>
    <w:tmpl w:val="8004B368"/>
    <w:lvl w:ilvl="0" w:tplc="A5A89A6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9958B8"/>
    <w:multiLevelType w:val="hybridMultilevel"/>
    <w:tmpl w:val="C9983EE4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F0B180A"/>
    <w:multiLevelType w:val="hybridMultilevel"/>
    <w:tmpl w:val="B16CEE86"/>
    <w:lvl w:ilvl="0" w:tplc="DEC27BF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 fill="f" fillcolor="white" strokecolor="none [3213]">
      <v:fill color="white" on="f"/>
      <v:stroke 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46"/>
    <w:rsid w:val="00000750"/>
    <w:rsid w:val="0000122E"/>
    <w:rsid w:val="00001BA9"/>
    <w:rsid w:val="000043D4"/>
    <w:rsid w:val="00004B9F"/>
    <w:rsid w:val="00005969"/>
    <w:rsid w:val="00005BF7"/>
    <w:rsid w:val="00006969"/>
    <w:rsid w:val="00007B59"/>
    <w:rsid w:val="00007FC5"/>
    <w:rsid w:val="00010299"/>
    <w:rsid w:val="00010946"/>
    <w:rsid w:val="00010AE3"/>
    <w:rsid w:val="00014DEB"/>
    <w:rsid w:val="00014EA4"/>
    <w:rsid w:val="000158B8"/>
    <w:rsid w:val="0001609C"/>
    <w:rsid w:val="00016DDB"/>
    <w:rsid w:val="00017D8E"/>
    <w:rsid w:val="000205A0"/>
    <w:rsid w:val="000211CA"/>
    <w:rsid w:val="00022B95"/>
    <w:rsid w:val="00022FEC"/>
    <w:rsid w:val="000239A7"/>
    <w:rsid w:val="000240EA"/>
    <w:rsid w:val="00024203"/>
    <w:rsid w:val="00024421"/>
    <w:rsid w:val="0002502C"/>
    <w:rsid w:val="00025434"/>
    <w:rsid w:val="00026529"/>
    <w:rsid w:val="00027175"/>
    <w:rsid w:val="0002746A"/>
    <w:rsid w:val="00027AA8"/>
    <w:rsid w:val="00030BE5"/>
    <w:rsid w:val="00032C6B"/>
    <w:rsid w:val="0003304B"/>
    <w:rsid w:val="00034896"/>
    <w:rsid w:val="000348CC"/>
    <w:rsid w:val="000349E4"/>
    <w:rsid w:val="000364AA"/>
    <w:rsid w:val="00036EFB"/>
    <w:rsid w:val="00037527"/>
    <w:rsid w:val="000418D6"/>
    <w:rsid w:val="00042C24"/>
    <w:rsid w:val="00043817"/>
    <w:rsid w:val="00043D04"/>
    <w:rsid w:val="0004613E"/>
    <w:rsid w:val="0004661A"/>
    <w:rsid w:val="00047F81"/>
    <w:rsid w:val="000500B8"/>
    <w:rsid w:val="00050BC4"/>
    <w:rsid w:val="00052918"/>
    <w:rsid w:val="00054372"/>
    <w:rsid w:val="0005623A"/>
    <w:rsid w:val="000572B3"/>
    <w:rsid w:val="000572EC"/>
    <w:rsid w:val="000616E8"/>
    <w:rsid w:val="000632D5"/>
    <w:rsid w:val="00063330"/>
    <w:rsid w:val="00063949"/>
    <w:rsid w:val="00065BEF"/>
    <w:rsid w:val="00072A66"/>
    <w:rsid w:val="00072AF4"/>
    <w:rsid w:val="00072B38"/>
    <w:rsid w:val="00073FB2"/>
    <w:rsid w:val="00076435"/>
    <w:rsid w:val="00080C81"/>
    <w:rsid w:val="00082A45"/>
    <w:rsid w:val="00082E7C"/>
    <w:rsid w:val="00084633"/>
    <w:rsid w:val="00085270"/>
    <w:rsid w:val="00085CC6"/>
    <w:rsid w:val="00087F57"/>
    <w:rsid w:val="000920F9"/>
    <w:rsid w:val="000921F0"/>
    <w:rsid w:val="0009257D"/>
    <w:rsid w:val="00092FB3"/>
    <w:rsid w:val="000950A3"/>
    <w:rsid w:val="0009597C"/>
    <w:rsid w:val="00097557"/>
    <w:rsid w:val="000A27D8"/>
    <w:rsid w:val="000A30DE"/>
    <w:rsid w:val="000A3A63"/>
    <w:rsid w:val="000A4EBC"/>
    <w:rsid w:val="000A569C"/>
    <w:rsid w:val="000A6BF6"/>
    <w:rsid w:val="000A7CD4"/>
    <w:rsid w:val="000B213C"/>
    <w:rsid w:val="000B3D73"/>
    <w:rsid w:val="000B55B1"/>
    <w:rsid w:val="000B6345"/>
    <w:rsid w:val="000B6B32"/>
    <w:rsid w:val="000B74A9"/>
    <w:rsid w:val="000B789F"/>
    <w:rsid w:val="000C1AAD"/>
    <w:rsid w:val="000C2087"/>
    <w:rsid w:val="000C24F3"/>
    <w:rsid w:val="000C312F"/>
    <w:rsid w:val="000C3165"/>
    <w:rsid w:val="000C367A"/>
    <w:rsid w:val="000C3964"/>
    <w:rsid w:val="000C3DB9"/>
    <w:rsid w:val="000C7C3C"/>
    <w:rsid w:val="000D0231"/>
    <w:rsid w:val="000D076E"/>
    <w:rsid w:val="000D1AB0"/>
    <w:rsid w:val="000D31CF"/>
    <w:rsid w:val="000D465E"/>
    <w:rsid w:val="000D56B6"/>
    <w:rsid w:val="000D6589"/>
    <w:rsid w:val="000D6D2B"/>
    <w:rsid w:val="000D6D58"/>
    <w:rsid w:val="000E21AA"/>
    <w:rsid w:val="000E4302"/>
    <w:rsid w:val="000E435E"/>
    <w:rsid w:val="000E5942"/>
    <w:rsid w:val="000E69F1"/>
    <w:rsid w:val="000E74E8"/>
    <w:rsid w:val="000E7838"/>
    <w:rsid w:val="000F049B"/>
    <w:rsid w:val="000F0B40"/>
    <w:rsid w:val="000F2526"/>
    <w:rsid w:val="000F2AE9"/>
    <w:rsid w:val="000F352C"/>
    <w:rsid w:val="000F6F52"/>
    <w:rsid w:val="000F7CD3"/>
    <w:rsid w:val="0010036A"/>
    <w:rsid w:val="0010389D"/>
    <w:rsid w:val="001040F2"/>
    <w:rsid w:val="00104251"/>
    <w:rsid w:val="001042D8"/>
    <w:rsid w:val="001065BA"/>
    <w:rsid w:val="00107E24"/>
    <w:rsid w:val="00111346"/>
    <w:rsid w:val="00113822"/>
    <w:rsid w:val="00113DE6"/>
    <w:rsid w:val="00116A98"/>
    <w:rsid w:val="00117E6B"/>
    <w:rsid w:val="00120C14"/>
    <w:rsid w:val="00120C40"/>
    <w:rsid w:val="00121E39"/>
    <w:rsid w:val="0012425F"/>
    <w:rsid w:val="00124459"/>
    <w:rsid w:val="0012555E"/>
    <w:rsid w:val="00126EC7"/>
    <w:rsid w:val="00127730"/>
    <w:rsid w:val="001315EA"/>
    <w:rsid w:val="00132CA9"/>
    <w:rsid w:val="00133059"/>
    <w:rsid w:val="001334C7"/>
    <w:rsid w:val="00134BD1"/>
    <w:rsid w:val="00137437"/>
    <w:rsid w:val="00140447"/>
    <w:rsid w:val="00141EB6"/>
    <w:rsid w:val="001434AC"/>
    <w:rsid w:val="00143B55"/>
    <w:rsid w:val="00143E1F"/>
    <w:rsid w:val="001449C4"/>
    <w:rsid w:val="00145854"/>
    <w:rsid w:val="001461C8"/>
    <w:rsid w:val="0014686E"/>
    <w:rsid w:val="001471C0"/>
    <w:rsid w:val="0015071E"/>
    <w:rsid w:val="00150BA1"/>
    <w:rsid w:val="00151E28"/>
    <w:rsid w:val="00152050"/>
    <w:rsid w:val="0015238F"/>
    <w:rsid w:val="00153270"/>
    <w:rsid w:val="001539DF"/>
    <w:rsid w:val="00153F9A"/>
    <w:rsid w:val="00154038"/>
    <w:rsid w:val="001544D3"/>
    <w:rsid w:val="001549D6"/>
    <w:rsid w:val="00155183"/>
    <w:rsid w:val="00155D18"/>
    <w:rsid w:val="001563D3"/>
    <w:rsid w:val="00156E79"/>
    <w:rsid w:val="00157181"/>
    <w:rsid w:val="00157580"/>
    <w:rsid w:val="00160DCD"/>
    <w:rsid w:val="00160E74"/>
    <w:rsid w:val="00161132"/>
    <w:rsid w:val="00161B51"/>
    <w:rsid w:val="00161EF5"/>
    <w:rsid w:val="001646DD"/>
    <w:rsid w:val="001713CA"/>
    <w:rsid w:val="00173C67"/>
    <w:rsid w:val="0017403F"/>
    <w:rsid w:val="001743E0"/>
    <w:rsid w:val="00175415"/>
    <w:rsid w:val="00175EF5"/>
    <w:rsid w:val="0017640B"/>
    <w:rsid w:val="00176971"/>
    <w:rsid w:val="00176C97"/>
    <w:rsid w:val="00176E67"/>
    <w:rsid w:val="0017705D"/>
    <w:rsid w:val="00177206"/>
    <w:rsid w:val="00180D91"/>
    <w:rsid w:val="0018103B"/>
    <w:rsid w:val="001815F1"/>
    <w:rsid w:val="00181D78"/>
    <w:rsid w:val="00181EF0"/>
    <w:rsid w:val="00182E4C"/>
    <w:rsid w:val="00183008"/>
    <w:rsid w:val="00186C7F"/>
    <w:rsid w:val="00192013"/>
    <w:rsid w:val="0019219B"/>
    <w:rsid w:val="00192497"/>
    <w:rsid w:val="001951F0"/>
    <w:rsid w:val="001954BC"/>
    <w:rsid w:val="00195FAA"/>
    <w:rsid w:val="0019620C"/>
    <w:rsid w:val="00196B33"/>
    <w:rsid w:val="00197D53"/>
    <w:rsid w:val="00197DE3"/>
    <w:rsid w:val="001A1507"/>
    <w:rsid w:val="001A1A25"/>
    <w:rsid w:val="001A1F97"/>
    <w:rsid w:val="001A253F"/>
    <w:rsid w:val="001A335B"/>
    <w:rsid w:val="001A38AA"/>
    <w:rsid w:val="001A421E"/>
    <w:rsid w:val="001A4634"/>
    <w:rsid w:val="001A5E34"/>
    <w:rsid w:val="001A65C2"/>
    <w:rsid w:val="001A6A3C"/>
    <w:rsid w:val="001A75B5"/>
    <w:rsid w:val="001B0A96"/>
    <w:rsid w:val="001B268B"/>
    <w:rsid w:val="001B4D91"/>
    <w:rsid w:val="001B52BC"/>
    <w:rsid w:val="001B6652"/>
    <w:rsid w:val="001B665D"/>
    <w:rsid w:val="001B7FB5"/>
    <w:rsid w:val="001C0DDB"/>
    <w:rsid w:val="001C3C8B"/>
    <w:rsid w:val="001C540B"/>
    <w:rsid w:val="001C5FAE"/>
    <w:rsid w:val="001C6C21"/>
    <w:rsid w:val="001C7365"/>
    <w:rsid w:val="001C76E5"/>
    <w:rsid w:val="001C7D17"/>
    <w:rsid w:val="001C7F86"/>
    <w:rsid w:val="001D2A77"/>
    <w:rsid w:val="001D359E"/>
    <w:rsid w:val="001D6473"/>
    <w:rsid w:val="001E0048"/>
    <w:rsid w:val="001E0180"/>
    <w:rsid w:val="001E02DF"/>
    <w:rsid w:val="001E130F"/>
    <w:rsid w:val="001E1C88"/>
    <w:rsid w:val="001E2404"/>
    <w:rsid w:val="001E24E7"/>
    <w:rsid w:val="001E566F"/>
    <w:rsid w:val="001E5F0B"/>
    <w:rsid w:val="001E662C"/>
    <w:rsid w:val="001E6E51"/>
    <w:rsid w:val="001E7286"/>
    <w:rsid w:val="001F0F52"/>
    <w:rsid w:val="001F173D"/>
    <w:rsid w:val="001F20E9"/>
    <w:rsid w:val="001F52D7"/>
    <w:rsid w:val="001F580D"/>
    <w:rsid w:val="001F6013"/>
    <w:rsid w:val="001F6531"/>
    <w:rsid w:val="001F6F8C"/>
    <w:rsid w:val="001F6F8D"/>
    <w:rsid w:val="001F786C"/>
    <w:rsid w:val="001F798A"/>
    <w:rsid w:val="00200373"/>
    <w:rsid w:val="00200D74"/>
    <w:rsid w:val="00202F85"/>
    <w:rsid w:val="00203ACA"/>
    <w:rsid w:val="00203C64"/>
    <w:rsid w:val="00203D55"/>
    <w:rsid w:val="00210A87"/>
    <w:rsid w:val="00210D25"/>
    <w:rsid w:val="0021125D"/>
    <w:rsid w:val="00211DFE"/>
    <w:rsid w:val="002151ED"/>
    <w:rsid w:val="002154AF"/>
    <w:rsid w:val="002168FA"/>
    <w:rsid w:val="00216CAE"/>
    <w:rsid w:val="00221733"/>
    <w:rsid w:val="002218E7"/>
    <w:rsid w:val="00222D65"/>
    <w:rsid w:val="0022480B"/>
    <w:rsid w:val="00226633"/>
    <w:rsid w:val="00227203"/>
    <w:rsid w:val="002314CA"/>
    <w:rsid w:val="002315D0"/>
    <w:rsid w:val="002351A7"/>
    <w:rsid w:val="00236069"/>
    <w:rsid w:val="00237963"/>
    <w:rsid w:val="00240E39"/>
    <w:rsid w:val="0024204B"/>
    <w:rsid w:val="00242131"/>
    <w:rsid w:val="00242F26"/>
    <w:rsid w:val="00247B40"/>
    <w:rsid w:val="00247D51"/>
    <w:rsid w:val="00250182"/>
    <w:rsid w:val="002504F1"/>
    <w:rsid w:val="002508FE"/>
    <w:rsid w:val="0025175A"/>
    <w:rsid w:val="002528B8"/>
    <w:rsid w:val="0025365C"/>
    <w:rsid w:val="00254DC1"/>
    <w:rsid w:val="00256E1D"/>
    <w:rsid w:val="00261314"/>
    <w:rsid w:val="00261A2B"/>
    <w:rsid w:val="002629A5"/>
    <w:rsid w:val="002637AC"/>
    <w:rsid w:val="0026426D"/>
    <w:rsid w:val="00264CE2"/>
    <w:rsid w:val="00266AFC"/>
    <w:rsid w:val="00266C45"/>
    <w:rsid w:val="00270BE6"/>
    <w:rsid w:val="00272741"/>
    <w:rsid w:val="002748FC"/>
    <w:rsid w:val="00275688"/>
    <w:rsid w:val="002803FA"/>
    <w:rsid w:val="00281249"/>
    <w:rsid w:val="00281877"/>
    <w:rsid w:val="00282E78"/>
    <w:rsid w:val="002833BE"/>
    <w:rsid w:val="002868E2"/>
    <w:rsid w:val="00290381"/>
    <w:rsid w:val="00291087"/>
    <w:rsid w:val="0029360F"/>
    <w:rsid w:val="00294123"/>
    <w:rsid w:val="002948E9"/>
    <w:rsid w:val="00294A1E"/>
    <w:rsid w:val="00294E0B"/>
    <w:rsid w:val="0029597C"/>
    <w:rsid w:val="00296204"/>
    <w:rsid w:val="0029711B"/>
    <w:rsid w:val="00297DC8"/>
    <w:rsid w:val="002A0374"/>
    <w:rsid w:val="002A09B4"/>
    <w:rsid w:val="002A18AE"/>
    <w:rsid w:val="002A687F"/>
    <w:rsid w:val="002A7DB7"/>
    <w:rsid w:val="002B01F8"/>
    <w:rsid w:val="002B0BEE"/>
    <w:rsid w:val="002B0BEF"/>
    <w:rsid w:val="002B1991"/>
    <w:rsid w:val="002B19D7"/>
    <w:rsid w:val="002B3B4E"/>
    <w:rsid w:val="002B4CC7"/>
    <w:rsid w:val="002B5E6B"/>
    <w:rsid w:val="002C0A61"/>
    <w:rsid w:val="002C15E5"/>
    <w:rsid w:val="002C17D8"/>
    <w:rsid w:val="002C2030"/>
    <w:rsid w:val="002C2A3E"/>
    <w:rsid w:val="002C32D0"/>
    <w:rsid w:val="002C3E79"/>
    <w:rsid w:val="002C403F"/>
    <w:rsid w:val="002C4668"/>
    <w:rsid w:val="002C476A"/>
    <w:rsid w:val="002C4ECF"/>
    <w:rsid w:val="002C557D"/>
    <w:rsid w:val="002C6070"/>
    <w:rsid w:val="002C6341"/>
    <w:rsid w:val="002D0B84"/>
    <w:rsid w:val="002D19A1"/>
    <w:rsid w:val="002D22D6"/>
    <w:rsid w:val="002D32D5"/>
    <w:rsid w:val="002D3D86"/>
    <w:rsid w:val="002D40C5"/>
    <w:rsid w:val="002D69B3"/>
    <w:rsid w:val="002E038D"/>
    <w:rsid w:val="002E2113"/>
    <w:rsid w:val="002E2986"/>
    <w:rsid w:val="002E314F"/>
    <w:rsid w:val="002E40D5"/>
    <w:rsid w:val="002E4617"/>
    <w:rsid w:val="002F03F5"/>
    <w:rsid w:val="002F0811"/>
    <w:rsid w:val="002F1967"/>
    <w:rsid w:val="002F1F43"/>
    <w:rsid w:val="002F2B92"/>
    <w:rsid w:val="002F2C99"/>
    <w:rsid w:val="002F2E0F"/>
    <w:rsid w:val="002F4CAF"/>
    <w:rsid w:val="00300031"/>
    <w:rsid w:val="003002C2"/>
    <w:rsid w:val="0030101B"/>
    <w:rsid w:val="00301CBE"/>
    <w:rsid w:val="00302743"/>
    <w:rsid w:val="00303249"/>
    <w:rsid w:val="003032AE"/>
    <w:rsid w:val="003034C9"/>
    <w:rsid w:val="00303552"/>
    <w:rsid w:val="00304E1D"/>
    <w:rsid w:val="003051F5"/>
    <w:rsid w:val="0030751D"/>
    <w:rsid w:val="00312FAB"/>
    <w:rsid w:val="00313312"/>
    <w:rsid w:val="00314457"/>
    <w:rsid w:val="00314821"/>
    <w:rsid w:val="00315393"/>
    <w:rsid w:val="003158B3"/>
    <w:rsid w:val="0031736F"/>
    <w:rsid w:val="00317FC0"/>
    <w:rsid w:val="00320D9C"/>
    <w:rsid w:val="00321FE1"/>
    <w:rsid w:val="00322AAC"/>
    <w:rsid w:val="00322C21"/>
    <w:rsid w:val="0032307F"/>
    <w:rsid w:val="00324710"/>
    <w:rsid w:val="0032540E"/>
    <w:rsid w:val="0032589F"/>
    <w:rsid w:val="00326028"/>
    <w:rsid w:val="00326B48"/>
    <w:rsid w:val="0032706A"/>
    <w:rsid w:val="003277E8"/>
    <w:rsid w:val="00327906"/>
    <w:rsid w:val="00330252"/>
    <w:rsid w:val="003313D2"/>
    <w:rsid w:val="003342B2"/>
    <w:rsid w:val="00335125"/>
    <w:rsid w:val="00335270"/>
    <w:rsid w:val="00337192"/>
    <w:rsid w:val="003402EA"/>
    <w:rsid w:val="003418B6"/>
    <w:rsid w:val="00341DA7"/>
    <w:rsid w:val="00342127"/>
    <w:rsid w:val="003427D2"/>
    <w:rsid w:val="00344595"/>
    <w:rsid w:val="00344A84"/>
    <w:rsid w:val="003459E1"/>
    <w:rsid w:val="00347BE2"/>
    <w:rsid w:val="0035009D"/>
    <w:rsid w:val="00352C00"/>
    <w:rsid w:val="00354557"/>
    <w:rsid w:val="003577FB"/>
    <w:rsid w:val="00357ABB"/>
    <w:rsid w:val="00360101"/>
    <w:rsid w:val="00360C37"/>
    <w:rsid w:val="003624A9"/>
    <w:rsid w:val="00362D64"/>
    <w:rsid w:val="00363B00"/>
    <w:rsid w:val="0036540D"/>
    <w:rsid w:val="00366299"/>
    <w:rsid w:val="003673F2"/>
    <w:rsid w:val="00367D86"/>
    <w:rsid w:val="00371EC4"/>
    <w:rsid w:val="0037291E"/>
    <w:rsid w:val="00372D53"/>
    <w:rsid w:val="0037307E"/>
    <w:rsid w:val="00374FA5"/>
    <w:rsid w:val="00375A02"/>
    <w:rsid w:val="00375E7A"/>
    <w:rsid w:val="003774C4"/>
    <w:rsid w:val="00381D2C"/>
    <w:rsid w:val="00381D4B"/>
    <w:rsid w:val="00382711"/>
    <w:rsid w:val="00384A4D"/>
    <w:rsid w:val="00385080"/>
    <w:rsid w:val="00386DE5"/>
    <w:rsid w:val="00386F57"/>
    <w:rsid w:val="00387F6B"/>
    <w:rsid w:val="00390F6D"/>
    <w:rsid w:val="003911E9"/>
    <w:rsid w:val="0039156E"/>
    <w:rsid w:val="00391BFF"/>
    <w:rsid w:val="00392E7B"/>
    <w:rsid w:val="003930E9"/>
    <w:rsid w:val="003951BC"/>
    <w:rsid w:val="00396AD4"/>
    <w:rsid w:val="003A0829"/>
    <w:rsid w:val="003A15E9"/>
    <w:rsid w:val="003A297E"/>
    <w:rsid w:val="003A4E6C"/>
    <w:rsid w:val="003A51F5"/>
    <w:rsid w:val="003A6842"/>
    <w:rsid w:val="003A69A9"/>
    <w:rsid w:val="003A75EB"/>
    <w:rsid w:val="003B10DC"/>
    <w:rsid w:val="003B16D7"/>
    <w:rsid w:val="003B1B12"/>
    <w:rsid w:val="003B2539"/>
    <w:rsid w:val="003B25D5"/>
    <w:rsid w:val="003B3F15"/>
    <w:rsid w:val="003B4506"/>
    <w:rsid w:val="003B4DE7"/>
    <w:rsid w:val="003B5C23"/>
    <w:rsid w:val="003B5D3E"/>
    <w:rsid w:val="003B6360"/>
    <w:rsid w:val="003B6449"/>
    <w:rsid w:val="003B7182"/>
    <w:rsid w:val="003C00B8"/>
    <w:rsid w:val="003C04C9"/>
    <w:rsid w:val="003C266E"/>
    <w:rsid w:val="003C2AA0"/>
    <w:rsid w:val="003C3639"/>
    <w:rsid w:val="003C3B31"/>
    <w:rsid w:val="003C56FE"/>
    <w:rsid w:val="003C7020"/>
    <w:rsid w:val="003D4495"/>
    <w:rsid w:val="003D4C82"/>
    <w:rsid w:val="003D7457"/>
    <w:rsid w:val="003E07F2"/>
    <w:rsid w:val="003E3F7D"/>
    <w:rsid w:val="003E47E2"/>
    <w:rsid w:val="003E4B39"/>
    <w:rsid w:val="003E663D"/>
    <w:rsid w:val="003E6D45"/>
    <w:rsid w:val="003E6D67"/>
    <w:rsid w:val="003E6E26"/>
    <w:rsid w:val="003F056B"/>
    <w:rsid w:val="003F0C60"/>
    <w:rsid w:val="003F1B07"/>
    <w:rsid w:val="003F3401"/>
    <w:rsid w:val="003F49F0"/>
    <w:rsid w:val="003F6BDB"/>
    <w:rsid w:val="003F6F21"/>
    <w:rsid w:val="003F760A"/>
    <w:rsid w:val="00400432"/>
    <w:rsid w:val="00400572"/>
    <w:rsid w:val="00403FFF"/>
    <w:rsid w:val="00406452"/>
    <w:rsid w:val="00411395"/>
    <w:rsid w:val="004122EA"/>
    <w:rsid w:val="00412429"/>
    <w:rsid w:val="004128E0"/>
    <w:rsid w:val="00412A14"/>
    <w:rsid w:val="00412B89"/>
    <w:rsid w:val="004133D6"/>
    <w:rsid w:val="004151AF"/>
    <w:rsid w:val="00420588"/>
    <w:rsid w:val="004220FC"/>
    <w:rsid w:val="00423446"/>
    <w:rsid w:val="00423CB3"/>
    <w:rsid w:val="00424E73"/>
    <w:rsid w:val="00424EDB"/>
    <w:rsid w:val="00425B28"/>
    <w:rsid w:val="00430874"/>
    <w:rsid w:val="004328B7"/>
    <w:rsid w:val="00432A37"/>
    <w:rsid w:val="00432D59"/>
    <w:rsid w:val="00433143"/>
    <w:rsid w:val="004356E0"/>
    <w:rsid w:val="0043607A"/>
    <w:rsid w:val="00436138"/>
    <w:rsid w:val="0043627E"/>
    <w:rsid w:val="00437231"/>
    <w:rsid w:val="00440BEA"/>
    <w:rsid w:val="004415FE"/>
    <w:rsid w:val="00446696"/>
    <w:rsid w:val="00446993"/>
    <w:rsid w:val="004477EF"/>
    <w:rsid w:val="0044787F"/>
    <w:rsid w:val="00452D58"/>
    <w:rsid w:val="0045368C"/>
    <w:rsid w:val="0045396F"/>
    <w:rsid w:val="00455227"/>
    <w:rsid w:val="0046104A"/>
    <w:rsid w:val="004628F0"/>
    <w:rsid w:val="00462FFA"/>
    <w:rsid w:val="004640EE"/>
    <w:rsid w:val="0046462C"/>
    <w:rsid w:val="00464C89"/>
    <w:rsid w:val="00470A42"/>
    <w:rsid w:val="00471D1C"/>
    <w:rsid w:val="00472A19"/>
    <w:rsid w:val="00472E5F"/>
    <w:rsid w:val="004735FF"/>
    <w:rsid w:val="004742C5"/>
    <w:rsid w:val="00475879"/>
    <w:rsid w:val="00475982"/>
    <w:rsid w:val="00475A9A"/>
    <w:rsid w:val="00476A3B"/>
    <w:rsid w:val="00476A98"/>
    <w:rsid w:val="0047700A"/>
    <w:rsid w:val="00482773"/>
    <w:rsid w:val="00483EDF"/>
    <w:rsid w:val="00484072"/>
    <w:rsid w:val="0048443D"/>
    <w:rsid w:val="00485143"/>
    <w:rsid w:val="004866B9"/>
    <w:rsid w:val="00487976"/>
    <w:rsid w:val="00487CEF"/>
    <w:rsid w:val="004909ED"/>
    <w:rsid w:val="004952DC"/>
    <w:rsid w:val="004965C3"/>
    <w:rsid w:val="00497CAB"/>
    <w:rsid w:val="004A1837"/>
    <w:rsid w:val="004A2919"/>
    <w:rsid w:val="004A2C3D"/>
    <w:rsid w:val="004A4CBA"/>
    <w:rsid w:val="004A6FF0"/>
    <w:rsid w:val="004B2425"/>
    <w:rsid w:val="004B3343"/>
    <w:rsid w:val="004B600E"/>
    <w:rsid w:val="004B654E"/>
    <w:rsid w:val="004B6CB7"/>
    <w:rsid w:val="004B7E04"/>
    <w:rsid w:val="004C031F"/>
    <w:rsid w:val="004C09C0"/>
    <w:rsid w:val="004C0C89"/>
    <w:rsid w:val="004C1BBC"/>
    <w:rsid w:val="004C30AA"/>
    <w:rsid w:val="004C4B9E"/>
    <w:rsid w:val="004C5338"/>
    <w:rsid w:val="004C58A1"/>
    <w:rsid w:val="004C6E64"/>
    <w:rsid w:val="004C7411"/>
    <w:rsid w:val="004D082A"/>
    <w:rsid w:val="004D2197"/>
    <w:rsid w:val="004D3511"/>
    <w:rsid w:val="004D3528"/>
    <w:rsid w:val="004D376A"/>
    <w:rsid w:val="004D3B56"/>
    <w:rsid w:val="004E11C3"/>
    <w:rsid w:val="004E121F"/>
    <w:rsid w:val="004E229F"/>
    <w:rsid w:val="004E2994"/>
    <w:rsid w:val="004E3B0F"/>
    <w:rsid w:val="004E47C2"/>
    <w:rsid w:val="004E48E6"/>
    <w:rsid w:val="004E4AC3"/>
    <w:rsid w:val="004E5559"/>
    <w:rsid w:val="004E5691"/>
    <w:rsid w:val="004E69BA"/>
    <w:rsid w:val="004E7185"/>
    <w:rsid w:val="004F100B"/>
    <w:rsid w:val="004F16C6"/>
    <w:rsid w:val="004F17C6"/>
    <w:rsid w:val="004F1C1E"/>
    <w:rsid w:val="004F2977"/>
    <w:rsid w:val="004F3564"/>
    <w:rsid w:val="004F5377"/>
    <w:rsid w:val="004F6BCE"/>
    <w:rsid w:val="005006B6"/>
    <w:rsid w:val="005024DF"/>
    <w:rsid w:val="00502D27"/>
    <w:rsid w:val="0050575A"/>
    <w:rsid w:val="00506096"/>
    <w:rsid w:val="00510495"/>
    <w:rsid w:val="00512037"/>
    <w:rsid w:val="005126C5"/>
    <w:rsid w:val="0051292E"/>
    <w:rsid w:val="005131B0"/>
    <w:rsid w:val="00513480"/>
    <w:rsid w:val="0051437D"/>
    <w:rsid w:val="00515322"/>
    <w:rsid w:val="00516566"/>
    <w:rsid w:val="00516656"/>
    <w:rsid w:val="0051675A"/>
    <w:rsid w:val="0051742D"/>
    <w:rsid w:val="00517C89"/>
    <w:rsid w:val="00520EA9"/>
    <w:rsid w:val="00521DAC"/>
    <w:rsid w:val="005233E9"/>
    <w:rsid w:val="0052439F"/>
    <w:rsid w:val="005252BE"/>
    <w:rsid w:val="00527796"/>
    <w:rsid w:val="00527BF0"/>
    <w:rsid w:val="0053060E"/>
    <w:rsid w:val="00530702"/>
    <w:rsid w:val="0053220B"/>
    <w:rsid w:val="005327CE"/>
    <w:rsid w:val="0053333E"/>
    <w:rsid w:val="00533EA8"/>
    <w:rsid w:val="00534B23"/>
    <w:rsid w:val="005359CB"/>
    <w:rsid w:val="00536773"/>
    <w:rsid w:val="00536E25"/>
    <w:rsid w:val="0053736F"/>
    <w:rsid w:val="00537580"/>
    <w:rsid w:val="00537C03"/>
    <w:rsid w:val="00537D8F"/>
    <w:rsid w:val="00540A16"/>
    <w:rsid w:val="00540BCD"/>
    <w:rsid w:val="0054246D"/>
    <w:rsid w:val="00542E3F"/>
    <w:rsid w:val="005439C8"/>
    <w:rsid w:val="00543BE3"/>
    <w:rsid w:val="00543C89"/>
    <w:rsid w:val="0054449F"/>
    <w:rsid w:val="005444EC"/>
    <w:rsid w:val="005448B1"/>
    <w:rsid w:val="00545173"/>
    <w:rsid w:val="00545825"/>
    <w:rsid w:val="00547717"/>
    <w:rsid w:val="00550F4D"/>
    <w:rsid w:val="00551358"/>
    <w:rsid w:val="005544F8"/>
    <w:rsid w:val="00554B7A"/>
    <w:rsid w:val="00555498"/>
    <w:rsid w:val="00556730"/>
    <w:rsid w:val="00556FEE"/>
    <w:rsid w:val="005572AA"/>
    <w:rsid w:val="00557921"/>
    <w:rsid w:val="0055798D"/>
    <w:rsid w:val="005621EF"/>
    <w:rsid w:val="00562983"/>
    <w:rsid w:val="0056399E"/>
    <w:rsid w:val="00563AAA"/>
    <w:rsid w:val="00564492"/>
    <w:rsid w:val="00565191"/>
    <w:rsid w:val="005652D4"/>
    <w:rsid w:val="005669AD"/>
    <w:rsid w:val="00567D61"/>
    <w:rsid w:val="00570936"/>
    <w:rsid w:val="0057312E"/>
    <w:rsid w:val="005742B8"/>
    <w:rsid w:val="00574F61"/>
    <w:rsid w:val="0058020B"/>
    <w:rsid w:val="0058084D"/>
    <w:rsid w:val="00581728"/>
    <w:rsid w:val="00581850"/>
    <w:rsid w:val="00581EAB"/>
    <w:rsid w:val="00582A6A"/>
    <w:rsid w:val="00584EF4"/>
    <w:rsid w:val="00584F38"/>
    <w:rsid w:val="005907CD"/>
    <w:rsid w:val="00591443"/>
    <w:rsid w:val="005916A5"/>
    <w:rsid w:val="00591709"/>
    <w:rsid w:val="00591C79"/>
    <w:rsid w:val="005925CF"/>
    <w:rsid w:val="0059453F"/>
    <w:rsid w:val="005950D6"/>
    <w:rsid w:val="00595A48"/>
    <w:rsid w:val="00595B6D"/>
    <w:rsid w:val="005971F6"/>
    <w:rsid w:val="00597D32"/>
    <w:rsid w:val="005A05A5"/>
    <w:rsid w:val="005A1126"/>
    <w:rsid w:val="005A1719"/>
    <w:rsid w:val="005A2368"/>
    <w:rsid w:val="005A271D"/>
    <w:rsid w:val="005A34DF"/>
    <w:rsid w:val="005A6BAD"/>
    <w:rsid w:val="005A6E6D"/>
    <w:rsid w:val="005A7FF8"/>
    <w:rsid w:val="005B0FEC"/>
    <w:rsid w:val="005B16A3"/>
    <w:rsid w:val="005B296E"/>
    <w:rsid w:val="005B327F"/>
    <w:rsid w:val="005B334B"/>
    <w:rsid w:val="005B3841"/>
    <w:rsid w:val="005B3FA2"/>
    <w:rsid w:val="005B470C"/>
    <w:rsid w:val="005B5F5F"/>
    <w:rsid w:val="005B721C"/>
    <w:rsid w:val="005C095D"/>
    <w:rsid w:val="005C209B"/>
    <w:rsid w:val="005C30D1"/>
    <w:rsid w:val="005C4233"/>
    <w:rsid w:val="005C4E5D"/>
    <w:rsid w:val="005C4F9E"/>
    <w:rsid w:val="005C7167"/>
    <w:rsid w:val="005D02F2"/>
    <w:rsid w:val="005D2E32"/>
    <w:rsid w:val="005D2FF0"/>
    <w:rsid w:val="005D327C"/>
    <w:rsid w:val="005D4432"/>
    <w:rsid w:val="005D4661"/>
    <w:rsid w:val="005D5BF4"/>
    <w:rsid w:val="005D71FE"/>
    <w:rsid w:val="005E2493"/>
    <w:rsid w:val="005E549D"/>
    <w:rsid w:val="005E59F2"/>
    <w:rsid w:val="005E62DA"/>
    <w:rsid w:val="005E641A"/>
    <w:rsid w:val="005E6976"/>
    <w:rsid w:val="005E7D60"/>
    <w:rsid w:val="005F0255"/>
    <w:rsid w:val="005F2A68"/>
    <w:rsid w:val="005F3C8B"/>
    <w:rsid w:val="005F43D4"/>
    <w:rsid w:val="005F6051"/>
    <w:rsid w:val="006046B2"/>
    <w:rsid w:val="006068F0"/>
    <w:rsid w:val="00612044"/>
    <w:rsid w:val="006122FC"/>
    <w:rsid w:val="00612DFF"/>
    <w:rsid w:val="0061355C"/>
    <w:rsid w:val="00614E23"/>
    <w:rsid w:val="0061778E"/>
    <w:rsid w:val="006209C2"/>
    <w:rsid w:val="00622754"/>
    <w:rsid w:val="00623AC6"/>
    <w:rsid w:val="006252F4"/>
    <w:rsid w:val="00630427"/>
    <w:rsid w:val="006338AB"/>
    <w:rsid w:val="00633AE3"/>
    <w:rsid w:val="006352CE"/>
    <w:rsid w:val="006369E7"/>
    <w:rsid w:val="006404A8"/>
    <w:rsid w:val="0064270A"/>
    <w:rsid w:val="00642AE8"/>
    <w:rsid w:val="00645382"/>
    <w:rsid w:val="00646096"/>
    <w:rsid w:val="00647C6E"/>
    <w:rsid w:val="0065012B"/>
    <w:rsid w:val="006538E4"/>
    <w:rsid w:val="00654C7E"/>
    <w:rsid w:val="00655844"/>
    <w:rsid w:val="00655F8E"/>
    <w:rsid w:val="006568DE"/>
    <w:rsid w:val="00657289"/>
    <w:rsid w:val="00657EBE"/>
    <w:rsid w:val="00657EC1"/>
    <w:rsid w:val="006622A0"/>
    <w:rsid w:val="00663E9F"/>
    <w:rsid w:val="00663F73"/>
    <w:rsid w:val="0066414C"/>
    <w:rsid w:val="006660D5"/>
    <w:rsid w:val="00667ACF"/>
    <w:rsid w:val="00671E6C"/>
    <w:rsid w:val="00672474"/>
    <w:rsid w:val="00672773"/>
    <w:rsid w:val="00673639"/>
    <w:rsid w:val="00675229"/>
    <w:rsid w:val="00676657"/>
    <w:rsid w:val="00676CA7"/>
    <w:rsid w:val="00676EE9"/>
    <w:rsid w:val="00677346"/>
    <w:rsid w:val="0067788B"/>
    <w:rsid w:val="00677BB4"/>
    <w:rsid w:val="006806E9"/>
    <w:rsid w:val="006822B0"/>
    <w:rsid w:val="006834CE"/>
    <w:rsid w:val="006843EB"/>
    <w:rsid w:val="00685BEC"/>
    <w:rsid w:val="00686E11"/>
    <w:rsid w:val="00687436"/>
    <w:rsid w:val="00690EBE"/>
    <w:rsid w:val="006923CD"/>
    <w:rsid w:val="00692CC4"/>
    <w:rsid w:val="00692D0C"/>
    <w:rsid w:val="00692D0D"/>
    <w:rsid w:val="00695EDC"/>
    <w:rsid w:val="00696350"/>
    <w:rsid w:val="006A0EBD"/>
    <w:rsid w:val="006A1A6B"/>
    <w:rsid w:val="006A20B6"/>
    <w:rsid w:val="006A50E2"/>
    <w:rsid w:val="006A5D83"/>
    <w:rsid w:val="006A6568"/>
    <w:rsid w:val="006B16CF"/>
    <w:rsid w:val="006B1D9D"/>
    <w:rsid w:val="006B3C7D"/>
    <w:rsid w:val="006B3CE1"/>
    <w:rsid w:val="006B43C6"/>
    <w:rsid w:val="006B4684"/>
    <w:rsid w:val="006B6177"/>
    <w:rsid w:val="006B6242"/>
    <w:rsid w:val="006B6696"/>
    <w:rsid w:val="006B7765"/>
    <w:rsid w:val="006C1A70"/>
    <w:rsid w:val="006C27DB"/>
    <w:rsid w:val="006C4FF7"/>
    <w:rsid w:val="006C7C90"/>
    <w:rsid w:val="006D0174"/>
    <w:rsid w:val="006D08EC"/>
    <w:rsid w:val="006D16F3"/>
    <w:rsid w:val="006D21CD"/>
    <w:rsid w:val="006D485B"/>
    <w:rsid w:val="006D4A63"/>
    <w:rsid w:val="006D5F05"/>
    <w:rsid w:val="006D6E4B"/>
    <w:rsid w:val="006D7249"/>
    <w:rsid w:val="006E348A"/>
    <w:rsid w:val="006E37DF"/>
    <w:rsid w:val="006E3F44"/>
    <w:rsid w:val="006F1057"/>
    <w:rsid w:val="006F149C"/>
    <w:rsid w:val="006F2B7E"/>
    <w:rsid w:val="006F4034"/>
    <w:rsid w:val="007005F5"/>
    <w:rsid w:val="00701AD3"/>
    <w:rsid w:val="007028E1"/>
    <w:rsid w:val="007055EB"/>
    <w:rsid w:val="00705CE9"/>
    <w:rsid w:val="00705E28"/>
    <w:rsid w:val="007074DD"/>
    <w:rsid w:val="00707FF8"/>
    <w:rsid w:val="00710C5C"/>
    <w:rsid w:val="007118B0"/>
    <w:rsid w:val="00713319"/>
    <w:rsid w:val="007155C4"/>
    <w:rsid w:val="00716025"/>
    <w:rsid w:val="00716380"/>
    <w:rsid w:val="00717FF2"/>
    <w:rsid w:val="00720C39"/>
    <w:rsid w:val="00722527"/>
    <w:rsid w:val="00722E40"/>
    <w:rsid w:val="0072325A"/>
    <w:rsid w:val="007249CF"/>
    <w:rsid w:val="007249FB"/>
    <w:rsid w:val="007260B4"/>
    <w:rsid w:val="00726218"/>
    <w:rsid w:val="00726420"/>
    <w:rsid w:val="0072668A"/>
    <w:rsid w:val="00732CE3"/>
    <w:rsid w:val="007353CB"/>
    <w:rsid w:val="00736510"/>
    <w:rsid w:val="007367AE"/>
    <w:rsid w:val="00736A4C"/>
    <w:rsid w:val="007374CD"/>
    <w:rsid w:val="00741682"/>
    <w:rsid w:val="00742095"/>
    <w:rsid w:val="007424B9"/>
    <w:rsid w:val="007428BD"/>
    <w:rsid w:val="00744266"/>
    <w:rsid w:val="00744C20"/>
    <w:rsid w:val="007463EC"/>
    <w:rsid w:val="00746FF9"/>
    <w:rsid w:val="00747AF6"/>
    <w:rsid w:val="00750850"/>
    <w:rsid w:val="0075102B"/>
    <w:rsid w:val="0075105B"/>
    <w:rsid w:val="0075324D"/>
    <w:rsid w:val="00756C05"/>
    <w:rsid w:val="0076037B"/>
    <w:rsid w:val="00760BA8"/>
    <w:rsid w:val="00760BAC"/>
    <w:rsid w:val="007611F0"/>
    <w:rsid w:val="0076288A"/>
    <w:rsid w:val="007631E7"/>
    <w:rsid w:val="007643DB"/>
    <w:rsid w:val="00764FC6"/>
    <w:rsid w:val="007653B2"/>
    <w:rsid w:val="0076590D"/>
    <w:rsid w:val="00765FF0"/>
    <w:rsid w:val="00766EA4"/>
    <w:rsid w:val="00771619"/>
    <w:rsid w:val="00773544"/>
    <w:rsid w:val="00773545"/>
    <w:rsid w:val="0077457B"/>
    <w:rsid w:val="00775B0A"/>
    <w:rsid w:val="00776609"/>
    <w:rsid w:val="00776A36"/>
    <w:rsid w:val="00776D3B"/>
    <w:rsid w:val="00776E43"/>
    <w:rsid w:val="00776F06"/>
    <w:rsid w:val="00777012"/>
    <w:rsid w:val="0077781B"/>
    <w:rsid w:val="00777C47"/>
    <w:rsid w:val="0078003D"/>
    <w:rsid w:val="007809E1"/>
    <w:rsid w:val="0078247E"/>
    <w:rsid w:val="007826BE"/>
    <w:rsid w:val="0078313A"/>
    <w:rsid w:val="0078379D"/>
    <w:rsid w:val="007837A8"/>
    <w:rsid w:val="00783EBB"/>
    <w:rsid w:val="0078404A"/>
    <w:rsid w:val="007910B8"/>
    <w:rsid w:val="00791FAB"/>
    <w:rsid w:val="007921DA"/>
    <w:rsid w:val="00792CC3"/>
    <w:rsid w:val="00792D3A"/>
    <w:rsid w:val="00793E95"/>
    <w:rsid w:val="00794436"/>
    <w:rsid w:val="0079446F"/>
    <w:rsid w:val="00794BA3"/>
    <w:rsid w:val="0079665C"/>
    <w:rsid w:val="00796B9B"/>
    <w:rsid w:val="007A1083"/>
    <w:rsid w:val="007A58C1"/>
    <w:rsid w:val="007A5924"/>
    <w:rsid w:val="007B058A"/>
    <w:rsid w:val="007B1278"/>
    <w:rsid w:val="007B1464"/>
    <w:rsid w:val="007B4268"/>
    <w:rsid w:val="007B51F1"/>
    <w:rsid w:val="007B5563"/>
    <w:rsid w:val="007B6E19"/>
    <w:rsid w:val="007B74DC"/>
    <w:rsid w:val="007C0B13"/>
    <w:rsid w:val="007C1AD8"/>
    <w:rsid w:val="007C399E"/>
    <w:rsid w:val="007C5106"/>
    <w:rsid w:val="007C52E8"/>
    <w:rsid w:val="007C7279"/>
    <w:rsid w:val="007D1C14"/>
    <w:rsid w:val="007D3D1C"/>
    <w:rsid w:val="007D698B"/>
    <w:rsid w:val="007D6B67"/>
    <w:rsid w:val="007D7BE1"/>
    <w:rsid w:val="007E011D"/>
    <w:rsid w:val="007E013E"/>
    <w:rsid w:val="007E0362"/>
    <w:rsid w:val="007E238B"/>
    <w:rsid w:val="007E36AD"/>
    <w:rsid w:val="007E3CEC"/>
    <w:rsid w:val="007E5B55"/>
    <w:rsid w:val="007E651A"/>
    <w:rsid w:val="007E736F"/>
    <w:rsid w:val="007F1645"/>
    <w:rsid w:val="007F2124"/>
    <w:rsid w:val="007F2AAA"/>
    <w:rsid w:val="007F3417"/>
    <w:rsid w:val="007F3828"/>
    <w:rsid w:val="007F71DB"/>
    <w:rsid w:val="008013FF"/>
    <w:rsid w:val="00801E84"/>
    <w:rsid w:val="008025FB"/>
    <w:rsid w:val="0080266D"/>
    <w:rsid w:val="008054CC"/>
    <w:rsid w:val="00805D91"/>
    <w:rsid w:val="008067A9"/>
    <w:rsid w:val="00806B82"/>
    <w:rsid w:val="00811136"/>
    <w:rsid w:val="00811351"/>
    <w:rsid w:val="00814C64"/>
    <w:rsid w:val="00814F52"/>
    <w:rsid w:val="00816F8D"/>
    <w:rsid w:val="0081759E"/>
    <w:rsid w:val="008205BC"/>
    <w:rsid w:val="00820C01"/>
    <w:rsid w:val="008218FE"/>
    <w:rsid w:val="00822071"/>
    <w:rsid w:val="00823056"/>
    <w:rsid w:val="0082766B"/>
    <w:rsid w:val="0083092D"/>
    <w:rsid w:val="008341DD"/>
    <w:rsid w:val="00835C5D"/>
    <w:rsid w:val="00840807"/>
    <w:rsid w:val="00842660"/>
    <w:rsid w:val="00843A23"/>
    <w:rsid w:val="008458A3"/>
    <w:rsid w:val="008464E7"/>
    <w:rsid w:val="008473FA"/>
    <w:rsid w:val="00850875"/>
    <w:rsid w:val="00850BEF"/>
    <w:rsid w:val="00851006"/>
    <w:rsid w:val="008510E3"/>
    <w:rsid w:val="00852E97"/>
    <w:rsid w:val="0085345B"/>
    <w:rsid w:val="008550BE"/>
    <w:rsid w:val="008561B6"/>
    <w:rsid w:val="00857358"/>
    <w:rsid w:val="00860ED2"/>
    <w:rsid w:val="00862CEB"/>
    <w:rsid w:val="00863730"/>
    <w:rsid w:val="00864362"/>
    <w:rsid w:val="008646BE"/>
    <w:rsid w:val="00864C00"/>
    <w:rsid w:val="00865B5F"/>
    <w:rsid w:val="00867F6A"/>
    <w:rsid w:val="00870157"/>
    <w:rsid w:val="00870360"/>
    <w:rsid w:val="00870AF0"/>
    <w:rsid w:val="00870E9D"/>
    <w:rsid w:val="00870F78"/>
    <w:rsid w:val="00872B5F"/>
    <w:rsid w:val="00875949"/>
    <w:rsid w:val="00875F72"/>
    <w:rsid w:val="0087711B"/>
    <w:rsid w:val="008807FE"/>
    <w:rsid w:val="00881275"/>
    <w:rsid w:val="00881D5B"/>
    <w:rsid w:val="00882537"/>
    <w:rsid w:val="0088267D"/>
    <w:rsid w:val="00886AA2"/>
    <w:rsid w:val="00887AEA"/>
    <w:rsid w:val="008908FE"/>
    <w:rsid w:val="00890D97"/>
    <w:rsid w:val="008938DB"/>
    <w:rsid w:val="008948F4"/>
    <w:rsid w:val="008973FE"/>
    <w:rsid w:val="008A084E"/>
    <w:rsid w:val="008A0D61"/>
    <w:rsid w:val="008A160E"/>
    <w:rsid w:val="008A1B42"/>
    <w:rsid w:val="008A2CDB"/>
    <w:rsid w:val="008A45E1"/>
    <w:rsid w:val="008A5108"/>
    <w:rsid w:val="008A5B27"/>
    <w:rsid w:val="008A5FA1"/>
    <w:rsid w:val="008A72B4"/>
    <w:rsid w:val="008A7AF5"/>
    <w:rsid w:val="008B0089"/>
    <w:rsid w:val="008B0640"/>
    <w:rsid w:val="008B0768"/>
    <w:rsid w:val="008B094E"/>
    <w:rsid w:val="008B0A14"/>
    <w:rsid w:val="008B28F5"/>
    <w:rsid w:val="008B35AC"/>
    <w:rsid w:val="008B44CB"/>
    <w:rsid w:val="008B7DD2"/>
    <w:rsid w:val="008C0B5D"/>
    <w:rsid w:val="008C10D0"/>
    <w:rsid w:val="008C1230"/>
    <w:rsid w:val="008C1D0A"/>
    <w:rsid w:val="008C1D60"/>
    <w:rsid w:val="008C251A"/>
    <w:rsid w:val="008C2BA6"/>
    <w:rsid w:val="008C3B04"/>
    <w:rsid w:val="008C4930"/>
    <w:rsid w:val="008C65F4"/>
    <w:rsid w:val="008C7E39"/>
    <w:rsid w:val="008D06BF"/>
    <w:rsid w:val="008D234E"/>
    <w:rsid w:val="008D3B8B"/>
    <w:rsid w:val="008D54E3"/>
    <w:rsid w:val="008D601C"/>
    <w:rsid w:val="008E0A1B"/>
    <w:rsid w:val="008E1AA3"/>
    <w:rsid w:val="008E1E75"/>
    <w:rsid w:val="008E369B"/>
    <w:rsid w:val="008E4BA7"/>
    <w:rsid w:val="008E61D1"/>
    <w:rsid w:val="008E67F3"/>
    <w:rsid w:val="008E7BEA"/>
    <w:rsid w:val="008F1D5C"/>
    <w:rsid w:val="008F408B"/>
    <w:rsid w:val="008F5A46"/>
    <w:rsid w:val="008F62F2"/>
    <w:rsid w:val="008F7660"/>
    <w:rsid w:val="0090061D"/>
    <w:rsid w:val="0090131B"/>
    <w:rsid w:val="0090320A"/>
    <w:rsid w:val="009063AB"/>
    <w:rsid w:val="009063D3"/>
    <w:rsid w:val="00906BDA"/>
    <w:rsid w:val="00911E4B"/>
    <w:rsid w:val="00912DCF"/>
    <w:rsid w:val="0091466F"/>
    <w:rsid w:val="00914BEA"/>
    <w:rsid w:val="00916AC5"/>
    <w:rsid w:val="00916B0C"/>
    <w:rsid w:val="009208F7"/>
    <w:rsid w:val="00921062"/>
    <w:rsid w:val="00921CD2"/>
    <w:rsid w:val="00924360"/>
    <w:rsid w:val="0092545D"/>
    <w:rsid w:val="00925761"/>
    <w:rsid w:val="00926B48"/>
    <w:rsid w:val="00927F21"/>
    <w:rsid w:val="00930D39"/>
    <w:rsid w:val="00933325"/>
    <w:rsid w:val="00933B7B"/>
    <w:rsid w:val="009345FC"/>
    <w:rsid w:val="0093564E"/>
    <w:rsid w:val="0093797C"/>
    <w:rsid w:val="00937B51"/>
    <w:rsid w:val="009401C0"/>
    <w:rsid w:val="009435A2"/>
    <w:rsid w:val="00943B2D"/>
    <w:rsid w:val="00943E05"/>
    <w:rsid w:val="00945228"/>
    <w:rsid w:val="00945296"/>
    <w:rsid w:val="0094641D"/>
    <w:rsid w:val="00946FBA"/>
    <w:rsid w:val="0094736F"/>
    <w:rsid w:val="00950B58"/>
    <w:rsid w:val="00950C1E"/>
    <w:rsid w:val="00953C87"/>
    <w:rsid w:val="0095643F"/>
    <w:rsid w:val="009567A6"/>
    <w:rsid w:val="00957A28"/>
    <w:rsid w:val="00960517"/>
    <w:rsid w:val="009611EB"/>
    <w:rsid w:val="00961512"/>
    <w:rsid w:val="009624C0"/>
    <w:rsid w:val="009633EF"/>
    <w:rsid w:val="009637FF"/>
    <w:rsid w:val="00963BCF"/>
    <w:rsid w:val="00964180"/>
    <w:rsid w:val="00964761"/>
    <w:rsid w:val="009676D8"/>
    <w:rsid w:val="0097212F"/>
    <w:rsid w:val="0097416E"/>
    <w:rsid w:val="00975DD3"/>
    <w:rsid w:val="0097629B"/>
    <w:rsid w:val="009764D6"/>
    <w:rsid w:val="0097739C"/>
    <w:rsid w:val="00983003"/>
    <w:rsid w:val="009865A4"/>
    <w:rsid w:val="009903FA"/>
    <w:rsid w:val="0099052D"/>
    <w:rsid w:val="0099117E"/>
    <w:rsid w:val="00992ABF"/>
    <w:rsid w:val="0099300B"/>
    <w:rsid w:val="009954F1"/>
    <w:rsid w:val="00995710"/>
    <w:rsid w:val="0099658D"/>
    <w:rsid w:val="00996947"/>
    <w:rsid w:val="009A0B2E"/>
    <w:rsid w:val="009A137C"/>
    <w:rsid w:val="009A1845"/>
    <w:rsid w:val="009A18BA"/>
    <w:rsid w:val="009A2273"/>
    <w:rsid w:val="009A2BD5"/>
    <w:rsid w:val="009A2F78"/>
    <w:rsid w:val="009A3399"/>
    <w:rsid w:val="009A439E"/>
    <w:rsid w:val="009A4644"/>
    <w:rsid w:val="009A5221"/>
    <w:rsid w:val="009A68A5"/>
    <w:rsid w:val="009A6AF2"/>
    <w:rsid w:val="009B20E5"/>
    <w:rsid w:val="009B210A"/>
    <w:rsid w:val="009B29C2"/>
    <w:rsid w:val="009B2E40"/>
    <w:rsid w:val="009B3049"/>
    <w:rsid w:val="009B3F01"/>
    <w:rsid w:val="009B472C"/>
    <w:rsid w:val="009B53E5"/>
    <w:rsid w:val="009B5CFE"/>
    <w:rsid w:val="009C3BF0"/>
    <w:rsid w:val="009C3C78"/>
    <w:rsid w:val="009C5F31"/>
    <w:rsid w:val="009C792F"/>
    <w:rsid w:val="009D0A77"/>
    <w:rsid w:val="009D2E5E"/>
    <w:rsid w:val="009D38B1"/>
    <w:rsid w:val="009D5416"/>
    <w:rsid w:val="009D6664"/>
    <w:rsid w:val="009D6FA9"/>
    <w:rsid w:val="009D702C"/>
    <w:rsid w:val="009D766E"/>
    <w:rsid w:val="009E5047"/>
    <w:rsid w:val="009E54F3"/>
    <w:rsid w:val="009E5529"/>
    <w:rsid w:val="009E5F31"/>
    <w:rsid w:val="009E6563"/>
    <w:rsid w:val="009F0EE4"/>
    <w:rsid w:val="009F1D97"/>
    <w:rsid w:val="009F24AA"/>
    <w:rsid w:val="009F2B41"/>
    <w:rsid w:val="009F2BDC"/>
    <w:rsid w:val="009F3AD0"/>
    <w:rsid w:val="009F598B"/>
    <w:rsid w:val="009F5A52"/>
    <w:rsid w:val="009F7428"/>
    <w:rsid w:val="00A0153D"/>
    <w:rsid w:val="00A03E40"/>
    <w:rsid w:val="00A048E4"/>
    <w:rsid w:val="00A0660F"/>
    <w:rsid w:val="00A1369C"/>
    <w:rsid w:val="00A13949"/>
    <w:rsid w:val="00A13EA6"/>
    <w:rsid w:val="00A1710E"/>
    <w:rsid w:val="00A178D6"/>
    <w:rsid w:val="00A20593"/>
    <w:rsid w:val="00A23254"/>
    <w:rsid w:val="00A248CC"/>
    <w:rsid w:val="00A24D06"/>
    <w:rsid w:val="00A24F2E"/>
    <w:rsid w:val="00A2589A"/>
    <w:rsid w:val="00A26BD7"/>
    <w:rsid w:val="00A3163E"/>
    <w:rsid w:val="00A3235F"/>
    <w:rsid w:val="00A32BC3"/>
    <w:rsid w:val="00A34634"/>
    <w:rsid w:val="00A34B80"/>
    <w:rsid w:val="00A36007"/>
    <w:rsid w:val="00A36D0D"/>
    <w:rsid w:val="00A40468"/>
    <w:rsid w:val="00A40860"/>
    <w:rsid w:val="00A40D36"/>
    <w:rsid w:val="00A424F7"/>
    <w:rsid w:val="00A43513"/>
    <w:rsid w:val="00A43D98"/>
    <w:rsid w:val="00A452EC"/>
    <w:rsid w:val="00A452F9"/>
    <w:rsid w:val="00A51ADB"/>
    <w:rsid w:val="00A51FF4"/>
    <w:rsid w:val="00A52D2A"/>
    <w:rsid w:val="00A53AF0"/>
    <w:rsid w:val="00A53B96"/>
    <w:rsid w:val="00A55AF9"/>
    <w:rsid w:val="00A5760F"/>
    <w:rsid w:val="00A60174"/>
    <w:rsid w:val="00A64431"/>
    <w:rsid w:val="00A678B3"/>
    <w:rsid w:val="00A714E6"/>
    <w:rsid w:val="00A718DB"/>
    <w:rsid w:val="00A728D7"/>
    <w:rsid w:val="00A729B9"/>
    <w:rsid w:val="00A7404E"/>
    <w:rsid w:val="00A744E2"/>
    <w:rsid w:val="00A74732"/>
    <w:rsid w:val="00A747D9"/>
    <w:rsid w:val="00A801E4"/>
    <w:rsid w:val="00A823CE"/>
    <w:rsid w:val="00A82430"/>
    <w:rsid w:val="00A82AC8"/>
    <w:rsid w:val="00A82B94"/>
    <w:rsid w:val="00A82CE7"/>
    <w:rsid w:val="00A8444F"/>
    <w:rsid w:val="00A84AC6"/>
    <w:rsid w:val="00A873CD"/>
    <w:rsid w:val="00A879A0"/>
    <w:rsid w:val="00A901F1"/>
    <w:rsid w:val="00A90F54"/>
    <w:rsid w:val="00A93182"/>
    <w:rsid w:val="00A94E55"/>
    <w:rsid w:val="00A95BAD"/>
    <w:rsid w:val="00A96788"/>
    <w:rsid w:val="00A97019"/>
    <w:rsid w:val="00A9794C"/>
    <w:rsid w:val="00AA33F2"/>
    <w:rsid w:val="00AA36D2"/>
    <w:rsid w:val="00AA4A77"/>
    <w:rsid w:val="00AA54F5"/>
    <w:rsid w:val="00AA56D2"/>
    <w:rsid w:val="00AA5F3C"/>
    <w:rsid w:val="00AA6241"/>
    <w:rsid w:val="00AA67AD"/>
    <w:rsid w:val="00AA6EE9"/>
    <w:rsid w:val="00AB3523"/>
    <w:rsid w:val="00AB3C7D"/>
    <w:rsid w:val="00AB3DBA"/>
    <w:rsid w:val="00AB3FFB"/>
    <w:rsid w:val="00AB4767"/>
    <w:rsid w:val="00AB4938"/>
    <w:rsid w:val="00AB4D51"/>
    <w:rsid w:val="00AB511C"/>
    <w:rsid w:val="00AB5146"/>
    <w:rsid w:val="00AB6E13"/>
    <w:rsid w:val="00AB7053"/>
    <w:rsid w:val="00AC0C3E"/>
    <w:rsid w:val="00AC1305"/>
    <w:rsid w:val="00AC17E5"/>
    <w:rsid w:val="00AC2A9E"/>
    <w:rsid w:val="00AC2F80"/>
    <w:rsid w:val="00AC301E"/>
    <w:rsid w:val="00AC3254"/>
    <w:rsid w:val="00AC34F6"/>
    <w:rsid w:val="00AC35C4"/>
    <w:rsid w:val="00AC466B"/>
    <w:rsid w:val="00AC5FF9"/>
    <w:rsid w:val="00AC6411"/>
    <w:rsid w:val="00AC7668"/>
    <w:rsid w:val="00AD0692"/>
    <w:rsid w:val="00AD211E"/>
    <w:rsid w:val="00AD2C2C"/>
    <w:rsid w:val="00AD311B"/>
    <w:rsid w:val="00AD4154"/>
    <w:rsid w:val="00AD43A9"/>
    <w:rsid w:val="00AD4D17"/>
    <w:rsid w:val="00AE1239"/>
    <w:rsid w:val="00AE2607"/>
    <w:rsid w:val="00AE4220"/>
    <w:rsid w:val="00AE4EC6"/>
    <w:rsid w:val="00AE58FC"/>
    <w:rsid w:val="00AE5ABD"/>
    <w:rsid w:val="00AE6431"/>
    <w:rsid w:val="00AE6710"/>
    <w:rsid w:val="00AF42E5"/>
    <w:rsid w:val="00AF4F56"/>
    <w:rsid w:val="00AF571C"/>
    <w:rsid w:val="00AF6410"/>
    <w:rsid w:val="00AF6B18"/>
    <w:rsid w:val="00AF75C0"/>
    <w:rsid w:val="00AF78BC"/>
    <w:rsid w:val="00AF79B1"/>
    <w:rsid w:val="00B00BA1"/>
    <w:rsid w:val="00B0197D"/>
    <w:rsid w:val="00B01DF6"/>
    <w:rsid w:val="00B0326C"/>
    <w:rsid w:val="00B03395"/>
    <w:rsid w:val="00B03F60"/>
    <w:rsid w:val="00B043E5"/>
    <w:rsid w:val="00B05DB5"/>
    <w:rsid w:val="00B105C3"/>
    <w:rsid w:val="00B11ACD"/>
    <w:rsid w:val="00B12826"/>
    <w:rsid w:val="00B140E9"/>
    <w:rsid w:val="00B1424B"/>
    <w:rsid w:val="00B15582"/>
    <w:rsid w:val="00B1761B"/>
    <w:rsid w:val="00B17F5E"/>
    <w:rsid w:val="00B20976"/>
    <w:rsid w:val="00B20F0B"/>
    <w:rsid w:val="00B211B2"/>
    <w:rsid w:val="00B24356"/>
    <w:rsid w:val="00B25E42"/>
    <w:rsid w:val="00B2648B"/>
    <w:rsid w:val="00B267B6"/>
    <w:rsid w:val="00B30008"/>
    <w:rsid w:val="00B3015F"/>
    <w:rsid w:val="00B30CA1"/>
    <w:rsid w:val="00B30F31"/>
    <w:rsid w:val="00B315C5"/>
    <w:rsid w:val="00B34EED"/>
    <w:rsid w:val="00B40094"/>
    <w:rsid w:val="00B40447"/>
    <w:rsid w:val="00B408B6"/>
    <w:rsid w:val="00B435DF"/>
    <w:rsid w:val="00B44AE4"/>
    <w:rsid w:val="00B450D4"/>
    <w:rsid w:val="00B454ED"/>
    <w:rsid w:val="00B45A61"/>
    <w:rsid w:val="00B47096"/>
    <w:rsid w:val="00B47229"/>
    <w:rsid w:val="00B47976"/>
    <w:rsid w:val="00B51B1E"/>
    <w:rsid w:val="00B5229C"/>
    <w:rsid w:val="00B52A05"/>
    <w:rsid w:val="00B53D1E"/>
    <w:rsid w:val="00B5581C"/>
    <w:rsid w:val="00B55D9A"/>
    <w:rsid w:val="00B602F4"/>
    <w:rsid w:val="00B635DA"/>
    <w:rsid w:val="00B6370B"/>
    <w:rsid w:val="00B64081"/>
    <w:rsid w:val="00B6485D"/>
    <w:rsid w:val="00B650AC"/>
    <w:rsid w:val="00B6575B"/>
    <w:rsid w:val="00B659AB"/>
    <w:rsid w:val="00B67458"/>
    <w:rsid w:val="00B70A57"/>
    <w:rsid w:val="00B711B8"/>
    <w:rsid w:val="00B7145F"/>
    <w:rsid w:val="00B71C6E"/>
    <w:rsid w:val="00B71D6D"/>
    <w:rsid w:val="00B71F0F"/>
    <w:rsid w:val="00B71F8C"/>
    <w:rsid w:val="00B71FA6"/>
    <w:rsid w:val="00B72101"/>
    <w:rsid w:val="00B722F0"/>
    <w:rsid w:val="00B74223"/>
    <w:rsid w:val="00B77C4D"/>
    <w:rsid w:val="00B81F8D"/>
    <w:rsid w:val="00B836E5"/>
    <w:rsid w:val="00B84CE7"/>
    <w:rsid w:val="00B85963"/>
    <w:rsid w:val="00B933B6"/>
    <w:rsid w:val="00B93BCA"/>
    <w:rsid w:val="00B94E1C"/>
    <w:rsid w:val="00B972DB"/>
    <w:rsid w:val="00B976C5"/>
    <w:rsid w:val="00B97864"/>
    <w:rsid w:val="00B97AE4"/>
    <w:rsid w:val="00B97BA9"/>
    <w:rsid w:val="00BA11AA"/>
    <w:rsid w:val="00BA1E56"/>
    <w:rsid w:val="00BA3696"/>
    <w:rsid w:val="00BA38B8"/>
    <w:rsid w:val="00BA3E9B"/>
    <w:rsid w:val="00BA439F"/>
    <w:rsid w:val="00BA54ED"/>
    <w:rsid w:val="00BA550D"/>
    <w:rsid w:val="00BA6ED6"/>
    <w:rsid w:val="00BA74A7"/>
    <w:rsid w:val="00BA75CA"/>
    <w:rsid w:val="00BB1125"/>
    <w:rsid w:val="00BB1528"/>
    <w:rsid w:val="00BB16AD"/>
    <w:rsid w:val="00BB382D"/>
    <w:rsid w:val="00BB4D50"/>
    <w:rsid w:val="00BB58CF"/>
    <w:rsid w:val="00BB6193"/>
    <w:rsid w:val="00BB6C47"/>
    <w:rsid w:val="00BB762B"/>
    <w:rsid w:val="00BC05F5"/>
    <w:rsid w:val="00BC075B"/>
    <w:rsid w:val="00BC0A54"/>
    <w:rsid w:val="00BC155D"/>
    <w:rsid w:val="00BC3011"/>
    <w:rsid w:val="00BC55C5"/>
    <w:rsid w:val="00BC6E84"/>
    <w:rsid w:val="00BC7F02"/>
    <w:rsid w:val="00BD097E"/>
    <w:rsid w:val="00BD0DB2"/>
    <w:rsid w:val="00BD4B5D"/>
    <w:rsid w:val="00BD5E63"/>
    <w:rsid w:val="00BD73A4"/>
    <w:rsid w:val="00BE01D4"/>
    <w:rsid w:val="00BE0808"/>
    <w:rsid w:val="00BE0CF3"/>
    <w:rsid w:val="00BE4468"/>
    <w:rsid w:val="00BE44E3"/>
    <w:rsid w:val="00BE61E1"/>
    <w:rsid w:val="00BE7501"/>
    <w:rsid w:val="00BE779B"/>
    <w:rsid w:val="00BE78DA"/>
    <w:rsid w:val="00BF0AC4"/>
    <w:rsid w:val="00BF13D4"/>
    <w:rsid w:val="00BF1A22"/>
    <w:rsid w:val="00BF2CB6"/>
    <w:rsid w:val="00BF396F"/>
    <w:rsid w:val="00BF426A"/>
    <w:rsid w:val="00BF55E4"/>
    <w:rsid w:val="00BF5E94"/>
    <w:rsid w:val="00C01341"/>
    <w:rsid w:val="00C019AD"/>
    <w:rsid w:val="00C01A4F"/>
    <w:rsid w:val="00C01BE5"/>
    <w:rsid w:val="00C02026"/>
    <w:rsid w:val="00C02589"/>
    <w:rsid w:val="00C04B11"/>
    <w:rsid w:val="00C06612"/>
    <w:rsid w:val="00C06627"/>
    <w:rsid w:val="00C06F5F"/>
    <w:rsid w:val="00C07477"/>
    <w:rsid w:val="00C11354"/>
    <w:rsid w:val="00C12993"/>
    <w:rsid w:val="00C12C38"/>
    <w:rsid w:val="00C14714"/>
    <w:rsid w:val="00C1600B"/>
    <w:rsid w:val="00C16305"/>
    <w:rsid w:val="00C16A1E"/>
    <w:rsid w:val="00C21263"/>
    <w:rsid w:val="00C2170C"/>
    <w:rsid w:val="00C21EAD"/>
    <w:rsid w:val="00C22456"/>
    <w:rsid w:val="00C224B2"/>
    <w:rsid w:val="00C230B4"/>
    <w:rsid w:val="00C230C4"/>
    <w:rsid w:val="00C2349C"/>
    <w:rsid w:val="00C235E4"/>
    <w:rsid w:val="00C23D1D"/>
    <w:rsid w:val="00C24DE6"/>
    <w:rsid w:val="00C25251"/>
    <w:rsid w:val="00C25344"/>
    <w:rsid w:val="00C25A61"/>
    <w:rsid w:val="00C26C1C"/>
    <w:rsid w:val="00C30DCA"/>
    <w:rsid w:val="00C3360A"/>
    <w:rsid w:val="00C33911"/>
    <w:rsid w:val="00C33AB9"/>
    <w:rsid w:val="00C3465C"/>
    <w:rsid w:val="00C34CAD"/>
    <w:rsid w:val="00C41540"/>
    <w:rsid w:val="00C41FE2"/>
    <w:rsid w:val="00C424B0"/>
    <w:rsid w:val="00C44A18"/>
    <w:rsid w:val="00C44E00"/>
    <w:rsid w:val="00C454C9"/>
    <w:rsid w:val="00C46CDE"/>
    <w:rsid w:val="00C5095E"/>
    <w:rsid w:val="00C50B77"/>
    <w:rsid w:val="00C50F34"/>
    <w:rsid w:val="00C51586"/>
    <w:rsid w:val="00C522CD"/>
    <w:rsid w:val="00C52512"/>
    <w:rsid w:val="00C5281B"/>
    <w:rsid w:val="00C52877"/>
    <w:rsid w:val="00C54574"/>
    <w:rsid w:val="00C54C59"/>
    <w:rsid w:val="00C54E7F"/>
    <w:rsid w:val="00C5703D"/>
    <w:rsid w:val="00C60A70"/>
    <w:rsid w:val="00C62554"/>
    <w:rsid w:val="00C63AC2"/>
    <w:rsid w:val="00C64AC4"/>
    <w:rsid w:val="00C67FF5"/>
    <w:rsid w:val="00C70EC6"/>
    <w:rsid w:val="00C7153A"/>
    <w:rsid w:val="00C718AA"/>
    <w:rsid w:val="00C72171"/>
    <w:rsid w:val="00C72848"/>
    <w:rsid w:val="00C734BC"/>
    <w:rsid w:val="00C73776"/>
    <w:rsid w:val="00C74190"/>
    <w:rsid w:val="00C74DB3"/>
    <w:rsid w:val="00C77BDD"/>
    <w:rsid w:val="00C80814"/>
    <w:rsid w:val="00C80DA6"/>
    <w:rsid w:val="00C838CF"/>
    <w:rsid w:val="00C84373"/>
    <w:rsid w:val="00C84F74"/>
    <w:rsid w:val="00C86386"/>
    <w:rsid w:val="00C90160"/>
    <w:rsid w:val="00C9164B"/>
    <w:rsid w:val="00C92738"/>
    <w:rsid w:val="00C93611"/>
    <w:rsid w:val="00C94C3B"/>
    <w:rsid w:val="00C96773"/>
    <w:rsid w:val="00C96B31"/>
    <w:rsid w:val="00C97316"/>
    <w:rsid w:val="00C97B80"/>
    <w:rsid w:val="00CA157C"/>
    <w:rsid w:val="00CA197C"/>
    <w:rsid w:val="00CA1EB0"/>
    <w:rsid w:val="00CA37F9"/>
    <w:rsid w:val="00CA3BB9"/>
    <w:rsid w:val="00CB1B4C"/>
    <w:rsid w:val="00CB1CD2"/>
    <w:rsid w:val="00CB33C4"/>
    <w:rsid w:val="00CB3DD6"/>
    <w:rsid w:val="00CB6DA5"/>
    <w:rsid w:val="00CB6F07"/>
    <w:rsid w:val="00CB75CE"/>
    <w:rsid w:val="00CC05D7"/>
    <w:rsid w:val="00CC14F0"/>
    <w:rsid w:val="00CC1F6C"/>
    <w:rsid w:val="00CC2FFF"/>
    <w:rsid w:val="00CC3FAC"/>
    <w:rsid w:val="00CC4948"/>
    <w:rsid w:val="00CC78F1"/>
    <w:rsid w:val="00CD046E"/>
    <w:rsid w:val="00CD05CC"/>
    <w:rsid w:val="00CD0A7D"/>
    <w:rsid w:val="00CD0BA7"/>
    <w:rsid w:val="00CD18F2"/>
    <w:rsid w:val="00CD1A0C"/>
    <w:rsid w:val="00CD300C"/>
    <w:rsid w:val="00CD37AD"/>
    <w:rsid w:val="00CD561E"/>
    <w:rsid w:val="00CE05BE"/>
    <w:rsid w:val="00CE0B77"/>
    <w:rsid w:val="00CE3542"/>
    <w:rsid w:val="00CE38C1"/>
    <w:rsid w:val="00CE41EE"/>
    <w:rsid w:val="00CE5AEA"/>
    <w:rsid w:val="00CE6B0D"/>
    <w:rsid w:val="00CF1076"/>
    <w:rsid w:val="00CF5117"/>
    <w:rsid w:val="00D002DA"/>
    <w:rsid w:val="00D00AAD"/>
    <w:rsid w:val="00D00F4A"/>
    <w:rsid w:val="00D02E56"/>
    <w:rsid w:val="00D02ECB"/>
    <w:rsid w:val="00D053F1"/>
    <w:rsid w:val="00D05E76"/>
    <w:rsid w:val="00D065D5"/>
    <w:rsid w:val="00D11468"/>
    <w:rsid w:val="00D120F9"/>
    <w:rsid w:val="00D13186"/>
    <w:rsid w:val="00D13F37"/>
    <w:rsid w:val="00D14391"/>
    <w:rsid w:val="00D14CCC"/>
    <w:rsid w:val="00D14E4A"/>
    <w:rsid w:val="00D1601F"/>
    <w:rsid w:val="00D20D21"/>
    <w:rsid w:val="00D2122B"/>
    <w:rsid w:val="00D21E12"/>
    <w:rsid w:val="00D22229"/>
    <w:rsid w:val="00D238AE"/>
    <w:rsid w:val="00D25102"/>
    <w:rsid w:val="00D261A5"/>
    <w:rsid w:val="00D33883"/>
    <w:rsid w:val="00D33CC3"/>
    <w:rsid w:val="00D35AE8"/>
    <w:rsid w:val="00D3739E"/>
    <w:rsid w:val="00D37E6F"/>
    <w:rsid w:val="00D4031A"/>
    <w:rsid w:val="00D41836"/>
    <w:rsid w:val="00D41BE9"/>
    <w:rsid w:val="00D43FB9"/>
    <w:rsid w:val="00D467F2"/>
    <w:rsid w:val="00D50926"/>
    <w:rsid w:val="00D5286F"/>
    <w:rsid w:val="00D52AFE"/>
    <w:rsid w:val="00D552BD"/>
    <w:rsid w:val="00D552DC"/>
    <w:rsid w:val="00D55ACB"/>
    <w:rsid w:val="00D55D4D"/>
    <w:rsid w:val="00D5652D"/>
    <w:rsid w:val="00D565DD"/>
    <w:rsid w:val="00D56DDA"/>
    <w:rsid w:val="00D5760C"/>
    <w:rsid w:val="00D62F54"/>
    <w:rsid w:val="00D6629A"/>
    <w:rsid w:val="00D67595"/>
    <w:rsid w:val="00D7100C"/>
    <w:rsid w:val="00D724B2"/>
    <w:rsid w:val="00D75218"/>
    <w:rsid w:val="00D76208"/>
    <w:rsid w:val="00D7641D"/>
    <w:rsid w:val="00D77526"/>
    <w:rsid w:val="00D77676"/>
    <w:rsid w:val="00D776DE"/>
    <w:rsid w:val="00D81809"/>
    <w:rsid w:val="00D81FA1"/>
    <w:rsid w:val="00D8360D"/>
    <w:rsid w:val="00D8385B"/>
    <w:rsid w:val="00D83E7D"/>
    <w:rsid w:val="00D84B74"/>
    <w:rsid w:val="00D85B24"/>
    <w:rsid w:val="00D867D3"/>
    <w:rsid w:val="00D86CE3"/>
    <w:rsid w:val="00D879C8"/>
    <w:rsid w:val="00D90720"/>
    <w:rsid w:val="00D909A9"/>
    <w:rsid w:val="00D92C3D"/>
    <w:rsid w:val="00D95169"/>
    <w:rsid w:val="00D96BFD"/>
    <w:rsid w:val="00DA0D5D"/>
    <w:rsid w:val="00DA1894"/>
    <w:rsid w:val="00DA72BC"/>
    <w:rsid w:val="00DA78FD"/>
    <w:rsid w:val="00DB1220"/>
    <w:rsid w:val="00DB12ED"/>
    <w:rsid w:val="00DB1C44"/>
    <w:rsid w:val="00DB2AAE"/>
    <w:rsid w:val="00DB32C4"/>
    <w:rsid w:val="00DB347E"/>
    <w:rsid w:val="00DB3EB5"/>
    <w:rsid w:val="00DB50F5"/>
    <w:rsid w:val="00DB6172"/>
    <w:rsid w:val="00DB7295"/>
    <w:rsid w:val="00DB72C7"/>
    <w:rsid w:val="00DB7F7A"/>
    <w:rsid w:val="00DC0490"/>
    <w:rsid w:val="00DC05CB"/>
    <w:rsid w:val="00DC2276"/>
    <w:rsid w:val="00DC2A10"/>
    <w:rsid w:val="00DC4292"/>
    <w:rsid w:val="00DC442A"/>
    <w:rsid w:val="00DC4DBC"/>
    <w:rsid w:val="00DC5D1B"/>
    <w:rsid w:val="00DC6723"/>
    <w:rsid w:val="00DC6AB4"/>
    <w:rsid w:val="00DC7525"/>
    <w:rsid w:val="00DD030B"/>
    <w:rsid w:val="00DD043C"/>
    <w:rsid w:val="00DD0730"/>
    <w:rsid w:val="00DD1D45"/>
    <w:rsid w:val="00DD1DC0"/>
    <w:rsid w:val="00DD2437"/>
    <w:rsid w:val="00DD2BDE"/>
    <w:rsid w:val="00DD75EF"/>
    <w:rsid w:val="00DE17D3"/>
    <w:rsid w:val="00DE1C8A"/>
    <w:rsid w:val="00DE660E"/>
    <w:rsid w:val="00DF1C58"/>
    <w:rsid w:val="00DF3A87"/>
    <w:rsid w:val="00DF3D7E"/>
    <w:rsid w:val="00DF3F0A"/>
    <w:rsid w:val="00DF4909"/>
    <w:rsid w:val="00DF6477"/>
    <w:rsid w:val="00DF6EF0"/>
    <w:rsid w:val="00E00BEB"/>
    <w:rsid w:val="00E01DA8"/>
    <w:rsid w:val="00E01F8D"/>
    <w:rsid w:val="00E043B7"/>
    <w:rsid w:val="00E04B90"/>
    <w:rsid w:val="00E0514E"/>
    <w:rsid w:val="00E0657B"/>
    <w:rsid w:val="00E07A7E"/>
    <w:rsid w:val="00E10882"/>
    <w:rsid w:val="00E11471"/>
    <w:rsid w:val="00E12808"/>
    <w:rsid w:val="00E132F6"/>
    <w:rsid w:val="00E14C56"/>
    <w:rsid w:val="00E16740"/>
    <w:rsid w:val="00E16D84"/>
    <w:rsid w:val="00E16F64"/>
    <w:rsid w:val="00E17E7A"/>
    <w:rsid w:val="00E20F65"/>
    <w:rsid w:val="00E2257B"/>
    <w:rsid w:val="00E23949"/>
    <w:rsid w:val="00E257B2"/>
    <w:rsid w:val="00E25BBD"/>
    <w:rsid w:val="00E3012E"/>
    <w:rsid w:val="00E309FC"/>
    <w:rsid w:val="00E30D67"/>
    <w:rsid w:val="00E31306"/>
    <w:rsid w:val="00E31905"/>
    <w:rsid w:val="00E34923"/>
    <w:rsid w:val="00E36C55"/>
    <w:rsid w:val="00E37282"/>
    <w:rsid w:val="00E3787A"/>
    <w:rsid w:val="00E435A0"/>
    <w:rsid w:val="00E44FC5"/>
    <w:rsid w:val="00E46194"/>
    <w:rsid w:val="00E47F15"/>
    <w:rsid w:val="00E5039C"/>
    <w:rsid w:val="00E51EAE"/>
    <w:rsid w:val="00E53BD5"/>
    <w:rsid w:val="00E550A6"/>
    <w:rsid w:val="00E55CA6"/>
    <w:rsid w:val="00E560F8"/>
    <w:rsid w:val="00E57B52"/>
    <w:rsid w:val="00E57BD1"/>
    <w:rsid w:val="00E57C1E"/>
    <w:rsid w:val="00E57C2E"/>
    <w:rsid w:val="00E61CA0"/>
    <w:rsid w:val="00E63DA9"/>
    <w:rsid w:val="00E640B3"/>
    <w:rsid w:val="00E653BE"/>
    <w:rsid w:val="00E65F74"/>
    <w:rsid w:val="00E72711"/>
    <w:rsid w:val="00E72F1D"/>
    <w:rsid w:val="00E731BA"/>
    <w:rsid w:val="00E747C9"/>
    <w:rsid w:val="00E74FAB"/>
    <w:rsid w:val="00E758E2"/>
    <w:rsid w:val="00E767EF"/>
    <w:rsid w:val="00E77065"/>
    <w:rsid w:val="00E77C55"/>
    <w:rsid w:val="00E80115"/>
    <w:rsid w:val="00E8162E"/>
    <w:rsid w:val="00E81E40"/>
    <w:rsid w:val="00E82A34"/>
    <w:rsid w:val="00E83033"/>
    <w:rsid w:val="00E83BE9"/>
    <w:rsid w:val="00E84009"/>
    <w:rsid w:val="00E84738"/>
    <w:rsid w:val="00E85306"/>
    <w:rsid w:val="00E85E09"/>
    <w:rsid w:val="00E86501"/>
    <w:rsid w:val="00E9064C"/>
    <w:rsid w:val="00E912CE"/>
    <w:rsid w:val="00E915BE"/>
    <w:rsid w:val="00E9216B"/>
    <w:rsid w:val="00E92BFA"/>
    <w:rsid w:val="00E94BAE"/>
    <w:rsid w:val="00E94FD6"/>
    <w:rsid w:val="00E96350"/>
    <w:rsid w:val="00E96BE0"/>
    <w:rsid w:val="00E974D0"/>
    <w:rsid w:val="00EA006E"/>
    <w:rsid w:val="00EA0A1D"/>
    <w:rsid w:val="00EA1B59"/>
    <w:rsid w:val="00EA2104"/>
    <w:rsid w:val="00EA2781"/>
    <w:rsid w:val="00EA2A22"/>
    <w:rsid w:val="00EA2A96"/>
    <w:rsid w:val="00EA584B"/>
    <w:rsid w:val="00EA5DA1"/>
    <w:rsid w:val="00EA6D6C"/>
    <w:rsid w:val="00EA751D"/>
    <w:rsid w:val="00EB0EC4"/>
    <w:rsid w:val="00EB1757"/>
    <w:rsid w:val="00EB2325"/>
    <w:rsid w:val="00EB2F70"/>
    <w:rsid w:val="00EB371E"/>
    <w:rsid w:val="00EB607C"/>
    <w:rsid w:val="00EB6901"/>
    <w:rsid w:val="00EB7C7B"/>
    <w:rsid w:val="00EC1685"/>
    <w:rsid w:val="00EC4958"/>
    <w:rsid w:val="00EC4DEA"/>
    <w:rsid w:val="00EC4FF2"/>
    <w:rsid w:val="00ED04A6"/>
    <w:rsid w:val="00ED0F1C"/>
    <w:rsid w:val="00ED1BD8"/>
    <w:rsid w:val="00ED2183"/>
    <w:rsid w:val="00ED70CC"/>
    <w:rsid w:val="00ED7AEF"/>
    <w:rsid w:val="00EE01F0"/>
    <w:rsid w:val="00EE1CE6"/>
    <w:rsid w:val="00EE2AF4"/>
    <w:rsid w:val="00EE2B0D"/>
    <w:rsid w:val="00EE5D14"/>
    <w:rsid w:val="00EE69CC"/>
    <w:rsid w:val="00EE7474"/>
    <w:rsid w:val="00EF0590"/>
    <w:rsid w:val="00EF105C"/>
    <w:rsid w:val="00EF1DC2"/>
    <w:rsid w:val="00EF2277"/>
    <w:rsid w:val="00EF24CB"/>
    <w:rsid w:val="00EF31E5"/>
    <w:rsid w:val="00EF3BB3"/>
    <w:rsid w:val="00EF5397"/>
    <w:rsid w:val="00EF541D"/>
    <w:rsid w:val="00EF55A9"/>
    <w:rsid w:val="00EF5A0C"/>
    <w:rsid w:val="00EF5D0F"/>
    <w:rsid w:val="00EF6108"/>
    <w:rsid w:val="00EF6BD1"/>
    <w:rsid w:val="00EF7E25"/>
    <w:rsid w:val="00F03266"/>
    <w:rsid w:val="00F039C3"/>
    <w:rsid w:val="00F03D59"/>
    <w:rsid w:val="00F03E8E"/>
    <w:rsid w:val="00F03F59"/>
    <w:rsid w:val="00F051F8"/>
    <w:rsid w:val="00F0545B"/>
    <w:rsid w:val="00F05F96"/>
    <w:rsid w:val="00F0728B"/>
    <w:rsid w:val="00F075E6"/>
    <w:rsid w:val="00F0778B"/>
    <w:rsid w:val="00F07986"/>
    <w:rsid w:val="00F11A8D"/>
    <w:rsid w:val="00F12B93"/>
    <w:rsid w:val="00F133F7"/>
    <w:rsid w:val="00F15E80"/>
    <w:rsid w:val="00F161D3"/>
    <w:rsid w:val="00F163DC"/>
    <w:rsid w:val="00F16950"/>
    <w:rsid w:val="00F16B6D"/>
    <w:rsid w:val="00F1772E"/>
    <w:rsid w:val="00F17F24"/>
    <w:rsid w:val="00F212EA"/>
    <w:rsid w:val="00F22BDB"/>
    <w:rsid w:val="00F22E97"/>
    <w:rsid w:val="00F24788"/>
    <w:rsid w:val="00F25C89"/>
    <w:rsid w:val="00F271BA"/>
    <w:rsid w:val="00F27800"/>
    <w:rsid w:val="00F27DC5"/>
    <w:rsid w:val="00F31A32"/>
    <w:rsid w:val="00F3212F"/>
    <w:rsid w:val="00F34219"/>
    <w:rsid w:val="00F347AF"/>
    <w:rsid w:val="00F34A52"/>
    <w:rsid w:val="00F34A6C"/>
    <w:rsid w:val="00F35161"/>
    <w:rsid w:val="00F35826"/>
    <w:rsid w:val="00F35A19"/>
    <w:rsid w:val="00F35DE1"/>
    <w:rsid w:val="00F375A2"/>
    <w:rsid w:val="00F40A95"/>
    <w:rsid w:val="00F40DEC"/>
    <w:rsid w:val="00F4112E"/>
    <w:rsid w:val="00F4335D"/>
    <w:rsid w:val="00F44CDE"/>
    <w:rsid w:val="00F461A4"/>
    <w:rsid w:val="00F46F37"/>
    <w:rsid w:val="00F47E4D"/>
    <w:rsid w:val="00F5096F"/>
    <w:rsid w:val="00F50AFF"/>
    <w:rsid w:val="00F5144F"/>
    <w:rsid w:val="00F51978"/>
    <w:rsid w:val="00F51B1E"/>
    <w:rsid w:val="00F51FD8"/>
    <w:rsid w:val="00F5259C"/>
    <w:rsid w:val="00F54FF0"/>
    <w:rsid w:val="00F57432"/>
    <w:rsid w:val="00F57AA4"/>
    <w:rsid w:val="00F60859"/>
    <w:rsid w:val="00F608FD"/>
    <w:rsid w:val="00F61190"/>
    <w:rsid w:val="00F6129A"/>
    <w:rsid w:val="00F628E8"/>
    <w:rsid w:val="00F63F42"/>
    <w:rsid w:val="00F640CB"/>
    <w:rsid w:val="00F64F0F"/>
    <w:rsid w:val="00F65FE5"/>
    <w:rsid w:val="00F66765"/>
    <w:rsid w:val="00F678E0"/>
    <w:rsid w:val="00F701DF"/>
    <w:rsid w:val="00F701E6"/>
    <w:rsid w:val="00F705A7"/>
    <w:rsid w:val="00F708A1"/>
    <w:rsid w:val="00F70EEF"/>
    <w:rsid w:val="00F714E7"/>
    <w:rsid w:val="00F72F5A"/>
    <w:rsid w:val="00F749B1"/>
    <w:rsid w:val="00F75A26"/>
    <w:rsid w:val="00F76162"/>
    <w:rsid w:val="00F765EF"/>
    <w:rsid w:val="00F77A72"/>
    <w:rsid w:val="00F81A6C"/>
    <w:rsid w:val="00F8299B"/>
    <w:rsid w:val="00F844F6"/>
    <w:rsid w:val="00F846F2"/>
    <w:rsid w:val="00F84D1A"/>
    <w:rsid w:val="00F861E9"/>
    <w:rsid w:val="00F8658C"/>
    <w:rsid w:val="00F8750D"/>
    <w:rsid w:val="00F913EA"/>
    <w:rsid w:val="00F91B61"/>
    <w:rsid w:val="00F93FD8"/>
    <w:rsid w:val="00F95B61"/>
    <w:rsid w:val="00F9641D"/>
    <w:rsid w:val="00F9771A"/>
    <w:rsid w:val="00FA1489"/>
    <w:rsid w:val="00FA300E"/>
    <w:rsid w:val="00FA3078"/>
    <w:rsid w:val="00FA3DC0"/>
    <w:rsid w:val="00FA4E42"/>
    <w:rsid w:val="00FA7B8B"/>
    <w:rsid w:val="00FB280C"/>
    <w:rsid w:val="00FB2D7B"/>
    <w:rsid w:val="00FB4F7D"/>
    <w:rsid w:val="00FB7258"/>
    <w:rsid w:val="00FC05D9"/>
    <w:rsid w:val="00FC0BF8"/>
    <w:rsid w:val="00FC12DC"/>
    <w:rsid w:val="00FC2C51"/>
    <w:rsid w:val="00FC36FE"/>
    <w:rsid w:val="00FC49A1"/>
    <w:rsid w:val="00FC4F2F"/>
    <w:rsid w:val="00FC60E5"/>
    <w:rsid w:val="00FC68C5"/>
    <w:rsid w:val="00FC760B"/>
    <w:rsid w:val="00FD4C46"/>
    <w:rsid w:val="00FD4DBF"/>
    <w:rsid w:val="00FE119C"/>
    <w:rsid w:val="00FE14A2"/>
    <w:rsid w:val="00FE1B3C"/>
    <w:rsid w:val="00FE2EF2"/>
    <w:rsid w:val="00FE4C4C"/>
    <w:rsid w:val="00FE4CCD"/>
    <w:rsid w:val="00FE54FF"/>
    <w:rsid w:val="00FE5BC4"/>
    <w:rsid w:val="00FE6D2C"/>
    <w:rsid w:val="00FE7BC0"/>
    <w:rsid w:val="00FE7F07"/>
    <w:rsid w:val="00FF18A7"/>
    <w:rsid w:val="00FF2100"/>
    <w:rsid w:val="00FF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none [3213]">
      <v:fill color="white" on="f"/>
      <v:stroke color="none [3213]"/>
    </o:shapedefaults>
    <o:shapelayout v:ext="edit">
      <o:idmap v:ext="edit" data="1"/>
    </o:shapelayout>
  </w:shapeDefaults>
  <w:decimalSymbol w:val=","/>
  <w:listSeparator w:val=";"/>
  <w14:docId w14:val="72F1668C"/>
  <w15:docId w15:val="{A8BD1AD0-709B-4F19-9AC6-E5793D0A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8162E"/>
    <w:pPr>
      <w:spacing w:line="300" w:lineRule="atLeast"/>
    </w:pPr>
    <w:rPr>
      <w:sz w:val="24"/>
      <w:szCs w:val="24"/>
    </w:rPr>
  </w:style>
  <w:style w:type="paragraph" w:styleId="Kop1">
    <w:name w:val="heading 1"/>
    <w:basedOn w:val="Standaard"/>
    <w:next w:val="Standaard"/>
    <w:qFormat/>
    <w:rsid w:val="00E8162E"/>
    <w:pPr>
      <w:keepNext/>
      <w:outlineLvl w:val="0"/>
    </w:pPr>
    <w:rPr>
      <w:b/>
      <w:bCs/>
    </w:rPr>
  </w:style>
  <w:style w:type="paragraph" w:styleId="Kop2">
    <w:name w:val="heading 2"/>
    <w:basedOn w:val="Standaard"/>
    <w:next w:val="Standaard"/>
    <w:qFormat/>
    <w:rsid w:val="00E8162E"/>
    <w:pPr>
      <w:keepNext/>
      <w:tabs>
        <w:tab w:val="left" w:pos="540"/>
        <w:tab w:val="left" w:pos="900"/>
        <w:tab w:val="left" w:pos="4500"/>
        <w:tab w:val="left" w:pos="8640"/>
      </w:tabs>
      <w:ind w:left="900" w:hanging="900"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rsid w:val="00E8162E"/>
    <w:pPr>
      <w:keepNext/>
      <w:tabs>
        <w:tab w:val="left" w:pos="540"/>
        <w:tab w:val="left" w:pos="900"/>
        <w:tab w:val="left" w:pos="4500"/>
        <w:tab w:val="left" w:pos="8640"/>
      </w:tabs>
      <w:ind w:left="540" w:hanging="540"/>
      <w:outlineLvl w:val="2"/>
    </w:pPr>
    <w:rPr>
      <w:b/>
      <w:bCs/>
      <w:lang w:val="en-GB"/>
    </w:rPr>
  </w:style>
  <w:style w:type="paragraph" w:styleId="Kop4">
    <w:name w:val="heading 4"/>
    <w:basedOn w:val="Standaard"/>
    <w:next w:val="Standaard"/>
    <w:qFormat/>
    <w:rsid w:val="00E8162E"/>
    <w:pPr>
      <w:keepNext/>
      <w:tabs>
        <w:tab w:val="left" w:pos="720"/>
        <w:tab w:val="left" w:pos="1260"/>
      </w:tabs>
      <w:outlineLvl w:val="3"/>
    </w:pPr>
    <w:rPr>
      <w:sz w:val="36"/>
    </w:rPr>
  </w:style>
  <w:style w:type="paragraph" w:styleId="Kop5">
    <w:name w:val="heading 5"/>
    <w:basedOn w:val="Standaard"/>
    <w:next w:val="Standaard"/>
    <w:qFormat/>
    <w:rsid w:val="00E8162E"/>
    <w:pPr>
      <w:keepNext/>
      <w:outlineLvl w:val="4"/>
    </w:pPr>
    <w:rPr>
      <w:i/>
      <w:iCs/>
    </w:rPr>
  </w:style>
  <w:style w:type="paragraph" w:styleId="Kop6">
    <w:name w:val="heading 6"/>
    <w:basedOn w:val="Standaard"/>
    <w:next w:val="Standaard"/>
    <w:qFormat/>
    <w:rsid w:val="00E8162E"/>
    <w:pPr>
      <w:keepNext/>
      <w:tabs>
        <w:tab w:val="left" w:pos="720"/>
        <w:tab w:val="left" w:pos="1260"/>
      </w:tabs>
      <w:ind w:left="709"/>
      <w:outlineLvl w:val="5"/>
    </w:pPr>
    <w:rPr>
      <w:sz w:val="36"/>
    </w:rPr>
  </w:style>
  <w:style w:type="paragraph" w:styleId="Kop7">
    <w:name w:val="heading 7"/>
    <w:basedOn w:val="Standaard"/>
    <w:next w:val="Standaard"/>
    <w:qFormat/>
    <w:rsid w:val="00E8162E"/>
    <w:pPr>
      <w:keepNext/>
      <w:ind w:left="708"/>
      <w:outlineLvl w:val="6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E8162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132CA9"/>
    <w:rPr>
      <w:sz w:val="24"/>
      <w:szCs w:val="24"/>
    </w:rPr>
  </w:style>
  <w:style w:type="paragraph" w:styleId="Documentstructuur">
    <w:name w:val="Document Map"/>
    <w:basedOn w:val="Standaard"/>
    <w:link w:val="DocumentstructuurChar"/>
    <w:semiHidden/>
    <w:rsid w:val="00E8162E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B650AC"/>
    <w:rPr>
      <w:rFonts w:ascii="Tahoma" w:hAnsi="Tahoma" w:cs="Tahoma"/>
      <w:sz w:val="24"/>
      <w:szCs w:val="24"/>
      <w:shd w:val="clear" w:color="auto" w:fill="000080"/>
    </w:rPr>
  </w:style>
  <w:style w:type="paragraph" w:customStyle="1" w:styleId="GRTitel">
    <w:name w:val="GRTitel"/>
    <w:basedOn w:val="Titel"/>
    <w:rsid w:val="00E8162E"/>
    <w:pPr>
      <w:spacing w:before="100" w:beforeAutospacing="1" w:after="100" w:afterAutospacing="1" w:line="280" w:lineRule="atLeast"/>
      <w:jc w:val="left"/>
    </w:pPr>
    <w:rPr>
      <w:bCs w:val="0"/>
      <w:sz w:val="36"/>
    </w:rPr>
  </w:style>
  <w:style w:type="paragraph" w:styleId="Titel">
    <w:name w:val="Title"/>
    <w:basedOn w:val="Standaard"/>
    <w:link w:val="TitelChar"/>
    <w:qFormat/>
    <w:rsid w:val="00E8162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4A2C3D"/>
    <w:rPr>
      <w:rFonts w:ascii="Arial" w:hAnsi="Arial" w:cs="Arial"/>
      <w:b/>
      <w:bCs/>
      <w:kern w:val="28"/>
      <w:sz w:val="32"/>
      <w:szCs w:val="32"/>
    </w:rPr>
  </w:style>
  <w:style w:type="paragraph" w:customStyle="1" w:styleId="GRtitel0">
    <w:name w:val="GRtitel"/>
    <w:basedOn w:val="Voettekst"/>
    <w:link w:val="GRtitelChar"/>
    <w:rsid w:val="00E8162E"/>
    <w:rPr>
      <w:rFonts w:ascii="Arial" w:hAnsi="Arial"/>
      <w:b/>
      <w:bCs/>
      <w:sz w:val="36"/>
    </w:rPr>
  </w:style>
  <w:style w:type="paragraph" w:styleId="Voettekst">
    <w:name w:val="footer"/>
    <w:basedOn w:val="Standaard"/>
    <w:link w:val="VoettekstChar"/>
    <w:autoRedefine/>
    <w:rsid w:val="00E816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8162E"/>
    <w:rPr>
      <w:sz w:val="24"/>
      <w:szCs w:val="24"/>
    </w:rPr>
  </w:style>
  <w:style w:type="character" w:customStyle="1" w:styleId="GRtitelChar">
    <w:name w:val="GRtitel Char"/>
    <w:basedOn w:val="VoettekstChar"/>
    <w:link w:val="GRtitel0"/>
    <w:rsid w:val="00E8162E"/>
    <w:rPr>
      <w:rFonts w:ascii="Arial" w:hAnsi="Arial"/>
      <w:b/>
      <w:bCs/>
      <w:sz w:val="36"/>
      <w:szCs w:val="24"/>
    </w:rPr>
  </w:style>
  <w:style w:type="paragraph" w:customStyle="1" w:styleId="titel0">
    <w:name w:val="titel"/>
    <w:basedOn w:val="GRtitel0"/>
    <w:link w:val="titelChar0"/>
    <w:rsid w:val="00E8162E"/>
    <w:pPr>
      <w:ind w:left="709" w:hanging="709"/>
    </w:pPr>
  </w:style>
  <w:style w:type="character" w:customStyle="1" w:styleId="titelChar0">
    <w:name w:val="titel Char"/>
    <w:basedOn w:val="GRtitelChar"/>
    <w:link w:val="titel0"/>
    <w:rsid w:val="00E8162E"/>
    <w:rPr>
      <w:rFonts w:ascii="Arial" w:hAnsi="Arial"/>
      <w:b/>
      <w:bCs/>
      <w:sz w:val="36"/>
      <w:szCs w:val="24"/>
    </w:rPr>
  </w:style>
  <w:style w:type="paragraph" w:customStyle="1" w:styleId="opgavetekst">
    <w:name w:val="opgavetekst"/>
    <w:basedOn w:val="Standaard"/>
    <w:link w:val="opgavetekstChar"/>
    <w:rsid w:val="00E8162E"/>
    <w:pPr>
      <w:ind w:left="708"/>
    </w:pPr>
    <w:rPr>
      <w:szCs w:val="20"/>
    </w:rPr>
  </w:style>
  <w:style w:type="character" w:customStyle="1" w:styleId="opgavetekstChar">
    <w:name w:val="opgavetekst Char"/>
    <w:basedOn w:val="Standaardalinea-lettertype"/>
    <w:link w:val="opgavetekst"/>
    <w:rsid w:val="00E8162E"/>
    <w:rPr>
      <w:sz w:val="24"/>
    </w:rPr>
  </w:style>
  <w:style w:type="paragraph" w:customStyle="1" w:styleId="punten">
    <w:name w:val="punten"/>
    <w:basedOn w:val="Vraag"/>
    <w:link w:val="puntenChar"/>
    <w:rsid w:val="00E8162E"/>
    <w:rPr>
      <w:rFonts w:ascii="Arial" w:hAnsi="Arial"/>
      <w:sz w:val="14"/>
    </w:rPr>
  </w:style>
  <w:style w:type="paragraph" w:customStyle="1" w:styleId="Vraag">
    <w:name w:val="Vraag"/>
    <w:basedOn w:val="Standaard"/>
    <w:link w:val="VraagChar"/>
    <w:rsid w:val="00E8162E"/>
    <w:pPr>
      <w:tabs>
        <w:tab w:val="right" w:pos="567"/>
        <w:tab w:val="left" w:pos="851"/>
        <w:tab w:val="left" w:pos="1134"/>
      </w:tabs>
      <w:ind w:left="1134" w:hanging="1134"/>
    </w:pPr>
    <w:rPr>
      <w:szCs w:val="20"/>
    </w:rPr>
  </w:style>
  <w:style w:type="character" w:customStyle="1" w:styleId="VraagChar">
    <w:name w:val="Vraag Char"/>
    <w:basedOn w:val="Standaardalinea-lettertype"/>
    <w:link w:val="Vraag"/>
    <w:rsid w:val="00E8162E"/>
    <w:rPr>
      <w:sz w:val="24"/>
    </w:rPr>
  </w:style>
  <w:style w:type="character" w:customStyle="1" w:styleId="puntenChar">
    <w:name w:val="punten Char"/>
    <w:basedOn w:val="VraagChar"/>
    <w:link w:val="punten"/>
    <w:rsid w:val="00E8162E"/>
    <w:rPr>
      <w:rFonts w:ascii="Arial" w:hAnsi="Arial"/>
      <w:sz w:val="14"/>
    </w:rPr>
  </w:style>
  <w:style w:type="paragraph" w:customStyle="1" w:styleId="subtekst">
    <w:name w:val="subtekst"/>
    <w:basedOn w:val="Vraag"/>
    <w:rsid w:val="00E8162E"/>
    <w:pPr>
      <w:ind w:left="993" w:hanging="993"/>
    </w:pPr>
  </w:style>
  <w:style w:type="paragraph" w:customStyle="1" w:styleId="vet">
    <w:name w:val="vet"/>
    <w:basedOn w:val="Voettekst"/>
    <w:rsid w:val="00E8162E"/>
    <w:pPr>
      <w:ind w:left="709" w:right="360"/>
    </w:pPr>
    <w:rPr>
      <w:b/>
      <w:bCs/>
      <w:szCs w:val="20"/>
    </w:rPr>
  </w:style>
  <w:style w:type="paragraph" w:customStyle="1" w:styleId="subopgave">
    <w:name w:val="subopgave"/>
    <w:basedOn w:val="Vraag"/>
    <w:link w:val="subopgaveCharChar"/>
    <w:rsid w:val="00E8162E"/>
    <w:pPr>
      <w:tabs>
        <w:tab w:val="clear" w:pos="567"/>
        <w:tab w:val="clear" w:pos="851"/>
        <w:tab w:val="clear" w:pos="1134"/>
        <w:tab w:val="left" w:pos="709"/>
      </w:tabs>
      <w:ind w:left="993" w:hanging="993"/>
    </w:pPr>
  </w:style>
  <w:style w:type="character" w:customStyle="1" w:styleId="subopgaveCharChar">
    <w:name w:val="subopgave Char Char"/>
    <w:basedOn w:val="VraagChar"/>
    <w:link w:val="subopgave"/>
    <w:rsid w:val="00E8162E"/>
    <w:rPr>
      <w:sz w:val="24"/>
    </w:rPr>
  </w:style>
  <w:style w:type="paragraph" w:customStyle="1" w:styleId="notatie">
    <w:name w:val="notatie"/>
    <w:basedOn w:val="opgavetekst"/>
    <w:link w:val="notatieChar"/>
    <w:rsid w:val="00E8162E"/>
    <w:pPr>
      <w:ind w:left="5529"/>
    </w:pPr>
  </w:style>
  <w:style w:type="character" w:customStyle="1" w:styleId="notatieChar">
    <w:name w:val="notatie Char"/>
    <w:basedOn w:val="opgavetekstChar"/>
    <w:link w:val="notatie"/>
    <w:rsid w:val="00E8162E"/>
    <w:rPr>
      <w:sz w:val="24"/>
    </w:rPr>
  </w:style>
  <w:style w:type="paragraph" w:customStyle="1" w:styleId="opgavenr">
    <w:name w:val="opgavenr"/>
    <w:basedOn w:val="Standaard"/>
    <w:next w:val="opgavetekst"/>
    <w:link w:val="opgavenrCharChar"/>
    <w:rsid w:val="00E8162E"/>
    <w:pPr>
      <w:ind w:left="709"/>
    </w:pPr>
    <w:rPr>
      <w:rFonts w:ascii="Arial" w:hAnsi="Arial"/>
      <w:b/>
      <w:bCs/>
      <w:caps/>
      <w:sz w:val="18"/>
      <w:szCs w:val="20"/>
    </w:rPr>
  </w:style>
  <w:style w:type="character" w:customStyle="1" w:styleId="opgavenrCharChar">
    <w:name w:val="opgavenr Char Char"/>
    <w:basedOn w:val="Standaardalinea-lettertype"/>
    <w:link w:val="opgavenr"/>
    <w:rsid w:val="00E8162E"/>
    <w:rPr>
      <w:rFonts w:ascii="Arial" w:hAnsi="Arial"/>
      <w:b/>
      <w:bCs/>
      <w:caps/>
      <w:sz w:val="18"/>
    </w:rPr>
  </w:style>
  <w:style w:type="paragraph" w:customStyle="1" w:styleId="Opmaakprofiel1">
    <w:name w:val="Opmaakprofiel1"/>
    <w:basedOn w:val="Voettekst"/>
    <w:rsid w:val="00E8162E"/>
    <w:pPr>
      <w:tabs>
        <w:tab w:val="clear" w:pos="4536"/>
        <w:tab w:val="center" w:pos="3261"/>
      </w:tabs>
      <w:ind w:left="709" w:right="360"/>
    </w:pPr>
    <w:rPr>
      <w:rFonts w:ascii="Arial" w:hAnsi="Arial" w:cs="Arial"/>
      <w:caps/>
      <w:color w:val="000000"/>
      <w:sz w:val="14"/>
      <w:szCs w:val="16"/>
    </w:rPr>
  </w:style>
  <w:style w:type="character" w:customStyle="1" w:styleId="MTEquationSection">
    <w:name w:val="MTEquationSection"/>
    <w:basedOn w:val="Standaardalinea-lettertype"/>
    <w:rsid w:val="00E8162E"/>
    <w:rPr>
      <w:vanish/>
      <w:color w:val="FF0000"/>
    </w:rPr>
  </w:style>
  <w:style w:type="character" w:styleId="Paginanummer">
    <w:name w:val="page number"/>
    <w:basedOn w:val="Standaardalinea-lettertype"/>
    <w:rsid w:val="00E8162E"/>
  </w:style>
  <w:style w:type="paragraph" w:customStyle="1" w:styleId="Tekst">
    <w:name w:val="Tekst"/>
    <w:basedOn w:val="Standaard"/>
    <w:rsid w:val="00E8162E"/>
    <w:pPr>
      <w:ind w:left="1134"/>
    </w:pPr>
    <w:rPr>
      <w:szCs w:val="20"/>
    </w:rPr>
  </w:style>
  <w:style w:type="paragraph" w:styleId="Ballontekst">
    <w:name w:val="Balloon Text"/>
    <w:basedOn w:val="Standaard"/>
    <w:link w:val="BallontekstChar"/>
    <w:rsid w:val="004A2C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A2C3D"/>
    <w:rPr>
      <w:rFonts w:ascii="Tahoma" w:hAnsi="Tahoma" w:cs="Tahoma"/>
      <w:sz w:val="16"/>
      <w:szCs w:val="16"/>
    </w:rPr>
  </w:style>
  <w:style w:type="paragraph" w:customStyle="1" w:styleId="vraag0">
    <w:name w:val="vraag"/>
    <w:basedOn w:val="Standaard"/>
    <w:link w:val="vraagChar0"/>
    <w:rsid w:val="00E0514E"/>
    <w:pPr>
      <w:tabs>
        <w:tab w:val="left" w:pos="0"/>
        <w:tab w:val="left" w:pos="540"/>
      </w:tabs>
      <w:spacing w:line="320" w:lineRule="atLeast"/>
      <w:ind w:left="538" w:hanging="1077"/>
    </w:pPr>
    <w:rPr>
      <w:sz w:val="23"/>
    </w:rPr>
  </w:style>
  <w:style w:type="character" w:customStyle="1" w:styleId="vraagChar0">
    <w:name w:val="vraag Char"/>
    <w:link w:val="vraag0"/>
    <w:rsid w:val="003930E9"/>
    <w:rPr>
      <w:sz w:val="23"/>
      <w:szCs w:val="24"/>
    </w:rPr>
  </w:style>
  <w:style w:type="paragraph" w:customStyle="1" w:styleId="Tabel">
    <w:name w:val="Tabel"/>
    <w:basedOn w:val="Standaard"/>
    <w:rsid w:val="00322AAC"/>
    <w:pPr>
      <w:tabs>
        <w:tab w:val="left" w:pos="170"/>
      </w:tabs>
      <w:spacing w:line="240" w:lineRule="atLeast"/>
    </w:pPr>
    <w:rPr>
      <w:sz w:val="21"/>
      <w:szCs w:val="22"/>
      <w:lang w:eastAsia="en-US"/>
    </w:rPr>
  </w:style>
  <w:style w:type="paragraph" w:customStyle="1" w:styleId="DeelopgaveKolommen">
    <w:name w:val="DeelopgaveKolommen"/>
    <w:basedOn w:val="Standaard"/>
    <w:rsid w:val="000C3DB9"/>
    <w:pPr>
      <w:tabs>
        <w:tab w:val="left" w:pos="510"/>
        <w:tab w:val="left" w:pos="737"/>
      </w:tabs>
      <w:spacing w:line="240" w:lineRule="atLeast"/>
      <w:ind w:left="737" w:hanging="227"/>
    </w:pPr>
    <w:rPr>
      <w:sz w:val="21"/>
      <w:szCs w:val="22"/>
      <w:lang w:eastAsia="en-US"/>
    </w:rPr>
  </w:style>
  <w:style w:type="character" w:styleId="Verwijzingopmerking">
    <w:name w:val="annotation reference"/>
    <w:basedOn w:val="Standaardalinea-lettertype"/>
    <w:rsid w:val="00CD05CC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CD05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CD05CC"/>
  </w:style>
  <w:style w:type="paragraph" w:styleId="Onderwerpvanopmerking">
    <w:name w:val="annotation subject"/>
    <w:basedOn w:val="Tekstopmerking"/>
    <w:next w:val="Tekstopmerking"/>
    <w:link w:val="OnderwerpvanopmerkingChar"/>
    <w:rsid w:val="00CD05C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CD05CC"/>
    <w:rPr>
      <w:b/>
      <w:bCs/>
    </w:rPr>
  </w:style>
  <w:style w:type="table" w:styleId="Tabelraster">
    <w:name w:val="Table Grid"/>
    <w:basedOn w:val="Standaardtabel"/>
    <w:rsid w:val="00D13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ur">
    <w:name w:val="Figuur"/>
    <w:basedOn w:val="Standaard"/>
    <w:next w:val="Standaard"/>
    <w:link w:val="FiguurChar"/>
    <w:rsid w:val="00E96BE0"/>
    <w:pPr>
      <w:tabs>
        <w:tab w:val="left" w:pos="170"/>
      </w:tabs>
      <w:spacing w:line="190" w:lineRule="atLeast"/>
    </w:pPr>
    <w:rPr>
      <w:b/>
      <w:sz w:val="16"/>
      <w:szCs w:val="22"/>
      <w:lang w:eastAsia="en-US"/>
    </w:rPr>
  </w:style>
  <w:style w:type="character" w:customStyle="1" w:styleId="FiguurChar">
    <w:name w:val="Figuur Char"/>
    <w:basedOn w:val="Standaardalinea-lettertype"/>
    <w:link w:val="Figuur"/>
    <w:rsid w:val="00E96BE0"/>
    <w:rPr>
      <w:b/>
      <w:sz w:val="16"/>
      <w:szCs w:val="22"/>
      <w:lang w:eastAsia="en-US"/>
    </w:rPr>
  </w:style>
  <w:style w:type="character" w:customStyle="1" w:styleId="Figuurnaamopschrifttitel">
    <w:name w:val="Figuurnaam (/opschrift/titel)"/>
    <w:rsid w:val="00E96BE0"/>
    <w:rPr>
      <w:rFonts w:ascii="Arial" w:hAnsi="Arial"/>
      <w:b/>
      <w:color w:val="008000"/>
      <w:sz w:val="17"/>
      <w:bdr w:val="none" w:sz="0" w:space="0" w:color="auto"/>
      <w:shd w:val="clear" w:color="auto" w:fill="CCFFCC"/>
    </w:rPr>
  </w:style>
  <w:style w:type="paragraph" w:customStyle="1" w:styleId="Figuurkader">
    <w:name w:val="Figuurkader"/>
    <w:basedOn w:val="Standaard"/>
    <w:link w:val="FiguurkaderChar"/>
    <w:rsid w:val="00A744E2"/>
    <w:pPr>
      <w:tabs>
        <w:tab w:val="left" w:pos="170"/>
      </w:tabs>
      <w:spacing w:line="240" w:lineRule="atLeast"/>
    </w:pPr>
    <w:rPr>
      <w:sz w:val="17"/>
      <w:szCs w:val="22"/>
      <w:lang w:eastAsia="en-US"/>
    </w:rPr>
  </w:style>
  <w:style w:type="character" w:customStyle="1" w:styleId="FiguurkaderChar">
    <w:name w:val="Figuurkader Char"/>
    <w:basedOn w:val="Standaardalinea-lettertype"/>
    <w:link w:val="Figuurkader"/>
    <w:rsid w:val="00A744E2"/>
    <w:rPr>
      <w:sz w:val="17"/>
      <w:szCs w:val="22"/>
      <w:lang w:eastAsia="en-US"/>
    </w:rPr>
  </w:style>
  <w:style w:type="paragraph" w:customStyle="1" w:styleId="Theoriekader">
    <w:name w:val="Theoriekader"/>
    <w:basedOn w:val="Standaard"/>
    <w:link w:val="TheoriekaderChar"/>
    <w:rsid w:val="00A744E2"/>
    <w:pPr>
      <w:pBdr>
        <w:top w:val="single" w:sz="24" w:space="1" w:color="99CCFF"/>
        <w:left w:val="single" w:sz="24" w:space="4" w:color="99CCFF"/>
        <w:bottom w:val="single" w:sz="24" w:space="1" w:color="99CCFF"/>
        <w:right w:val="single" w:sz="24" w:space="4" w:color="99CCFF"/>
      </w:pBdr>
      <w:shd w:val="clear" w:color="auto" w:fill="99CCFF"/>
      <w:tabs>
        <w:tab w:val="left" w:pos="170"/>
        <w:tab w:val="left" w:pos="425"/>
      </w:tabs>
      <w:spacing w:line="240" w:lineRule="atLeast"/>
      <w:ind w:right="2268"/>
    </w:pPr>
    <w:rPr>
      <w:sz w:val="20"/>
      <w:szCs w:val="22"/>
      <w:lang w:eastAsia="en-US"/>
    </w:rPr>
  </w:style>
  <w:style w:type="character" w:customStyle="1" w:styleId="TheoriekaderChar">
    <w:name w:val="Theoriekader Char"/>
    <w:basedOn w:val="Standaardalinea-lettertype"/>
    <w:link w:val="Theoriekader"/>
    <w:rsid w:val="00A744E2"/>
    <w:rPr>
      <w:szCs w:val="22"/>
      <w:shd w:val="clear" w:color="auto" w:fill="99CCFF"/>
      <w:lang w:eastAsia="en-US"/>
    </w:rPr>
  </w:style>
  <w:style w:type="character" w:customStyle="1" w:styleId="Times13ptcursief">
    <w:name w:val="Times 13pt cursief"/>
    <w:rsid w:val="00DC5D1B"/>
    <w:rPr>
      <w:rFonts w:ascii="Times New Roman" w:hAnsi="Times New Roman"/>
      <w:b w:val="0"/>
      <w:i/>
      <w:iCs/>
      <w:sz w:val="26"/>
    </w:rPr>
  </w:style>
  <w:style w:type="character" w:styleId="Tekstvantijdelijkeaanduiding">
    <w:name w:val="Placeholder Text"/>
    <w:basedOn w:val="Standaardalinea-lettertype"/>
    <w:uiPriority w:val="99"/>
    <w:semiHidden/>
    <w:rsid w:val="00B52A05"/>
    <w:rPr>
      <w:color w:val="808080"/>
    </w:rPr>
  </w:style>
  <w:style w:type="paragraph" w:customStyle="1" w:styleId="titel18pt">
    <w:name w:val="titel 18pt"/>
    <w:basedOn w:val="Standaard"/>
    <w:link w:val="titel18ptChar"/>
    <w:rsid w:val="008B28F5"/>
    <w:pPr>
      <w:tabs>
        <w:tab w:val="center" w:pos="3261"/>
        <w:tab w:val="right" w:pos="9072"/>
      </w:tabs>
      <w:ind w:left="1418" w:right="360" w:hanging="709"/>
    </w:pPr>
    <w:rPr>
      <w:rFonts w:ascii="Arial" w:hAnsi="Arial" w:cs="Arial"/>
      <w:b/>
      <w:caps/>
      <w:sz w:val="36"/>
      <w:szCs w:val="20"/>
    </w:rPr>
  </w:style>
  <w:style w:type="character" w:customStyle="1" w:styleId="titel18ptChar">
    <w:name w:val="titel 18pt Char"/>
    <w:link w:val="titel18pt"/>
    <w:rsid w:val="008B28F5"/>
    <w:rPr>
      <w:rFonts w:ascii="Arial" w:hAnsi="Arial" w:cs="Arial"/>
      <w:b/>
      <w:caps/>
      <w:sz w:val="36"/>
    </w:rPr>
  </w:style>
  <w:style w:type="paragraph" w:customStyle="1" w:styleId="titel14pt">
    <w:name w:val="titel 14 pt"/>
    <w:basedOn w:val="Standaard"/>
    <w:rsid w:val="008B28F5"/>
    <w:pPr>
      <w:tabs>
        <w:tab w:val="center" w:pos="3261"/>
        <w:tab w:val="right" w:pos="9072"/>
      </w:tabs>
      <w:ind w:left="709" w:right="360"/>
    </w:pPr>
    <w:rPr>
      <w:rFonts w:ascii="Arial" w:hAnsi="Arial" w:cs="Arial"/>
      <w:b/>
      <w:caps/>
      <w:sz w:val="28"/>
      <w:szCs w:val="20"/>
    </w:rPr>
  </w:style>
  <w:style w:type="paragraph" w:customStyle="1" w:styleId="opgave">
    <w:name w:val="opgave"/>
    <w:basedOn w:val="opgavetekst"/>
    <w:link w:val="opgaveChar"/>
    <w:qFormat/>
    <w:rsid w:val="008A160E"/>
    <w:pPr>
      <w:tabs>
        <w:tab w:val="left" w:pos="993"/>
      </w:tabs>
      <w:ind w:hanging="708"/>
    </w:pPr>
    <w:rPr>
      <w:rFonts w:ascii="Arial" w:hAnsi="Arial"/>
      <w:sz w:val="14"/>
    </w:rPr>
  </w:style>
  <w:style w:type="character" w:customStyle="1" w:styleId="opgaveChar">
    <w:name w:val="opgave Char"/>
    <w:basedOn w:val="opgavetekstChar"/>
    <w:link w:val="opgave"/>
    <w:rsid w:val="008A160E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rit\AppData\Roaming\Microsoft\Sjablonen\G&amp;R%20toetsopgaven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FA801-1C58-4873-8A0B-BE646C6A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G&amp;R toetsopgaven</Template>
  <TotalTime>5</TotalTime>
  <Pages>2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Voorwoord</vt:lpstr>
    </vt:vector>
  </TitlesOfParts>
  <Company>Hewlett-Packard Company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Voorwoord</dc:title>
  <dc:creator>Gerrit de Jong</dc:creator>
  <cp:lastModifiedBy>Bram van Laarhoven</cp:lastModifiedBy>
  <cp:revision>5</cp:revision>
  <cp:lastPrinted>2019-12-03T20:29:00Z</cp:lastPrinted>
  <dcterms:created xsi:type="dcterms:W3CDTF">2020-04-06T19:35:00Z</dcterms:created>
  <dcterms:modified xsi:type="dcterms:W3CDTF">2020-04-07T11:31:00Z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User2=Euclid Fraktur_x000d_
MTExtra=Euclid Extra_x000d_
_x000d_
[Size</vt:lpwstr>
  </property>
  <property fmtid="{D5CDD505-2E9C-101B-9397-08002B2CF9AE}" pid="3" name="MTPreferences 1">
    <vt:lpwstr>s]_x000d_
Full=12 pt_x000d_
Script=58 %_x000d_
ScriptScript=42 %_x000d_
Symbol=150 %_x000d_
SubSymbol=100 %_x000d_
User1=75 %_x000d_
User2=150 %_x000d_
SmallLargeIncr=1 pt_x000d_
_x000d_
[Spacing]_x000d_
LineSpacing=125 %_x000d_
MatrixRowSpacing=150 %_x000d_
MatrixColSpacing=100 %_x000d_
SuperscriptHeight=45 %_x000d_
SubscriptDepth=25 %_x000d_
SubSu</vt:lpwstr>
  </property>
  <property fmtid="{D5CDD505-2E9C-101B-9397-08002B2CF9AE}" pid="4" name="MTPreferences 2">
    <vt:lpwstr>pGap=8 %_x000d_
LimHeight=25 %_x000d_
LimDepth=100 %_x000d_
LimLineSpacing=100 %_x000d_
NumerHeight=35 %_x000d_
DenomDepth=100 %_x000d_
FractBarOver=8 %_x000d_
FractBarThick=5 %_x000d_
SubFractBarThick=2,5 %_x000d_
FractGap=8 %_x000d_
FenceOver=8 %_x000d_
OperSpacing=100 %_x000d_
NonOperSpacing=100 %_x000d_
CharWidth=0 %_x000d_
MinGap=8 </vt:lpwstr>
  </property>
  <property fmtid="{D5CDD505-2E9C-101B-9397-08002B2CF9AE}" pid="5" name="MTPreferences 3">
    <vt:lpwstr>%_x000d_
VertRadGap=17 %_x000d_
HorizRadGap=8 %_x000d_
RadWidth=100 %_x000d_
EmbellGap=12,5 %_x000d_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file Times_12pt.eqp</vt:lpwstr>
  </property>
  <property fmtid="{D5CDD505-2E9C-101B-9397-08002B2CF9AE}" pid="7" name="MTWinEqns">
    <vt:bool>true</vt:bool>
  </property>
</Properties>
</file>