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B304F" w14:textId="77777777" w:rsidR="00F56299" w:rsidRPr="000271A6" w:rsidRDefault="008B2DEC" w:rsidP="000271A6">
      <w:pPr>
        <w:pStyle w:val="titeldocument"/>
        <w:ind w:left="0"/>
      </w:pPr>
      <w:r w:rsidRPr="000271A6">
        <w:t>Scorevoorstel</w:t>
      </w:r>
      <w:r w:rsidR="00F56299" w:rsidRPr="000271A6">
        <w:t xml:space="preserve"> </w:t>
      </w:r>
      <w:r w:rsidR="002D05C4">
        <w:t>oefentoets</w:t>
      </w:r>
      <w:r w:rsidR="00F56299" w:rsidRPr="000271A6">
        <w:t xml:space="preserve"> </w:t>
      </w:r>
      <w:r w:rsidR="002D05C4">
        <w:t>havo A</w:t>
      </w:r>
      <w:r w:rsidR="00F56299" w:rsidRPr="000271A6">
        <w:t xml:space="preserve"> deel </w:t>
      </w:r>
      <w:r w:rsidR="002D05C4">
        <w:t>1</w:t>
      </w:r>
    </w:p>
    <w:p w14:paraId="27B8FE4C" w14:textId="77777777" w:rsidR="00136BBC" w:rsidRPr="000271A6" w:rsidRDefault="00F56299" w:rsidP="000271A6">
      <w:pPr>
        <w:pStyle w:val="titelhoofdstuk"/>
        <w:ind w:left="0"/>
      </w:pPr>
      <w:r w:rsidRPr="000271A6">
        <w:t xml:space="preserve">Hoofdstuk </w:t>
      </w:r>
      <w:r w:rsidR="002D05C4">
        <w:t>3 Lineaire verbanden</w:t>
      </w:r>
    </w:p>
    <w:p w14:paraId="7F007AE7" w14:textId="77777777" w:rsidR="00136BBC" w:rsidRPr="000271A6" w:rsidRDefault="00136BBC" w:rsidP="000271A6">
      <w:pPr>
        <w:pStyle w:val="uitwerkingKTI-kop"/>
      </w:pPr>
      <w:r w:rsidRPr="000271A6">
        <w:t>In deze toets zijn de vragen gelabeld met K, T of I.</w:t>
      </w:r>
      <w:r w:rsidRPr="000271A6">
        <w:br/>
        <w:t>K = kennisvraag, T = toepassingsvraag, I = inzichtvraag</w:t>
      </w:r>
      <w:r w:rsidRPr="000271A6">
        <w:br/>
        <w:t xml:space="preserve">De toets bestaat uit </w:t>
      </w:r>
      <w:r w:rsidR="00C96CB5">
        <w:t>vijftien</w:t>
      </w:r>
      <w:r w:rsidRPr="000271A6">
        <w:t xml:space="preserve"> vragen met in totaal </w:t>
      </w:r>
      <w:r w:rsidR="002D05C4">
        <w:t>52</w:t>
      </w:r>
      <w:r w:rsidRPr="000271A6">
        <w:t xml:space="preserve"> punten.</w:t>
      </w:r>
      <w:r w:rsidRPr="000271A6">
        <w:br/>
        <w:t xml:space="preserve">Er zijn </w:t>
      </w:r>
      <w:r w:rsidR="002D05C4">
        <w:t>drie</w:t>
      </w:r>
      <w:r w:rsidRPr="000271A6">
        <w:t xml:space="preserve"> K-vragen met in totaal </w:t>
      </w:r>
      <w:r w:rsidR="002D05C4">
        <w:t>3</w:t>
      </w:r>
      <w:r w:rsidRPr="000271A6">
        <w:t xml:space="preserve"> punten, </w:t>
      </w:r>
      <w:r w:rsidR="002D05C4">
        <w:t>tien</w:t>
      </w:r>
      <w:r w:rsidRPr="000271A6">
        <w:t xml:space="preserve"> T-vragen met in totaal </w:t>
      </w:r>
      <w:r w:rsidR="002D05C4">
        <w:t>37</w:t>
      </w:r>
      <w:r w:rsidRPr="000271A6">
        <w:t xml:space="preserve"> punten en</w:t>
      </w:r>
      <w:r w:rsidRPr="000271A6">
        <w:br/>
      </w:r>
      <w:r w:rsidR="002D05C4">
        <w:t xml:space="preserve">twee </w:t>
      </w:r>
      <w:r w:rsidRPr="000271A6">
        <w:t xml:space="preserve">I-vragen met in totaal </w:t>
      </w:r>
      <w:r w:rsidR="002D05C4">
        <w:t>12</w:t>
      </w:r>
      <w:r w:rsidRPr="000271A6">
        <w:t xml:space="preserve"> punten.</w:t>
      </w:r>
    </w:p>
    <w:p w14:paraId="5077F331" w14:textId="77777777" w:rsidR="00136BBC" w:rsidRPr="000271A6" w:rsidRDefault="00136BBC" w:rsidP="000271A6"/>
    <w:p w14:paraId="24B981A2" w14:textId="77777777" w:rsidR="00136BBC" w:rsidRPr="000271A6" w:rsidRDefault="009B4420" w:rsidP="000271A6">
      <w:pPr>
        <w:pStyle w:val="uitwerkingtitel"/>
      </w:pPr>
      <w:r w:rsidRPr="000271A6">
        <w:tab/>
      </w:r>
      <w:r w:rsidR="00136BBC" w:rsidRPr="000271A6">
        <w:t xml:space="preserve">opgave </w:t>
      </w:r>
      <w:r w:rsidR="002D05C4">
        <w:t>1</w:t>
      </w:r>
      <w:r w:rsidR="00136BBC" w:rsidRPr="000271A6">
        <w:tab/>
        <w:t xml:space="preserve">totaal </w:t>
      </w:r>
      <w:r w:rsidR="002D05C4">
        <w:t>3</w:t>
      </w:r>
      <w:r w:rsidR="00136BBC" w:rsidRPr="000271A6">
        <w:t>p</w:t>
      </w:r>
    </w:p>
    <w:p w14:paraId="7BAEEDBA" w14:textId="77777777" w:rsidR="00136BBC" w:rsidRPr="00C96CB5" w:rsidRDefault="002D05C4" w:rsidP="000271A6">
      <w:pPr>
        <w:pStyle w:val="uitwerkingsubvraag"/>
      </w:pPr>
      <w:r w:rsidRPr="00C96CB5">
        <w:rPr>
          <w:rStyle w:val="uitwerkingKTI"/>
        </w:rPr>
        <w:t>K</w:t>
      </w:r>
      <w:r w:rsidR="00136BBC" w:rsidRPr="00C96CB5">
        <w:tab/>
      </w:r>
      <w:r w:rsidR="00136BBC" w:rsidRPr="00C96CB5">
        <w:rPr>
          <w:rStyle w:val="uitwerkingletter"/>
          <w:lang w:val="nl-NL"/>
        </w:rPr>
        <w:t>a</w:t>
      </w:r>
      <w:r w:rsidR="00136BBC" w:rsidRPr="00C96CB5">
        <w:tab/>
      </w:r>
      <w:r w:rsidRPr="00C96CB5">
        <w:t>verticale</w:t>
      </w:r>
      <w:r w:rsidR="00136BBC" w:rsidRPr="00C96CB5">
        <w:tab/>
      </w:r>
      <w:r w:rsidRPr="00C96CB5">
        <w:t>1</w:t>
      </w:r>
      <w:r w:rsidR="00136BBC" w:rsidRPr="00C96CB5">
        <w:t>p</w:t>
      </w:r>
    </w:p>
    <w:p w14:paraId="00E2FC86" w14:textId="77777777" w:rsidR="00136BBC" w:rsidRPr="00C96CB5" w:rsidRDefault="002D05C4" w:rsidP="000271A6">
      <w:pPr>
        <w:pStyle w:val="uitwerkingsubvraag"/>
      </w:pPr>
      <w:r w:rsidRPr="00C96CB5">
        <w:rPr>
          <w:rStyle w:val="uitwerkingKTI"/>
        </w:rPr>
        <w:t>K</w:t>
      </w:r>
      <w:r w:rsidR="00136BBC" w:rsidRPr="00C96CB5">
        <w:tab/>
      </w:r>
      <w:r w:rsidR="00136BBC" w:rsidRPr="00C96CB5">
        <w:rPr>
          <w:rStyle w:val="uitwerkingletter"/>
          <w:lang w:val="nl-NL"/>
        </w:rPr>
        <w:t>b</w:t>
      </w:r>
      <w:r w:rsidR="00136BBC" w:rsidRPr="00C96CB5">
        <w:tab/>
      </w:r>
      <w:r w:rsidRPr="00C96CB5">
        <w:t>horizontale</w:t>
      </w:r>
      <w:r w:rsidR="00136BBC" w:rsidRPr="00C96CB5">
        <w:tab/>
      </w:r>
      <w:r w:rsidRPr="00C96CB5">
        <w:t>1</w:t>
      </w:r>
      <w:r w:rsidR="00136BBC" w:rsidRPr="00C96CB5">
        <w:t>p</w:t>
      </w:r>
    </w:p>
    <w:p w14:paraId="1EFE4F36" w14:textId="77777777" w:rsidR="00136BBC" w:rsidRPr="000271A6" w:rsidRDefault="002D05C4" w:rsidP="000271A6">
      <w:pPr>
        <w:pStyle w:val="uitwerkingsubvraag"/>
      </w:pPr>
      <w:r>
        <w:rPr>
          <w:rStyle w:val="uitwerkingKTI"/>
        </w:rPr>
        <w:t>K</w:t>
      </w:r>
      <w:r w:rsidR="00136BBC" w:rsidRPr="000271A6">
        <w:tab/>
      </w:r>
      <w:r w:rsidR="00136BBC" w:rsidRPr="00375EE4">
        <w:rPr>
          <w:rStyle w:val="uitwerkingletter"/>
          <w:lang w:val="nl-NL"/>
        </w:rPr>
        <w:t>c</w:t>
      </w:r>
      <w:r w:rsidR="00136BBC" w:rsidRPr="000271A6">
        <w:tab/>
      </w:r>
      <w:r w:rsidRPr="002D05C4">
        <w:rPr>
          <w:i/>
          <w:iCs/>
        </w:rPr>
        <w:t>x</w:t>
      </w:r>
      <w:r w:rsidRPr="002D05C4">
        <w:t xml:space="preserve"> uit in </w:t>
      </w:r>
      <w:r w:rsidRPr="002D05C4">
        <w:rPr>
          <w:i/>
          <w:iCs/>
        </w:rPr>
        <w:t>y</w:t>
      </w:r>
      <w:r w:rsidR="00136BBC" w:rsidRPr="000271A6">
        <w:tab/>
      </w:r>
      <w:r>
        <w:t>1</w:t>
      </w:r>
      <w:r w:rsidR="00136BBC" w:rsidRPr="000271A6">
        <w:t>p</w:t>
      </w:r>
    </w:p>
    <w:p w14:paraId="1D319CBE" w14:textId="77777777" w:rsidR="002D05C4" w:rsidRDefault="002D05C4" w:rsidP="000C5986">
      <w:pPr>
        <w:pStyle w:val="uitwerkingtitel"/>
        <w:rPr>
          <w:rStyle w:val="uitwerkingKTI-titel"/>
        </w:rPr>
      </w:pPr>
    </w:p>
    <w:p w14:paraId="1356E700" w14:textId="77777777" w:rsidR="002D05C4" w:rsidRPr="000271A6" w:rsidRDefault="002D05C4" w:rsidP="002D05C4">
      <w:pPr>
        <w:pStyle w:val="uitwerkingtitel"/>
      </w:pPr>
      <w:r>
        <w:tab/>
      </w:r>
      <w:r w:rsidRPr="000271A6">
        <w:t xml:space="preserve">opgave </w:t>
      </w:r>
      <w:r>
        <w:t>2</w:t>
      </w:r>
      <w:r w:rsidRPr="000271A6">
        <w:tab/>
        <w:t xml:space="preserve">totaal </w:t>
      </w:r>
      <w:r>
        <w:t>9</w:t>
      </w:r>
      <w:r w:rsidRPr="000271A6">
        <w:t>p</w:t>
      </w:r>
    </w:p>
    <w:p w14:paraId="07E8AF27" w14:textId="77777777" w:rsidR="002D05C4" w:rsidRPr="002D05C4" w:rsidRDefault="002D05C4" w:rsidP="002D05C4">
      <w:pPr>
        <w:pStyle w:val="uitwerkingsubvraag"/>
      </w:pPr>
      <w:r>
        <w:rPr>
          <w:rStyle w:val="uitwerkingKTI"/>
        </w:rPr>
        <w:t>T</w:t>
      </w:r>
      <w:r w:rsidRPr="002D05C4">
        <w:tab/>
      </w:r>
      <w:r w:rsidRPr="002D05C4">
        <w:rPr>
          <w:rStyle w:val="uitwerkingletter"/>
          <w:lang w:val="nl-NL"/>
        </w:rPr>
        <w:t>a</w:t>
      </w:r>
      <w:r w:rsidRPr="002D05C4">
        <w:tab/>
      </w:r>
      <w:r>
        <w:t>stijgende lijn met rc = 5</w:t>
      </w:r>
      <w:r>
        <w:tab/>
        <w:t>1p</w:t>
      </w:r>
      <w:r>
        <w:br/>
      </w:r>
      <w:r>
        <w:rPr>
          <w:i/>
          <w:iCs/>
        </w:rPr>
        <w:t>b</w:t>
      </w:r>
      <w:r>
        <w:t xml:space="preserve"> = –15 dus </w:t>
      </w:r>
      <w:r>
        <w:rPr>
          <w:i/>
          <w:iCs/>
        </w:rPr>
        <w:t>y</w:t>
      </w:r>
      <w:r>
        <w:t xml:space="preserve"> = 5</w:t>
      </w:r>
      <w:r>
        <w:rPr>
          <w:i/>
          <w:iCs/>
        </w:rPr>
        <w:t>x</w:t>
      </w:r>
      <w:r>
        <w:t xml:space="preserve"> – 15</w:t>
      </w:r>
      <w:r>
        <w:tab/>
        <w:t>2p</w:t>
      </w:r>
    </w:p>
    <w:p w14:paraId="04941339" w14:textId="77777777" w:rsidR="002D05C4" w:rsidRPr="002D05C4" w:rsidRDefault="002D05C4" w:rsidP="002D05C4">
      <w:pPr>
        <w:pStyle w:val="uitwerkingsubvraag"/>
      </w:pPr>
      <w:r>
        <w:rPr>
          <w:rStyle w:val="uitwerkingKTI"/>
        </w:rPr>
        <w:t>T</w:t>
      </w:r>
      <w:r w:rsidRPr="002D05C4">
        <w:tab/>
      </w:r>
      <w:r w:rsidRPr="002D05C4">
        <w:rPr>
          <w:rStyle w:val="uitwerkingletter"/>
          <w:lang w:val="nl-NL"/>
        </w:rPr>
        <w:t>b</w:t>
      </w:r>
      <w:r w:rsidRPr="002D05C4">
        <w:tab/>
      </w:r>
      <w:r>
        <w:rPr>
          <w:i/>
          <w:iCs/>
        </w:rPr>
        <w:t>p</w:t>
      </w:r>
      <w:r>
        <w:t xml:space="preserve"> evenwijdig met </w:t>
      </w:r>
      <w:r>
        <w:rPr>
          <w:i/>
          <w:iCs/>
        </w:rPr>
        <w:t>l</w:t>
      </w:r>
      <w:r>
        <w:t xml:space="preserve">, dus </w:t>
      </w:r>
      <w:proofErr w:type="spellStart"/>
      <w:r>
        <w:t>rc</w:t>
      </w:r>
      <w:r>
        <w:rPr>
          <w:i/>
          <w:iCs/>
          <w:vertAlign w:val="subscript"/>
        </w:rPr>
        <w:t>p</w:t>
      </w:r>
      <w:proofErr w:type="spellEnd"/>
      <w:r>
        <w:t xml:space="preserve"> = </w:t>
      </w:r>
      <w:proofErr w:type="spellStart"/>
      <w:r>
        <w:t>rc</w:t>
      </w:r>
      <w:r>
        <w:rPr>
          <w:i/>
          <w:iCs/>
          <w:vertAlign w:val="subscript"/>
        </w:rPr>
        <w:t>l</w:t>
      </w:r>
      <w:proofErr w:type="spellEnd"/>
      <w:r>
        <w:t xml:space="preserve"> = </w:t>
      </w:r>
      <w:r w:rsidRPr="00C73285">
        <w:rPr>
          <w:position w:val="-12"/>
        </w:rPr>
        <w:object w:dxaOrig="180" w:dyaOrig="360" w14:anchorId="15A2D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45pt;height:18pt" o:ole="">
            <v:imagedata r:id="rId8" o:title=""/>
          </v:shape>
          <o:OLEObject Type="Embed" ProgID="Equation.DSMT4" ShapeID="_x0000_i1025" DrawAspect="Content" ObjectID="_1659033286" r:id="rId9"/>
        </w:object>
      </w:r>
      <w:r>
        <w:t xml:space="preserve"> </w:t>
      </w:r>
      <w:r>
        <w:tab/>
        <w:t>1p</w:t>
      </w:r>
      <w:r>
        <w:br/>
        <w:t xml:space="preserve">evenredig verband, dus </w:t>
      </w:r>
      <w:r>
        <w:rPr>
          <w:i/>
          <w:iCs/>
        </w:rPr>
        <w:t>y</w:t>
      </w:r>
      <w:r>
        <w:t xml:space="preserve"> = </w:t>
      </w:r>
      <w:proofErr w:type="spellStart"/>
      <w:r>
        <w:rPr>
          <w:i/>
          <w:iCs/>
        </w:rPr>
        <w:t>ax</w:t>
      </w:r>
      <w:proofErr w:type="spellEnd"/>
      <w:r>
        <w:t xml:space="preserve"> </w:t>
      </w:r>
      <w:r>
        <w:tab/>
        <w:t>1p</w:t>
      </w:r>
      <w:r>
        <w:br/>
      </w:r>
      <w:r>
        <w:rPr>
          <w:i/>
          <w:iCs/>
        </w:rPr>
        <w:t>n</w:t>
      </w:r>
      <w:r>
        <w:t xml:space="preserve">:  </w:t>
      </w:r>
      <w:r>
        <w:rPr>
          <w:i/>
          <w:iCs/>
        </w:rPr>
        <w:t>y</w:t>
      </w:r>
      <w:r>
        <w:t xml:space="preserve"> =</w:t>
      </w:r>
      <w:r w:rsidRPr="00C73285">
        <w:rPr>
          <w:position w:val="-12"/>
        </w:rPr>
        <w:object w:dxaOrig="340" w:dyaOrig="360" w14:anchorId="226BAB72">
          <v:shape id="_x0000_i1026" type="#_x0000_t75" style="width:17.15pt;height:18pt" o:ole="">
            <v:imagedata r:id="rId10" o:title=""/>
          </v:shape>
          <o:OLEObject Type="Embed" ProgID="Equation.DSMT4" ShapeID="_x0000_i1026" DrawAspect="Content" ObjectID="_1659033287" r:id="rId11"/>
        </w:object>
      </w:r>
      <w:r>
        <w:t xml:space="preserve"> </w:t>
      </w:r>
      <w:r w:rsidRPr="00285FFD">
        <w:tab/>
      </w:r>
      <w:r>
        <w:t>1</w:t>
      </w:r>
      <w:r w:rsidRPr="00285FFD">
        <w:t>p</w:t>
      </w:r>
    </w:p>
    <w:p w14:paraId="3FB21556" w14:textId="77777777" w:rsidR="002D05C4" w:rsidRPr="000271A6" w:rsidRDefault="002D05C4" w:rsidP="002D05C4">
      <w:pPr>
        <w:pStyle w:val="uitwerkingsubvraag"/>
      </w:pPr>
      <w:r>
        <w:rPr>
          <w:rStyle w:val="uitwerkingKTI"/>
        </w:rPr>
        <w:t>T</w:t>
      </w:r>
      <w:r w:rsidRPr="000271A6">
        <w:tab/>
      </w:r>
      <w:r w:rsidRPr="00375EE4">
        <w:rPr>
          <w:rStyle w:val="uitwerkingletter"/>
          <w:lang w:val="nl-NL"/>
        </w:rPr>
        <w:t>c</w:t>
      </w:r>
      <w:r w:rsidRPr="000271A6">
        <w:tab/>
      </w:r>
      <w:r>
        <w:rPr>
          <w:i/>
          <w:iCs/>
        </w:rPr>
        <w:t>p</w:t>
      </w:r>
      <w:r>
        <w:t xml:space="preserve">: </w:t>
      </w:r>
      <w:r>
        <w:rPr>
          <w:i/>
          <w:iCs/>
        </w:rPr>
        <w:t>y</w:t>
      </w:r>
      <w:r>
        <w:t xml:space="preserve"> = </w:t>
      </w:r>
      <w:proofErr w:type="spellStart"/>
      <w:r>
        <w:rPr>
          <w:i/>
          <w:iCs/>
        </w:rPr>
        <w:t>ax</w:t>
      </w:r>
      <w:proofErr w:type="spellEnd"/>
      <w:r>
        <w:t xml:space="preserve"> + </w:t>
      </w:r>
      <w:r>
        <w:rPr>
          <w:i/>
          <w:iCs/>
        </w:rPr>
        <w:t>b</w:t>
      </w:r>
      <w:r>
        <w:t xml:space="preserve"> met </w:t>
      </w:r>
      <w:r w:rsidRPr="00ED389E">
        <w:rPr>
          <w:position w:val="-24"/>
        </w:rPr>
        <w:object w:dxaOrig="1820" w:dyaOrig="620" w14:anchorId="179D0078">
          <v:shape id="_x0000_i1027" type="#_x0000_t75" style="width:90.85pt;height:30.85pt" o:ole="">
            <v:imagedata r:id="rId12" o:title=""/>
          </v:shape>
          <o:OLEObject Type="Embed" ProgID="Equation.DSMT4" ShapeID="_x0000_i1027" DrawAspect="Content" ObjectID="_1659033288" r:id="rId13"/>
        </w:object>
      </w:r>
      <w:r>
        <w:t xml:space="preserve"> </w:t>
      </w:r>
      <w:r w:rsidRPr="00285FFD">
        <w:tab/>
      </w:r>
      <w:r>
        <w:t>2</w:t>
      </w:r>
      <w:r w:rsidRPr="00285FFD">
        <w:t>p</w:t>
      </w:r>
      <w:r>
        <w:br/>
      </w:r>
      <w:r>
        <w:rPr>
          <w:i/>
          <w:iCs/>
        </w:rPr>
        <w:t>b</w:t>
      </w:r>
      <w:r>
        <w:t xml:space="preserve"> = 2, dus </w:t>
      </w:r>
      <w:r>
        <w:rPr>
          <w:i/>
          <w:iCs/>
        </w:rPr>
        <w:t>y</w:t>
      </w:r>
      <w:r>
        <w:t xml:space="preserve"> = 0,75</w:t>
      </w:r>
      <w:r>
        <w:rPr>
          <w:i/>
          <w:iCs/>
        </w:rPr>
        <w:t>x</w:t>
      </w:r>
      <w:r>
        <w:t xml:space="preserve"> + 2</w:t>
      </w:r>
      <w:r>
        <w:tab/>
        <w:t>1p</w:t>
      </w:r>
    </w:p>
    <w:p w14:paraId="2DE9591A" w14:textId="77777777" w:rsidR="002D05C4" w:rsidRDefault="002D05C4" w:rsidP="002D05C4">
      <w:pPr>
        <w:pStyle w:val="uitwerkingtitel"/>
      </w:pPr>
      <w:r>
        <w:tab/>
      </w:r>
    </w:p>
    <w:p w14:paraId="6C0BF5F0" w14:textId="77777777" w:rsidR="002D05C4" w:rsidRPr="000271A6" w:rsidRDefault="002D05C4" w:rsidP="002D05C4">
      <w:pPr>
        <w:pStyle w:val="uitwerkingtitel"/>
      </w:pPr>
      <w:r>
        <w:tab/>
      </w:r>
      <w:r w:rsidRPr="000271A6">
        <w:t xml:space="preserve">opgave </w:t>
      </w:r>
      <w:r>
        <w:t>3</w:t>
      </w:r>
      <w:r w:rsidRPr="000271A6">
        <w:tab/>
        <w:t xml:space="preserve">totaal </w:t>
      </w:r>
      <w:r>
        <w:t>11</w:t>
      </w:r>
      <w:r w:rsidRPr="000271A6">
        <w:t>p</w:t>
      </w:r>
    </w:p>
    <w:p w14:paraId="21E6DA92" w14:textId="77777777" w:rsidR="002D05C4" w:rsidRPr="002D05C4" w:rsidRDefault="002D05C4" w:rsidP="002D05C4">
      <w:pPr>
        <w:pStyle w:val="uitwerkingsubvraag"/>
      </w:pPr>
      <w:r>
        <w:rPr>
          <w:rStyle w:val="uitwerkingKTI"/>
        </w:rPr>
        <w:t>T</w:t>
      </w:r>
      <w:r w:rsidRPr="002D05C4">
        <w:tab/>
      </w:r>
      <w:r w:rsidRPr="002D05C4">
        <w:rPr>
          <w:rStyle w:val="uitwerkingletter"/>
          <w:lang w:val="nl-NL"/>
        </w:rPr>
        <w:t>a</w:t>
      </w:r>
      <w:r w:rsidRPr="002D05C4">
        <w:tab/>
      </w:r>
      <w:bookmarkStart w:id="0" w:name="_Hlk35337616"/>
      <w:r>
        <w:rPr>
          <w:i/>
          <w:iCs/>
        </w:rPr>
        <w:t>L</w:t>
      </w:r>
      <w:r>
        <w:t xml:space="preserve"> = </w:t>
      </w:r>
      <w:proofErr w:type="spellStart"/>
      <w:r>
        <w:rPr>
          <w:i/>
          <w:iCs/>
        </w:rPr>
        <w:t>am</w:t>
      </w:r>
      <w:proofErr w:type="spellEnd"/>
      <w:r>
        <w:t xml:space="preserve"> + </w:t>
      </w:r>
      <w:r>
        <w:rPr>
          <w:i/>
          <w:iCs/>
        </w:rPr>
        <w:t>b</w:t>
      </w:r>
      <w:r>
        <w:t xml:space="preserve"> met </w:t>
      </w:r>
      <w:r w:rsidRPr="00A8489A">
        <w:rPr>
          <w:position w:val="-24"/>
        </w:rPr>
        <w:object w:dxaOrig="2420" w:dyaOrig="620" w14:anchorId="7D27BD14">
          <v:shape id="_x0000_i1028" type="#_x0000_t75" style="width:120.85pt;height:30.85pt" o:ole="">
            <v:imagedata r:id="rId14" o:title=""/>
          </v:shape>
          <o:OLEObject Type="Embed" ProgID="Equation.DSMT4" ShapeID="_x0000_i1028" DrawAspect="Content" ObjectID="_1659033289" r:id="rId15"/>
        </w:object>
      </w:r>
      <w:r>
        <w:t xml:space="preserve"> </w:t>
      </w:r>
      <w:r w:rsidRPr="00285FFD">
        <w:tab/>
        <w:t>1p</w:t>
      </w:r>
      <w:bookmarkEnd w:id="0"/>
      <w:r>
        <w:br/>
        <w:t xml:space="preserve">er geldt </w:t>
      </w:r>
      <w:r>
        <w:rPr>
          <w:i/>
          <w:iCs/>
        </w:rPr>
        <w:t>b</w:t>
      </w:r>
      <w:r>
        <w:t xml:space="preserve"> = 6 </w:t>
      </w:r>
      <w:r>
        <w:rPr>
          <w:rFonts w:ascii="Symbol" w:hAnsi="Symbol"/>
        </w:rPr>
        <w:t></w:t>
      </w:r>
      <w:r>
        <w:t xml:space="preserve"> 2,5 = 15</w:t>
      </w:r>
      <w:r w:rsidRPr="00285FFD">
        <w:tab/>
        <w:t>1p</w:t>
      </w:r>
      <w:r w:rsidRPr="00285FFD">
        <w:br/>
      </w:r>
      <w:r>
        <w:t>d</w:t>
      </w:r>
      <w:r w:rsidRPr="00285FFD">
        <w:t>us</w:t>
      </w:r>
      <w:r>
        <w:rPr>
          <w:i/>
          <w:iCs/>
        </w:rPr>
        <w:t xml:space="preserve"> L</w:t>
      </w:r>
      <w:r>
        <w:t xml:space="preserve"> = – 0,125</w:t>
      </w:r>
      <w:r>
        <w:rPr>
          <w:i/>
          <w:iCs/>
        </w:rPr>
        <w:t>m</w:t>
      </w:r>
      <w:r>
        <w:t xml:space="preserve"> + 15</w:t>
      </w:r>
      <w:r>
        <w:tab/>
        <w:t>1p</w:t>
      </w:r>
    </w:p>
    <w:p w14:paraId="305BD98C" w14:textId="77777777" w:rsidR="002D05C4" w:rsidRDefault="002D05C4" w:rsidP="002D05C4">
      <w:pPr>
        <w:pStyle w:val="uitwerkingsubvraag"/>
        <w:rPr>
          <w:rStyle w:val="uitwerkingKTI"/>
        </w:rPr>
      </w:pPr>
      <w:r>
        <w:rPr>
          <w:rStyle w:val="uitwerkingKTI"/>
        </w:rPr>
        <w:t>T</w:t>
      </w:r>
      <w:r w:rsidRPr="002D05C4">
        <w:tab/>
      </w:r>
      <w:r w:rsidRPr="002D05C4">
        <w:rPr>
          <w:rStyle w:val="uitwerkingletter"/>
          <w:lang w:val="nl-NL"/>
        </w:rPr>
        <w:t>b</w:t>
      </w:r>
      <w:r w:rsidRPr="002D05C4">
        <w:tab/>
      </w:r>
      <w:r>
        <w:rPr>
          <w:bCs/>
          <w:i/>
          <w:iCs/>
        </w:rPr>
        <w:t>m</w:t>
      </w:r>
      <w:r>
        <w:rPr>
          <w:bCs/>
        </w:rPr>
        <w:t xml:space="preserve"> = 62 geeft </w:t>
      </w:r>
      <w:r>
        <w:rPr>
          <w:bCs/>
          <w:i/>
          <w:iCs/>
        </w:rPr>
        <w:t>L</w:t>
      </w:r>
      <w:r>
        <w:rPr>
          <w:bCs/>
        </w:rPr>
        <w:t xml:space="preserve"> = 15 – 0,13 </w:t>
      </w:r>
      <w:r>
        <w:rPr>
          <w:rFonts w:ascii="Symbol" w:hAnsi="Symbol"/>
          <w:bCs/>
        </w:rPr>
        <w:t></w:t>
      </w:r>
      <w:r>
        <w:rPr>
          <w:bCs/>
        </w:rPr>
        <w:t xml:space="preserve"> 62 = 6,94</w:t>
      </w:r>
      <w:r>
        <w:rPr>
          <w:bCs/>
        </w:rPr>
        <w:tab/>
        <w:t>2p</w:t>
      </w:r>
      <w:r>
        <w:rPr>
          <w:bCs/>
        </w:rPr>
        <w:br/>
        <w:t>dus 2 (hele) emmers verf die ze terug kunnen brengen</w:t>
      </w:r>
      <w:r>
        <w:rPr>
          <w:bCs/>
        </w:rPr>
        <w:tab/>
        <w:t>1p</w:t>
      </w:r>
      <w:r>
        <w:rPr>
          <w:rStyle w:val="uitwerkingKTI"/>
        </w:rPr>
        <w:t xml:space="preserve"> </w:t>
      </w:r>
    </w:p>
    <w:p w14:paraId="4EB5A6C7" w14:textId="77777777" w:rsidR="002D05C4" w:rsidRPr="002D05C4" w:rsidRDefault="002D05C4" w:rsidP="002D05C4">
      <w:pPr>
        <w:pStyle w:val="uitwerkingsubvraag"/>
        <w:rPr>
          <w:rFonts w:ascii="Arial" w:hAnsi="Arial"/>
          <w:bCs/>
          <w:sz w:val="18"/>
          <w:szCs w:val="18"/>
        </w:rPr>
      </w:pPr>
      <w:r>
        <w:rPr>
          <w:rStyle w:val="uitwerkingKTI"/>
        </w:rPr>
        <w:t>T</w:t>
      </w:r>
      <w:r w:rsidRPr="000271A6">
        <w:tab/>
      </w:r>
      <w:r w:rsidRPr="00375EE4">
        <w:rPr>
          <w:rStyle w:val="uitwerkingletter"/>
          <w:lang w:val="nl-NL"/>
        </w:rPr>
        <w:t>c</w:t>
      </w:r>
      <w:r>
        <w:tab/>
      </w:r>
      <w:r>
        <w:rPr>
          <w:bCs/>
        </w:rPr>
        <w:t xml:space="preserve">3 emmers = 3 </w:t>
      </w:r>
      <w:r>
        <w:rPr>
          <w:rFonts w:ascii="Symbol" w:hAnsi="Symbol"/>
          <w:bCs/>
        </w:rPr>
        <w:t></w:t>
      </w:r>
      <w:r>
        <w:rPr>
          <w:bCs/>
        </w:rPr>
        <w:t xml:space="preserve"> 2,5 = 7,5 liter verf (over)</w:t>
      </w:r>
      <w:r>
        <w:rPr>
          <w:bCs/>
        </w:rPr>
        <w:tab/>
        <w:t>1p</w:t>
      </w:r>
      <w:r>
        <w:rPr>
          <w:bCs/>
        </w:rPr>
        <w:br/>
        <w:t>de vergelijking 15 – 0,13</w:t>
      </w:r>
      <w:r>
        <w:rPr>
          <w:bCs/>
          <w:i/>
          <w:iCs/>
        </w:rPr>
        <w:t xml:space="preserve">m </w:t>
      </w:r>
      <w:r>
        <w:rPr>
          <w:bCs/>
        </w:rPr>
        <w:t>= 7,5 moet worden opgelost</w:t>
      </w:r>
      <w:r>
        <w:rPr>
          <w:bCs/>
        </w:rPr>
        <w:tab/>
        <w:t>1p</w:t>
      </w:r>
      <w:r>
        <w:rPr>
          <w:bCs/>
        </w:rPr>
        <w:br/>
        <w:t>oplossen geeft 0,13</w:t>
      </w:r>
      <w:r>
        <w:rPr>
          <w:bCs/>
          <w:i/>
          <w:iCs/>
        </w:rPr>
        <w:t>m</w:t>
      </w:r>
      <w:r>
        <w:rPr>
          <w:bCs/>
        </w:rPr>
        <w:t xml:space="preserve"> = 7,5 dus </w:t>
      </w:r>
      <w:r>
        <w:rPr>
          <w:bCs/>
          <w:i/>
          <w:iCs/>
        </w:rPr>
        <w:t>m</w:t>
      </w:r>
      <w:r>
        <w:rPr>
          <w:bCs/>
        </w:rPr>
        <w:t xml:space="preserve"> = 57,69…</w:t>
      </w:r>
      <w:r>
        <w:rPr>
          <w:bCs/>
        </w:rPr>
        <w:tab/>
        <w:t>2p</w:t>
      </w:r>
      <w:r>
        <w:rPr>
          <w:bCs/>
        </w:rPr>
        <w:br/>
        <w:t>dus 57 (hele) vierkante meters</w:t>
      </w:r>
      <w:r>
        <w:rPr>
          <w:bCs/>
        </w:rPr>
        <w:tab/>
        <w:t>1p</w:t>
      </w:r>
    </w:p>
    <w:p w14:paraId="29CBEEBF" w14:textId="77777777" w:rsidR="002D05C4" w:rsidRPr="000271A6" w:rsidRDefault="002D05C4" w:rsidP="002D05C4">
      <w:pPr>
        <w:pStyle w:val="uitwerkingsubvraag"/>
      </w:pPr>
    </w:p>
    <w:p w14:paraId="0F92CFAF" w14:textId="77777777" w:rsidR="002D05C4" w:rsidRPr="000271A6" w:rsidRDefault="002D05C4" w:rsidP="002D05C4">
      <w:pPr>
        <w:pStyle w:val="uitwerkingtitel"/>
      </w:pPr>
      <w:r>
        <w:tab/>
      </w:r>
      <w:r w:rsidRPr="000271A6">
        <w:t xml:space="preserve">opgave </w:t>
      </w:r>
      <w:r>
        <w:t>4</w:t>
      </w:r>
      <w:r w:rsidRPr="000271A6">
        <w:tab/>
        <w:t xml:space="preserve">totaal </w:t>
      </w:r>
      <w:r>
        <w:t>11</w:t>
      </w:r>
      <w:r w:rsidRPr="000271A6">
        <w:t>p</w:t>
      </w:r>
    </w:p>
    <w:p w14:paraId="0E362C31" w14:textId="77777777" w:rsidR="002D05C4" w:rsidRDefault="002D05C4" w:rsidP="002D05C4">
      <w:pPr>
        <w:pStyle w:val="uitwerkingsubvraag"/>
        <w:rPr>
          <w:rStyle w:val="uitwerkingKTI"/>
        </w:rPr>
      </w:pPr>
      <w:r>
        <w:rPr>
          <w:rStyle w:val="uitwerkingKTI"/>
        </w:rPr>
        <w:t>T</w:t>
      </w:r>
      <w:r w:rsidRPr="002D05C4">
        <w:tab/>
      </w:r>
      <w:r w:rsidRPr="002D05C4">
        <w:rPr>
          <w:rStyle w:val="uitwerkingletter"/>
          <w:lang w:val="nl-NL"/>
        </w:rPr>
        <w:t>a</w:t>
      </w:r>
      <w:r w:rsidRPr="002D05C4">
        <w:tab/>
      </w:r>
      <w:r>
        <w:t xml:space="preserve">de ongelijkheid </w:t>
      </w:r>
      <w:r w:rsidRPr="00FE52D1">
        <w:rPr>
          <w:position w:val="-28"/>
        </w:rPr>
        <w:object w:dxaOrig="1420" w:dyaOrig="660" w14:anchorId="788D9F06">
          <v:shape id="_x0000_i1029" type="#_x0000_t75" style="width:71.15pt;height:33.45pt" o:ole="">
            <v:imagedata r:id="rId16" o:title=""/>
          </v:shape>
          <o:OLEObject Type="Embed" ProgID="Equation.DSMT4" ShapeID="_x0000_i1029" DrawAspect="Content" ObjectID="_1659033290" r:id="rId17"/>
        </w:object>
      </w:r>
      <w:r>
        <w:t xml:space="preserve"> moet opgelost worden</w:t>
      </w:r>
      <w:r>
        <w:tab/>
        <w:t>1p</w:t>
      </w:r>
      <w:r>
        <w:br/>
        <w:t xml:space="preserve">met de optie snijpunt volgt </w:t>
      </w:r>
      <w:r w:rsidRPr="00890D7B">
        <w:rPr>
          <w:i/>
          <w:iCs/>
        </w:rPr>
        <w:t>t</w:t>
      </w:r>
      <w:r>
        <w:t xml:space="preserve"> = 2,336…</w:t>
      </w:r>
      <w:r>
        <w:tab/>
        <w:t>2p</w:t>
      </w:r>
      <w:r>
        <w:br/>
        <w:t xml:space="preserve">2,336… </w:t>
      </w:r>
      <w:r>
        <w:rPr>
          <w:rFonts w:ascii="Symbol" w:hAnsi="Symbol"/>
        </w:rPr>
        <w:t></w:t>
      </w:r>
      <w:r>
        <w:t xml:space="preserve"> 60 ≈ 140,2, dus </w:t>
      </w:r>
      <w:proofErr w:type="spellStart"/>
      <w:r>
        <w:t>Activitijd</w:t>
      </w:r>
      <w:proofErr w:type="spellEnd"/>
      <w:r>
        <w:t xml:space="preserve"> is vanaf 141 minuten goedkoper</w:t>
      </w:r>
      <w:r>
        <w:tab/>
        <w:t>2p</w:t>
      </w:r>
      <w:r w:rsidRPr="002D05C4">
        <w:rPr>
          <w:rStyle w:val="uitwerkingKTI"/>
        </w:rPr>
        <w:t xml:space="preserve"> </w:t>
      </w:r>
    </w:p>
    <w:p w14:paraId="4F4A0F71" w14:textId="77777777" w:rsidR="002D05C4" w:rsidRDefault="002D05C4" w:rsidP="002D05C4">
      <w:pPr>
        <w:pStyle w:val="uitwerkingsubvraag"/>
        <w:rPr>
          <w:rStyle w:val="uitwerkingKTI-titel"/>
        </w:rPr>
      </w:pPr>
      <w:r>
        <w:rPr>
          <w:rStyle w:val="uitwerkingKTI"/>
        </w:rPr>
        <w:t>I</w:t>
      </w:r>
      <w:r w:rsidRPr="002D05C4">
        <w:tab/>
      </w:r>
      <w:r w:rsidRPr="002D05C4">
        <w:rPr>
          <w:rStyle w:val="uitwerkingletter"/>
          <w:lang w:val="nl-NL"/>
        </w:rPr>
        <w:t>b</w:t>
      </w:r>
      <w:r w:rsidRPr="002D05C4">
        <w:tab/>
      </w:r>
      <w:r w:rsidRPr="00483535">
        <w:rPr>
          <w:bCs/>
        </w:rPr>
        <w:t>d</w:t>
      </w:r>
      <w:r>
        <w:t xml:space="preserve">e vergelijkingen </w:t>
      </w:r>
      <w:r w:rsidRPr="00FE52D1">
        <w:rPr>
          <w:position w:val="-28"/>
        </w:rPr>
        <w:object w:dxaOrig="1340" w:dyaOrig="660" w14:anchorId="6C1AA5A2">
          <v:shape id="_x0000_i1030" type="#_x0000_t75" style="width:66.85pt;height:33.45pt" o:ole="">
            <v:imagedata r:id="rId18" o:title=""/>
          </v:shape>
          <o:OLEObject Type="Embed" ProgID="Equation.DSMT4" ShapeID="_x0000_i1030" DrawAspect="Content" ObjectID="_1659033291" r:id="rId19"/>
        </w:object>
      </w:r>
      <w:r>
        <w:t xml:space="preserve"> en </w:t>
      </w:r>
      <w:r w:rsidRPr="00BF531C">
        <w:rPr>
          <w:position w:val="-6"/>
        </w:rPr>
        <w:object w:dxaOrig="859" w:dyaOrig="279" w14:anchorId="55512CD0">
          <v:shape id="_x0000_i1031" type="#_x0000_t75" style="width:42.85pt;height:14.55pt" o:ole="">
            <v:imagedata r:id="rId20" o:title=""/>
          </v:shape>
          <o:OLEObject Type="Embed" ProgID="Equation.DSMT4" ShapeID="_x0000_i1031" DrawAspect="Content" ObjectID="_1659033292" r:id="rId21"/>
        </w:object>
      </w:r>
      <w:r>
        <w:t xml:space="preserve"> moeten worden</w:t>
      </w:r>
      <w:r w:rsidRPr="00483535">
        <w:t xml:space="preserve"> </w:t>
      </w:r>
      <w:r>
        <w:t>opgelost</w:t>
      </w:r>
      <w:r>
        <w:tab/>
        <w:t>1p</w:t>
      </w:r>
      <w:r>
        <w:br/>
        <w:t xml:space="preserve">met de optie snijpunt volgt </w:t>
      </w:r>
      <w:r>
        <w:rPr>
          <w:i/>
          <w:iCs/>
        </w:rPr>
        <w:t>t</w:t>
      </w:r>
      <w:r>
        <w:t xml:space="preserve"> = 1,502… en </w:t>
      </w:r>
      <w:r w:rsidRPr="00BF531C">
        <w:rPr>
          <w:position w:val="-12"/>
        </w:rPr>
        <w:object w:dxaOrig="1660" w:dyaOrig="360" w14:anchorId="2631163C">
          <v:shape id="_x0000_i1032" type="#_x0000_t75" style="width:83.15pt;height:18pt" o:ole="">
            <v:imagedata r:id="rId22" o:title=""/>
          </v:shape>
          <o:OLEObject Type="Embed" ProgID="Equation.DSMT4" ShapeID="_x0000_i1032" DrawAspect="Content" ObjectID="_1659033293" r:id="rId23"/>
        </w:object>
      </w:r>
      <w:r>
        <w:tab/>
        <w:t>3p</w:t>
      </w:r>
      <w:r>
        <w:br/>
        <w:t xml:space="preserve">1,502... </w:t>
      </w:r>
      <w:r>
        <w:rPr>
          <w:rFonts w:ascii="Symbol" w:hAnsi="Symbol"/>
        </w:rPr>
        <w:t></w:t>
      </w:r>
      <w:r>
        <w:t xml:space="preserve"> 60 ≈ 90,1 en </w:t>
      </w:r>
      <w:r w:rsidRPr="00BF531C">
        <w:rPr>
          <w:position w:val="-12"/>
        </w:rPr>
        <w:object w:dxaOrig="1219" w:dyaOrig="360" w14:anchorId="442EBA23">
          <v:shape id="_x0000_i1033" type="#_x0000_t75" style="width:60.85pt;height:18pt" o:ole="">
            <v:imagedata r:id="rId24" o:title=""/>
          </v:shape>
          <o:OLEObject Type="Embed" ProgID="Equation.DSMT4" ShapeID="_x0000_i1033" DrawAspect="Content" ObjectID="_1659033294" r:id="rId25"/>
        </w:object>
      </w:r>
      <w:r>
        <w:t xml:space="preserve"> </w:t>
      </w:r>
      <w:r>
        <w:tab/>
        <w:t>1p</w:t>
      </w:r>
      <w:r>
        <w:br/>
        <w:t xml:space="preserve">dus </w:t>
      </w:r>
      <w:r w:rsidRPr="004351F9">
        <w:rPr>
          <w:position w:val="-12"/>
        </w:rPr>
        <w:object w:dxaOrig="1420" w:dyaOrig="360" w14:anchorId="4FA7AF59">
          <v:shape id="_x0000_i1034" type="#_x0000_t75" style="width:71.15pt;height:18pt" o:ole="">
            <v:imagedata r:id="rId26" o:title=""/>
          </v:shape>
          <o:OLEObject Type="Embed" ProgID="Equation.DSMT4" ShapeID="_x0000_i1034" DrawAspect="Content" ObjectID="_1659033295" r:id="rId27"/>
        </w:object>
      </w:r>
      <w:r>
        <w:t xml:space="preserve"> geldt van 91 tot 100 minuten</w:t>
      </w:r>
      <w:r>
        <w:tab/>
        <w:t>1p</w:t>
      </w:r>
    </w:p>
    <w:p w14:paraId="673F525E" w14:textId="77777777" w:rsidR="002D05C4" w:rsidRPr="000271A6" w:rsidRDefault="002D05C4" w:rsidP="002D05C4">
      <w:pPr>
        <w:pStyle w:val="uitwerkingtitel"/>
      </w:pPr>
      <w:r>
        <w:lastRenderedPageBreak/>
        <w:tab/>
      </w:r>
      <w:r w:rsidRPr="000271A6">
        <w:t xml:space="preserve">opgave </w:t>
      </w:r>
      <w:r>
        <w:t>5</w:t>
      </w:r>
      <w:r w:rsidRPr="000271A6">
        <w:tab/>
        <w:t xml:space="preserve">totaal </w:t>
      </w:r>
      <w:r>
        <w:t>12</w:t>
      </w:r>
      <w:r w:rsidRPr="000271A6">
        <w:t>p</w:t>
      </w:r>
    </w:p>
    <w:p w14:paraId="0347C4B5" w14:textId="77777777" w:rsidR="002D05C4" w:rsidRDefault="002D05C4" w:rsidP="002D05C4">
      <w:pPr>
        <w:pStyle w:val="uitwerkingsubvraag"/>
      </w:pPr>
      <w:r>
        <w:rPr>
          <w:rStyle w:val="uitwerkingKTI"/>
        </w:rPr>
        <w:t>T</w:t>
      </w:r>
      <w:r w:rsidRPr="002D05C4">
        <w:tab/>
      </w:r>
      <w:r w:rsidRPr="002D05C4">
        <w:rPr>
          <w:rStyle w:val="uitwerkingletter"/>
          <w:lang w:val="nl-NL"/>
        </w:rPr>
        <w:t>a</w:t>
      </w:r>
      <w:r w:rsidRPr="002D05C4">
        <w:tab/>
      </w:r>
      <w:r>
        <w:t xml:space="preserve">Sanne </w:t>
      </w:r>
      <w:r w:rsidRPr="00BF531C">
        <w:t>lee</w:t>
      </w:r>
      <w:r>
        <w:t>st in 10 dagen 80 bladzijden, dus 800 bladzijden</w:t>
      </w:r>
      <w:r w:rsidRPr="00BF531C">
        <w:tab/>
        <w:t>1p</w:t>
      </w:r>
      <w:r>
        <w:br/>
        <w:t xml:space="preserve">Rachel leest in 14 dagen 14 </w:t>
      </w:r>
      <w:r>
        <w:rPr>
          <w:rFonts w:ascii="Symbol" w:hAnsi="Symbol"/>
        </w:rPr>
        <w:t></w:t>
      </w:r>
      <w:r>
        <w:t xml:space="preserve"> 64 = 896 bladzijden</w:t>
      </w:r>
      <w:r>
        <w:tab/>
        <w:t>1p</w:t>
      </w:r>
      <w:r w:rsidRPr="00BF531C">
        <w:br/>
      </w:r>
      <w:r>
        <w:t>Rachel heeft na twee weken dus 96 bladzijden voorsprong</w:t>
      </w:r>
      <w:r w:rsidRPr="00BF531C">
        <w:tab/>
      </w:r>
      <w:r>
        <w:t>1</w:t>
      </w:r>
      <w:r w:rsidRPr="00BF531C">
        <w:t>p</w:t>
      </w:r>
    </w:p>
    <w:p w14:paraId="7351FE16" w14:textId="77777777" w:rsidR="002D05C4" w:rsidRDefault="002D05C4" w:rsidP="002D05C4">
      <w:pPr>
        <w:pStyle w:val="uitwerkingsubvraag"/>
      </w:pPr>
      <w:r>
        <w:rPr>
          <w:rStyle w:val="uitwerkingKTI"/>
        </w:rPr>
        <w:t>T</w:t>
      </w:r>
      <w:r w:rsidRPr="002D05C4">
        <w:tab/>
      </w:r>
      <w:r w:rsidRPr="002D05C4">
        <w:rPr>
          <w:rStyle w:val="uitwerkingletter"/>
          <w:lang w:val="nl-NL"/>
        </w:rPr>
        <w:t>b</w:t>
      </w:r>
      <w:r w:rsidRPr="002D05C4">
        <w:tab/>
      </w:r>
      <w:r>
        <w:t xml:space="preserve">bij Rachel hoort de formule </w:t>
      </w:r>
      <w:r>
        <w:rPr>
          <w:i/>
          <w:iCs/>
        </w:rPr>
        <w:t>A</w:t>
      </w:r>
      <w:r>
        <w:t xml:space="preserve"> = 64</w:t>
      </w:r>
      <w:r>
        <w:rPr>
          <w:i/>
          <w:iCs/>
        </w:rPr>
        <w:t>t</w:t>
      </w:r>
      <w:r>
        <w:tab/>
        <w:t>1p</w:t>
      </w:r>
      <w:r>
        <w:br/>
        <w:t>64</w:t>
      </w:r>
      <w:r>
        <w:rPr>
          <w:i/>
          <w:iCs/>
        </w:rPr>
        <w:t>t</w:t>
      </w:r>
      <w:r>
        <w:t xml:space="preserve"> = 400 oplossen geeft </w:t>
      </w:r>
      <w:r>
        <w:rPr>
          <w:i/>
          <w:iCs/>
        </w:rPr>
        <w:t>t</w:t>
      </w:r>
      <w:r>
        <w:t xml:space="preserve"> = 6,25</w:t>
      </w:r>
      <w:r>
        <w:tab/>
        <w:t>1p</w:t>
      </w:r>
      <w:r>
        <w:br/>
      </w:r>
      <w:r w:rsidRPr="00031186">
        <w:rPr>
          <w:position w:val="-10"/>
        </w:rPr>
        <w:object w:dxaOrig="2000" w:dyaOrig="320" w14:anchorId="6EFED2FA">
          <v:shape id="_x0000_i1035" type="#_x0000_t75" style="width:99.45pt;height:15.45pt" o:ole="">
            <v:imagedata r:id="rId28" o:title=""/>
          </v:shape>
          <o:OLEObject Type="Embed" ProgID="Equation.DSMT4" ShapeID="_x0000_i1035" DrawAspect="Content" ObjectID="_1659033296" r:id="rId29"/>
        </w:object>
      </w:r>
      <w:r>
        <w:t xml:space="preserve"> oplossen geeft </w:t>
      </w:r>
      <w:r>
        <w:rPr>
          <w:i/>
          <w:iCs/>
        </w:rPr>
        <w:t>t</w:t>
      </w:r>
      <w:r>
        <w:t xml:space="preserve"> = 10</w:t>
      </w:r>
      <w:r>
        <w:tab/>
        <w:t>1p</w:t>
      </w:r>
      <w:r>
        <w:br/>
        <w:t>64</w:t>
      </w:r>
      <w:r>
        <w:rPr>
          <w:i/>
          <w:iCs/>
        </w:rPr>
        <w:t>t</w:t>
      </w:r>
      <w:r>
        <w:t xml:space="preserve"> = 800 oplossen geeft </w:t>
      </w:r>
      <w:r>
        <w:rPr>
          <w:i/>
          <w:iCs/>
        </w:rPr>
        <w:t>t</w:t>
      </w:r>
      <w:r>
        <w:t xml:space="preserve"> = 12,5</w:t>
      </w:r>
      <w:r>
        <w:tab/>
        <w:t>1p</w:t>
      </w:r>
      <w:r>
        <w:br/>
        <w:t>dus 6 + 2 = 8 dagen</w:t>
      </w:r>
      <w:r>
        <w:tab/>
        <w:t>1p</w:t>
      </w:r>
    </w:p>
    <w:p w14:paraId="2B8D83E3" w14:textId="77777777" w:rsidR="002D05C4" w:rsidRPr="002D05C4" w:rsidRDefault="002D05C4" w:rsidP="002D05C4">
      <w:pPr>
        <w:pStyle w:val="uitwerkingsubvraag"/>
        <w:rPr>
          <w:lang w:val="en-GB"/>
        </w:rPr>
      </w:pPr>
      <w:r>
        <w:rPr>
          <w:rStyle w:val="uitwerkingKTI"/>
          <w:lang w:val="en-GB"/>
        </w:rPr>
        <w:t>T</w:t>
      </w:r>
      <w:r w:rsidRPr="002D05C4">
        <w:rPr>
          <w:lang w:val="en-GB"/>
        </w:rPr>
        <w:tab/>
      </w:r>
      <w:r w:rsidRPr="002D05C4">
        <w:rPr>
          <w:rStyle w:val="uitwerkingletter"/>
          <w:lang w:val="en-GB"/>
        </w:rPr>
        <w:t>c</w:t>
      </w:r>
      <w:r w:rsidRPr="002D05C4">
        <w:rPr>
          <w:lang w:val="en-GB"/>
        </w:rPr>
        <w:tab/>
      </w:r>
      <w:r w:rsidRPr="00483535">
        <w:rPr>
          <w:i/>
          <w:iCs/>
          <w:lang w:val="en-GB"/>
        </w:rPr>
        <w:t>A</w:t>
      </w:r>
      <w:r w:rsidRPr="00483535">
        <w:rPr>
          <w:lang w:val="en-GB"/>
        </w:rPr>
        <w:t xml:space="preserve"> = 56</w:t>
      </w:r>
      <w:r w:rsidRPr="00483535">
        <w:rPr>
          <w:i/>
          <w:iCs/>
          <w:lang w:val="en-GB"/>
        </w:rPr>
        <w:t>t</w:t>
      </w:r>
      <w:r w:rsidRPr="00483535">
        <w:rPr>
          <w:lang w:val="en-GB"/>
        </w:rPr>
        <w:t xml:space="preserve"> + </w:t>
      </w:r>
      <w:r w:rsidRPr="00483535">
        <w:rPr>
          <w:i/>
          <w:iCs/>
          <w:lang w:val="en-GB"/>
        </w:rPr>
        <w:t xml:space="preserve">b </w:t>
      </w:r>
      <w:r w:rsidRPr="00483535">
        <w:rPr>
          <w:lang w:val="en-GB"/>
        </w:rPr>
        <w:t>door (14, 800)</w:t>
      </w:r>
      <w:r w:rsidRPr="00483535">
        <w:rPr>
          <w:lang w:val="en-GB"/>
        </w:rPr>
        <w:tab/>
        <w:t>2p</w:t>
      </w:r>
      <w:r w:rsidRPr="00483535">
        <w:rPr>
          <w:lang w:val="en-GB"/>
        </w:rPr>
        <w:br/>
        <w:t xml:space="preserve">56 </w:t>
      </w:r>
      <w:r>
        <w:rPr>
          <w:rFonts w:ascii="Symbol" w:hAnsi="Symbol"/>
        </w:rPr>
        <w:t></w:t>
      </w:r>
      <w:r w:rsidRPr="00483535">
        <w:rPr>
          <w:lang w:val="en-GB"/>
        </w:rPr>
        <w:t xml:space="preserve"> 14 + </w:t>
      </w:r>
      <w:r w:rsidRPr="00483535">
        <w:rPr>
          <w:i/>
          <w:iCs/>
          <w:lang w:val="en-GB"/>
        </w:rPr>
        <w:t>b</w:t>
      </w:r>
      <w:r>
        <w:rPr>
          <w:i/>
          <w:iCs/>
          <w:lang w:val="en-GB"/>
        </w:rPr>
        <w:t xml:space="preserve"> </w:t>
      </w:r>
      <w:r>
        <w:rPr>
          <w:lang w:val="en-GB"/>
        </w:rPr>
        <w:t>= 800</w:t>
      </w:r>
      <w:r w:rsidRPr="00483535">
        <w:rPr>
          <w:lang w:val="en-GB"/>
        </w:rPr>
        <w:t xml:space="preserve"> geeft </w:t>
      </w:r>
      <w:r w:rsidRPr="00483535">
        <w:rPr>
          <w:i/>
          <w:iCs/>
          <w:lang w:val="en-GB"/>
        </w:rPr>
        <w:t>b</w:t>
      </w:r>
      <w:r w:rsidRPr="00483535">
        <w:rPr>
          <w:lang w:val="en-GB"/>
        </w:rPr>
        <w:t xml:space="preserve"> = 14</w:t>
      </w:r>
      <w:r w:rsidRPr="00483535">
        <w:rPr>
          <w:lang w:val="en-GB"/>
        </w:rPr>
        <w:tab/>
        <w:t>1p</w:t>
      </w:r>
      <w:r w:rsidRPr="00483535">
        <w:rPr>
          <w:lang w:val="en-GB"/>
        </w:rPr>
        <w:br/>
      </w:r>
      <w:r w:rsidRPr="00483535">
        <w:rPr>
          <w:i/>
          <w:iCs/>
          <w:lang w:val="en-GB"/>
        </w:rPr>
        <w:t>A</w:t>
      </w:r>
      <w:r w:rsidRPr="00483535">
        <w:rPr>
          <w:lang w:val="en-GB"/>
        </w:rPr>
        <w:t xml:space="preserve"> = 56</w:t>
      </w:r>
      <w:r w:rsidRPr="00483535">
        <w:rPr>
          <w:i/>
          <w:iCs/>
          <w:lang w:val="en-GB"/>
        </w:rPr>
        <w:t>t</w:t>
      </w:r>
      <w:r w:rsidRPr="00483535">
        <w:rPr>
          <w:lang w:val="en-GB"/>
        </w:rPr>
        <w:t xml:space="preserve"> + 14</w:t>
      </w:r>
      <w:r w:rsidRPr="00483535">
        <w:rPr>
          <w:lang w:val="en-GB"/>
        </w:rPr>
        <w:tab/>
        <w:t>1p</w:t>
      </w:r>
    </w:p>
    <w:p w14:paraId="6F09699D" w14:textId="77777777" w:rsidR="002D05C4" w:rsidRPr="002D05C4" w:rsidRDefault="002D05C4" w:rsidP="002D05C4">
      <w:pPr>
        <w:rPr>
          <w:lang w:val="en-GB"/>
        </w:rPr>
      </w:pPr>
    </w:p>
    <w:p w14:paraId="5725972E" w14:textId="77777777" w:rsidR="009B4420" w:rsidRPr="000271A6" w:rsidRDefault="002D05C4" w:rsidP="000C5986">
      <w:pPr>
        <w:pStyle w:val="uitwerkingtitel"/>
      </w:pPr>
      <w:r>
        <w:rPr>
          <w:rStyle w:val="uitwerkingKTI-titel"/>
        </w:rPr>
        <w:t>I</w:t>
      </w:r>
      <w:r w:rsidR="009B4420" w:rsidRPr="000271A6">
        <w:tab/>
        <w:t xml:space="preserve">opgave </w:t>
      </w:r>
      <w:r>
        <w:t>6</w:t>
      </w:r>
      <w:r w:rsidR="009B4420" w:rsidRPr="000271A6">
        <w:tab/>
        <w:t xml:space="preserve">totaal </w:t>
      </w:r>
      <w:r>
        <w:t>6</w:t>
      </w:r>
      <w:r w:rsidR="009B4420" w:rsidRPr="000271A6">
        <w:t>p</w:t>
      </w:r>
    </w:p>
    <w:p w14:paraId="5825B652" w14:textId="77777777" w:rsidR="002D05C4" w:rsidRDefault="002D05C4" w:rsidP="002D05C4">
      <w:pPr>
        <w:tabs>
          <w:tab w:val="left" w:pos="284"/>
          <w:tab w:val="right" w:pos="9072"/>
        </w:tabs>
        <w:ind w:left="284" w:right="-393" w:hanging="284"/>
      </w:pPr>
      <w:bookmarkStart w:id="1" w:name="_Hlk35337798"/>
      <w:r>
        <w:rPr>
          <w:i/>
          <w:iCs/>
        </w:rPr>
        <w:t>x</w:t>
      </w:r>
      <w:r>
        <w:t xml:space="preserve"> is de prijs van een appel en </w:t>
      </w:r>
      <w:r>
        <w:rPr>
          <w:i/>
          <w:iCs/>
        </w:rPr>
        <w:t>y</w:t>
      </w:r>
      <w:r>
        <w:t xml:space="preserve"> de prijs van een mandarijn:</w:t>
      </w:r>
    </w:p>
    <w:p w14:paraId="39D0563C" w14:textId="77777777" w:rsidR="002D05C4" w:rsidRPr="00483535" w:rsidRDefault="002D05C4" w:rsidP="002D05C4">
      <w:pPr>
        <w:tabs>
          <w:tab w:val="left" w:pos="284"/>
          <w:tab w:val="right" w:pos="9072"/>
        </w:tabs>
        <w:ind w:left="284" w:right="-393" w:hanging="284"/>
        <w:rPr>
          <w:lang w:val="en-GB"/>
        </w:rPr>
      </w:pPr>
      <w:r w:rsidRPr="00483535">
        <w:rPr>
          <w:lang w:val="en-GB"/>
        </w:rPr>
        <w:t>2</w:t>
      </w:r>
      <w:r w:rsidRPr="00483535">
        <w:rPr>
          <w:i/>
          <w:iCs/>
          <w:lang w:val="en-GB"/>
        </w:rPr>
        <w:t>x</w:t>
      </w:r>
      <w:r w:rsidRPr="00483535">
        <w:rPr>
          <w:lang w:val="en-GB"/>
        </w:rPr>
        <w:t xml:space="preserve"> + 4</w:t>
      </w:r>
      <w:r w:rsidRPr="00483535">
        <w:rPr>
          <w:i/>
          <w:iCs/>
          <w:lang w:val="en-GB"/>
        </w:rPr>
        <w:t>y</w:t>
      </w:r>
      <w:r w:rsidRPr="00483535">
        <w:rPr>
          <w:lang w:val="en-GB"/>
        </w:rPr>
        <w:t xml:space="preserve"> = 1,20 </w:t>
      </w:r>
      <w:proofErr w:type="spellStart"/>
      <w:r w:rsidRPr="00483535">
        <w:rPr>
          <w:lang w:val="en-GB"/>
        </w:rPr>
        <w:t>oftewel</w:t>
      </w:r>
      <w:proofErr w:type="spellEnd"/>
      <w:r w:rsidRPr="00483535">
        <w:rPr>
          <w:lang w:val="en-GB"/>
        </w:rPr>
        <w:t xml:space="preserve"> </w:t>
      </w:r>
      <w:r w:rsidRPr="00483535">
        <w:rPr>
          <w:i/>
          <w:iCs/>
          <w:lang w:val="en-GB"/>
        </w:rPr>
        <w:t>y</w:t>
      </w:r>
      <w:r w:rsidRPr="00483535">
        <w:rPr>
          <w:lang w:val="en-GB"/>
        </w:rPr>
        <w:t xml:space="preserve"> = –0,5</w:t>
      </w:r>
      <w:r w:rsidRPr="00483535">
        <w:rPr>
          <w:i/>
          <w:iCs/>
          <w:lang w:val="en-GB"/>
        </w:rPr>
        <w:t>x</w:t>
      </w:r>
      <w:r w:rsidRPr="00483535">
        <w:rPr>
          <w:lang w:val="en-GB"/>
        </w:rPr>
        <w:t xml:space="preserve"> + 0,30</w:t>
      </w:r>
      <w:r w:rsidRPr="00483535">
        <w:rPr>
          <w:lang w:val="en-GB"/>
        </w:rPr>
        <w:tab/>
        <w:t>2p</w:t>
      </w:r>
    </w:p>
    <w:p w14:paraId="08890B99" w14:textId="77777777" w:rsidR="002D05C4" w:rsidRPr="00483535" w:rsidRDefault="002D05C4" w:rsidP="002D05C4">
      <w:pPr>
        <w:tabs>
          <w:tab w:val="left" w:pos="284"/>
          <w:tab w:val="right" w:pos="9072"/>
        </w:tabs>
        <w:ind w:left="284" w:right="-393" w:hanging="284"/>
        <w:rPr>
          <w:lang w:val="en-GB"/>
        </w:rPr>
      </w:pPr>
      <w:r w:rsidRPr="00483535">
        <w:rPr>
          <w:i/>
          <w:iCs/>
          <w:lang w:val="en-GB"/>
        </w:rPr>
        <w:t>x</w:t>
      </w:r>
      <w:r w:rsidRPr="00483535">
        <w:rPr>
          <w:lang w:val="en-GB"/>
        </w:rPr>
        <w:t xml:space="preserve"> + 5</w:t>
      </w:r>
      <w:r w:rsidRPr="00483535">
        <w:rPr>
          <w:i/>
          <w:iCs/>
          <w:lang w:val="en-GB"/>
        </w:rPr>
        <w:t>y</w:t>
      </w:r>
      <w:r w:rsidRPr="00483535">
        <w:rPr>
          <w:lang w:val="en-GB"/>
        </w:rPr>
        <w:t xml:space="preserve"> = 1,11 </w:t>
      </w:r>
      <w:proofErr w:type="spellStart"/>
      <w:r w:rsidRPr="00483535">
        <w:rPr>
          <w:lang w:val="en-GB"/>
        </w:rPr>
        <w:t>oftewel</w:t>
      </w:r>
      <w:proofErr w:type="spellEnd"/>
      <w:r w:rsidRPr="00483535">
        <w:rPr>
          <w:lang w:val="en-GB"/>
        </w:rPr>
        <w:t xml:space="preserve"> </w:t>
      </w:r>
      <w:r w:rsidRPr="00483535">
        <w:rPr>
          <w:i/>
          <w:iCs/>
          <w:lang w:val="en-GB"/>
        </w:rPr>
        <w:t>y</w:t>
      </w:r>
      <w:r w:rsidRPr="00483535">
        <w:rPr>
          <w:lang w:val="en-GB"/>
        </w:rPr>
        <w:t xml:space="preserve"> = –0,2</w:t>
      </w:r>
      <w:r w:rsidRPr="00483535">
        <w:rPr>
          <w:i/>
          <w:iCs/>
          <w:lang w:val="en-GB"/>
        </w:rPr>
        <w:t>x</w:t>
      </w:r>
      <w:r w:rsidRPr="00483535">
        <w:rPr>
          <w:lang w:val="en-GB"/>
        </w:rPr>
        <w:t xml:space="preserve"> + 0,222</w:t>
      </w:r>
      <w:r w:rsidRPr="00483535">
        <w:rPr>
          <w:lang w:val="en-GB"/>
        </w:rPr>
        <w:tab/>
        <w:t>2p</w:t>
      </w:r>
    </w:p>
    <w:p w14:paraId="0C8EB138" w14:textId="77777777" w:rsidR="002D05C4" w:rsidRDefault="002D05C4" w:rsidP="002D05C4">
      <w:pPr>
        <w:tabs>
          <w:tab w:val="left" w:pos="284"/>
          <w:tab w:val="right" w:pos="9072"/>
        </w:tabs>
        <w:ind w:left="284" w:right="-393" w:hanging="284"/>
      </w:pPr>
      <w:r>
        <w:t xml:space="preserve">invoeren van </w:t>
      </w:r>
      <w:r w:rsidRPr="006A6B16">
        <w:rPr>
          <w:i/>
          <w:iCs/>
        </w:rPr>
        <w:t>y</w:t>
      </w:r>
      <w:r>
        <w:rPr>
          <w:vertAlign w:val="subscript"/>
        </w:rPr>
        <w:t>1</w:t>
      </w:r>
      <w:r>
        <w:t xml:space="preserve"> = –0,2</w:t>
      </w:r>
      <w:r>
        <w:rPr>
          <w:i/>
          <w:iCs/>
        </w:rPr>
        <w:t>x</w:t>
      </w:r>
      <w:r>
        <w:t xml:space="preserve"> + 0,222 en </w:t>
      </w:r>
      <w:r w:rsidRPr="006A6B16">
        <w:rPr>
          <w:i/>
          <w:iCs/>
        </w:rPr>
        <w:t>y</w:t>
      </w:r>
      <w:r>
        <w:rPr>
          <w:vertAlign w:val="subscript"/>
        </w:rPr>
        <w:t>2</w:t>
      </w:r>
      <w:r>
        <w:t xml:space="preserve"> = –0,5</w:t>
      </w:r>
      <w:r>
        <w:rPr>
          <w:i/>
          <w:iCs/>
        </w:rPr>
        <w:t>x</w:t>
      </w:r>
      <w:r>
        <w:t xml:space="preserve"> + 0,30</w:t>
      </w:r>
      <w:r>
        <w:tab/>
        <w:t>1p</w:t>
      </w:r>
    </w:p>
    <w:p w14:paraId="5929049D" w14:textId="622E19D3" w:rsidR="009B4420" w:rsidRPr="000271A6" w:rsidRDefault="002D05C4" w:rsidP="00D72E72">
      <w:pPr>
        <w:tabs>
          <w:tab w:val="left" w:pos="284"/>
          <w:tab w:val="right" w:pos="9072"/>
        </w:tabs>
        <w:ind w:left="284" w:right="-393" w:hanging="284"/>
      </w:pPr>
      <w:r>
        <w:t xml:space="preserve">de optie snijpunt geeft </w:t>
      </w:r>
      <w:r>
        <w:rPr>
          <w:i/>
          <w:iCs/>
        </w:rPr>
        <w:t>x</w:t>
      </w:r>
      <w:r>
        <w:t xml:space="preserve"> = 0,26 dus een appel kost 26 eurocent</w:t>
      </w:r>
      <w:r>
        <w:tab/>
        <w:t>1p</w:t>
      </w:r>
      <w:bookmarkEnd w:id="1"/>
    </w:p>
    <w:sectPr w:rsidR="009B4420" w:rsidRPr="000271A6" w:rsidSect="00CA4538">
      <w:headerReference w:type="even" r:id="rId30"/>
      <w:headerReference w:type="default" r:id="rId31"/>
      <w:footerReference w:type="even" r:id="rId32"/>
      <w:footerReference w:type="default" r:id="rId33"/>
      <w:type w:val="continuous"/>
      <w:pgSz w:w="11906" w:h="16838"/>
      <w:pgMar w:top="1276" w:right="1134" w:bottom="1134" w:left="1418" w:header="567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B949F" w14:textId="77777777" w:rsidR="00FC7D12" w:rsidRDefault="00FC7D12">
      <w:r>
        <w:separator/>
      </w:r>
    </w:p>
    <w:p w14:paraId="02C17FEB" w14:textId="77777777" w:rsidR="00FC7D12" w:rsidRDefault="00FC7D12"/>
    <w:p w14:paraId="5454F9EA" w14:textId="77777777" w:rsidR="00FC7D12" w:rsidRDefault="00FC7D12"/>
    <w:p w14:paraId="5B0471E8" w14:textId="77777777" w:rsidR="00FC7D12" w:rsidRDefault="00FC7D12"/>
    <w:p w14:paraId="5492B157" w14:textId="77777777" w:rsidR="00FC7D12" w:rsidRDefault="00FC7D12"/>
    <w:p w14:paraId="1AAA2B34" w14:textId="77777777" w:rsidR="00FC7D12" w:rsidRDefault="00FC7D12"/>
    <w:p w14:paraId="0D482024" w14:textId="77777777" w:rsidR="00FC7D12" w:rsidRDefault="00FC7D12"/>
  </w:endnote>
  <w:endnote w:type="continuationSeparator" w:id="0">
    <w:p w14:paraId="30714FA2" w14:textId="77777777" w:rsidR="00FC7D12" w:rsidRDefault="00FC7D12">
      <w:r>
        <w:continuationSeparator/>
      </w:r>
    </w:p>
    <w:p w14:paraId="0608D5F1" w14:textId="77777777" w:rsidR="00FC7D12" w:rsidRDefault="00FC7D12"/>
    <w:p w14:paraId="1C043B18" w14:textId="77777777" w:rsidR="00FC7D12" w:rsidRDefault="00FC7D12"/>
    <w:p w14:paraId="695BD890" w14:textId="77777777" w:rsidR="00FC7D12" w:rsidRDefault="00FC7D12"/>
    <w:p w14:paraId="03900C25" w14:textId="77777777" w:rsidR="00FC7D12" w:rsidRDefault="00FC7D12"/>
    <w:p w14:paraId="482E9645" w14:textId="77777777" w:rsidR="00FC7D12" w:rsidRDefault="00FC7D12"/>
    <w:p w14:paraId="3E47C310" w14:textId="77777777" w:rsidR="00FC7D12" w:rsidRDefault="00FC7D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27D5C" w14:textId="77777777" w:rsidR="004C7E56" w:rsidRDefault="004C7E56" w:rsidP="00CA4538">
    <w:pPr>
      <w:pStyle w:val="Voettekst"/>
    </w:pPr>
  </w:p>
  <w:p w14:paraId="75800C2F" w14:textId="77777777" w:rsidR="00BC28CD" w:rsidRDefault="00BC28CD"/>
  <w:p w14:paraId="4C605824" w14:textId="77777777" w:rsidR="00BC28CD" w:rsidRDefault="00BC28CD"/>
  <w:p w14:paraId="27223AAA" w14:textId="77777777" w:rsidR="00BC28CD" w:rsidRDefault="00BC28CD"/>
  <w:p w14:paraId="67316093" w14:textId="77777777" w:rsidR="00BC28CD" w:rsidRDefault="00BC28CD"/>
  <w:p w14:paraId="6C52D8EB" w14:textId="77777777" w:rsidR="00BC28CD" w:rsidRDefault="00BC28CD"/>
  <w:p w14:paraId="41589054" w14:textId="77777777" w:rsidR="00FD3603" w:rsidRDefault="00FD36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631A0" w14:textId="77777777" w:rsidR="00BC28CD" w:rsidRDefault="0066414C" w:rsidP="00203D0C">
    <w:pPr>
      <w:pStyle w:val="Voettekst"/>
      <w:tabs>
        <w:tab w:val="clear" w:pos="2268"/>
        <w:tab w:val="left" w:pos="2835"/>
      </w:tabs>
    </w:pPr>
    <w:r w:rsidRPr="002D6A0C">
      <w:rPr>
        <w:rStyle w:val="VoettekstChar"/>
        <w:caps/>
      </w:rPr>
      <w:t>© noordhoff</w:t>
    </w:r>
    <w:r w:rsidR="00203D0C">
      <w:rPr>
        <w:rStyle w:val="VoettekstChar"/>
        <w:caps/>
      </w:rPr>
      <w:t xml:space="preserve"> uitgevers bv</w:t>
    </w:r>
    <w:r w:rsidRPr="002D6A0C">
      <w:rPr>
        <w:rStyle w:val="VoettekstChar"/>
        <w:caps/>
      </w:rPr>
      <w:t xml:space="preserve"> 2020</w:t>
    </w:r>
    <w:r w:rsidR="00CA4538">
      <w:rPr>
        <w:rStyle w:val="VoettekstChar"/>
        <w:caps/>
      </w:rPr>
      <w:tab/>
    </w:r>
    <w:r w:rsidR="002D05C4">
      <w:rPr>
        <w:rStyle w:val="VoettekstChar"/>
        <w:caps/>
      </w:rPr>
      <w:t>Scorevoorstel oefen</w:t>
    </w:r>
    <w:r w:rsidRPr="002D6A0C">
      <w:rPr>
        <w:rStyle w:val="VoettekstChar"/>
        <w:caps/>
      </w:rPr>
      <w:t xml:space="preserve">Toets </w:t>
    </w:r>
    <w:r w:rsidR="002D05C4">
      <w:rPr>
        <w:rStyle w:val="VoettekstChar"/>
        <w:caps/>
      </w:rPr>
      <w:t>havo A deel 1 hoofdstuk 3</w:t>
    </w:r>
    <w:r w:rsidR="00CA4538">
      <w:tab/>
    </w:r>
    <w:r w:rsidRPr="002D6A0C">
      <w:rPr>
        <w:rStyle w:val="VoettekstChar"/>
        <w:caps/>
      </w:rPr>
      <w:fldChar w:fldCharType="begin"/>
    </w:r>
    <w:r w:rsidRPr="002D6A0C">
      <w:rPr>
        <w:rStyle w:val="VoettekstChar"/>
        <w:caps/>
      </w:rPr>
      <w:instrText xml:space="preserve"> PAGE </w:instrText>
    </w:r>
    <w:r w:rsidRPr="002D6A0C">
      <w:rPr>
        <w:rStyle w:val="VoettekstChar"/>
        <w:caps/>
      </w:rPr>
      <w:fldChar w:fldCharType="separate"/>
    </w:r>
    <w:r w:rsidRPr="002D6A0C">
      <w:rPr>
        <w:rStyle w:val="VoettekstChar"/>
        <w:caps/>
      </w:rPr>
      <w:t>14</w:t>
    </w:r>
    <w:r w:rsidRPr="002D6A0C">
      <w:rPr>
        <w:rStyle w:val="VoettekstChar"/>
        <w:caps/>
      </w:rPr>
      <w:fldChar w:fldCharType="end"/>
    </w:r>
  </w:p>
  <w:p w14:paraId="7D7AB0D8" w14:textId="77777777" w:rsidR="00FD3603" w:rsidRDefault="00FD36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1F7D9" w14:textId="77777777" w:rsidR="00FC7D12" w:rsidRDefault="00FC7D12">
      <w:r>
        <w:separator/>
      </w:r>
    </w:p>
    <w:p w14:paraId="562E3CBD" w14:textId="77777777" w:rsidR="00FC7D12" w:rsidRDefault="00FC7D12"/>
    <w:p w14:paraId="46DCF0B5" w14:textId="77777777" w:rsidR="00FC7D12" w:rsidRDefault="00FC7D12"/>
    <w:p w14:paraId="250B25A0" w14:textId="77777777" w:rsidR="00FC7D12" w:rsidRDefault="00FC7D12"/>
    <w:p w14:paraId="37AF24BF" w14:textId="77777777" w:rsidR="00FC7D12" w:rsidRDefault="00FC7D12"/>
    <w:p w14:paraId="55218103" w14:textId="77777777" w:rsidR="00FC7D12" w:rsidRDefault="00FC7D12"/>
    <w:p w14:paraId="015F30D4" w14:textId="77777777" w:rsidR="00FC7D12" w:rsidRDefault="00FC7D12"/>
  </w:footnote>
  <w:footnote w:type="continuationSeparator" w:id="0">
    <w:p w14:paraId="3B613CAF" w14:textId="77777777" w:rsidR="00FC7D12" w:rsidRDefault="00FC7D12">
      <w:r>
        <w:continuationSeparator/>
      </w:r>
    </w:p>
    <w:p w14:paraId="1C61DB5F" w14:textId="77777777" w:rsidR="00FC7D12" w:rsidRDefault="00FC7D12"/>
    <w:p w14:paraId="71297E29" w14:textId="77777777" w:rsidR="00FC7D12" w:rsidRDefault="00FC7D12"/>
    <w:p w14:paraId="5FD9E301" w14:textId="77777777" w:rsidR="00FC7D12" w:rsidRDefault="00FC7D12"/>
    <w:p w14:paraId="44E67DCC" w14:textId="77777777" w:rsidR="00FC7D12" w:rsidRDefault="00FC7D12"/>
    <w:p w14:paraId="5974CC2E" w14:textId="77777777" w:rsidR="00FC7D12" w:rsidRDefault="00FC7D12"/>
    <w:p w14:paraId="70C9EF14" w14:textId="77777777" w:rsidR="00FC7D12" w:rsidRDefault="00FC7D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2109A" w14:textId="77777777" w:rsidR="004C7E56" w:rsidRDefault="004C7E56"/>
  <w:p w14:paraId="76C3CD71" w14:textId="77777777" w:rsidR="00BC28CD" w:rsidRDefault="00BC28CD"/>
  <w:p w14:paraId="50AD5EA9" w14:textId="77777777" w:rsidR="00BC28CD" w:rsidRDefault="00BC28CD"/>
  <w:p w14:paraId="261567EA" w14:textId="77777777" w:rsidR="00BC28CD" w:rsidRDefault="00BC28CD"/>
  <w:p w14:paraId="1E4052C7" w14:textId="77777777" w:rsidR="00BC28CD" w:rsidRDefault="00BC28CD"/>
  <w:p w14:paraId="24B45CCF" w14:textId="77777777" w:rsidR="00BC28CD" w:rsidRDefault="00BC28CD"/>
  <w:p w14:paraId="365933BD" w14:textId="77777777" w:rsidR="00FD3603" w:rsidRDefault="00FD360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235BB" w14:textId="77777777" w:rsidR="0066414C" w:rsidRPr="00D177B4" w:rsidRDefault="001269A9" w:rsidP="003F6BDB">
    <w:pPr>
      <w:pBdr>
        <w:bottom w:val="single" w:sz="4" w:space="4" w:color="auto"/>
      </w:pBdr>
      <w:tabs>
        <w:tab w:val="left" w:pos="4116"/>
      </w:tabs>
      <w:spacing w:line="250" w:lineRule="exact"/>
      <w:rPr>
        <w:rFonts w:cs="Arial"/>
        <w:sz w:val="21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2208328" wp14:editId="0454475D">
          <wp:simplePos x="0" y="0"/>
          <wp:positionH relativeFrom="column">
            <wp:posOffset>5287010</wp:posOffset>
          </wp:positionH>
          <wp:positionV relativeFrom="paragraph">
            <wp:posOffset>-264160</wp:posOffset>
          </wp:positionV>
          <wp:extent cx="800100" cy="580390"/>
          <wp:effectExtent l="0" t="0" r="0" b="0"/>
          <wp:wrapSquare wrapText="bothSides"/>
          <wp:docPr id="1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1413BB" w14:textId="77777777" w:rsidR="00FD3603" w:rsidRDefault="00FD36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20E38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2CF1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9CE3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09230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C5CC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01AB5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48AB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B4D0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908E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46E0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67F46"/>
    <w:multiLevelType w:val="hybridMultilevel"/>
    <w:tmpl w:val="DA0ECAE0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86CCC"/>
    <w:multiLevelType w:val="hybridMultilevel"/>
    <w:tmpl w:val="5D7A9592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A4A444E"/>
    <w:multiLevelType w:val="hybridMultilevel"/>
    <w:tmpl w:val="729C40D8"/>
    <w:lvl w:ilvl="0" w:tplc="9D52E9E4">
      <w:start w:val="3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35392C"/>
    <w:multiLevelType w:val="hybridMultilevel"/>
    <w:tmpl w:val="099C2386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A42E66"/>
    <w:multiLevelType w:val="hybridMultilevel"/>
    <w:tmpl w:val="96023CFA"/>
    <w:lvl w:ilvl="0" w:tplc="B74A49F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00282"/>
    <w:multiLevelType w:val="hybridMultilevel"/>
    <w:tmpl w:val="8004B368"/>
    <w:lvl w:ilvl="0" w:tplc="A5A89A6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9958B8"/>
    <w:multiLevelType w:val="hybridMultilevel"/>
    <w:tmpl w:val="C9983EE4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F0B180A"/>
    <w:multiLevelType w:val="hybridMultilevel"/>
    <w:tmpl w:val="B16CEE86"/>
    <w:lvl w:ilvl="0" w:tplc="DEC27BF4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10"/>
  </w:num>
  <w:num w:numId="5">
    <w:abstractNumId w:val="13"/>
  </w:num>
  <w:num w:numId="6">
    <w:abstractNumId w:val="17"/>
  </w:num>
  <w:num w:numId="7">
    <w:abstractNumId w:val="16"/>
  </w:num>
  <w:num w:numId="8">
    <w:abstractNumId w:val="11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attachedTemplate r:id="rId1"/>
  <w:linkStyles/>
  <w:stylePaneFormatFilter w:val="9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stylePaneSortMethod w:val="0000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1418"/>
  <w:noPunctuationKerning/>
  <w:characterSpacingControl w:val="doNotCompress"/>
  <w:hdrShapeDefaults>
    <o:shapedefaults v:ext="edit" spidmax="2049" fill="f" fillcolor="white" strokecolor="none [3213]">
      <v:fill color="white" on="f"/>
      <v:stroke 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A7"/>
    <w:rsid w:val="00000750"/>
    <w:rsid w:val="0000122E"/>
    <w:rsid w:val="00001BA9"/>
    <w:rsid w:val="000043D4"/>
    <w:rsid w:val="00004B9F"/>
    <w:rsid w:val="00005969"/>
    <w:rsid w:val="00005BF7"/>
    <w:rsid w:val="00006969"/>
    <w:rsid w:val="00007B59"/>
    <w:rsid w:val="00007FC5"/>
    <w:rsid w:val="00010299"/>
    <w:rsid w:val="00010946"/>
    <w:rsid w:val="00010AE3"/>
    <w:rsid w:val="00014DEB"/>
    <w:rsid w:val="00014EA4"/>
    <w:rsid w:val="000158B8"/>
    <w:rsid w:val="0001609C"/>
    <w:rsid w:val="00016DDB"/>
    <w:rsid w:val="00017D8E"/>
    <w:rsid w:val="000205A0"/>
    <w:rsid w:val="00022B95"/>
    <w:rsid w:val="00022FEC"/>
    <w:rsid w:val="000239A7"/>
    <w:rsid w:val="000240EA"/>
    <w:rsid w:val="00024203"/>
    <w:rsid w:val="00024421"/>
    <w:rsid w:val="0002502C"/>
    <w:rsid w:val="00025434"/>
    <w:rsid w:val="00026529"/>
    <w:rsid w:val="00027175"/>
    <w:rsid w:val="000271A6"/>
    <w:rsid w:val="0002746A"/>
    <w:rsid w:val="00027AA8"/>
    <w:rsid w:val="00030BE5"/>
    <w:rsid w:val="00032C6B"/>
    <w:rsid w:val="0003304B"/>
    <w:rsid w:val="00034896"/>
    <w:rsid w:val="000348CC"/>
    <w:rsid w:val="000349E4"/>
    <w:rsid w:val="000364AA"/>
    <w:rsid w:val="00036EFB"/>
    <w:rsid w:val="00037527"/>
    <w:rsid w:val="000418D6"/>
    <w:rsid w:val="00042C24"/>
    <w:rsid w:val="00043817"/>
    <w:rsid w:val="00043D04"/>
    <w:rsid w:val="0004613E"/>
    <w:rsid w:val="0004661A"/>
    <w:rsid w:val="000500B8"/>
    <w:rsid w:val="00052918"/>
    <w:rsid w:val="00054372"/>
    <w:rsid w:val="0005623A"/>
    <w:rsid w:val="000572B3"/>
    <w:rsid w:val="000572EC"/>
    <w:rsid w:val="000632D5"/>
    <w:rsid w:val="00063330"/>
    <w:rsid w:val="00063949"/>
    <w:rsid w:val="00065BEF"/>
    <w:rsid w:val="00072A66"/>
    <w:rsid w:val="00072AF4"/>
    <w:rsid w:val="00072B38"/>
    <w:rsid w:val="00073FB2"/>
    <w:rsid w:val="00080C81"/>
    <w:rsid w:val="00082A45"/>
    <w:rsid w:val="00082E7C"/>
    <w:rsid w:val="00085270"/>
    <w:rsid w:val="00085CC6"/>
    <w:rsid w:val="00087F57"/>
    <w:rsid w:val="000921F0"/>
    <w:rsid w:val="0009257D"/>
    <w:rsid w:val="00092FB3"/>
    <w:rsid w:val="000950A3"/>
    <w:rsid w:val="0009597C"/>
    <w:rsid w:val="00097557"/>
    <w:rsid w:val="000A27D8"/>
    <w:rsid w:val="000A30DE"/>
    <w:rsid w:val="000A3A63"/>
    <w:rsid w:val="000A4EBC"/>
    <w:rsid w:val="000A569C"/>
    <w:rsid w:val="000A6BF6"/>
    <w:rsid w:val="000A7CD4"/>
    <w:rsid w:val="000B213C"/>
    <w:rsid w:val="000B3D73"/>
    <w:rsid w:val="000B55B1"/>
    <w:rsid w:val="000B6345"/>
    <w:rsid w:val="000B6B32"/>
    <w:rsid w:val="000B74A9"/>
    <w:rsid w:val="000B789F"/>
    <w:rsid w:val="000C1AAD"/>
    <w:rsid w:val="000C2087"/>
    <w:rsid w:val="000C24F3"/>
    <w:rsid w:val="000C3165"/>
    <w:rsid w:val="000C367A"/>
    <w:rsid w:val="000C3964"/>
    <w:rsid w:val="000C3DB9"/>
    <w:rsid w:val="000C5986"/>
    <w:rsid w:val="000C5EC0"/>
    <w:rsid w:val="000C7C3C"/>
    <w:rsid w:val="000D0231"/>
    <w:rsid w:val="000D0388"/>
    <w:rsid w:val="000D076E"/>
    <w:rsid w:val="000D1AB0"/>
    <w:rsid w:val="000D31CF"/>
    <w:rsid w:val="000D465E"/>
    <w:rsid w:val="000D56B6"/>
    <w:rsid w:val="000D6D2B"/>
    <w:rsid w:val="000D6D58"/>
    <w:rsid w:val="000E21AA"/>
    <w:rsid w:val="000E4302"/>
    <w:rsid w:val="000E435E"/>
    <w:rsid w:val="000E5942"/>
    <w:rsid w:val="000E69F1"/>
    <w:rsid w:val="000E74E8"/>
    <w:rsid w:val="000E7838"/>
    <w:rsid w:val="000F0075"/>
    <w:rsid w:val="000F049B"/>
    <w:rsid w:val="000F0B40"/>
    <w:rsid w:val="000F2526"/>
    <w:rsid w:val="000F2AE9"/>
    <w:rsid w:val="000F352C"/>
    <w:rsid w:val="000F6F52"/>
    <w:rsid w:val="000F7CD3"/>
    <w:rsid w:val="0010036A"/>
    <w:rsid w:val="0010389D"/>
    <w:rsid w:val="001040F2"/>
    <w:rsid w:val="00104251"/>
    <w:rsid w:val="001042D8"/>
    <w:rsid w:val="001065BA"/>
    <w:rsid w:val="00107E24"/>
    <w:rsid w:val="00111346"/>
    <w:rsid w:val="00113822"/>
    <w:rsid w:val="00113DE6"/>
    <w:rsid w:val="00116A98"/>
    <w:rsid w:val="00117E6B"/>
    <w:rsid w:val="00120C14"/>
    <w:rsid w:val="00120C40"/>
    <w:rsid w:val="00121E39"/>
    <w:rsid w:val="0012425F"/>
    <w:rsid w:val="00124459"/>
    <w:rsid w:val="0012555E"/>
    <w:rsid w:val="001269A9"/>
    <w:rsid w:val="00126EC7"/>
    <w:rsid w:val="00127730"/>
    <w:rsid w:val="001315EA"/>
    <w:rsid w:val="00132CA9"/>
    <w:rsid w:val="00133059"/>
    <w:rsid w:val="001334C7"/>
    <w:rsid w:val="00134BD1"/>
    <w:rsid w:val="00136BBC"/>
    <w:rsid w:val="00137437"/>
    <w:rsid w:val="00140447"/>
    <w:rsid w:val="00142EA7"/>
    <w:rsid w:val="001434AC"/>
    <w:rsid w:val="00143B55"/>
    <w:rsid w:val="00143E1F"/>
    <w:rsid w:val="001449C4"/>
    <w:rsid w:val="00145854"/>
    <w:rsid w:val="001461C8"/>
    <w:rsid w:val="0014686E"/>
    <w:rsid w:val="001471C0"/>
    <w:rsid w:val="0015071E"/>
    <w:rsid w:val="00150BA1"/>
    <w:rsid w:val="00151E28"/>
    <w:rsid w:val="00152050"/>
    <w:rsid w:val="0015238F"/>
    <w:rsid w:val="00153270"/>
    <w:rsid w:val="001539DF"/>
    <w:rsid w:val="00153F9A"/>
    <w:rsid w:val="00154038"/>
    <w:rsid w:val="001549D6"/>
    <w:rsid w:val="00155183"/>
    <w:rsid w:val="00155D18"/>
    <w:rsid w:val="001563D3"/>
    <w:rsid w:val="00156E79"/>
    <w:rsid w:val="00157181"/>
    <w:rsid w:val="00157580"/>
    <w:rsid w:val="00160DCD"/>
    <w:rsid w:val="00160E74"/>
    <w:rsid w:val="00161132"/>
    <w:rsid w:val="00161B51"/>
    <w:rsid w:val="00161EF5"/>
    <w:rsid w:val="001713CA"/>
    <w:rsid w:val="00173C67"/>
    <w:rsid w:val="0017403F"/>
    <w:rsid w:val="001743E0"/>
    <w:rsid w:val="00175415"/>
    <w:rsid w:val="00175EF5"/>
    <w:rsid w:val="0017640B"/>
    <w:rsid w:val="00176971"/>
    <w:rsid w:val="00176C97"/>
    <w:rsid w:val="0017705D"/>
    <w:rsid w:val="00177206"/>
    <w:rsid w:val="001815F1"/>
    <w:rsid w:val="00182E4C"/>
    <w:rsid w:val="00183008"/>
    <w:rsid w:val="00186C7F"/>
    <w:rsid w:val="001901BA"/>
    <w:rsid w:val="00192013"/>
    <w:rsid w:val="0019219B"/>
    <w:rsid w:val="00192497"/>
    <w:rsid w:val="001951F0"/>
    <w:rsid w:val="001954BC"/>
    <w:rsid w:val="00195FAA"/>
    <w:rsid w:val="0019620C"/>
    <w:rsid w:val="00196B33"/>
    <w:rsid w:val="00197D53"/>
    <w:rsid w:val="00197DE3"/>
    <w:rsid w:val="001A1507"/>
    <w:rsid w:val="001A1A25"/>
    <w:rsid w:val="001A1F97"/>
    <w:rsid w:val="001A253F"/>
    <w:rsid w:val="001A335B"/>
    <w:rsid w:val="001A38AA"/>
    <w:rsid w:val="001A421E"/>
    <w:rsid w:val="001A4634"/>
    <w:rsid w:val="001A5E34"/>
    <w:rsid w:val="001A65C2"/>
    <w:rsid w:val="001A6A3C"/>
    <w:rsid w:val="001A75B5"/>
    <w:rsid w:val="001B0A96"/>
    <w:rsid w:val="001B268B"/>
    <w:rsid w:val="001B4D91"/>
    <w:rsid w:val="001B52BC"/>
    <w:rsid w:val="001B6652"/>
    <w:rsid w:val="001B665D"/>
    <w:rsid w:val="001B7FB5"/>
    <w:rsid w:val="001C0DDB"/>
    <w:rsid w:val="001C25D0"/>
    <w:rsid w:val="001C3C8B"/>
    <w:rsid w:val="001C540B"/>
    <w:rsid w:val="001C5FAE"/>
    <w:rsid w:val="001C6C21"/>
    <w:rsid w:val="001C7365"/>
    <w:rsid w:val="001C76E5"/>
    <w:rsid w:val="001C7D17"/>
    <w:rsid w:val="001C7F86"/>
    <w:rsid w:val="001D2A77"/>
    <w:rsid w:val="001D359E"/>
    <w:rsid w:val="001D6473"/>
    <w:rsid w:val="001E0048"/>
    <w:rsid w:val="001E0180"/>
    <w:rsid w:val="001E02DF"/>
    <w:rsid w:val="001E130F"/>
    <w:rsid w:val="001E1C88"/>
    <w:rsid w:val="001E2404"/>
    <w:rsid w:val="001E24E7"/>
    <w:rsid w:val="001E2D70"/>
    <w:rsid w:val="001E566F"/>
    <w:rsid w:val="001E5F0B"/>
    <w:rsid w:val="001E662C"/>
    <w:rsid w:val="001E6E51"/>
    <w:rsid w:val="001E7286"/>
    <w:rsid w:val="001F0F52"/>
    <w:rsid w:val="001F173D"/>
    <w:rsid w:val="001F20E9"/>
    <w:rsid w:val="001F52D7"/>
    <w:rsid w:val="001F580D"/>
    <w:rsid w:val="001F6013"/>
    <w:rsid w:val="001F6531"/>
    <w:rsid w:val="001F6A50"/>
    <w:rsid w:val="001F6F8C"/>
    <w:rsid w:val="001F6F8D"/>
    <w:rsid w:val="001F786C"/>
    <w:rsid w:val="001F798A"/>
    <w:rsid w:val="00200373"/>
    <w:rsid w:val="00200D74"/>
    <w:rsid w:val="00202F85"/>
    <w:rsid w:val="00203ACA"/>
    <w:rsid w:val="00203D0C"/>
    <w:rsid w:val="00203D55"/>
    <w:rsid w:val="00210A87"/>
    <w:rsid w:val="00210D25"/>
    <w:rsid w:val="0021125D"/>
    <w:rsid w:val="00211DFE"/>
    <w:rsid w:val="002151ED"/>
    <w:rsid w:val="002154AF"/>
    <w:rsid w:val="002168FA"/>
    <w:rsid w:val="00216CAE"/>
    <w:rsid w:val="00221733"/>
    <w:rsid w:val="002218E7"/>
    <w:rsid w:val="00222D65"/>
    <w:rsid w:val="00226633"/>
    <w:rsid w:val="00227203"/>
    <w:rsid w:val="002314CA"/>
    <w:rsid w:val="002315D0"/>
    <w:rsid w:val="002351A7"/>
    <w:rsid w:val="00236069"/>
    <w:rsid w:val="00237963"/>
    <w:rsid w:val="00240E39"/>
    <w:rsid w:val="0024204B"/>
    <w:rsid w:val="00242131"/>
    <w:rsid w:val="00242F26"/>
    <w:rsid w:val="00247B40"/>
    <w:rsid w:val="00247D51"/>
    <w:rsid w:val="00250182"/>
    <w:rsid w:val="002508FE"/>
    <w:rsid w:val="0025175A"/>
    <w:rsid w:val="002528B8"/>
    <w:rsid w:val="0025365C"/>
    <w:rsid w:val="00254DC1"/>
    <w:rsid w:val="00256E1D"/>
    <w:rsid w:val="00261314"/>
    <w:rsid w:val="00261A2B"/>
    <w:rsid w:val="002629A5"/>
    <w:rsid w:val="002637AC"/>
    <w:rsid w:val="0026426D"/>
    <w:rsid w:val="00264CE2"/>
    <w:rsid w:val="00266AFC"/>
    <w:rsid w:val="00266C45"/>
    <w:rsid w:val="00270BE6"/>
    <w:rsid w:val="00272741"/>
    <w:rsid w:val="002748FC"/>
    <w:rsid w:val="00275688"/>
    <w:rsid w:val="002803FA"/>
    <w:rsid w:val="00281249"/>
    <w:rsid w:val="00281877"/>
    <w:rsid w:val="00282E78"/>
    <w:rsid w:val="002833BE"/>
    <w:rsid w:val="002868E2"/>
    <w:rsid w:val="00290381"/>
    <w:rsid w:val="00291087"/>
    <w:rsid w:val="0029360F"/>
    <w:rsid w:val="00294123"/>
    <w:rsid w:val="00294399"/>
    <w:rsid w:val="002948E9"/>
    <w:rsid w:val="00294A1E"/>
    <w:rsid w:val="0029597C"/>
    <w:rsid w:val="00296204"/>
    <w:rsid w:val="0029711B"/>
    <w:rsid w:val="00297DC8"/>
    <w:rsid w:val="002A020A"/>
    <w:rsid w:val="002A0374"/>
    <w:rsid w:val="002A09B4"/>
    <w:rsid w:val="002A18AE"/>
    <w:rsid w:val="002A271A"/>
    <w:rsid w:val="002A687F"/>
    <w:rsid w:val="002A7DB7"/>
    <w:rsid w:val="002B01F8"/>
    <w:rsid w:val="002B0463"/>
    <w:rsid w:val="002B0BEE"/>
    <w:rsid w:val="002B0BEF"/>
    <w:rsid w:val="002B1991"/>
    <w:rsid w:val="002B19D7"/>
    <w:rsid w:val="002B3B4E"/>
    <w:rsid w:val="002B4CC7"/>
    <w:rsid w:val="002B5E6B"/>
    <w:rsid w:val="002C0A61"/>
    <w:rsid w:val="002C15E5"/>
    <w:rsid w:val="002C17D8"/>
    <w:rsid w:val="002C2030"/>
    <w:rsid w:val="002C2A3E"/>
    <w:rsid w:val="002C32D0"/>
    <w:rsid w:val="002C3E79"/>
    <w:rsid w:val="002C403F"/>
    <w:rsid w:val="002C4668"/>
    <w:rsid w:val="002C476A"/>
    <w:rsid w:val="002C4ECF"/>
    <w:rsid w:val="002C557D"/>
    <w:rsid w:val="002C6070"/>
    <w:rsid w:val="002C6341"/>
    <w:rsid w:val="002D05C4"/>
    <w:rsid w:val="002D0B84"/>
    <w:rsid w:val="002D19A1"/>
    <w:rsid w:val="002D22D6"/>
    <w:rsid w:val="002D32D5"/>
    <w:rsid w:val="002D3D86"/>
    <w:rsid w:val="002D40C5"/>
    <w:rsid w:val="002D69B3"/>
    <w:rsid w:val="002D6A0C"/>
    <w:rsid w:val="002E038D"/>
    <w:rsid w:val="002E2113"/>
    <w:rsid w:val="002E2986"/>
    <w:rsid w:val="002E314F"/>
    <w:rsid w:val="002E40D5"/>
    <w:rsid w:val="002E4617"/>
    <w:rsid w:val="002F03F5"/>
    <w:rsid w:val="002F0811"/>
    <w:rsid w:val="002F1967"/>
    <w:rsid w:val="002F1F43"/>
    <w:rsid w:val="002F2B92"/>
    <w:rsid w:val="002F2C99"/>
    <w:rsid w:val="002F2E0F"/>
    <w:rsid w:val="002F4CAF"/>
    <w:rsid w:val="00300031"/>
    <w:rsid w:val="003002C2"/>
    <w:rsid w:val="0030101B"/>
    <w:rsid w:val="00302743"/>
    <w:rsid w:val="00303249"/>
    <w:rsid w:val="003032AE"/>
    <w:rsid w:val="003034C9"/>
    <w:rsid w:val="00303552"/>
    <w:rsid w:val="00304E1D"/>
    <w:rsid w:val="003051F5"/>
    <w:rsid w:val="003069E6"/>
    <w:rsid w:val="0030751D"/>
    <w:rsid w:val="00312FAB"/>
    <w:rsid w:val="00313312"/>
    <w:rsid w:val="00314457"/>
    <w:rsid w:val="00314821"/>
    <w:rsid w:val="003158B3"/>
    <w:rsid w:val="0031617E"/>
    <w:rsid w:val="0031736F"/>
    <w:rsid w:val="00317FC0"/>
    <w:rsid w:val="00320D9C"/>
    <w:rsid w:val="00321FE1"/>
    <w:rsid w:val="00322AAC"/>
    <w:rsid w:val="00322C21"/>
    <w:rsid w:val="0032307F"/>
    <w:rsid w:val="00324710"/>
    <w:rsid w:val="0032540E"/>
    <w:rsid w:val="0032589F"/>
    <w:rsid w:val="00326028"/>
    <w:rsid w:val="00326B48"/>
    <w:rsid w:val="0032706A"/>
    <w:rsid w:val="003277E8"/>
    <w:rsid w:val="00327906"/>
    <w:rsid w:val="00330252"/>
    <w:rsid w:val="003313D2"/>
    <w:rsid w:val="00335125"/>
    <w:rsid w:val="00335270"/>
    <w:rsid w:val="00337192"/>
    <w:rsid w:val="003402EA"/>
    <w:rsid w:val="003418B6"/>
    <w:rsid w:val="00341DA7"/>
    <w:rsid w:val="00342127"/>
    <w:rsid w:val="003427D2"/>
    <w:rsid w:val="00343EF9"/>
    <w:rsid w:val="00344595"/>
    <w:rsid w:val="00344A84"/>
    <w:rsid w:val="003459E1"/>
    <w:rsid w:val="00347BE2"/>
    <w:rsid w:val="0035009D"/>
    <w:rsid w:val="00352C00"/>
    <w:rsid w:val="00354557"/>
    <w:rsid w:val="003577FB"/>
    <w:rsid w:val="00357ABB"/>
    <w:rsid w:val="00360101"/>
    <w:rsid w:val="00360C37"/>
    <w:rsid w:val="00361ABE"/>
    <w:rsid w:val="003624A9"/>
    <w:rsid w:val="00362B87"/>
    <w:rsid w:val="00362D64"/>
    <w:rsid w:val="00363B00"/>
    <w:rsid w:val="0036540D"/>
    <w:rsid w:val="00366299"/>
    <w:rsid w:val="003673F2"/>
    <w:rsid w:val="00367D86"/>
    <w:rsid w:val="00371EC4"/>
    <w:rsid w:val="0037291E"/>
    <w:rsid w:val="00372D53"/>
    <w:rsid w:val="0037307E"/>
    <w:rsid w:val="00374FA5"/>
    <w:rsid w:val="00375A02"/>
    <w:rsid w:val="00375E7A"/>
    <w:rsid w:val="00375EE4"/>
    <w:rsid w:val="003774C4"/>
    <w:rsid w:val="00381D2C"/>
    <w:rsid w:val="00381D4B"/>
    <w:rsid w:val="00382711"/>
    <w:rsid w:val="00384A4D"/>
    <w:rsid w:val="00385080"/>
    <w:rsid w:val="00386DE5"/>
    <w:rsid w:val="00386F57"/>
    <w:rsid w:val="00387F6B"/>
    <w:rsid w:val="00390F6D"/>
    <w:rsid w:val="003911E9"/>
    <w:rsid w:val="0039156E"/>
    <w:rsid w:val="00391BFF"/>
    <w:rsid w:val="00392E7B"/>
    <w:rsid w:val="003930E9"/>
    <w:rsid w:val="003951BC"/>
    <w:rsid w:val="00396AD4"/>
    <w:rsid w:val="003A0829"/>
    <w:rsid w:val="003A15E9"/>
    <w:rsid w:val="003A297E"/>
    <w:rsid w:val="003A4E6C"/>
    <w:rsid w:val="003A51F5"/>
    <w:rsid w:val="003A69A9"/>
    <w:rsid w:val="003A75EB"/>
    <w:rsid w:val="003B10DC"/>
    <w:rsid w:val="003B16D7"/>
    <w:rsid w:val="003B1B12"/>
    <w:rsid w:val="003B2539"/>
    <w:rsid w:val="003B25D5"/>
    <w:rsid w:val="003B3F15"/>
    <w:rsid w:val="003B4506"/>
    <w:rsid w:val="003B4DE7"/>
    <w:rsid w:val="003B5C23"/>
    <w:rsid w:val="003B5D3E"/>
    <w:rsid w:val="003B6360"/>
    <w:rsid w:val="003B6449"/>
    <w:rsid w:val="003B7182"/>
    <w:rsid w:val="003C266E"/>
    <w:rsid w:val="003C2AA0"/>
    <w:rsid w:val="003C3639"/>
    <w:rsid w:val="003C3B31"/>
    <w:rsid w:val="003C56FE"/>
    <w:rsid w:val="003C7020"/>
    <w:rsid w:val="003D4C82"/>
    <w:rsid w:val="003D7457"/>
    <w:rsid w:val="003E07F2"/>
    <w:rsid w:val="003E3F7D"/>
    <w:rsid w:val="003E47E2"/>
    <w:rsid w:val="003E4B39"/>
    <w:rsid w:val="003E663D"/>
    <w:rsid w:val="003E6D45"/>
    <w:rsid w:val="003E6D67"/>
    <w:rsid w:val="003E6E26"/>
    <w:rsid w:val="003F056B"/>
    <w:rsid w:val="003F0C60"/>
    <w:rsid w:val="003F1B07"/>
    <w:rsid w:val="003F3401"/>
    <w:rsid w:val="003F49F0"/>
    <w:rsid w:val="003F6BDB"/>
    <w:rsid w:val="003F6F21"/>
    <w:rsid w:val="003F760A"/>
    <w:rsid w:val="00400432"/>
    <w:rsid w:val="00400572"/>
    <w:rsid w:val="00403FFF"/>
    <w:rsid w:val="00406452"/>
    <w:rsid w:val="00411395"/>
    <w:rsid w:val="004122EA"/>
    <w:rsid w:val="00412429"/>
    <w:rsid w:val="004128E0"/>
    <w:rsid w:val="00412A14"/>
    <w:rsid w:val="00412B89"/>
    <w:rsid w:val="004133D6"/>
    <w:rsid w:val="004151AF"/>
    <w:rsid w:val="00420588"/>
    <w:rsid w:val="004220FC"/>
    <w:rsid w:val="00423446"/>
    <w:rsid w:val="00423CB3"/>
    <w:rsid w:val="00424E73"/>
    <w:rsid w:val="00424EDB"/>
    <w:rsid w:val="00425B28"/>
    <w:rsid w:val="00430874"/>
    <w:rsid w:val="004328B7"/>
    <w:rsid w:val="00432D59"/>
    <w:rsid w:val="00433143"/>
    <w:rsid w:val="004356E0"/>
    <w:rsid w:val="0043607A"/>
    <w:rsid w:val="00436138"/>
    <w:rsid w:val="0043627E"/>
    <w:rsid w:val="00437231"/>
    <w:rsid w:val="00440BEA"/>
    <w:rsid w:val="004415FE"/>
    <w:rsid w:val="00446696"/>
    <w:rsid w:val="00446993"/>
    <w:rsid w:val="00446C97"/>
    <w:rsid w:val="004477EF"/>
    <w:rsid w:val="0044787F"/>
    <w:rsid w:val="00452D58"/>
    <w:rsid w:val="0045368C"/>
    <w:rsid w:val="0045396F"/>
    <w:rsid w:val="00455227"/>
    <w:rsid w:val="0046104A"/>
    <w:rsid w:val="004628F0"/>
    <w:rsid w:val="00462FFA"/>
    <w:rsid w:val="004640EE"/>
    <w:rsid w:val="0046462C"/>
    <w:rsid w:val="00464C89"/>
    <w:rsid w:val="00470A42"/>
    <w:rsid w:val="00471D1C"/>
    <w:rsid w:val="00472A19"/>
    <w:rsid w:val="00472E5F"/>
    <w:rsid w:val="004735FF"/>
    <w:rsid w:val="004742C5"/>
    <w:rsid w:val="00475879"/>
    <w:rsid w:val="00475982"/>
    <w:rsid w:val="00475A9A"/>
    <w:rsid w:val="00476A3B"/>
    <w:rsid w:val="00476A98"/>
    <w:rsid w:val="0047700A"/>
    <w:rsid w:val="00482773"/>
    <w:rsid w:val="00483EDF"/>
    <w:rsid w:val="00484072"/>
    <w:rsid w:val="0048443D"/>
    <w:rsid w:val="00485143"/>
    <w:rsid w:val="004866B9"/>
    <w:rsid w:val="00487976"/>
    <w:rsid w:val="00487CEF"/>
    <w:rsid w:val="004952DC"/>
    <w:rsid w:val="004965C3"/>
    <w:rsid w:val="00497CAB"/>
    <w:rsid w:val="004A1837"/>
    <w:rsid w:val="004A2919"/>
    <w:rsid w:val="004A2C3D"/>
    <w:rsid w:val="004A4CBA"/>
    <w:rsid w:val="004A6FF0"/>
    <w:rsid w:val="004B2425"/>
    <w:rsid w:val="004B3343"/>
    <w:rsid w:val="004B600E"/>
    <w:rsid w:val="004B654E"/>
    <w:rsid w:val="004B6CB7"/>
    <w:rsid w:val="004B7E04"/>
    <w:rsid w:val="004C031F"/>
    <w:rsid w:val="004C09C0"/>
    <w:rsid w:val="004C0C89"/>
    <w:rsid w:val="004C1BBC"/>
    <w:rsid w:val="004C1D68"/>
    <w:rsid w:val="004C30AA"/>
    <w:rsid w:val="004C4B9E"/>
    <w:rsid w:val="004C5338"/>
    <w:rsid w:val="004C58A1"/>
    <w:rsid w:val="004C6E64"/>
    <w:rsid w:val="004C7E56"/>
    <w:rsid w:val="004C7EC2"/>
    <w:rsid w:val="004D082A"/>
    <w:rsid w:val="004D2197"/>
    <w:rsid w:val="004D3511"/>
    <w:rsid w:val="004D3528"/>
    <w:rsid w:val="004D376A"/>
    <w:rsid w:val="004D3B56"/>
    <w:rsid w:val="004E11C3"/>
    <w:rsid w:val="004E121F"/>
    <w:rsid w:val="004E229F"/>
    <w:rsid w:val="004E2994"/>
    <w:rsid w:val="004E3B0F"/>
    <w:rsid w:val="004E47C2"/>
    <w:rsid w:val="004E48E6"/>
    <w:rsid w:val="004E4AC3"/>
    <w:rsid w:val="004E5559"/>
    <w:rsid w:val="004E5691"/>
    <w:rsid w:val="004E69BA"/>
    <w:rsid w:val="004E7185"/>
    <w:rsid w:val="004F100B"/>
    <w:rsid w:val="004F16C6"/>
    <w:rsid w:val="004F17C6"/>
    <w:rsid w:val="004F1C1E"/>
    <w:rsid w:val="004F2977"/>
    <w:rsid w:val="004F3564"/>
    <w:rsid w:val="004F5377"/>
    <w:rsid w:val="005006B6"/>
    <w:rsid w:val="005024DF"/>
    <w:rsid w:val="00502D27"/>
    <w:rsid w:val="0050575A"/>
    <w:rsid w:val="00506096"/>
    <w:rsid w:val="00510495"/>
    <w:rsid w:val="00512037"/>
    <w:rsid w:val="005126C5"/>
    <w:rsid w:val="0051292E"/>
    <w:rsid w:val="005131B0"/>
    <w:rsid w:val="00513480"/>
    <w:rsid w:val="0051437D"/>
    <w:rsid w:val="00515322"/>
    <w:rsid w:val="00516566"/>
    <w:rsid w:val="00516656"/>
    <w:rsid w:val="0051675A"/>
    <w:rsid w:val="0051742D"/>
    <w:rsid w:val="00517C89"/>
    <w:rsid w:val="00520EA9"/>
    <w:rsid w:val="00521DAC"/>
    <w:rsid w:val="005233E9"/>
    <w:rsid w:val="0052439F"/>
    <w:rsid w:val="005252BE"/>
    <w:rsid w:val="00527796"/>
    <w:rsid w:val="00527BF0"/>
    <w:rsid w:val="0053060E"/>
    <w:rsid w:val="00530702"/>
    <w:rsid w:val="0053220B"/>
    <w:rsid w:val="005327CE"/>
    <w:rsid w:val="0053333E"/>
    <w:rsid w:val="00533EA8"/>
    <w:rsid w:val="00534B23"/>
    <w:rsid w:val="005359CB"/>
    <w:rsid w:val="00536773"/>
    <w:rsid w:val="00536E25"/>
    <w:rsid w:val="0053736F"/>
    <w:rsid w:val="00537580"/>
    <w:rsid w:val="00537C03"/>
    <w:rsid w:val="00537D8F"/>
    <w:rsid w:val="00540A16"/>
    <w:rsid w:val="00540BCD"/>
    <w:rsid w:val="0054246D"/>
    <w:rsid w:val="00542E3F"/>
    <w:rsid w:val="005439C8"/>
    <w:rsid w:val="00543BE3"/>
    <w:rsid w:val="00543C89"/>
    <w:rsid w:val="0054449F"/>
    <w:rsid w:val="005444EC"/>
    <w:rsid w:val="005448B1"/>
    <w:rsid w:val="00545173"/>
    <w:rsid w:val="00545825"/>
    <w:rsid w:val="00547717"/>
    <w:rsid w:val="00551358"/>
    <w:rsid w:val="005544F8"/>
    <w:rsid w:val="00554B7A"/>
    <w:rsid w:val="00555498"/>
    <w:rsid w:val="00556730"/>
    <w:rsid w:val="00556FEE"/>
    <w:rsid w:val="00557253"/>
    <w:rsid w:val="005572AA"/>
    <w:rsid w:val="00557921"/>
    <w:rsid w:val="0055798D"/>
    <w:rsid w:val="005621EF"/>
    <w:rsid w:val="00562983"/>
    <w:rsid w:val="0056399E"/>
    <w:rsid w:val="00563AAA"/>
    <w:rsid w:val="00564492"/>
    <w:rsid w:val="00565191"/>
    <w:rsid w:val="005652D4"/>
    <w:rsid w:val="005669AD"/>
    <w:rsid w:val="00567D61"/>
    <w:rsid w:val="00570936"/>
    <w:rsid w:val="0057312E"/>
    <w:rsid w:val="005742B8"/>
    <w:rsid w:val="00574F61"/>
    <w:rsid w:val="0058020B"/>
    <w:rsid w:val="0058084D"/>
    <w:rsid w:val="00581728"/>
    <w:rsid w:val="00581850"/>
    <w:rsid w:val="00581EAB"/>
    <w:rsid w:val="00582A6A"/>
    <w:rsid w:val="00584EF4"/>
    <w:rsid w:val="00584F38"/>
    <w:rsid w:val="005907CD"/>
    <w:rsid w:val="00591443"/>
    <w:rsid w:val="005916A5"/>
    <w:rsid w:val="00591709"/>
    <w:rsid w:val="00591C79"/>
    <w:rsid w:val="005925CF"/>
    <w:rsid w:val="0059453F"/>
    <w:rsid w:val="005950D6"/>
    <w:rsid w:val="00595A48"/>
    <w:rsid w:val="00595B6D"/>
    <w:rsid w:val="005971F6"/>
    <w:rsid w:val="00597D32"/>
    <w:rsid w:val="005A1126"/>
    <w:rsid w:val="005A1719"/>
    <w:rsid w:val="005A2368"/>
    <w:rsid w:val="005A271D"/>
    <w:rsid w:val="005A34DF"/>
    <w:rsid w:val="005A6BAD"/>
    <w:rsid w:val="005A6E6D"/>
    <w:rsid w:val="005B0FEC"/>
    <w:rsid w:val="005B16A3"/>
    <w:rsid w:val="005B296E"/>
    <w:rsid w:val="005B327F"/>
    <w:rsid w:val="005B334B"/>
    <w:rsid w:val="005B3FA2"/>
    <w:rsid w:val="005B470C"/>
    <w:rsid w:val="005B5F5F"/>
    <w:rsid w:val="005B721C"/>
    <w:rsid w:val="005C095D"/>
    <w:rsid w:val="005C209B"/>
    <w:rsid w:val="005C30D1"/>
    <w:rsid w:val="005C4233"/>
    <w:rsid w:val="005C4E5D"/>
    <w:rsid w:val="005C4F9E"/>
    <w:rsid w:val="005C7167"/>
    <w:rsid w:val="005D02F2"/>
    <w:rsid w:val="005D2E32"/>
    <w:rsid w:val="005D2FF0"/>
    <w:rsid w:val="005D327C"/>
    <w:rsid w:val="005D3E01"/>
    <w:rsid w:val="005D4432"/>
    <w:rsid w:val="005D4661"/>
    <w:rsid w:val="005D5BF4"/>
    <w:rsid w:val="005D71FE"/>
    <w:rsid w:val="005E163F"/>
    <w:rsid w:val="005E2493"/>
    <w:rsid w:val="005E400D"/>
    <w:rsid w:val="005E549D"/>
    <w:rsid w:val="005E59F2"/>
    <w:rsid w:val="005E62DA"/>
    <w:rsid w:val="005E641A"/>
    <w:rsid w:val="005E6976"/>
    <w:rsid w:val="005E7D60"/>
    <w:rsid w:val="005F0255"/>
    <w:rsid w:val="005F2A68"/>
    <w:rsid w:val="005F3C8B"/>
    <w:rsid w:val="005F43D4"/>
    <w:rsid w:val="005F6051"/>
    <w:rsid w:val="006068F0"/>
    <w:rsid w:val="00612044"/>
    <w:rsid w:val="006122FC"/>
    <w:rsid w:val="00612DFF"/>
    <w:rsid w:val="0061355C"/>
    <w:rsid w:val="00614E23"/>
    <w:rsid w:val="00616DCA"/>
    <w:rsid w:val="0061778E"/>
    <w:rsid w:val="006209C2"/>
    <w:rsid w:val="00622754"/>
    <w:rsid w:val="00623AC6"/>
    <w:rsid w:val="006252F4"/>
    <w:rsid w:val="00630427"/>
    <w:rsid w:val="006338AB"/>
    <w:rsid w:val="00633AE3"/>
    <w:rsid w:val="006352CE"/>
    <w:rsid w:val="006369E7"/>
    <w:rsid w:val="006404A8"/>
    <w:rsid w:val="0064270A"/>
    <w:rsid w:val="00642AE8"/>
    <w:rsid w:val="00646096"/>
    <w:rsid w:val="006538E4"/>
    <w:rsid w:val="00654C7E"/>
    <w:rsid w:val="00655844"/>
    <w:rsid w:val="00655F8E"/>
    <w:rsid w:val="006568DE"/>
    <w:rsid w:val="00657289"/>
    <w:rsid w:val="00657EBE"/>
    <w:rsid w:val="00657EC1"/>
    <w:rsid w:val="006622A0"/>
    <w:rsid w:val="00663E9F"/>
    <w:rsid w:val="00663F73"/>
    <w:rsid w:val="0066414C"/>
    <w:rsid w:val="006660D5"/>
    <w:rsid w:val="00667ACF"/>
    <w:rsid w:val="00671E6C"/>
    <w:rsid w:val="00672474"/>
    <w:rsid w:val="00672773"/>
    <w:rsid w:val="00673639"/>
    <w:rsid w:val="00675229"/>
    <w:rsid w:val="00676657"/>
    <w:rsid w:val="00676CA7"/>
    <w:rsid w:val="00676EE9"/>
    <w:rsid w:val="00677346"/>
    <w:rsid w:val="0067788B"/>
    <w:rsid w:val="00677BB4"/>
    <w:rsid w:val="006806E9"/>
    <w:rsid w:val="006822B0"/>
    <w:rsid w:val="006834CE"/>
    <w:rsid w:val="006843EB"/>
    <w:rsid w:val="00685BEC"/>
    <w:rsid w:val="00686E11"/>
    <w:rsid w:val="00687436"/>
    <w:rsid w:val="00690EBE"/>
    <w:rsid w:val="006923CD"/>
    <w:rsid w:val="00692CC4"/>
    <w:rsid w:val="00692D0C"/>
    <w:rsid w:val="00692D0D"/>
    <w:rsid w:val="00695EDC"/>
    <w:rsid w:val="00696350"/>
    <w:rsid w:val="006A0EBD"/>
    <w:rsid w:val="006A1A6B"/>
    <w:rsid w:val="006A20B6"/>
    <w:rsid w:val="006A50E2"/>
    <w:rsid w:val="006A5D83"/>
    <w:rsid w:val="006A6568"/>
    <w:rsid w:val="006B16CF"/>
    <w:rsid w:val="006B1D9D"/>
    <w:rsid w:val="006B3CE1"/>
    <w:rsid w:val="006B43C6"/>
    <w:rsid w:val="006B4684"/>
    <w:rsid w:val="006B6177"/>
    <w:rsid w:val="006B6242"/>
    <w:rsid w:val="006B6696"/>
    <w:rsid w:val="006B7765"/>
    <w:rsid w:val="006C1A70"/>
    <w:rsid w:val="006C27DB"/>
    <w:rsid w:val="006C4FF7"/>
    <w:rsid w:val="006C7C90"/>
    <w:rsid w:val="006D0174"/>
    <w:rsid w:val="006D08EC"/>
    <w:rsid w:val="006D16F3"/>
    <w:rsid w:val="006D21CD"/>
    <w:rsid w:val="006D485B"/>
    <w:rsid w:val="006D4A63"/>
    <w:rsid w:val="006D5F05"/>
    <w:rsid w:val="006D6E4B"/>
    <w:rsid w:val="006D7249"/>
    <w:rsid w:val="006E348A"/>
    <w:rsid w:val="006E37DF"/>
    <w:rsid w:val="006E3F44"/>
    <w:rsid w:val="006F1057"/>
    <w:rsid w:val="006F149C"/>
    <w:rsid w:val="006F2B7E"/>
    <w:rsid w:val="006F4034"/>
    <w:rsid w:val="007005F5"/>
    <w:rsid w:val="00701AD3"/>
    <w:rsid w:val="007028E1"/>
    <w:rsid w:val="007055EB"/>
    <w:rsid w:val="00705CE9"/>
    <w:rsid w:val="00705E28"/>
    <w:rsid w:val="007074DD"/>
    <w:rsid w:val="00707FF8"/>
    <w:rsid w:val="00710C5C"/>
    <w:rsid w:val="007118B0"/>
    <w:rsid w:val="00713319"/>
    <w:rsid w:val="007155C4"/>
    <w:rsid w:val="00716380"/>
    <w:rsid w:val="00717FF2"/>
    <w:rsid w:val="00720C39"/>
    <w:rsid w:val="00722527"/>
    <w:rsid w:val="00722E40"/>
    <w:rsid w:val="0072325A"/>
    <w:rsid w:val="007249CF"/>
    <w:rsid w:val="007249FB"/>
    <w:rsid w:val="007260B4"/>
    <w:rsid w:val="00726218"/>
    <w:rsid w:val="00726420"/>
    <w:rsid w:val="0072668A"/>
    <w:rsid w:val="007353CB"/>
    <w:rsid w:val="00736510"/>
    <w:rsid w:val="007367AE"/>
    <w:rsid w:val="00736A4C"/>
    <w:rsid w:val="007374CD"/>
    <w:rsid w:val="00741682"/>
    <w:rsid w:val="00742095"/>
    <w:rsid w:val="007424B9"/>
    <w:rsid w:val="007428BD"/>
    <w:rsid w:val="00744266"/>
    <w:rsid w:val="00744C20"/>
    <w:rsid w:val="007463EC"/>
    <w:rsid w:val="00746FF9"/>
    <w:rsid w:val="00747AF6"/>
    <w:rsid w:val="00750850"/>
    <w:rsid w:val="0075102B"/>
    <w:rsid w:val="0075105B"/>
    <w:rsid w:val="0075324D"/>
    <w:rsid w:val="00756C05"/>
    <w:rsid w:val="00757955"/>
    <w:rsid w:val="0076037B"/>
    <w:rsid w:val="00760BA8"/>
    <w:rsid w:val="00760BAC"/>
    <w:rsid w:val="007611F0"/>
    <w:rsid w:val="0076288A"/>
    <w:rsid w:val="007631E7"/>
    <w:rsid w:val="007643DB"/>
    <w:rsid w:val="00764FC6"/>
    <w:rsid w:val="007653B2"/>
    <w:rsid w:val="0076590D"/>
    <w:rsid w:val="00765FF0"/>
    <w:rsid w:val="00766EA4"/>
    <w:rsid w:val="00771619"/>
    <w:rsid w:val="00773544"/>
    <w:rsid w:val="00773545"/>
    <w:rsid w:val="0077457B"/>
    <w:rsid w:val="00775B0A"/>
    <w:rsid w:val="00776A36"/>
    <w:rsid w:val="00776D3B"/>
    <w:rsid w:val="00776E43"/>
    <w:rsid w:val="00776F06"/>
    <w:rsid w:val="00777012"/>
    <w:rsid w:val="0077781B"/>
    <w:rsid w:val="00777C47"/>
    <w:rsid w:val="0078003D"/>
    <w:rsid w:val="007809E1"/>
    <w:rsid w:val="0078247E"/>
    <w:rsid w:val="0078313A"/>
    <w:rsid w:val="0078379D"/>
    <w:rsid w:val="007837A8"/>
    <w:rsid w:val="00783EBB"/>
    <w:rsid w:val="0078404A"/>
    <w:rsid w:val="007910B8"/>
    <w:rsid w:val="00791FAB"/>
    <w:rsid w:val="007921DA"/>
    <w:rsid w:val="00792CC3"/>
    <w:rsid w:val="00792D3A"/>
    <w:rsid w:val="00793E95"/>
    <w:rsid w:val="00794436"/>
    <w:rsid w:val="0079446F"/>
    <w:rsid w:val="00794BA3"/>
    <w:rsid w:val="0079665C"/>
    <w:rsid w:val="00796B9B"/>
    <w:rsid w:val="007A1083"/>
    <w:rsid w:val="007A58C1"/>
    <w:rsid w:val="007A5924"/>
    <w:rsid w:val="007B058A"/>
    <w:rsid w:val="007B1278"/>
    <w:rsid w:val="007B4268"/>
    <w:rsid w:val="007B51F1"/>
    <w:rsid w:val="007B5563"/>
    <w:rsid w:val="007B6E19"/>
    <w:rsid w:val="007B74DC"/>
    <w:rsid w:val="007C0B13"/>
    <w:rsid w:val="007C1AD8"/>
    <w:rsid w:val="007C399E"/>
    <w:rsid w:val="007C5106"/>
    <w:rsid w:val="007C52E8"/>
    <w:rsid w:val="007C7279"/>
    <w:rsid w:val="007D1C14"/>
    <w:rsid w:val="007D3D1C"/>
    <w:rsid w:val="007D6B67"/>
    <w:rsid w:val="007D7BE1"/>
    <w:rsid w:val="007E011D"/>
    <w:rsid w:val="007E013E"/>
    <w:rsid w:val="007E0362"/>
    <w:rsid w:val="007E0589"/>
    <w:rsid w:val="007E238B"/>
    <w:rsid w:val="007E36AD"/>
    <w:rsid w:val="007E3CEC"/>
    <w:rsid w:val="007E5B55"/>
    <w:rsid w:val="007E651A"/>
    <w:rsid w:val="007E736F"/>
    <w:rsid w:val="007F1645"/>
    <w:rsid w:val="007F2124"/>
    <w:rsid w:val="007F2AAA"/>
    <w:rsid w:val="007F3417"/>
    <w:rsid w:val="007F3828"/>
    <w:rsid w:val="007F71DB"/>
    <w:rsid w:val="00801E84"/>
    <w:rsid w:val="008025FB"/>
    <w:rsid w:val="0080266D"/>
    <w:rsid w:val="008054CC"/>
    <w:rsid w:val="00805D91"/>
    <w:rsid w:val="008067A9"/>
    <w:rsid w:val="00806B82"/>
    <w:rsid w:val="00806C26"/>
    <w:rsid w:val="00811136"/>
    <w:rsid w:val="00811351"/>
    <w:rsid w:val="00814C64"/>
    <w:rsid w:val="00814F52"/>
    <w:rsid w:val="00816F8D"/>
    <w:rsid w:val="0081759E"/>
    <w:rsid w:val="008205BC"/>
    <w:rsid w:val="00820C01"/>
    <w:rsid w:val="008218FE"/>
    <w:rsid w:val="00822071"/>
    <w:rsid w:val="00823056"/>
    <w:rsid w:val="0082766B"/>
    <w:rsid w:val="0083092D"/>
    <w:rsid w:val="008341DD"/>
    <w:rsid w:val="00835C5D"/>
    <w:rsid w:val="00840807"/>
    <w:rsid w:val="00842660"/>
    <w:rsid w:val="008458A3"/>
    <w:rsid w:val="008464E7"/>
    <w:rsid w:val="008473FA"/>
    <w:rsid w:val="00850875"/>
    <w:rsid w:val="00850BEF"/>
    <w:rsid w:val="00851006"/>
    <w:rsid w:val="008510E3"/>
    <w:rsid w:val="00852E97"/>
    <w:rsid w:val="0085345B"/>
    <w:rsid w:val="008550BE"/>
    <w:rsid w:val="008561B6"/>
    <w:rsid w:val="00857358"/>
    <w:rsid w:val="00860ED2"/>
    <w:rsid w:val="00862CEB"/>
    <w:rsid w:val="00863730"/>
    <w:rsid w:val="00864362"/>
    <w:rsid w:val="008646BE"/>
    <w:rsid w:val="00865B5F"/>
    <w:rsid w:val="00867F6A"/>
    <w:rsid w:val="00870157"/>
    <w:rsid w:val="00870360"/>
    <w:rsid w:val="00870AF0"/>
    <w:rsid w:val="00870E9D"/>
    <w:rsid w:val="00870F78"/>
    <w:rsid w:val="00872B5F"/>
    <w:rsid w:val="00875949"/>
    <w:rsid w:val="00875F72"/>
    <w:rsid w:val="0087711B"/>
    <w:rsid w:val="008807FE"/>
    <w:rsid w:val="00881275"/>
    <w:rsid w:val="00881D5B"/>
    <w:rsid w:val="00882537"/>
    <w:rsid w:val="0088267D"/>
    <w:rsid w:val="00886AA2"/>
    <w:rsid w:val="00887AEA"/>
    <w:rsid w:val="008908FE"/>
    <w:rsid w:val="00890D97"/>
    <w:rsid w:val="008938DB"/>
    <w:rsid w:val="008948F4"/>
    <w:rsid w:val="008973FE"/>
    <w:rsid w:val="008A084E"/>
    <w:rsid w:val="008A1B42"/>
    <w:rsid w:val="008A1B92"/>
    <w:rsid w:val="008A2CDB"/>
    <w:rsid w:val="008A45E1"/>
    <w:rsid w:val="008A5108"/>
    <w:rsid w:val="008A5B27"/>
    <w:rsid w:val="008A5FA1"/>
    <w:rsid w:val="008A72B4"/>
    <w:rsid w:val="008B0089"/>
    <w:rsid w:val="008B0640"/>
    <w:rsid w:val="008B0768"/>
    <w:rsid w:val="008B094E"/>
    <w:rsid w:val="008B0A14"/>
    <w:rsid w:val="008B28F5"/>
    <w:rsid w:val="008B2DEC"/>
    <w:rsid w:val="008B35AC"/>
    <w:rsid w:val="008B44CB"/>
    <w:rsid w:val="008B7DD2"/>
    <w:rsid w:val="008C0B5D"/>
    <w:rsid w:val="008C10D0"/>
    <w:rsid w:val="008C1230"/>
    <w:rsid w:val="008C12A7"/>
    <w:rsid w:val="008C1D0A"/>
    <w:rsid w:val="008C1D60"/>
    <w:rsid w:val="008C251A"/>
    <w:rsid w:val="008C2BA6"/>
    <w:rsid w:val="008C3B04"/>
    <w:rsid w:val="008C4930"/>
    <w:rsid w:val="008C6455"/>
    <w:rsid w:val="008C65F4"/>
    <w:rsid w:val="008C7E39"/>
    <w:rsid w:val="008D06BF"/>
    <w:rsid w:val="008D1DF8"/>
    <w:rsid w:val="008D234E"/>
    <w:rsid w:val="008D2EF8"/>
    <w:rsid w:val="008D3B8B"/>
    <w:rsid w:val="008D54E3"/>
    <w:rsid w:val="008D601C"/>
    <w:rsid w:val="008E0A1B"/>
    <w:rsid w:val="008E1AA3"/>
    <w:rsid w:val="008E1E75"/>
    <w:rsid w:val="008E369B"/>
    <w:rsid w:val="008E4BA7"/>
    <w:rsid w:val="008E61D1"/>
    <w:rsid w:val="008E67F3"/>
    <w:rsid w:val="008E7BEA"/>
    <w:rsid w:val="008F1D5C"/>
    <w:rsid w:val="008F408B"/>
    <w:rsid w:val="008F5A46"/>
    <w:rsid w:val="008F62F2"/>
    <w:rsid w:val="0090061D"/>
    <w:rsid w:val="0090131B"/>
    <w:rsid w:val="0090320A"/>
    <w:rsid w:val="009063D3"/>
    <w:rsid w:val="00906BDA"/>
    <w:rsid w:val="00907618"/>
    <w:rsid w:val="00911E4B"/>
    <w:rsid w:val="00912DCF"/>
    <w:rsid w:val="0091466F"/>
    <w:rsid w:val="00914BEA"/>
    <w:rsid w:val="00916AC5"/>
    <w:rsid w:val="00916B0C"/>
    <w:rsid w:val="009208F7"/>
    <w:rsid w:val="00921062"/>
    <w:rsid w:val="00921CD2"/>
    <w:rsid w:val="00924360"/>
    <w:rsid w:val="0092545D"/>
    <w:rsid w:val="00925761"/>
    <w:rsid w:val="00926B48"/>
    <w:rsid w:val="00927F21"/>
    <w:rsid w:val="00930D39"/>
    <w:rsid w:val="00933325"/>
    <w:rsid w:val="00933B7B"/>
    <w:rsid w:val="009345FC"/>
    <w:rsid w:val="0093564E"/>
    <w:rsid w:val="0093797C"/>
    <w:rsid w:val="00937B51"/>
    <w:rsid w:val="009401C0"/>
    <w:rsid w:val="009435A2"/>
    <w:rsid w:val="00943B2D"/>
    <w:rsid w:val="00943E05"/>
    <w:rsid w:val="00945228"/>
    <w:rsid w:val="00945296"/>
    <w:rsid w:val="0094641D"/>
    <w:rsid w:val="00946FBA"/>
    <w:rsid w:val="0094736F"/>
    <w:rsid w:val="00950B58"/>
    <w:rsid w:val="00950C1E"/>
    <w:rsid w:val="00953C87"/>
    <w:rsid w:val="0095643F"/>
    <w:rsid w:val="009567A6"/>
    <w:rsid w:val="00957A28"/>
    <w:rsid w:val="00960517"/>
    <w:rsid w:val="009611EB"/>
    <w:rsid w:val="00961512"/>
    <w:rsid w:val="00962441"/>
    <w:rsid w:val="009624C0"/>
    <w:rsid w:val="009633EF"/>
    <w:rsid w:val="009637FF"/>
    <w:rsid w:val="00963BCF"/>
    <w:rsid w:val="00964180"/>
    <w:rsid w:val="00964761"/>
    <w:rsid w:val="009676D8"/>
    <w:rsid w:val="0097212F"/>
    <w:rsid w:val="00975DD3"/>
    <w:rsid w:val="0097629B"/>
    <w:rsid w:val="009764D6"/>
    <w:rsid w:val="00983003"/>
    <w:rsid w:val="009857E5"/>
    <w:rsid w:val="009865A4"/>
    <w:rsid w:val="009903FA"/>
    <w:rsid w:val="0099052D"/>
    <w:rsid w:val="0099117E"/>
    <w:rsid w:val="0099300B"/>
    <w:rsid w:val="009954F1"/>
    <w:rsid w:val="00995710"/>
    <w:rsid w:val="0099658D"/>
    <w:rsid w:val="00996947"/>
    <w:rsid w:val="009A0B2E"/>
    <w:rsid w:val="009A137C"/>
    <w:rsid w:val="009A1845"/>
    <w:rsid w:val="009A18BA"/>
    <w:rsid w:val="009A2273"/>
    <w:rsid w:val="009A2BD5"/>
    <w:rsid w:val="009A2F78"/>
    <w:rsid w:val="009A2F7B"/>
    <w:rsid w:val="009A3399"/>
    <w:rsid w:val="009A439E"/>
    <w:rsid w:val="009A4644"/>
    <w:rsid w:val="009A5221"/>
    <w:rsid w:val="009A68A5"/>
    <w:rsid w:val="009A6AF2"/>
    <w:rsid w:val="009B20E5"/>
    <w:rsid w:val="009B210A"/>
    <w:rsid w:val="009B29C2"/>
    <w:rsid w:val="009B2E40"/>
    <w:rsid w:val="009B3049"/>
    <w:rsid w:val="009B3F01"/>
    <w:rsid w:val="009B4420"/>
    <w:rsid w:val="009B472C"/>
    <w:rsid w:val="009B53E5"/>
    <w:rsid w:val="009B5CFE"/>
    <w:rsid w:val="009C3BF0"/>
    <w:rsid w:val="009C3C78"/>
    <w:rsid w:val="009C5F31"/>
    <w:rsid w:val="009C792F"/>
    <w:rsid w:val="009D0A77"/>
    <w:rsid w:val="009D2E5E"/>
    <w:rsid w:val="009D38B1"/>
    <w:rsid w:val="009D5416"/>
    <w:rsid w:val="009D6664"/>
    <w:rsid w:val="009D6FA9"/>
    <w:rsid w:val="009D702C"/>
    <w:rsid w:val="009D766E"/>
    <w:rsid w:val="009E5047"/>
    <w:rsid w:val="009E54F3"/>
    <w:rsid w:val="009E5529"/>
    <w:rsid w:val="009E5F31"/>
    <w:rsid w:val="009E6563"/>
    <w:rsid w:val="009F0EE4"/>
    <w:rsid w:val="009F1D97"/>
    <w:rsid w:val="009F24AA"/>
    <w:rsid w:val="009F2B41"/>
    <w:rsid w:val="009F2BDC"/>
    <w:rsid w:val="00A0153D"/>
    <w:rsid w:val="00A03E40"/>
    <w:rsid w:val="00A048E4"/>
    <w:rsid w:val="00A0660F"/>
    <w:rsid w:val="00A13949"/>
    <w:rsid w:val="00A13EA6"/>
    <w:rsid w:val="00A1710E"/>
    <w:rsid w:val="00A178D6"/>
    <w:rsid w:val="00A20593"/>
    <w:rsid w:val="00A23254"/>
    <w:rsid w:val="00A248CC"/>
    <w:rsid w:val="00A24D06"/>
    <w:rsid w:val="00A24F2E"/>
    <w:rsid w:val="00A2589A"/>
    <w:rsid w:val="00A3163E"/>
    <w:rsid w:val="00A3235F"/>
    <w:rsid w:val="00A32BC3"/>
    <w:rsid w:val="00A34634"/>
    <w:rsid w:val="00A34B80"/>
    <w:rsid w:val="00A352A2"/>
    <w:rsid w:val="00A36007"/>
    <w:rsid w:val="00A36D0D"/>
    <w:rsid w:val="00A40468"/>
    <w:rsid w:val="00A40D36"/>
    <w:rsid w:val="00A424F7"/>
    <w:rsid w:val="00A43513"/>
    <w:rsid w:val="00A43D98"/>
    <w:rsid w:val="00A452EC"/>
    <w:rsid w:val="00A452F9"/>
    <w:rsid w:val="00A51ADB"/>
    <w:rsid w:val="00A51FF4"/>
    <w:rsid w:val="00A529A0"/>
    <w:rsid w:val="00A52D2A"/>
    <w:rsid w:val="00A53AF0"/>
    <w:rsid w:val="00A53B96"/>
    <w:rsid w:val="00A53D6A"/>
    <w:rsid w:val="00A55AF9"/>
    <w:rsid w:val="00A5760F"/>
    <w:rsid w:val="00A60174"/>
    <w:rsid w:val="00A64431"/>
    <w:rsid w:val="00A678B3"/>
    <w:rsid w:val="00A714E6"/>
    <w:rsid w:val="00A71832"/>
    <w:rsid w:val="00A718DB"/>
    <w:rsid w:val="00A728D7"/>
    <w:rsid w:val="00A729B9"/>
    <w:rsid w:val="00A7404E"/>
    <w:rsid w:val="00A744E2"/>
    <w:rsid w:val="00A74732"/>
    <w:rsid w:val="00A747D9"/>
    <w:rsid w:val="00A801E4"/>
    <w:rsid w:val="00A823CE"/>
    <w:rsid w:val="00A82430"/>
    <w:rsid w:val="00A82AC8"/>
    <w:rsid w:val="00A82B94"/>
    <w:rsid w:val="00A82CE7"/>
    <w:rsid w:val="00A8444F"/>
    <w:rsid w:val="00A84513"/>
    <w:rsid w:val="00A84AC6"/>
    <w:rsid w:val="00A85562"/>
    <w:rsid w:val="00A873CD"/>
    <w:rsid w:val="00A879A0"/>
    <w:rsid w:val="00A901F1"/>
    <w:rsid w:val="00A90F54"/>
    <w:rsid w:val="00A93182"/>
    <w:rsid w:val="00A94E55"/>
    <w:rsid w:val="00A95BAD"/>
    <w:rsid w:val="00A96788"/>
    <w:rsid w:val="00A97019"/>
    <w:rsid w:val="00A9794C"/>
    <w:rsid w:val="00AA33F2"/>
    <w:rsid w:val="00AA36D2"/>
    <w:rsid w:val="00AA4A77"/>
    <w:rsid w:val="00AA54F5"/>
    <w:rsid w:val="00AA56D2"/>
    <w:rsid w:val="00AA5F3C"/>
    <w:rsid w:val="00AA6241"/>
    <w:rsid w:val="00AA67AD"/>
    <w:rsid w:val="00AA6EE9"/>
    <w:rsid w:val="00AB3523"/>
    <w:rsid w:val="00AB3C7D"/>
    <w:rsid w:val="00AB3DBA"/>
    <w:rsid w:val="00AB3FFB"/>
    <w:rsid w:val="00AB4938"/>
    <w:rsid w:val="00AB4D51"/>
    <w:rsid w:val="00AB511C"/>
    <w:rsid w:val="00AB5146"/>
    <w:rsid w:val="00AB6E13"/>
    <w:rsid w:val="00AC0C3E"/>
    <w:rsid w:val="00AC1305"/>
    <w:rsid w:val="00AC17E5"/>
    <w:rsid w:val="00AC2A9E"/>
    <w:rsid w:val="00AC2F80"/>
    <w:rsid w:val="00AC301E"/>
    <w:rsid w:val="00AC3254"/>
    <w:rsid w:val="00AC34F6"/>
    <w:rsid w:val="00AC35C4"/>
    <w:rsid w:val="00AC466B"/>
    <w:rsid w:val="00AC5FF9"/>
    <w:rsid w:val="00AC6411"/>
    <w:rsid w:val="00AC7668"/>
    <w:rsid w:val="00AD0692"/>
    <w:rsid w:val="00AD211E"/>
    <w:rsid w:val="00AD2C2C"/>
    <w:rsid w:val="00AD311B"/>
    <w:rsid w:val="00AD4154"/>
    <w:rsid w:val="00AD43A9"/>
    <w:rsid w:val="00AD4D17"/>
    <w:rsid w:val="00AE1239"/>
    <w:rsid w:val="00AE2607"/>
    <w:rsid w:val="00AE4220"/>
    <w:rsid w:val="00AE4EC6"/>
    <w:rsid w:val="00AE58FC"/>
    <w:rsid w:val="00AE5ABD"/>
    <w:rsid w:val="00AE6431"/>
    <w:rsid w:val="00AE6710"/>
    <w:rsid w:val="00AF42E5"/>
    <w:rsid w:val="00AF4F56"/>
    <w:rsid w:val="00AF571C"/>
    <w:rsid w:val="00AF6410"/>
    <w:rsid w:val="00AF6B18"/>
    <w:rsid w:val="00AF75C0"/>
    <w:rsid w:val="00AF78BC"/>
    <w:rsid w:val="00AF79B1"/>
    <w:rsid w:val="00B00BA1"/>
    <w:rsid w:val="00B0197D"/>
    <w:rsid w:val="00B01DF6"/>
    <w:rsid w:val="00B0326C"/>
    <w:rsid w:val="00B03395"/>
    <w:rsid w:val="00B03F60"/>
    <w:rsid w:val="00B043E5"/>
    <w:rsid w:val="00B05DB5"/>
    <w:rsid w:val="00B10442"/>
    <w:rsid w:val="00B105C3"/>
    <w:rsid w:val="00B11ACD"/>
    <w:rsid w:val="00B12826"/>
    <w:rsid w:val="00B140E9"/>
    <w:rsid w:val="00B1424B"/>
    <w:rsid w:val="00B15582"/>
    <w:rsid w:val="00B1761B"/>
    <w:rsid w:val="00B17F5E"/>
    <w:rsid w:val="00B20976"/>
    <w:rsid w:val="00B20F0B"/>
    <w:rsid w:val="00B211B2"/>
    <w:rsid w:val="00B24356"/>
    <w:rsid w:val="00B25E42"/>
    <w:rsid w:val="00B2648B"/>
    <w:rsid w:val="00B267B6"/>
    <w:rsid w:val="00B30008"/>
    <w:rsid w:val="00B3015F"/>
    <w:rsid w:val="00B30CA1"/>
    <w:rsid w:val="00B30F31"/>
    <w:rsid w:val="00B315C5"/>
    <w:rsid w:val="00B34EED"/>
    <w:rsid w:val="00B40094"/>
    <w:rsid w:val="00B40447"/>
    <w:rsid w:val="00B408B6"/>
    <w:rsid w:val="00B435DF"/>
    <w:rsid w:val="00B44AE4"/>
    <w:rsid w:val="00B44C56"/>
    <w:rsid w:val="00B450D4"/>
    <w:rsid w:val="00B454ED"/>
    <w:rsid w:val="00B45A61"/>
    <w:rsid w:val="00B47096"/>
    <w:rsid w:val="00B51B1E"/>
    <w:rsid w:val="00B5229C"/>
    <w:rsid w:val="00B52A05"/>
    <w:rsid w:val="00B53D1E"/>
    <w:rsid w:val="00B55D9A"/>
    <w:rsid w:val="00B602F4"/>
    <w:rsid w:val="00B635DA"/>
    <w:rsid w:val="00B64081"/>
    <w:rsid w:val="00B6485D"/>
    <w:rsid w:val="00B650AC"/>
    <w:rsid w:val="00B6575B"/>
    <w:rsid w:val="00B659AB"/>
    <w:rsid w:val="00B67458"/>
    <w:rsid w:val="00B70A57"/>
    <w:rsid w:val="00B711B8"/>
    <w:rsid w:val="00B7145F"/>
    <w:rsid w:val="00B71C6E"/>
    <w:rsid w:val="00B71D6D"/>
    <w:rsid w:val="00B71F0F"/>
    <w:rsid w:val="00B71FA6"/>
    <w:rsid w:val="00B72101"/>
    <w:rsid w:val="00B722F0"/>
    <w:rsid w:val="00B74223"/>
    <w:rsid w:val="00B77C4D"/>
    <w:rsid w:val="00B801FF"/>
    <w:rsid w:val="00B81F8D"/>
    <w:rsid w:val="00B84CE7"/>
    <w:rsid w:val="00B85963"/>
    <w:rsid w:val="00B911EB"/>
    <w:rsid w:val="00B933B6"/>
    <w:rsid w:val="00B93BCA"/>
    <w:rsid w:val="00B94E1C"/>
    <w:rsid w:val="00B972DB"/>
    <w:rsid w:val="00B976C5"/>
    <w:rsid w:val="00B97864"/>
    <w:rsid w:val="00B97AE4"/>
    <w:rsid w:val="00B97BA9"/>
    <w:rsid w:val="00BA11AA"/>
    <w:rsid w:val="00BA1E56"/>
    <w:rsid w:val="00BA3696"/>
    <w:rsid w:val="00BA38B8"/>
    <w:rsid w:val="00BA3E9B"/>
    <w:rsid w:val="00BA439F"/>
    <w:rsid w:val="00BA54ED"/>
    <w:rsid w:val="00BA550D"/>
    <w:rsid w:val="00BA6ED6"/>
    <w:rsid w:val="00BA74A7"/>
    <w:rsid w:val="00BA75CA"/>
    <w:rsid w:val="00BB1125"/>
    <w:rsid w:val="00BB1528"/>
    <w:rsid w:val="00BB16AD"/>
    <w:rsid w:val="00BB382D"/>
    <w:rsid w:val="00BB4D50"/>
    <w:rsid w:val="00BB58CF"/>
    <w:rsid w:val="00BB6193"/>
    <w:rsid w:val="00BB6C47"/>
    <w:rsid w:val="00BB762B"/>
    <w:rsid w:val="00BC05F5"/>
    <w:rsid w:val="00BC075B"/>
    <w:rsid w:val="00BC0A54"/>
    <w:rsid w:val="00BC155D"/>
    <w:rsid w:val="00BC28CD"/>
    <w:rsid w:val="00BC3011"/>
    <w:rsid w:val="00BC55C5"/>
    <w:rsid w:val="00BC6E84"/>
    <w:rsid w:val="00BC7F02"/>
    <w:rsid w:val="00BD097E"/>
    <w:rsid w:val="00BD0DB2"/>
    <w:rsid w:val="00BD281B"/>
    <w:rsid w:val="00BD4B5D"/>
    <w:rsid w:val="00BD5E63"/>
    <w:rsid w:val="00BD73A4"/>
    <w:rsid w:val="00BE01D4"/>
    <w:rsid w:val="00BE0808"/>
    <w:rsid w:val="00BE0CF3"/>
    <w:rsid w:val="00BE4468"/>
    <w:rsid w:val="00BE44E3"/>
    <w:rsid w:val="00BE61E1"/>
    <w:rsid w:val="00BE779B"/>
    <w:rsid w:val="00BE78DA"/>
    <w:rsid w:val="00BF009D"/>
    <w:rsid w:val="00BF0AC4"/>
    <w:rsid w:val="00BF13D4"/>
    <w:rsid w:val="00BF1A22"/>
    <w:rsid w:val="00BF2CB6"/>
    <w:rsid w:val="00BF396F"/>
    <w:rsid w:val="00BF426A"/>
    <w:rsid w:val="00BF55E4"/>
    <w:rsid w:val="00BF5E94"/>
    <w:rsid w:val="00BF747C"/>
    <w:rsid w:val="00C01341"/>
    <w:rsid w:val="00C019AD"/>
    <w:rsid w:val="00C01A4F"/>
    <w:rsid w:val="00C01BE5"/>
    <w:rsid w:val="00C02026"/>
    <w:rsid w:val="00C02589"/>
    <w:rsid w:val="00C0332B"/>
    <w:rsid w:val="00C04B11"/>
    <w:rsid w:val="00C06612"/>
    <w:rsid w:val="00C06627"/>
    <w:rsid w:val="00C06F5F"/>
    <w:rsid w:val="00C07477"/>
    <w:rsid w:val="00C12993"/>
    <w:rsid w:val="00C12C38"/>
    <w:rsid w:val="00C14714"/>
    <w:rsid w:val="00C1600B"/>
    <w:rsid w:val="00C16305"/>
    <w:rsid w:val="00C16A1E"/>
    <w:rsid w:val="00C21263"/>
    <w:rsid w:val="00C2170C"/>
    <w:rsid w:val="00C21EAD"/>
    <w:rsid w:val="00C22456"/>
    <w:rsid w:val="00C224B2"/>
    <w:rsid w:val="00C230B4"/>
    <w:rsid w:val="00C230C4"/>
    <w:rsid w:val="00C2349C"/>
    <w:rsid w:val="00C235E4"/>
    <w:rsid w:val="00C23D1D"/>
    <w:rsid w:val="00C24DE6"/>
    <w:rsid w:val="00C25251"/>
    <w:rsid w:val="00C25344"/>
    <w:rsid w:val="00C25A61"/>
    <w:rsid w:val="00C26C1C"/>
    <w:rsid w:val="00C30DCA"/>
    <w:rsid w:val="00C3360A"/>
    <w:rsid w:val="00C33911"/>
    <w:rsid w:val="00C33AB9"/>
    <w:rsid w:val="00C3465C"/>
    <w:rsid w:val="00C34CAD"/>
    <w:rsid w:val="00C41540"/>
    <w:rsid w:val="00C41FE2"/>
    <w:rsid w:val="00C424B0"/>
    <w:rsid w:val="00C44A18"/>
    <w:rsid w:val="00C44E00"/>
    <w:rsid w:val="00C454C9"/>
    <w:rsid w:val="00C46CDE"/>
    <w:rsid w:val="00C5095E"/>
    <w:rsid w:val="00C50B77"/>
    <w:rsid w:val="00C50F34"/>
    <w:rsid w:val="00C51586"/>
    <w:rsid w:val="00C522CD"/>
    <w:rsid w:val="00C52512"/>
    <w:rsid w:val="00C5281B"/>
    <w:rsid w:val="00C52877"/>
    <w:rsid w:val="00C54574"/>
    <w:rsid w:val="00C54C59"/>
    <w:rsid w:val="00C54E7F"/>
    <w:rsid w:val="00C5703D"/>
    <w:rsid w:val="00C60A70"/>
    <w:rsid w:val="00C62554"/>
    <w:rsid w:val="00C62670"/>
    <w:rsid w:val="00C63AC2"/>
    <w:rsid w:val="00C64AC4"/>
    <w:rsid w:val="00C67FF5"/>
    <w:rsid w:val="00C70EC6"/>
    <w:rsid w:val="00C7153A"/>
    <w:rsid w:val="00C718AA"/>
    <w:rsid w:val="00C72848"/>
    <w:rsid w:val="00C734BC"/>
    <w:rsid w:val="00C73776"/>
    <w:rsid w:val="00C74190"/>
    <w:rsid w:val="00C74DB3"/>
    <w:rsid w:val="00C77BDD"/>
    <w:rsid w:val="00C80814"/>
    <w:rsid w:val="00C80DA6"/>
    <w:rsid w:val="00C838CF"/>
    <w:rsid w:val="00C84373"/>
    <w:rsid w:val="00C844B6"/>
    <w:rsid w:val="00C84F74"/>
    <w:rsid w:val="00C86386"/>
    <w:rsid w:val="00C90160"/>
    <w:rsid w:val="00C9164B"/>
    <w:rsid w:val="00C92738"/>
    <w:rsid w:val="00C93611"/>
    <w:rsid w:val="00C94C3B"/>
    <w:rsid w:val="00C96773"/>
    <w:rsid w:val="00C96B31"/>
    <w:rsid w:val="00C96CB5"/>
    <w:rsid w:val="00C97316"/>
    <w:rsid w:val="00C97B80"/>
    <w:rsid w:val="00CA157C"/>
    <w:rsid w:val="00CA197C"/>
    <w:rsid w:val="00CA1EB0"/>
    <w:rsid w:val="00CA37F9"/>
    <w:rsid w:val="00CA3BB9"/>
    <w:rsid w:val="00CA4538"/>
    <w:rsid w:val="00CB1B4C"/>
    <w:rsid w:val="00CB1CD2"/>
    <w:rsid w:val="00CB33C4"/>
    <w:rsid w:val="00CB3DD6"/>
    <w:rsid w:val="00CB6DA5"/>
    <w:rsid w:val="00CB6F07"/>
    <w:rsid w:val="00CB75CE"/>
    <w:rsid w:val="00CC05D7"/>
    <w:rsid w:val="00CC14F0"/>
    <w:rsid w:val="00CC2FFF"/>
    <w:rsid w:val="00CC369D"/>
    <w:rsid w:val="00CC3EE5"/>
    <w:rsid w:val="00CC3FAC"/>
    <w:rsid w:val="00CC4948"/>
    <w:rsid w:val="00CC7679"/>
    <w:rsid w:val="00CC78F1"/>
    <w:rsid w:val="00CD046E"/>
    <w:rsid w:val="00CD05CC"/>
    <w:rsid w:val="00CD0A7D"/>
    <w:rsid w:val="00CD0BA7"/>
    <w:rsid w:val="00CD18F2"/>
    <w:rsid w:val="00CD1A0C"/>
    <w:rsid w:val="00CD300C"/>
    <w:rsid w:val="00CD37AD"/>
    <w:rsid w:val="00CD561E"/>
    <w:rsid w:val="00CE0B77"/>
    <w:rsid w:val="00CE3542"/>
    <w:rsid w:val="00CE38C1"/>
    <w:rsid w:val="00CE41EE"/>
    <w:rsid w:val="00CE5AEA"/>
    <w:rsid w:val="00CE6B0D"/>
    <w:rsid w:val="00CF1076"/>
    <w:rsid w:val="00CF5117"/>
    <w:rsid w:val="00D002DA"/>
    <w:rsid w:val="00D00AAD"/>
    <w:rsid w:val="00D00F4A"/>
    <w:rsid w:val="00D02E56"/>
    <w:rsid w:val="00D02ECB"/>
    <w:rsid w:val="00D053F1"/>
    <w:rsid w:val="00D05E76"/>
    <w:rsid w:val="00D065D5"/>
    <w:rsid w:val="00D11468"/>
    <w:rsid w:val="00D120F9"/>
    <w:rsid w:val="00D13186"/>
    <w:rsid w:val="00D13F37"/>
    <w:rsid w:val="00D14391"/>
    <w:rsid w:val="00D14CCC"/>
    <w:rsid w:val="00D14E4A"/>
    <w:rsid w:val="00D1601F"/>
    <w:rsid w:val="00D20D21"/>
    <w:rsid w:val="00D2122B"/>
    <w:rsid w:val="00D21E12"/>
    <w:rsid w:val="00D22229"/>
    <w:rsid w:val="00D234D3"/>
    <w:rsid w:val="00D238AE"/>
    <w:rsid w:val="00D25102"/>
    <w:rsid w:val="00D25A60"/>
    <w:rsid w:val="00D261A5"/>
    <w:rsid w:val="00D26A38"/>
    <w:rsid w:val="00D33883"/>
    <w:rsid w:val="00D33CC3"/>
    <w:rsid w:val="00D35AE8"/>
    <w:rsid w:val="00D3739E"/>
    <w:rsid w:val="00D37E6F"/>
    <w:rsid w:val="00D4031A"/>
    <w:rsid w:val="00D41836"/>
    <w:rsid w:val="00D41BE9"/>
    <w:rsid w:val="00D43FB9"/>
    <w:rsid w:val="00D44990"/>
    <w:rsid w:val="00D467F2"/>
    <w:rsid w:val="00D50926"/>
    <w:rsid w:val="00D5107C"/>
    <w:rsid w:val="00D5286F"/>
    <w:rsid w:val="00D52AFE"/>
    <w:rsid w:val="00D53F5D"/>
    <w:rsid w:val="00D552BD"/>
    <w:rsid w:val="00D552DC"/>
    <w:rsid w:val="00D55ACB"/>
    <w:rsid w:val="00D55D4D"/>
    <w:rsid w:val="00D5652D"/>
    <w:rsid w:val="00D565DD"/>
    <w:rsid w:val="00D56DDA"/>
    <w:rsid w:val="00D5760C"/>
    <w:rsid w:val="00D62F54"/>
    <w:rsid w:val="00D6629A"/>
    <w:rsid w:val="00D67595"/>
    <w:rsid w:val="00D7100C"/>
    <w:rsid w:val="00D71DF1"/>
    <w:rsid w:val="00D724B2"/>
    <w:rsid w:val="00D72E72"/>
    <w:rsid w:val="00D75218"/>
    <w:rsid w:val="00D76208"/>
    <w:rsid w:val="00D7641D"/>
    <w:rsid w:val="00D77676"/>
    <w:rsid w:val="00D776DE"/>
    <w:rsid w:val="00D81809"/>
    <w:rsid w:val="00D81FA1"/>
    <w:rsid w:val="00D8360D"/>
    <w:rsid w:val="00D8385B"/>
    <w:rsid w:val="00D83E7D"/>
    <w:rsid w:val="00D84B74"/>
    <w:rsid w:val="00D867D3"/>
    <w:rsid w:val="00D86CE3"/>
    <w:rsid w:val="00D879C8"/>
    <w:rsid w:val="00D90720"/>
    <w:rsid w:val="00D909A9"/>
    <w:rsid w:val="00D92C3D"/>
    <w:rsid w:val="00D95169"/>
    <w:rsid w:val="00D96BFD"/>
    <w:rsid w:val="00DA0D5D"/>
    <w:rsid w:val="00DA1894"/>
    <w:rsid w:val="00DA72BC"/>
    <w:rsid w:val="00DA78FD"/>
    <w:rsid w:val="00DB1220"/>
    <w:rsid w:val="00DB12ED"/>
    <w:rsid w:val="00DB1C44"/>
    <w:rsid w:val="00DB20B4"/>
    <w:rsid w:val="00DB2AAE"/>
    <w:rsid w:val="00DB32C4"/>
    <w:rsid w:val="00DB347E"/>
    <w:rsid w:val="00DB3EB5"/>
    <w:rsid w:val="00DB50F5"/>
    <w:rsid w:val="00DB6172"/>
    <w:rsid w:val="00DB7295"/>
    <w:rsid w:val="00DB72C7"/>
    <w:rsid w:val="00DB7F7A"/>
    <w:rsid w:val="00DC0490"/>
    <w:rsid w:val="00DC05CB"/>
    <w:rsid w:val="00DC2276"/>
    <w:rsid w:val="00DC293C"/>
    <w:rsid w:val="00DC2A10"/>
    <w:rsid w:val="00DC4292"/>
    <w:rsid w:val="00DC4DBC"/>
    <w:rsid w:val="00DC5D1B"/>
    <w:rsid w:val="00DC6723"/>
    <w:rsid w:val="00DC6AB4"/>
    <w:rsid w:val="00DC7525"/>
    <w:rsid w:val="00DD030B"/>
    <w:rsid w:val="00DD043C"/>
    <w:rsid w:val="00DD1D45"/>
    <w:rsid w:val="00DD1DC0"/>
    <w:rsid w:val="00DD2437"/>
    <w:rsid w:val="00DD2BDE"/>
    <w:rsid w:val="00DD75EF"/>
    <w:rsid w:val="00DE17D3"/>
    <w:rsid w:val="00DE1C8A"/>
    <w:rsid w:val="00DE660E"/>
    <w:rsid w:val="00DF1C58"/>
    <w:rsid w:val="00DF3A87"/>
    <w:rsid w:val="00DF3D7E"/>
    <w:rsid w:val="00DF3EF5"/>
    <w:rsid w:val="00DF3F0A"/>
    <w:rsid w:val="00DF4909"/>
    <w:rsid w:val="00DF6477"/>
    <w:rsid w:val="00E00BEB"/>
    <w:rsid w:val="00E01DA8"/>
    <w:rsid w:val="00E01F8D"/>
    <w:rsid w:val="00E043B7"/>
    <w:rsid w:val="00E04A57"/>
    <w:rsid w:val="00E04B90"/>
    <w:rsid w:val="00E0514E"/>
    <w:rsid w:val="00E0657B"/>
    <w:rsid w:val="00E07A7E"/>
    <w:rsid w:val="00E10882"/>
    <w:rsid w:val="00E11471"/>
    <w:rsid w:val="00E12808"/>
    <w:rsid w:val="00E132F6"/>
    <w:rsid w:val="00E14C56"/>
    <w:rsid w:val="00E16740"/>
    <w:rsid w:val="00E16D84"/>
    <w:rsid w:val="00E16F64"/>
    <w:rsid w:val="00E17E7A"/>
    <w:rsid w:val="00E20F65"/>
    <w:rsid w:val="00E2257B"/>
    <w:rsid w:val="00E23949"/>
    <w:rsid w:val="00E257B2"/>
    <w:rsid w:val="00E25BBD"/>
    <w:rsid w:val="00E3012E"/>
    <w:rsid w:val="00E309FC"/>
    <w:rsid w:val="00E30D67"/>
    <w:rsid w:val="00E31306"/>
    <w:rsid w:val="00E31905"/>
    <w:rsid w:val="00E34923"/>
    <w:rsid w:val="00E36C55"/>
    <w:rsid w:val="00E37282"/>
    <w:rsid w:val="00E3787A"/>
    <w:rsid w:val="00E435A0"/>
    <w:rsid w:val="00E44FC5"/>
    <w:rsid w:val="00E46194"/>
    <w:rsid w:val="00E47F15"/>
    <w:rsid w:val="00E5039C"/>
    <w:rsid w:val="00E51EAE"/>
    <w:rsid w:val="00E53BD5"/>
    <w:rsid w:val="00E550A6"/>
    <w:rsid w:val="00E55CA6"/>
    <w:rsid w:val="00E560F8"/>
    <w:rsid w:val="00E57B52"/>
    <w:rsid w:val="00E57BD1"/>
    <w:rsid w:val="00E57C1E"/>
    <w:rsid w:val="00E57C2E"/>
    <w:rsid w:val="00E61CA0"/>
    <w:rsid w:val="00E63DA9"/>
    <w:rsid w:val="00E653BE"/>
    <w:rsid w:val="00E65F74"/>
    <w:rsid w:val="00E72711"/>
    <w:rsid w:val="00E72F1D"/>
    <w:rsid w:val="00E731BA"/>
    <w:rsid w:val="00E747C9"/>
    <w:rsid w:val="00E74FAB"/>
    <w:rsid w:val="00E758E2"/>
    <w:rsid w:val="00E767EF"/>
    <w:rsid w:val="00E77C55"/>
    <w:rsid w:val="00E80115"/>
    <w:rsid w:val="00E8162E"/>
    <w:rsid w:val="00E81E40"/>
    <w:rsid w:val="00E82A34"/>
    <w:rsid w:val="00E83033"/>
    <w:rsid w:val="00E83BE9"/>
    <w:rsid w:val="00E84009"/>
    <w:rsid w:val="00E85306"/>
    <w:rsid w:val="00E85E09"/>
    <w:rsid w:val="00E86501"/>
    <w:rsid w:val="00E873D4"/>
    <w:rsid w:val="00E9064C"/>
    <w:rsid w:val="00E912CE"/>
    <w:rsid w:val="00E915BE"/>
    <w:rsid w:val="00E9216B"/>
    <w:rsid w:val="00E92BFA"/>
    <w:rsid w:val="00E94BAE"/>
    <w:rsid w:val="00E94FD6"/>
    <w:rsid w:val="00E96350"/>
    <w:rsid w:val="00E96BE0"/>
    <w:rsid w:val="00E974D0"/>
    <w:rsid w:val="00EA006E"/>
    <w:rsid w:val="00EA0A1D"/>
    <w:rsid w:val="00EA1B59"/>
    <w:rsid w:val="00EA2104"/>
    <w:rsid w:val="00EA2781"/>
    <w:rsid w:val="00EA2A22"/>
    <w:rsid w:val="00EA2A96"/>
    <w:rsid w:val="00EA584B"/>
    <w:rsid w:val="00EA5DA1"/>
    <w:rsid w:val="00EA6D6C"/>
    <w:rsid w:val="00EA751D"/>
    <w:rsid w:val="00EB0EC4"/>
    <w:rsid w:val="00EB1757"/>
    <w:rsid w:val="00EB2F70"/>
    <w:rsid w:val="00EB371E"/>
    <w:rsid w:val="00EB607C"/>
    <w:rsid w:val="00EB6901"/>
    <w:rsid w:val="00EB7C7B"/>
    <w:rsid w:val="00EC1685"/>
    <w:rsid w:val="00EC4958"/>
    <w:rsid w:val="00EC4DEA"/>
    <w:rsid w:val="00EC4FF2"/>
    <w:rsid w:val="00ED04A6"/>
    <w:rsid w:val="00ED0F1C"/>
    <w:rsid w:val="00ED1BD8"/>
    <w:rsid w:val="00ED2183"/>
    <w:rsid w:val="00ED70CC"/>
    <w:rsid w:val="00ED7AEF"/>
    <w:rsid w:val="00EE01F0"/>
    <w:rsid w:val="00EE1CE6"/>
    <w:rsid w:val="00EE2AF4"/>
    <w:rsid w:val="00EE2B0D"/>
    <w:rsid w:val="00EE5D14"/>
    <w:rsid w:val="00EE69CC"/>
    <w:rsid w:val="00EE7474"/>
    <w:rsid w:val="00EF0590"/>
    <w:rsid w:val="00EF105C"/>
    <w:rsid w:val="00EF2277"/>
    <w:rsid w:val="00EF24CB"/>
    <w:rsid w:val="00EF31E5"/>
    <w:rsid w:val="00EF3BB3"/>
    <w:rsid w:val="00EF5397"/>
    <w:rsid w:val="00EF541D"/>
    <w:rsid w:val="00EF55A9"/>
    <w:rsid w:val="00EF5A0C"/>
    <w:rsid w:val="00EF5D0F"/>
    <w:rsid w:val="00EF6108"/>
    <w:rsid w:val="00EF6BD1"/>
    <w:rsid w:val="00EF7E25"/>
    <w:rsid w:val="00F03266"/>
    <w:rsid w:val="00F039C3"/>
    <w:rsid w:val="00F03D59"/>
    <w:rsid w:val="00F03E8E"/>
    <w:rsid w:val="00F03F59"/>
    <w:rsid w:val="00F051F8"/>
    <w:rsid w:val="00F0545B"/>
    <w:rsid w:val="00F05F96"/>
    <w:rsid w:val="00F0728B"/>
    <w:rsid w:val="00F0778B"/>
    <w:rsid w:val="00F11A8D"/>
    <w:rsid w:val="00F12B93"/>
    <w:rsid w:val="00F133F7"/>
    <w:rsid w:val="00F15E80"/>
    <w:rsid w:val="00F161D3"/>
    <w:rsid w:val="00F163DC"/>
    <w:rsid w:val="00F16950"/>
    <w:rsid w:val="00F16B6D"/>
    <w:rsid w:val="00F1772E"/>
    <w:rsid w:val="00F17F24"/>
    <w:rsid w:val="00F212EA"/>
    <w:rsid w:val="00F22BDB"/>
    <w:rsid w:val="00F22E97"/>
    <w:rsid w:val="00F24788"/>
    <w:rsid w:val="00F25C89"/>
    <w:rsid w:val="00F271BA"/>
    <w:rsid w:val="00F27DC5"/>
    <w:rsid w:val="00F31A32"/>
    <w:rsid w:val="00F3212F"/>
    <w:rsid w:val="00F33230"/>
    <w:rsid w:val="00F34219"/>
    <w:rsid w:val="00F347AF"/>
    <w:rsid w:val="00F34A52"/>
    <w:rsid w:val="00F34A6C"/>
    <w:rsid w:val="00F34D4A"/>
    <w:rsid w:val="00F35161"/>
    <w:rsid w:val="00F35826"/>
    <w:rsid w:val="00F35A19"/>
    <w:rsid w:val="00F35DE1"/>
    <w:rsid w:val="00F375A2"/>
    <w:rsid w:val="00F40A95"/>
    <w:rsid w:val="00F40DEC"/>
    <w:rsid w:val="00F4112E"/>
    <w:rsid w:val="00F4335D"/>
    <w:rsid w:val="00F44CDE"/>
    <w:rsid w:val="00F461A4"/>
    <w:rsid w:val="00F47E4D"/>
    <w:rsid w:val="00F5096F"/>
    <w:rsid w:val="00F50AFF"/>
    <w:rsid w:val="00F5144F"/>
    <w:rsid w:val="00F51978"/>
    <w:rsid w:val="00F51B1E"/>
    <w:rsid w:val="00F51FD8"/>
    <w:rsid w:val="00F5259C"/>
    <w:rsid w:val="00F54FF0"/>
    <w:rsid w:val="00F56299"/>
    <w:rsid w:val="00F57432"/>
    <w:rsid w:val="00F57AA4"/>
    <w:rsid w:val="00F60859"/>
    <w:rsid w:val="00F608FD"/>
    <w:rsid w:val="00F61190"/>
    <w:rsid w:val="00F6129A"/>
    <w:rsid w:val="00F628E8"/>
    <w:rsid w:val="00F63F42"/>
    <w:rsid w:val="00F640CB"/>
    <w:rsid w:val="00F64F0F"/>
    <w:rsid w:val="00F65FE5"/>
    <w:rsid w:val="00F66765"/>
    <w:rsid w:val="00F678E0"/>
    <w:rsid w:val="00F701DF"/>
    <w:rsid w:val="00F701E6"/>
    <w:rsid w:val="00F705A7"/>
    <w:rsid w:val="00F708A1"/>
    <w:rsid w:val="00F70EEF"/>
    <w:rsid w:val="00F714E7"/>
    <w:rsid w:val="00F72F5A"/>
    <w:rsid w:val="00F749B1"/>
    <w:rsid w:val="00F75A26"/>
    <w:rsid w:val="00F76162"/>
    <w:rsid w:val="00F765EF"/>
    <w:rsid w:val="00F77A72"/>
    <w:rsid w:val="00F81A6C"/>
    <w:rsid w:val="00F8299B"/>
    <w:rsid w:val="00F844F6"/>
    <w:rsid w:val="00F846F2"/>
    <w:rsid w:val="00F84D1A"/>
    <w:rsid w:val="00F861E9"/>
    <w:rsid w:val="00F8658C"/>
    <w:rsid w:val="00F8750D"/>
    <w:rsid w:val="00F90DF1"/>
    <w:rsid w:val="00F913EA"/>
    <w:rsid w:val="00F91B61"/>
    <w:rsid w:val="00F93FD8"/>
    <w:rsid w:val="00F95B61"/>
    <w:rsid w:val="00F9641D"/>
    <w:rsid w:val="00F9771A"/>
    <w:rsid w:val="00FA1489"/>
    <w:rsid w:val="00FA300E"/>
    <w:rsid w:val="00FA3078"/>
    <w:rsid w:val="00FA3DC0"/>
    <w:rsid w:val="00FA4E42"/>
    <w:rsid w:val="00FA7B8B"/>
    <w:rsid w:val="00FB280C"/>
    <w:rsid w:val="00FB2D7B"/>
    <w:rsid w:val="00FB3955"/>
    <w:rsid w:val="00FB4F7D"/>
    <w:rsid w:val="00FB7258"/>
    <w:rsid w:val="00FC05D9"/>
    <w:rsid w:val="00FC0BF8"/>
    <w:rsid w:val="00FC12DC"/>
    <w:rsid w:val="00FC2C51"/>
    <w:rsid w:val="00FC36FE"/>
    <w:rsid w:val="00FC49A1"/>
    <w:rsid w:val="00FC4F2F"/>
    <w:rsid w:val="00FC60E5"/>
    <w:rsid w:val="00FC68C5"/>
    <w:rsid w:val="00FC760B"/>
    <w:rsid w:val="00FC7D12"/>
    <w:rsid w:val="00FD3603"/>
    <w:rsid w:val="00FD4C46"/>
    <w:rsid w:val="00FD4DBF"/>
    <w:rsid w:val="00FE119C"/>
    <w:rsid w:val="00FE14A2"/>
    <w:rsid w:val="00FE1B3C"/>
    <w:rsid w:val="00FE2EF2"/>
    <w:rsid w:val="00FE4C4C"/>
    <w:rsid w:val="00FE54FF"/>
    <w:rsid w:val="00FE5BC4"/>
    <w:rsid w:val="00FE7BC0"/>
    <w:rsid w:val="00FE7F07"/>
    <w:rsid w:val="00FF18A7"/>
    <w:rsid w:val="00FF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none [3213]">
      <v:fill color="white" on="f"/>
      <v:stroke color="none [3213]"/>
    </o:shapedefaults>
    <o:shapelayout v:ext="edit">
      <o:idmap v:ext="edit" data="1"/>
    </o:shapelayout>
  </w:shapeDefaults>
  <w:decimalSymbol w:val=","/>
  <w:listSeparator w:val=";"/>
  <w14:docId w14:val="7E593FD9"/>
  <w15:docId w15:val="{9DED46E2-55C5-4083-A3FF-DBB3B04C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rsid w:val="00203D0C"/>
    <w:pPr>
      <w:spacing w:line="300" w:lineRule="atLeast"/>
    </w:pPr>
    <w:rPr>
      <w:sz w:val="24"/>
      <w:szCs w:val="24"/>
    </w:rPr>
  </w:style>
  <w:style w:type="paragraph" w:styleId="Kop1">
    <w:name w:val="heading 1"/>
    <w:basedOn w:val="Standaard"/>
    <w:next w:val="Standaard"/>
    <w:rsid w:val="00203D0C"/>
    <w:pPr>
      <w:keepNext/>
      <w:outlineLvl w:val="0"/>
    </w:pPr>
    <w:rPr>
      <w:b/>
      <w:bCs/>
    </w:rPr>
  </w:style>
  <w:style w:type="paragraph" w:styleId="Kop2">
    <w:name w:val="heading 2"/>
    <w:basedOn w:val="Standaard"/>
    <w:next w:val="Standaard"/>
    <w:rsid w:val="00203D0C"/>
    <w:pPr>
      <w:keepNext/>
      <w:tabs>
        <w:tab w:val="left" w:pos="540"/>
        <w:tab w:val="left" w:pos="900"/>
        <w:tab w:val="left" w:pos="4500"/>
        <w:tab w:val="left" w:pos="8640"/>
      </w:tabs>
      <w:ind w:left="900" w:hanging="900"/>
      <w:outlineLvl w:val="1"/>
    </w:pPr>
    <w:rPr>
      <w:b/>
      <w:bCs/>
    </w:rPr>
  </w:style>
  <w:style w:type="paragraph" w:styleId="Kop3">
    <w:name w:val="heading 3"/>
    <w:basedOn w:val="Standaard"/>
    <w:next w:val="Standaard"/>
    <w:rsid w:val="00203D0C"/>
    <w:pPr>
      <w:keepNext/>
      <w:tabs>
        <w:tab w:val="left" w:pos="540"/>
        <w:tab w:val="left" w:pos="900"/>
        <w:tab w:val="left" w:pos="4500"/>
        <w:tab w:val="left" w:pos="8640"/>
      </w:tabs>
      <w:ind w:left="540" w:hanging="540"/>
      <w:outlineLvl w:val="2"/>
    </w:pPr>
    <w:rPr>
      <w:b/>
      <w:bCs/>
      <w:lang w:val="en-GB"/>
    </w:rPr>
  </w:style>
  <w:style w:type="paragraph" w:styleId="Kop4">
    <w:name w:val="heading 4"/>
    <w:basedOn w:val="Standaard"/>
    <w:next w:val="Standaard"/>
    <w:rsid w:val="00203D0C"/>
    <w:pPr>
      <w:keepNext/>
      <w:tabs>
        <w:tab w:val="left" w:pos="720"/>
        <w:tab w:val="left" w:pos="1260"/>
      </w:tabs>
      <w:outlineLvl w:val="3"/>
    </w:pPr>
    <w:rPr>
      <w:sz w:val="36"/>
    </w:rPr>
  </w:style>
  <w:style w:type="paragraph" w:styleId="Kop5">
    <w:name w:val="heading 5"/>
    <w:basedOn w:val="Standaard"/>
    <w:next w:val="Standaard"/>
    <w:rsid w:val="00203D0C"/>
    <w:pPr>
      <w:keepNext/>
      <w:outlineLvl w:val="4"/>
    </w:pPr>
    <w:rPr>
      <w:i/>
      <w:iCs/>
    </w:rPr>
  </w:style>
  <w:style w:type="paragraph" w:styleId="Kop6">
    <w:name w:val="heading 6"/>
    <w:basedOn w:val="Standaard"/>
    <w:next w:val="Standaard"/>
    <w:rsid w:val="00203D0C"/>
    <w:pPr>
      <w:keepNext/>
      <w:tabs>
        <w:tab w:val="left" w:pos="720"/>
        <w:tab w:val="left" w:pos="1260"/>
      </w:tabs>
      <w:ind w:left="709"/>
      <w:outlineLvl w:val="5"/>
    </w:pPr>
    <w:rPr>
      <w:sz w:val="36"/>
    </w:rPr>
  </w:style>
  <w:style w:type="paragraph" w:styleId="Kop7">
    <w:name w:val="heading 7"/>
    <w:basedOn w:val="Standaard"/>
    <w:next w:val="Standaard"/>
    <w:rsid w:val="00203D0C"/>
    <w:pPr>
      <w:keepNext/>
      <w:ind w:left="708"/>
      <w:outlineLvl w:val="6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gavevraag">
    <w:name w:val="opgave_vraag"/>
    <w:qFormat/>
    <w:rsid w:val="00203D0C"/>
    <w:pPr>
      <w:ind w:left="709" w:hanging="709"/>
    </w:pPr>
    <w:rPr>
      <w:sz w:val="24"/>
    </w:rPr>
  </w:style>
  <w:style w:type="paragraph" w:customStyle="1" w:styleId="uitwerkingtitel">
    <w:name w:val="uitwerking_titel"/>
    <w:basedOn w:val="Standaard"/>
    <w:next w:val="Standaard"/>
    <w:link w:val="uitwerkingtitelChar"/>
    <w:qFormat/>
    <w:rsid w:val="00203D0C"/>
    <w:pPr>
      <w:tabs>
        <w:tab w:val="right" w:pos="9072"/>
      </w:tabs>
      <w:ind w:hanging="567"/>
    </w:pPr>
    <w:rPr>
      <w:rFonts w:ascii="Arial" w:hAnsi="Arial"/>
      <w:b/>
      <w:bCs/>
      <w:caps/>
      <w:sz w:val="18"/>
      <w:szCs w:val="20"/>
    </w:rPr>
  </w:style>
  <w:style w:type="paragraph" w:styleId="Documentstructuur">
    <w:name w:val="Document Map"/>
    <w:basedOn w:val="Standaard"/>
    <w:link w:val="DocumentstructuurChar"/>
    <w:semiHidden/>
    <w:rsid w:val="00203D0C"/>
    <w:pPr>
      <w:shd w:val="clear" w:color="auto" w:fill="000080"/>
    </w:pPr>
    <w:rPr>
      <w:rFonts w:ascii="Tahoma" w:hAnsi="Tahoma" w:cs="Tahoma"/>
    </w:rPr>
  </w:style>
  <w:style w:type="character" w:customStyle="1" w:styleId="DocumentstructuurChar">
    <w:name w:val="Documentstructuur Char"/>
    <w:link w:val="Documentstructuur"/>
    <w:semiHidden/>
    <w:rsid w:val="00203D0C"/>
    <w:rPr>
      <w:rFonts w:ascii="Tahoma" w:hAnsi="Tahoma" w:cs="Tahoma"/>
      <w:sz w:val="24"/>
      <w:szCs w:val="24"/>
      <w:shd w:val="clear" w:color="auto" w:fill="000080"/>
    </w:rPr>
  </w:style>
  <w:style w:type="character" w:customStyle="1" w:styleId="uitwerkingtitelChar">
    <w:name w:val="uitwerking_titel Char"/>
    <w:link w:val="uitwerkingtitel"/>
    <w:rsid w:val="00203D0C"/>
    <w:rPr>
      <w:rFonts w:ascii="Arial" w:hAnsi="Arial"/>
      <w:b/>
      <w:bCs/>
      <w:caps/>
      <w:sz w:val="18"/>
    </w:rPr>
  </w:style>
  <w:style w:type="character" w:customStyle="1" w:styleId="opgavekoptekstChar">
    <w:name w:val="opgave_koptekst Char"/>
    <w:link w:val="opgavekoptekst"/>
    <w:rsid w:val="00203D0C"/>
    <w:rPr>
      <w:noProof/>
      <w:sz w:val="24"/>
    </w:rPr>
  </w:style>
  <w:style w:type="paragraph" w:customStyle="1" w:styleId="uitwerkingKTI-kop">
    <w:name w:val="uitwerking_KTI-kop"/>
    <w:qFormat/>
    <w:rsid w:val="00203D0C"/>
    <w:pPr>
      <w:pBdr>
        <w:top w:val="single" w:sz="12" w:space="1" w:color="auto"/>
        <w:bottom w:val="single" w:sz="12" w:space="1" w:color="auto"/>
      </w:pBdr>
    </w:pPr>
    <w:rPr>
      <w:noProof/>
      <w:sz w:val="24"/>
    </w:rPr>
  </w:style>
  <w:style w:type="paragraph" w:customStyle="1" w:styleId="uitwerkingsubvraag">
    <w:name w:val="uitwerking_subvraag"/>
    <w:qFormat/>
    <w:rsid w:val="00203D0C"/>
    <w:pPr>
      <w:tabs>
        <w:tab w:val="left" w:pos="0"/>
        <w:tab w:val="right" w:pos="9072"/>
      </w:tabs>
      <w:ind w:left="426" w:right="-393" w:hanging="993"/>
    </w:pPr>
    <w:rPr>
      <w:rFonts w:cs="Arial"/>
      <w:sz w:val="24"/>
      <w:szCs w:val="24"/>
    </w:rPr>
  </w:style>
  <w:style w:type="paragraph" w:styleId="Voettekst">
    <w:name w:val="footer"/>
    <w:aliases w:val="voettekst"/>
    <w:link w:val="VoettekstChar"/>
    <w:qFormat/>
    <w:rsid w:val="00203D0C"/>
    <w:pPr>
      <w:tabs>
        <w:tab w:val="left" w:pos="0"/>
        <w:tab w:val="left" w:pos="2268"/>
        <w:tab w:val="right" w:pos="9072"/>
      </w:tabs>
    </w:pPr>
    <w:rPr>
      <w:rFonts w:ascii="Arial" w:hAnsi="Arial" w:cs="Arial"/>
      <w:caps/>
      <w:sz w:val="14"/>
      <w:szCs w:val="14"/>
    </w:rPr>
  </w:style>
  <w:style w:type="character" w:customStyle="1" w:styleId="VoettekstChar">
    <w:name w:val="Voettekst Char"/>
    <w:aliases w:val="voettekst Char"/>
    <w:link w:val="Voettekst"/>
    <w:rsid w:val="00203D0C"/>
    <w:rPr>
      <w:rFonts w:ascii="Arial" w:hAnsi="Arial" w:cs="Arial"/>
      <w:caps/>
      <w:sz w:val="14"/>
      <w:szCs w:val="14"/>
    </w:rPr>
  </w:style>
  <w:style w:type="paragraph" w:customStyle="1" w:styleId="uitwerkingvraag">
    <w:name w:val="uitwerking_vraag"/>
    <w:basedOn w:val="Standaard"/>
    <w:qFormat/>
    <w:rsid w:val="00203D0C"/>
    <w:pPr>
      <w:tabs>
        <w:tab w:val="right" w:pos="9072"/>
      </w:tabs>
    </w:pPr>
  </w:style>
  <w:style w:type="paragraph" w:customStyle="1" w:styleId="opgavesubvraag">
    <w:name w:val="opgave_subvraag"/>
    <w:basedOn w:val="opgavevraag"/>
    <w:link w:val="opgavesubvraagChar"/>
    <w:qFormat/>
    <w:rsid w:val="00203D0C"/>
    <w:pPr>
      <w:tabs>
        <w:tab w:val="left" w:pos="709"/>
      </w:tabs>
      <w:ind w:left="993" w:hanging="993"/>
    </w:pPr>
  </w:style>
  <w:style w:type="character" w:customStyle="1" w:styleId="opgavesubvraagChar">
    <w:name w:val="opgave_subvraag Char"/>
    <w:link w:val="opgavesubvraag"/>
    <w:rsid w:val="00203D0C"/>
    <w:rPr>
      <w:sz w:val="24"/>
    </w:rPr>
  </w:style>
  <w:style w:type="table" w:styleId="Tabelraster">
    <w:name w:val="Table Grid"/>
    <w:basedOn w:val="Standaardtabel"/>
    <w:rsid w:val="00203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uiPriority w:val="99"/>
    <w:semiHidden/>
    <w:rsid w:val="00203D0C"/>
    <w:rPr>
      <w:color w:val="808080"/>
    </w:rPr>
  </w:style>
  <w:style w:type="paragraph" w:customStyle="1" w:styleId="titeldocument">
    <w:name w:val="titel_document"/>
    <w:basedOn w:val="Standaard"/>
    <w:qFormat/>
    <w:rsid w:val="00203D0C"/>
    <w:pPr>
      <w:tabs>
        <w:tab w:val="center" w:pos="4536"/>
        <w:tab w:val="right" w:pos="9072"/>
      </w:tabs>
      <w:spacing w:after="240"/>
      <w:ind w:left="709"/>
    </w:pPr>
    <w:rPr>
      <w:rFonts w:ascii="Arial" w:hAnsi="Arial"/>
      <w:b/>
      <w:bCs/>
      <w:sz w:val="36"/>
    </w:rPr>
  </w:style>
  <w:style w:type="paragraph" w:customStyle="1" w:styleId="titelhoofdstuk">
    <w:name w:val="titel_hoofdstuk"/>
    <w:basedOn w:val="Standaard"/>
    <w:qFormat/>
    <w:rsid w:val="00203D0C"/>
    <w:pPr>
      <w:spacing w:after="360"/>
      <w:ind w:left="709"/>
    </w:pPr>
    <w:rPr>
      <w:b/>
    </w:rPr>
  </w:style>
  <w:style w:type="paragraph" w:customStyle="1" w:styleId="opgavetitel">
    <w:name w:val="opgave_titel"/>
    <w:basedOn w:val="Standaard"/>
    <w:qFormat/>
    <w:rsid w:val="00203D0C"/>
    <w:pPr>
      <w:ind w:left="709"/>
    </w:pPr>
    <w:rPr>
      <w:rFonts w:ascii="Arial" w:hAnsi="Arial"/>
      <w:b/>
      <w:bCs/>
      <w:caps/>
      <w:sz w:val="18"/>
      <w:szCs w:val="20"/>
    </w:rPr>
  </w:style>
  <w:style w:type="paragraph" w:customStyle="1" w:styleId="opgavekoptekst">
    <w:name w:val="opgave_koptekst"/>
    <w:basedOn w:val="Standaard"/>
    <w:link w:val="opgavekoptekstChar"/>
    <w:qFormat/>
    <w:rsid w:val="00203D0C"/>
    <w:pPr>
      <w:ind w:left="708"/>
    </w:pPr>
    <w:rPr>
      <w:noProof/>
      <w:szCs w:val="20"/>
    </w:rPr>
  </w:style>
  <w:style w:type="paragraph" w:customStyle="1" w:styleId="titel">
    <w:name w:val="titel"/>
    <w:basedOn w:val="Standaard"/>
    <w:link w:val="titelChar"/>
    <w:rsid w:val="00203D0C"/>
    <w:pPr>
      <w:tabs>
        <w:tab w:val="center" w:pos="4536"/>
        <w:tab w:val="right" w:pos="9072"/>
      </w:tabs>
      <w:ind w:left="709" w:hanging="709"/>
    </w:pPr>
    <w:rPr>
      <w:rFonts w:ascii="Arial" w:hAnsi="Arial"/>
      <w:b/>
      <w:bCs/>
      <w:sz w:val="36"/>
    </w:rPr>
  </w:style>
  <w:style w:type="character" w:customStyle="1" w:styleId="titelChar">
    <w:name w:val="titel Char"/>
    <w:link w:val="titel"/>
    <w:rsid w:val="00203D0C"/>
    <w:rPr>
      <w:rFonts w:ascii="Arial" w:hAnsi="Arial"/>
      <w:b/>
      <w:bCs/>
      <w:sz w:val="36"/>
      <w:szCs w:val="24"/>
    </w:rPr>
  </w:style>
  <w:style w:type="character" w:customStyle="1" w:styleId="opgavepuntenaantal">
    <w:name w:val="opgave_puntenaantal"/>
    <w:uiPriority w:val="1"/>
    <w:qFormat/>
    <w:rsid w:val="00203D0C"/>
    <w:rPr>
      <w:rFonts w:ascii="Arial" w:hAnsi="Arial" w:cs="Arial"/>
      <w:sz w:val="14"/>
      <w:szCs w:val="14"/>
    </w:rPr>
  </w:style>
  <w:style w:type="character" w:customStyle="1" w:styleId="opgaveletter">
    <w:name w:val="opgave_letter"/>
    <w:uiPriority w:val="1"/>
    <w:qFormat/>
    <w:rsid w:val="00203D0C"/>
    <w:rPr>
      <w:b/>
      <w:bCs/>
    </w:rPr>
  </w:style>
  <w:style w:type="character" w:customStyle="1" w:styleId="uitwerkingKTI">
    <w:name w:val="uitwerking_KTI"/>
    <w:uiPriority w:val="1"/>
    <w:qFormat/>
    <w:rsid w:val="00203D0C"/>
    <w:rPr>
      <w:rFonts w:ascii="Arial" w:hAnsi="Arial"/>
      <w:b w:val="0"/>
      <w:bCs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03D0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link w:val="Koptekst"/>
    <w:uiPriority w:val="99"/>
    <w:rsid w:val="00203D0C"/>
    <w:rPr>
      <w:sz w:val="24"/>
      <w:szCs w:val="24"/>
    </w:rPr>
  </w:style>
  <w:style w:type="character" w:customStyle="1" w:styleId="uitwerkingletter">
    <w:name w:val="uitwerking_letter"/>
    <w:uiPriority w:val="1"/>
    <w:qFormat/>
    <w:rsid w:val="00203D0C"/>
    <w:rPr>
      <w:b/>
      <w:bCs/>
      <w:lang w:val="en-US"/>
    </w:rPr>
  </w:style>
  <w:style w:type="character" w:customStyle="1" w:styleId="uitwerkingKTI-titel">
    <w:name w:val="uitwerking_KTI-titel"/>
    <w:basedOn w:val="Standaardalinea-lettertype"/>
    <w:qFormat/>
    <w:rsid w:val="00203D0C"/>
    <w:rPr>
      <w:rFonts w:ascii="Arial" w:hAnsi="Arial"/>
      <w:b/>
      <w:bCs w:val="0"/>
      <w:caps/>
      <w:sz w:val="18"/>
      <w:szCs w:val="18"/>
    </w:rPr>
  </w:style>
  <w:style w:type="paragraph" w:customStyle="1" w:styleId="punten">
    <w:name w:val="punten"/>
    <w:basedOn w:val="Standaard"/>
    <w:link w:val="puntenChar"/>
    <w:rsid w:val="002D05C4"/>
    <w:pPr>
      <w:tabs>
        <w:tab w:val="right" w:pos="567"/>
        <w:tab w:val="left" w:pos="851"/>
        <w:tab w:val="left" w:pos="1134"/>
      </w:tabs>
      <w:ind w:left="1134" w:hanging="1134"/>
    </w:pPr>
    <w:rPr>
      <w:rFonts w:ascii="Arial" w:hAnsi="Arial"/>
      <w:sz w:val="14"/>
      <w:szCs w:val="20"/>
    </w:rPr>
  </w:style>
  <w:style w:type="character" w:customStyle="1" w:styleId="puntenChar">
    <w:name w:val="punten Char"/>
    <w:basedOn w:val="Standaardalinea-lettertype"/>
    <w:link w:val="punten"/>
    <w:rsid w:val="002D05C4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ijn\AppData\Local\Packages\microsoft.windowscommunicationsapps_8wekyb3d8bbwe\LocalState\Files\S0\1\Attachments\GR12_Vxx_Hxx_Toets%5b4785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C6EBA-9A83-41C6-A0E5-5B8FA25B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GR12_Vxx_Hxx_Toets[4785]</Template>
  <TotalTime>10</TotalTime>
  <Pages>2</Pages>
  <Words>373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Voorwoord</vt:lpstr>
      <vt:lpstr>Voorwoord</vt:lpstr>
    </vt:vector>
  </TitlesOfParts>
  <Company>Hewlett-Packard Company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Voorwoord</dc:title>
  <dc:subject/>
  <dc:creator>S V</dc:creator>
  <cp:keywords/>
  <cp:lastModifiedBy>Bram van Laarhoven</cp:lastModifiedBy>
  <cp:revision>6</cp:revision>
  <cp:lastPrinted>2019-12-06T12:34:00Z</cp:lastPrinted>
  <dcterms:created xsi:type="dcterms:W3CDTF">2020-03-17T10:34:00Z</dcterms:created>
  <dcterms:modified xsi:type="dcterms:W3CDTF">2020-08-15T19:43:00Z</dcterms:modified>
</cp:coreProperties>
</file>