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B99B7" w14:textId="77777777" w:rsidR="004E778E" w:rsidRPr="00A2041A" w:rsidRDefault="004E778E" w:rsidP="000271A6">
      <w:pPr>
        <w:pStyle w:val="titelhoofdstuk"/>
        <w:ind w:left="0"/>
        <w:rPr>
          <w:rFonts w:ascii="Arial" w:hAnsi="Arial"/>
          <w:bCs/>
          <w:sz w:val="36"/>
        </w:rPr>
      </w:pPr>
      <w:r w:rsidRPr="00A2041A">
        <w:rPr>
          <w:rFonts w:ascii="Arial" w:hAnsi="Arial"/>
          <w:bCs/>
          <w:sz w:val="36"/>
        </w:rPr>
        <w:t xml:space="preserve">Scorevoorstel oefentoets havo A deel 1 </w:t>
      </w:r>
    </w:p>
    <w:p w14:paraId="2984BF00" w14:textId="77777777" w:rsidR="00136BBC" w:rsidRPr="00A2041A" w:rsidRDefault="00F56299" w:rsidP="000271A6">
      <w:pPr>
        <w:pStyle w:val="titelhoofdstuk"/>
        <w:ind w:left="0"/>
      </w:pPr>
      <w:r w:rsidRPr="00A2041A">
        <w:t xml:space="preserve">Hoofdstuk </w:t>
      </w:r>
      <w:r w:rsidR="004E778E" w:rsidRPr="00A2041A">
        <w:t>1 Tabellen en grafieken</w:t>
      </w:r>
    </w:p>
    <w:p w14:paraId="64A01B58" w14:textId="46AB544D" w:rsidR="00136BBC" w:rsidRPr="00A2041A" w:rsidRDefault="00136BBC" w:rsidP="000271A6">
      <w:pPr>
        <w:pStyle w:val="uitwerkingKTI-kop"/>
        <w:rPr>
          <w:noProof w:val="0"/>
        </w:rPr>
      </w:pPr>
      <w:r w:rsidRPr="00A2041A">
        <w:rPr>
          <w:noProof w:val="0"/>
        </w:rPr>
        <w:t>In deze toets zijn de vragen gelabeld met K, T of I.</w:t>
      </w:r>
      <w:r w:rsidRPr="00A2041A">
        <w:rPr>
          <w:noProof w:val="0"/>
        </w:rPr>
        <w:br/>
        <w:t>K = kennisvraag, T = toepassingsvraag, I = inzichtvraag</w:t>
      </w:r>
      <w:r w:rsidRPr="00A2041A">
        <w:rPr>
          <w:noProof w:val="0"/>
        </w:rPr>
        <w:br/>
        <w:t xml:space="preserve">De toets bestaat uit </w:t>
      </w:r>
      <w:r w:rsidR="00DE36CC" w:rsidRPr="00A2041A">
        <w:rPr>
          <w:noProof w:val="0"/>
        </w:rPr>
        <w:t>vijftien</w:t>
      </w:r>
      <w:r w:rsidRPr="00A2041A">
        <w:rPr>
          <w:noProof w:val="0"/>
        </w:rPr>
        <w:t xml:space="preserve"> vragen met in totaal </w:t>
      </w:r>
      <w:r w:rsidR="00E95F74" w:rsidRPr="00A2041A">
        <w:rPr>
          <w:noProof w:val="0"/>
        </w:rPr>
        <w:t>4</w:t>
      </w:r>
      <w:r w:rsidR="00AA2A41" w:rsidRPr="00A2041A">
        <w:rPr>
          <w:noProof w:val="0"/>
        </w:rPr>
        <w:t>0</w:t>
      </w:r>
      <w:r w:rsidRPr="00A2041A">
        <w:rPr>
          <w:noProof w:val="0"/>
        </w:rPr>
        <w:t xml:space="preserve"> punten.</w:t>
      </w:r>
      <w:r w:rsidRPr="00A2041A">
        <w:rPr>
          <w:noProof w:val="0"/>
        </w:rPr>
        <w:br/>
        <w:t xml:space="preserve">Er zijn </w:t>
      </w:r>
      <w:r w:rsidR="00E95F74" w:rsidRPr="00A2041A">
        <w:rPr>
          <w:noProof w:val="0"/>
        </w:rPr>
        <w:t>twee</w:t>
      </w:r>
      <w:r w:rsidRPr="00A2041A">
        <w:rPr>
          <w:noProof w:val="0"/>
        </w:rPr>
        <w:t xml:space="preserve"> K-vragen met in totaal </w:t>
      </w:r>
      <w:r w:rsidR="00E95F74" w:rsidRPr="00A2041A">
        <w:rPr>
          <w:noProof w:val="0"/>
        </w:rPr>
        <w:t>2</w:t>
      </w:r>
      <w:r w:rsidRPr="00A2041A">
        <w:rPr>
          <w:noProof w:val="0"/>
        </w:rPr>
        <w:t xml:space="preserve"> punten, </w:t>
      </w:r>
      <w:r w:rsidR="00E95F74" w:rsidRPr="00A2041A">
        <w:rPr>
          <w:noProof w:val="0"/>
        </w:rPr>
        <w:t>tien</w:t>
      </w:r>
      <w:r w:rsidRPr="00A2041A">
        <w:rPr>
          <w:noProof w:val="0"/>
        </w:rPr>
        <w:t xml:space="preserve"> T-vragen met in totaal </w:t>
      </w:r>
      <w:r w:rsidR="00584648" w:rsidRPr="00A2041A">
        <w:rPr>
          <w:noProof w:val="0"/>
        </w:rPr>
        <w:t>29</w:t>
      </w:r>
      <w:r w:rsidRPr="00A2041A">
        <w:rPr>
          <w:noProof w:val="0"/>
        </w:rPr>
        <w:t xml:space="preserve"> punten en</w:t>
      </w:r>
      <w:r w:rsidRPr="00A2041A">
        <w:rPr>
          <w:noProof w:val="0"/>
        </w:rPr>
        <w:br/>
      </w:r>
      <w:r w:rsidR="00E95F74" w:rsidRPr="00A2041A">
        <w:rPr>
          <w:noProof w:val="0"/>
        </w:rPr>
        <w:t>drie</w:t>
      </w:r>
      <w:r w:rsidRPr="00A2041A">
        <w:rPr>
          <w:noProof w:val="0"/>
        </w:rPr>
        <w:t xml:space="preserve"> I-vragen met in totaal </w:t>
      </w:r>
      <w:r w:rsidR="00AA2A41" w:rsidRPr="00A2041A">
        <w:rPr>
          <w:noProof w:val="0"/>
        </w:rPr>
        <w:t>9</w:t>
      </w:r>
      <w:r w:rsidRPr="00A2041A">
        <w:rPr>
          <w:noProof w:val="0"/>
        </w:rPr>
        <w:t xml:space="preserve"> punten.</w:t>
      </w:r>
    </w:p>
    <w:p w14:paraId="6D45EF95" w14:textId="77777777" w:rsidR="00136BBC" w:rsidRPr="00A2041A" w:rsidRDefault="00136BBC" w:rsidP="000271A6"/>
    <w:p w14:paraId="2F05278F" w14:textId="77777777" w:rsidR="00E5213D" w:rsidRPr="00A2041A" w:rsidRDefault="00E5213D" w:rsidP="00E5213D">
      <w:pPr>
        <w:pStyle w:val="uitwerkingtitel"/>
      </w:pPr>
      <w:r w:rsidRPr="00A2041A">
        <w:tab/>
        <w:t>opgave 1</w:t>
      </w:r>
      <w:r w:rsidRPr="00A2041A">
        <w:tab/>
        <w:t>totaal 2p</w:t>
      </w:r>
    </w:p>
    <w:p w14:paraId="73CB594F" w14:textId="77777777" w:rsidR="00E5213D" w:rsidRPr="00A2041A" w:rsidRDefault="00E5213D" w:rsidP="00E5213D">
      <w:pPr>
        <w:pStyle w:val="uitwerkingsubvraag"/>
      </w:pPr>
      <w:r w:rsidRPr="00A2041A">
        <w:rPr>
          <w:rStyle w:val="uitwerkingKTI"/>
        </w:rPr>
        <w:t>K</w:t>
      </w:r>
      <w:r w:rsidRPr="00A2041A">
        <w:tab/>
      </w:r>
      <w:r w:rsidRPr="00A2041A">
        <w:rPr>
          <w:rStyle w:val="uitwerkingletter"/>
          <w:lang w:val="nl-NL"/>
        </w:rPr>
        <w:t>a</w:t>
      </w:r>
      <w:r w:rsidRPr="00A2041A">
        <w:tab/>
      </w:r>
      <w:r w:rsidR="00E95F74" w:rsidRPr="00A2041A">
        <w:t>extrapoleren</w:t>
      </w:r>
      <w:r w:rsidRPr="00A2041A">
        <w:tab/>
      </w:r>
      <w:r w:rsidR="00E95F74" w:rsidRPr="00A2041A">
        <w:t>1</w:t>
      </w:r>
      <w:r w:rsidRPr="00A2041A">
        <w:t>p</w:t>
      </w:r>
    </w:p>
    <w:p w14:paraId="5B2E2D06" w14:textId="77777777" w:rsidR="00E5213D" w:rsidRPr="00A2041A" w:rsidRDefault="00E95F74" w:rsidP="00E5213D">
      <w:pPr>
        <w:pStyle w:val="uitwerkingsubvraag"/>
      </w:pPr>
      <w:r w:rsidRPr="00A2041A">
        <w:rPr>
          <w:rStyle w:val="uitwerkingKTI"/>
        </w:rPr>
        <w:t>K</w:t>
      </w:r>
      <w:r w:rsidR="00E5213D" w:rsidRPr="00A2041A">
        <w:tab/>
      </w:r>
      <w:r w:rsidR="00E5213D" w:rsidRPr="00A2041A">
        <w:rPr>
          <w:rStyle w:val="uitwerkingletter"/>
          <w:lang w:val="nl-NL"/>
        </w:rPr>
        <w:t>b</w:t>
      </w:r>
      <w:r w:rsidR="00E5213D" w:rsidRPr="00A2041A">
        <w:tab/>
      </w:r>
      <w:r w:rsidRPr="00A2041A">
        <w:t>verhoudingstabel</w:t>
      </w:r>
      <w:r w:rsidR="00E5213D" w:rsidRPr="00A2041A">
        <w:tab/>
      </w:r>
      <w:r w:rsidRPr="00A2041A">
        <w:t>1</w:t>
      </w:r>
      <w:r w:rsidR="00E5213D" w:rsidRPr="00A2041A">
        <w:t>p</w:t>
      </w:r>
    </w:p>
    <w:p w14:paraId="15822CCD" w14:textId="77777777" w:rsidR="00E5213D" w:rsidRPr="00A2041A" w:rsidRDefault="00E5213D" w:rsidP="000271A6"/>
    <w:p w14:paraId="3DFD8459" w14:textId="77777777" w:rsidR="00136BBC" w:rsidRPr="00A2041A" w:rsidRDefault="009B4420" w:rsidP="000271A6">
      <w:pPr>
        <w:pStyle w:val="uitwerkingtitel"/>
      </w:pPr>
      <w:r w:rsidRPr="00A2041A">
        <w:tab/>
      </w:r>
      <w:r w:rsidR="00136BBC" w:rsidRPr="00A2041A">
        <w:t xml:space="preserve">opgave </w:t>
      </w:r>
      <w:r w:rsidR="00E95F74" w:rsidRPr="00A2041A">
        <w:t>2</w:t>
      </w:r>
      <w:r w:rsidR="00136BBC" w:rsidRPr="00A2041A">
        <w:tab/>
        <w:t xml:space="preserve">totaal </w:t>
      </w:r>
      <w:r w:rsidR="004E778E" w:rsidRPr="00A2041A">
        <w:t>1</w:t>
      </w:r>
      <w:r w:rsidR="00584648" w:rsidRPr="00A2041A">
        <w:t>1</w:t>
      </w:r>
      <w:r w:rsidR="00136BBC" w:rsidRPr="00A2041A">
        <w:t>p</w:t>
      </w:r>
    </w:p>
    <w:p w14:paraId="41CB15EF" w14:textId="77777777" w:rsidR="00136BBC" w:rsidRPr="00A2041A" w:rsidRDefault="00E95F74" w:rsidP="000271A6">
      <w:pPr>
        <w:pStyle w:val="uitwerkingsubvraag"/>
      </w:pPr>
      <w:r w:rsidRPr="00A2041A">
        <w:rPr>
          <w:rStyle w:val="uitwerkingKTI"/>
        </w:rPr>
        <w:t>T</w:t>
      </w:r>
      <w:r w:rsidR="00136BBC" w:rsidRPr="00A2041A">
        <w:tab/>
      </w:r>
      <w:r w:rsidR="00136BBC" w:rsidRPr="00A2041A">
        <w:rPr>
          <w:rStyle w:val="uitwerkingletter"/>
          <w:lang w:val="nl-NL"/>
        </w:rPr>
        <w:t>a</w:t>
      </w:r>
      <w:r w:rsidR="00136BBC" w:rsidRPr="00A2041A">
        <w:tab/>
      </w:r>
      <w:bookmarkStart w:id="0" w:name="MTBlankEqn"/>
      <w:r w:rsidR="004E778E" w:rsidRPr="00A2041A">
        <w:rPr>
          <w:position w:val="-28"/>
        </w:rPr>
        <w:object w:dxaOrig="2680" w:dyaOrig="660" w14:anchorId="0C1DE1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9pt;height:32.85pt" o:ole="">
            <v:imagedata r:id="rId8" o:title=""/>
          </v:shape>
          <o:OLEObject Type="Embed" ProgID="Equation.DSMT4" ShapeID="_x0000_i1025" DrawAspect="Content" ObjectID="_1647778613" r:id="rId9"/>
        </w:object>
      </w:r>
      <w:bookmarkEnd w:id="0"/>
      <w:r w:rsidR="004E778E" w:rsidRPr="00A2041A">
        <w:t xml:space="preserve"> duurder</w:t>
      </w:r>
      <w:r w:rsidR="00136BBC" w:rsidRPr="00A2041A">
        <w:tab/>
      </w:r>
      <w:r w:rsidR="004E778E" w:rsidRPr="00A2041A">
        <w:t>2</w:t>
      </w:r>
      <w:r w:rsidR="00136BBC" w:rsidRPr="00A2041A">
        <w:t>p</w:t>
      </w:r>
    </w:p>
    <w:p w14:paraId="2715563B" w14:textId="2BCD2487" w:rsidR="00136BBC" w:rsidRPr="00A2041A" w:rsidRDefault="00E95F74" w:rsidP="000271A6">
      <w:pPr>
        <w:pStyle w:val="uitwerkingsubvraag"/>
      </w:pPr>
      <w:r w:rsidRPr="00A2041A">
        <w:rPr>
          <w:rStyle w:val="uitwerkingKTI"/>
        </w:rPr>
        <w:t>T</w:t>
      </w:r>
      <w:r w:rsidR="00136BBC" w:rsidRPr="00A2041A">
        <w:tab/>
      </w:r>
      <w:r w:rsidR="00136BBC" w:rsidRPr="00A2041A">
        <w:rPr>
          <w:rStyle w:val="uitwerkingletter"/>
          <w:lang w:val="nl-NL"/>
        </w:rPr>
        <w:t>b</w:t>
      </w:r>
      <w:r w:rsidR="00136BBC" w:rsidRPr="00A2041A">
        <w:tab/>
      </w:r>
      <w:r w:rsidR="00DE36CC" w:rsidRPr="00A2041A">
        <w:rPr>
          <w:position w:val="-28"/>
        </w:rPr>
        <w:object w:dxaOrig="1700" w:dyaOrig="660" w14:anchorId="7171EE9B">
          <v:shape id="_x0000_i1026" type="#_x0000_t75" style="width:84.65pt;height:32.85pt" o:ole="">
            <v:imagedata r:id="rId10" o:title=""/>
          </v:shape>
          <o:OLEObject Type="Embed" ProgID="Equation.DSMT4" ShapeID="_x0000_i1026" DrawAspect="Content" ObjectID="_1647778614" r:id="rId11"/>
        </w:object>
      </w:r>
      <w:r w:rsidR="004E778E" w:rsidRPr="00A2041A">
        <w:t xml:space="preserve"> km </w:t>
      </w:r>
      <w:r w:rsidR="004E778E" w:rsidRPr="00A2041A">
        <w:tab/>
        <w:t>3</w:t>
      </w:r>
      <w:r w:rsidR="00136BBC" w:rsidRPr="00A2041A">
        <w:t>p</w:t>
      </w:r>
    </w:p>
    <w:p w14:paraId="7899D831" w14:textId="0AA44024" w:rsidR="004E778E" w:rsidRPr="00A2041A" w:rsidRDefault="00E95F74" w:rsidP="004E778E">
      <w:pPr>
        <w:pStyle w:val="uitwerkingsubvraag"/>
      </w:pPr>
      <w:r w:rsidRPr="00A2041A">
        <w:rPr>
          <w:rStyle w:val="uitwerkingKTI"/>
        </w:rPr>
        <w:t>I</w:t>
      </w:r>
      <w:r w:rsidR="00136BBC" w:rsidRPr="00A2041A">
        <w:tab/>
      </w:r>
      <w:r w:rsidR="00136BBC" w:rsidRPr="00A2041A">
        <w:rPr>
          <w:rStyle w:val="uitwerkingletter"/>
          <w:lang w:val="nl-NL"/>
        </w:rPr>
        <w:t>c</w:t>
      </w:r>
      <w:r w:rsidR="00136BBC" w:rsidRPr="00A2041A">
        <w:tab/>
      </w:r>
      <w:r w:rsidR="00A374C3" w:rsidRPr="00A2041A">
        <w:t>b</w:t>
      </w:r>
      <w:r w:rsidR="00A35C52" w:rsidRPr="00A2041A">
        <w:t>ij een groei van 112,5% hoort de factor 2,125</w:t>
      </w:r>
      <w:r w:rsidR="00A35C52" w:rsidRPr="00A2041A">
        <w:tab/>
        <w:t>1p</w:t>
      </w:r>
      <w:r w:rsidR="00A35C52" w:rsidRPr="00A2041A">
        <w:br/>
      </w:r>
      <w:r w:rsidR="00A35C52" w:rsidRPr="00A2041A">
        <w:rPr>
          <w:position w:val="-28"/>
        </w:rPr>
        <w:object w:dxaOrig="999" w:dyaOrig="660" w14:anchorId="3ADBAD84">
          <v:shape id="_x0000_i1027" type="#_x0000_t75" style="width:49.9pt;height:32.85pt" o:ole="">
            <v:imagedata r:id="rId12" o:title=""/>
          </v:shape>
          <o:OLEObject Type="Embed" ProgID="Equation.DSMT4" ShapeID="_x0000_i1027" DrawAspect="Content" ObjectID="_1647778615" r:id="rId13"/>
        </w:object>
      </w:r>
      <w:r w:rsidR="00136BBC" w:rsidRPr="00A2041A">
        <w:tab/>
      </w:r>
      <w:r w:rsidR="00AA2A41" w:rsidRPr="00A2041A">
        <w:t>2</w:t>
      </w:r>
      <w:r w:rsidR="00136BBC" w:rsidRPr="00A2041A">
        <w:t>p</w:t>
      </w:r>
    </w:p>
    <w:p w14:paraId="4107C9EF" w14:textId="261FBD4A" w:rsidR="004E778E" w:rsidRPr="00A2041A" w:rsidRDefault="00E95F74" w:rsidP="00E95F74">
      <w:pPr>
        <w:pStyle w:val="uitwerkingsubvraag"/>
      </w:pPr>
      <w:r w:rsidRPr="00A2041A">
        <w:rPr>
          <w:rStyle w:val="uitwerkingKTI"/>
        </w:rPr>
        <w:t>T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d</w:t>
      </w:r>
      <w:r w:rsidR="004E778E" w:rsidRPr="00A2041A">
        <w:tab/>
      </w:r>
      <w:r w:rsidR="00A374C3" w:rsidRPr="00A2041A">
        <w:t>b</w:t>
      </w:r>
      <w:r w:rsidR="004E778E" w:rsidRPr="00A2041A">
        <w:t>ij het verschil van 9 delen horen 62 079 auto’s</w:t>
      </w:r>
      <w:r w:rsidR="004E778E" w:rsidRPr="00A2041A">
        <w:tab/>
        <w:t>1p</w:t>
      </w:r>
      <w:r w:rsidR="004E778E" w:rsidRPr="00A2041A">
        <w:br/>
      </w:r>
      <w:r w:rsidR="00A374C3" w:rsidRPr="00A2041A">
        <w:t>d</w:t>
      </w:r>
      <w:r w:rsidR="004E778E" w:rsidRPr="00A2041A">
        <w:t xml:space="preserve">us </w:t>
      </w:r>
      <w:r w:rsidR="004E778E" w:rsidRPr="00A2041A">
        <w:rPr>
          <w:position w:val="-24"/>
        </w:rPr>
        <w:object w:dxaOrig="1920" w:dyaOrig="620" w14:anchorId="189C6883">
          <v:shape id="_x0000_i1028" type="#_x0000_t75" style="width:96pt;height:30.3pt" o:ole="">
            <v:imagedata r:id="rId14" o:title=""/>
          </v:shape>
          <o:OLEObject Type="Embed" ProgID="Equation.DSMT4" ShapeID="_x0000_i1028" DrawAspect="Content" ObjectID="_1647778616" r:id="rId15"/>
        </w:object>
      </w:r>
      <w:r w:rsidR="004E778E" w:rsidRPr="00A2041A">
        <w:t xml:space="preserve"> </w:t>
      </w:r>
      <w:r w:rsidR="00DE36CC" w:rsidRPr="00A2041A">
        <w:t>p</w:t>
      </w:r>
      <w:r w:rsidR="004E778E" w:rsidRPr="00A2041A">
        <w:t xml:space="preserve">lug in </w:t>
      </w:r>
      <w:r w:rsidR="00DE36CC" w:rsidRPr="00A2041A">
        <w:t>h</w:t>
      </w:r>
      <w:r w:rsidR="004E778E" w:rsidRPr="00A2041A">
        <w:t>ybride auto’s in 2018</w:t>
      </w:r>
      <w:r w:rsidR="004E778E" w:rsidRPr="00A2041A">
        <w:tab/>
        <w:t>2p</w:t>
      </w:r>
    </w:p>
    <w:p w14:paraId="62DAB2A9" w14:textId="77777777" w:rsidR="00E95F74" w:rsidRPr="00A2041A" w:rsidRDefault="00E95F74" w:rsidP="00E95F74">
      <w:pPr>
        <w:pStyle w:val="uitwerkingsubvraag"/>
      </w:pPr>
    </w:p>
    <w:p w14:paraId="7B04D941" w14:textId="77777777" w:rsidR="004E778E" w:rsidRPr="00A2041A" w:rsidRDefault="004E778E" w:rsidP="004E778E">
      <w:pPr>
        <w:pStyle w:val="uitwerkingtitel"/>
      </w:pPr>
      <w:r w:rsidRPr="00A2041A">
        <w:tab/>
        <w:t xml:space="preserve">opgave </w:t>
      </w:r>
      <w:r w:rsidR="00E95F74" w:rsidRPr="00A2041A">
        <w:t>3</w:t>
      </w:r>
      <w:r w:rsidRPr="00A2041A">
        <w:tab/>
        <w:t xml:space="preserve">totaal </w:t>
      </w:r>
      <w:r w:rsidR="00E5213D" w:rsidRPr="00A2041A">
        <w:t>6</w:t>
      </w:r>
      <w:r w:rsidRPr="00A2041A">
        <w:t>p</w:t>
      </w:r>
    </w:p>
    <w:p w14:paraId="077258DE" w14:textId="77777777" w:rsidR="00AA2A41" w:rsidRPr="00A2041A" w:rsidRDefault="00E95F74" w:rsidP="00AA2A41">
      <w:pPr>
        <w:pStyle w:val="uitwerkingsubvraag"/>
        <w:spacing w:after="240"/>
      </w:pPr>
      <w:r w:rsidRPr="00A2041A">
        <w:rPr>
          <w:rStyle w:val="uitwerkingKTI"/>
        </w:rPr>
        <w:t>T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a</w:t>
      </w:r>
      <w:r w:rsidR="004E778E" w:rsidRPr="00A2041A">
        <w:tab/>
      </w:r>
      <w:r w:rsidR="00A374C3" w:rsidRPr="00A2041A">
        <w:t>d</w:t>
      </w:r>
      <w:r w:rsidR="004E778E" w:rsidRPr="00A2041A">
        <w:t>e onderstaande tabel (-1p per fout)</w:t>
      </w:r>
      <w:r w:rsidR="004E778E" w:rsidRPr="00A2041A">
        <w:tab/>
        <w:t>3p</w:t>
      </w:r>
    </w:p>
    <w:tbl>
      <w:tblPr>
        <w:tblStyle w:val="Tabelraster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029"/>
        <w:gridCol w:w="3342"/>
      </w:tblGrid>
      <w:tr w:rsidR="004E778E" w:rsidRPr="00A2041A" w14:paraId="489E4B89" w14:textId="77777777" w:rsidTr="00AA2A41">
        <w:tc>
          <w:tcPr>
            <w:tcW w:w="4029" w:type="dxa"/>
            <w:hideMark/>
          </w:tcPr>
          <w:p w14:paraId="62BA021B" w14:textId="77777777" w:rsidR="004E778E" w:rsidRPr="00A2041A" w:rsidRDefault="004E778E" w:rsidP="000B1D3D">
            <w:r w:rsidRPr="00A2041A">
              <w:t>model</w:t>
            </w:r>
          </w:p>
        </w:tc>
        <w:tc>
          <w:tcPr>
            <w:tcW w:w="3342" w:type="dxa"/>
          </w:tcPr>
          <w:p w14:paraId="14EFA51F" w14:textId="77777777" w:rsidR="004E778E" w:rsidRPr="00A2041A" w:rsidRDefault="004E778E" w:rsidP="000B1D3D">
            <w:pPr>
              <w:jc w:val="center"/>
            </w:pPr>
            <w:r w:rsidRPr="00A2041A">
              <w:t>actieradius (km) per 100 euro</w:t>
            </w:r>
          </w:p>
        </w:tc>
      </w:tr>
      <w:tr w:rsidR="004E778E" w:rsidRPr="00A2041A" w14:paraId="5CCED93B" w14:textId="77777777" w:rsidTr="00AA2A41">
        <w:tc>
          <w:tcPr>
            <w:tcW w:w="0" w:type="auto"/>
            <w:hideMark/>
          </w:tcPr>
          <w:p w14:paraId="7BC4A63A" w14:textId="77777777" w:rsidR="004E778E" w:rsidRPr="00A2041A" w:rsidRDefault="004E778E" w:rsidP="000B1D3D">
            <w:pPr>
              <w:rPr>
                <w:lang w:val="en-GB"/>
              </w:rPr>
            </w:pPr>
            <w:r w:rsidRPr="00A2041A">
              <w:rPr>
                <w:lang w:val="en-GB"/>
              </w:rPr>
              <w:t>Tesla Model 3 Long Range Dual Motor</w:t>
            </w:r>
          </w:p>
        </w:tc>
        <w:tc>
          <w:tcPr>
            <w:tcW w:w="3342" w:type="dxa"/>
          </w:tcPr>
          <w:p w14:paraId="4229E8A5" w14:textId="77777777" w:rsidR="004E778E" w:rsidRPr="00A2041A" w:rsidRDefault="004E778E" w:rsidP="000B1D3D">
            <w:pPr>
              <w:jc w:val="center"/>
              <w:rPr>
                <w:lang w:val="en-GB"/>
              </w:rPr>
            </w:pPr>
            <w:r w:rsidRPr="00A2041A">
              <w:rPr>
                <w:lang w:val="en-GB"/>
              </w:rPr>
              <w:t>8,2</w:t>
            </w:r>
          </w:p>
        </w:tc>
      </w:tr>
      <w:tr w:rsidR="004E778E" w:rsidRPr="00A2041A" w14:paraId="57A11F9C" w14:textId="77777777" w:rsidTr="00AA2A41">
        <w:tc>
          <w:tcPr>
            <w:tcW w:w="0" w:type="auto"/>
            <w:hideMark/>
          </w:tcPr>
          <w:p w14:paraId="06709DBB" w14:textId="77777777" w:rsidR="004E778E" w:rsidRPr="00A2041A" w:rsidRDefault="004E778E" w:rsidP="000B1D3D">
            <w:r w:rsidRPr="00A2041A">
              <w:t xml:space="preserve">Hyundai </w:t>
            </w:r>
            <w:proofErr w:type="spellStart"/>
            <w:r w:rsidRPr="00A2041A">
              <w:t>Kona</w:t>
            </w:r>
            <w:proofErr w:type="spellEnd"/>
            <w:r w:rsidRPr="00A2041A">
              <w:t xml:space="preserve"> Electric 64 kWh</w:t>
            </w:r>
          </w:p>
        </w:tc>
        <w:tc>
          <w:tcPr>
            <w:tcW w:w="3342" w:type="dxa"/>
          </w:tcPr>
          <w:p w14:paraId="295FB4A0" w14:textId="77777777" w:rsidR="004E778E" w:rsidRPr="00A2041A" w:rsidRDefault="004E778E" w:rsidP="000B1D3D">
            <w:pPr>
              <w:jc w:val="center"/>
            </w:pPr>
            <w:r w:rsidRPr="00A2041A">
              <w:t>10</w:t>
            </w:r>
            <w:r w:rsidR="003A57D0" w:rsidRPr="00A2041A">
              <w:t>,0</w:t>
            </w:r>
          </w:p>
        </w:tc>
      </w:tr>
      <w:tr w:rsidR="004E778E" w:rsidRPr="00A2041A" w14:paraId="04BF7987" w14:textId="77777777" w:rsidTr="00AA2A41">
        <w:tc>
          <w:tcPr>
            <w:tcW w:w="0" w:type="auto"/>
            <w:vAlign w:val="center"/>
            <w:hideMark/>
          </w:tcPr>
          <w:p w14:paraId="5B469A6F" w14:textId="77777777" w:rsidR="004E778E" w:rsidRPr="00A2041A" w:rsidRDefault="004E778E" w:rsidP="000B1D3D">
            <w:r w:rsidRPr="00A2041A">
              <w:t xml:space="preserve">Renault </w:t>
            </w:r>
            <w:proofErr w:type="spellStart"/>
            <w:r w:rsidRPr="00A2041A">
              <w:t>Zoe</w:t>
            </w:r>
            <w:proofErr w:type="spellEnd"/>
            <w:r w:rsidRPr="00A2041A">
              <w:t xml:space="preserve"> R90</w:t>
            </w:r>
          </w:p>
        </w:tc>
        <w:tc>
          <w:tcPr>
            <w:tcW w:w="3342" w:type="dxa"/>
          </w:tcPr>
          <w:p w14:paraId="3E9F6A58" w14:textId="77777777" w:rsidR="004E778E" w:rsidRPr="00A2041A" w:rsidRDefault="004E778E" w:rsidP="000B1D3D">
            <w:pPr>
              <w:jc w:val="center"/>
            </w:pPr>
            <w:r w:rsidRPr="00A2041A">
              <w:t>7,9</w:t>
            </w:r>
          </w:p>
        </w:tc>
      </w:tr>
    </w:tbl>
    <w:p w14:paraId="0A0875AA" w14:textId="0A7B2A56" w:rsidR="00E5213D" w:rsidRPr="00A2041A" w:rsidRDefault="00E95F74" w:rsidP="00AA2A41">
      <w:pPr>
        <w:pStyle w:val="uitwerkingsubvraag"/>
        <w:spacing w:before="240"/>
        <w:rPr>
          <w:rFonts w:ascii="Arial" w:hAnsi="Arial"/>
          <w:b/>
          <w:bCs/>
          <w:caps/>
          <w:sz w:val="18"/>
          <w:szCs w:val="20"/>
        </w:rPr>
      </w:pPr>
      <w:r w:rsidRPr="00A2041A">
        <w:rPr>
          <w:rStyle w:val="uitwerkingKTI"/>
        </w:rPr>
        <w:t>T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b</w:t>
      </w:r>
      <w:r w:rsidR="004E778E" w:rsidRPr="00A2041A">
        <w:tab/>
      </w:r>
      <w:r w:rsidR="00A374C3" w:rsidRPr="00A2041A">
        <w:t>g</w:t>
      </w:r>
      <w:r w:rsidR="004E778E" w:rsidRPr="00A2041A">
        <w:t>ebruik dat bij 400 km €</w:t>
      </w:r>
      <w:r w:rsidR="00DE36CC" w:rsidRPr="00A2041A">
        <w:t xml:space="preserve"> </w:t>
      </w:r>
      <w:r w:rsidR="004E778E" w:rsidRPr="00A2041A">
        <w:t>39 995 hoort en bij 260 km €</w:t>
      </w:r>
      <w:r w:rsidR="00DE36CC" w:rsidRPr="00A2041A">
        <w:t xml:space="preserve"> </w:t>
      </w:r>
      <w:r w:rsidR="004E778E" w:rsidRPr="00A2041A">
        <w:t>32 890</w:t>
      </w:r>
      <w:r w:rsidR="004E778E" w:rsidRPr="00A2041A">
        <w:tab/>
        <w:t>1p</w:t>
      </w:r>
      <w:r w:rsidR="004E778E" w:rsidRPr="00A2041A">
        <w:br/>
      </w:r>
      <w:r w:rsidR="00A374C3" w:rsidRPr="00A2041A">
        <w:t>d</w:t>
      </w:r>
      <w:r w:rsidR="004E778E" w:rsidRPr="00A2041A">
        <w:t xml:space="preserve">e prijs-toename per km actieradius is </w:t>
      </w:r>
      <w:r w:rsidR="00A374C3" w:rsidRPr="00A2041A">
        <w:rPr>
          <w:position w:val="-24"/>
        </w:rPr>
        <w:object w:dxaOrig="3080" w:dyaOrig="620" w14:anchorId="43622EF9">
          <v:shape id="_x0000_i1029" type="#_x0000_t75" style="width:154.1pt;height:30.3pt" o:ole="">
            <v:imagedata r:id="rId16" o:title=""/>
          </v:shape>
          <o:OLEObject Type="Embed" ProgID="Equation.DSMT4" ShapeID="_x0000_i1029" DrawAspect="Content" ObjectID="_1647778617" r:id="rId17"/>
        </w:object>
      </w:r>
      <w:r w:rsidR="004E778E" w:rsidRPr="00A2041A">
        <w:rPr>
          <w:bCs/>
        </w:rPr>
        <w:tab/>
        <w:t>1p</w:t>
      </w:r>
      <w:r w:rsidR="004E778E" w:rsidRPr="00A2041A">
        <w:rPr>
          <w:bCs/>
        </w:rPr>
        <w:br/>
      </w:r>
      <w:r w:rsidR="00A374C3" w:rsidRPr="00A2041A">
        <w:t>d</w:t>
      </w:r>
      <w:r w:rsidR="004E778E" w:rsidRPr="00A2041A">
        <w:t xml:space="preserve">us 32 890 + 40 </w:t>
      </w:r>
      <w:r w:rsidR="004E778E" w:rsidRPr="00A2041A">
        <w:rPr>
          <w:rFonts w:ascii="Symbol" w:hAnsi="Symbol"/>
        </w:rPr>
        <w:t></w:t>
      </w:r>
      <w:r w:rsidR="004E778E" w:rsidRPr="00A2041A">
        <w:t xml:space="preserve"> 50,75 = €</w:t>
      </w:r>
      <w:r w:rsidR="00DE36CC" w:rsidRPr="00A2041A">
        <w:t xml:space="preserve"> </w:t>
      </w:r>
      <w:r w:rsidR="004E778E" w:rsidRPr="00A2041A">
        <w:t>34 920</w:t>
      </w:r>
      <w:r w:rsidR="004E778E" w:rsidRPr="00A2041A">
        <w:tab/>
        <w:t>1p</w:t>
      </w:r>
      <w:r w:rsidR="00E5213D" w:rsidRPr="00A2041A">
        <w:br w:type="page"/>
      </w:r>
    </w:p>
    <w:p w14:paraId="0196A279" w14:textId="77777777" w:rsidR="00E5213D" w:rsidRPr="00A2041A" w:rsidRDefault="00E5213D" w:rsidP="00E5213D">
      <w:pPr>
        <w:pStyle w:val="uitwerkingtitel"/>
      </w:pPr>
      <w:r w:rsidRPr="00A2041A">
        <w:lastRenderedPageBreak/>
        <w:tab/>
        <w:t xml:space="preserve">opgave </w:t>
      </w:r>
      <w:r w:rsidR="00E95F74" w:rsidRPr="00A2041A">
        <w:t>4</w:t>
      </w:r>
      <w:r w:rsidRPr="00A2041A">
        <w:tab/>
        <w:t>totaal 8p</w:t>
      </w:r>
    </w:p>
    <w:p w14:paraId="0AE3B9C7" w14:textId="3DBBD119" w:rsidR="003A57D0" w:rsidRPr="00A2041A" w:rsidRDefault="00E95F74" w:rsidP="00E5213D">
      <w:pPr>
        <w:pStyle w:val="uitwerkingsubvraag"/>
      </w:pPr>
      <w:r w:rsidRPr="00A2041A">
        <w:rPr>
          <w:rStyle w:val="uitwerkingKTI"/>
        </w:rPr>
        <w:t>T</w:t>
      </w:r>
      <w:r w:rsidR="00E5213D" w:rsidRPr="00A2041A">
        <w:tab/>
      </w:r>
      <w:r w:rsidR="00E5213D" w:rsidRPr="00A2041A">
        <w:rPr>
          <w:rStyle w:val="uitwerkingletter"/>
          <w:lang w:val="nl-NL"/>
        </w:rPr>
        <w:t>a</w:t>
      </w:r>
      <w:r w:rsidR="00E5213D" w:rsidRPr="00A2041A">
        <w:tab/>
      </w:r>
      <w:r w:rsidR="00DE36CC" w:rsidRPr="00A2041A">
        <w:t xml:space="preserve">0,06 mm = 6 </w:t>
      </w:r>
      <w:r w:rsidR="00DE36CC" w:rsidRPr="00A2041A">
        <w:rPr>
          <w:rFonts w:ascii="Symbol" w:hAnsi="Symbol"/>
        </w:rPr>
        <w:t></w:t>
      </w:r>
      <w:r w:rsidR="00DE36CC" w:rsidRPr="00A2041A">
        <w:t xml:space="preserve"> 10</w:t>
      </w:r>
      <w:r w:rsidR="00DE36CC" w:rsidRPr="00A2041A">
        <w:rPr>
          <w:vertAlign w:val="superscript"/>
        </w:rPr>
        <w:t>-5</w:t>
      </w:r>
      <w:r w:rsidR="00DE36CC" w:rsidRPr="00A2041A">
        <w:t xml:space="preserve"> m en 1 liter = 10</w:t>
      </w:r>
      <w:r w:rsidR="00DE36CC" w:rsidRPr="00A2041A">
        <w:rPr>
          <w:vertAlign w:val="superscript"/>
        </w:rPr>
        <w:t>-3</w:t>
      </w:r>
      <w:r w:rsidR="00DE36CC" w:rsidRPr="00A2041A">
        <w:t xml:space="preserve"> m</w:t>
      </w:r>
      <w:r w:rsidR="00DE36CC" w:rsidRPr="00A2041A">
        <w:rPr>
          <w:vertAlign w:val="superscript"/>
        </w:rPr>
        <w:t>3</w:t>
      </w:r>
      <w:r w:rsidR="00E5213D" w:rsidRPr="00A2041A">
        <w:tab/>
        <w:t>1p</w:t>
      </w:r>
      <w:r w:rsidR="00E5213D" w:rsidRPr="00A2041A">
        <w:br/>
      </w:r>
      <w:r w:rsidR="00DE36CC" w:rsidRPr="00A2041A">
        <w:rPr>
          <w:position w:val="-24"/>
        </w:rPr>
        <w:object w:dxaOrig="1560" w:dyaOrig="660" w14:anchorId="28B0E7F1">
          <v:shape id="_x0000_i1030" type="#_x0000_t75" style="width:78.3pt;height:32.85pt" o:ole="">
            <v:imagedata r:id="rId18" o:title=""/>
          </v:shape>
          <o:OLEObject Type="Embed" ProgID="Equation.DSMT4" ShapeID="_x0000_i1030" DrawAspect="Content" ObjectID="_1647778618" r:id="rId19"/>
        </w:object>
      </w:r>
      <w:r w:rsidR="00E5213D" w:rsidRPr="00A2041A">
        <w:t xml:space="preserve"> m</w:t>
      </w:r>
      <w:r w:rsidR="00E5213D" w:rsidRPr="00A2041A">
        <w:rPr>
          <w:vertAlign w:val="superscript"/>
        </w:rPr>
        <w:t>2</w:t>
      </w:r>
      <w:r w:rsidR="00E5213D" w:rsidRPr="00A2041A">
        <w:tab/>
        <w:t>1p</w:t>
      </w:r>
      <w:r w:rsidR="00E5213D" w:rsidRPr="00A2041A">
        <w:br/>
      </w:r>
      <w:r w:rsidR="00A374C3" w:rsidRPr="00A2041A">
        <w:t>d</w:t>
      </w:r>
      <w:r w:rsidR="00E5213D" w:rsidRPr="00A2041A">
        <w:t>us 16 m</w:t>
      </w:r>
      <w:r w:rsidR="00E5213D" w:rsidRPr="00A2041A">
        <w:rPr>
          <w:vertAlign w:val="superscript"/>
        </w:rPr>
        <w:t>2</w:t>
      </w:r>
      <w:r w:rsidR="00E5213D" w:rsidRPr="00A2041A">
        <w:tab/>
        <w:t>1p</w:t>
      </w:r>
    </w:p>
    <w:p w14:paraId="5D5AB526" w14:textId="77777777" w:rsidR="00E5213D" w:rsidRPr="00A2041A" w:rsidRDefault="00E95F74" w:rsidP="00E5213D">
      <w:pPr>
        <w:pStyle w:val="uitwerkingsubvraag"/>
      </w:pPr>
      <w:r w:rsidRPr="00A2041A">
        <w:rPr>
          <w:rStyle w:val="uitwerkingKTI"/>
        </w:rPr>
        <w:t>T</w:t>
      </w:r>
      <w:r w:rsidR="00E5213D" w:rsidRPr="00A2041A">
        <w:tab/>
      </w:r>
      <w:r w:rsidR="00E5213D" w:rsidRPr="00A2041A">
        <w:rPr>
          <w:rStyle w:val="uitwerkingletter"/>
          <w:lang w:val="nl-NL"/>
        </w:rPr>
        <w:t>b</w:t>
      </w:r>
      <w:r w:rsidR="00E5213D" w:rsidRPr="00A2041A">
        <w:tab/>
      </w:r>
      <w:r w:rsidR="00E5213D" w:rsidRPr="00A2041A">
        <w:rPr>
          <w:bCs/>
        </w:rPr>
        <w:t xml:space="preserve">5 minuten en 15 seconden = </w:t>
      </w:r>
      <w:r w:rsidR="00E5213D" w:rsidRPr="00A2041A">
        <w:rPr>
          <w:position w:val="-12"/>
        </w:rPr>
        <w:object w:dxaOrig="1700" w:dyaOrig="360" w14:anchorId="25BEC818">
          <v:shape id="_x0000_i1031" type="#_x0000_t75" style="width:85.25pt;height:18.3pt" o:ole="">
            <v:imagedata r:id="rId20" o:title=""/>
          </v:shape>
          <o:OLEObject Type="Embed" ProgID="Equation.DSMT4" ShapeID="_x0000_i1031" DrawAspect="Content" ObjectID="_1647778619" r:id="rId21"/>
        </w:object>
      </w:r>
      <w:r w:rsidR="00E5213D" w:rsidRPr="00A2041A">
        <w:rPr>
          <w:bCs/>
        </w:rPr>
        <w:t xml:space="preserve"> uur</w:t>
      </w:r>
      <w:r w:rsidR="00E5213D" w:rsidRPr="00A2041A">
        <w:tab/>
        <w:t>1p</w:t>
      </w:r>
      <w:r w:rsidR="00E5213D" w:rsidRPr="00A2041A">
        <w:br/>
      </w:r>
      <w:r w:rsidR="00A374C3" w:rsidRPr="00A2041A">
        <w:rPr>
          <w:bCs/>
        </w:rPr>
        <w:t>d</w:t>
      </w:r>
      <w:r w:rsidR="00E5213D" w:rsidRPr="00A2041A">
        <w:rPr>
          <w:bCs/>
        </w:rPr>
        <w:t xml:space="preserve">us </w:t>
      </w:r>
      <w:r w:rsidR="00E5213D" w:rsidRPr="00A2041A">
        <w:rPr>
          <w:position w:val="-28"/>
        </w:rPr>
        <w:object w:dxaOrig="1420" w:dyaOrig="660" w14:anchorId="230EF565">
          <v:shape id="_x0000_i1032" type="#_x0000_t75" style="width:70.75pt;height:32.85pt" o:ole="">
            <v:imagedata r:id="rId22" o:title=""/>
          </v:shape>
          <o:OLEObject Type="Embed" ProgID="Equation.DSMT4" ShapeID="_x0000_i1032" DrawAspect="Content" ObjectID="_1647778620" r:id="rId23"/>
        </w:object>
      </w:r>
      <w:r w:rsidR="00E5213D" w:rsidRPr="00A2041A">
        <w:rPr>
          <w:bCs/>
        </w:rPr>
        <w:t xml:space="preserve"> km/uur</w:t>
      </w:r>
      <w:r w:rsidR="00E5213D" w:rsidRPr="00A2041A">
        <w:rPr>
          <w:bCs/>
        </w:rPr>
        <w:tab/>
        <w:t>2p</w:t>
      </w:r>
    </w:p>
    <w:p w14:paraId="7BE45E70" w14:textId="77777777" w:rsidR="00E5213D" w:rsidRPr="00A2041A" w:rsidRDefault="00E95F74" w:rsidP="00E5213D">
      <w:pPr>
        <w:pStyle w:val="uitwerkingsubvraag"/>
      </w:pPr>
      <w:r w:rsidRPr="00A2041A">
        <w:rPr>
          <w:rStyle w:val="uitwerkingKTI"/>
        </w:rPr>
        <w:t>I</w:t>
      </w:r>
      <w:r w:rsidR="00E5213D" w:rsidRPr="00A2041A">
        <w:tab/>
      </w:r>
      <w:r w:rsidR="00E5213D" w:rsidRPr="00A2041A">
        <w:rPr>
          <w:rStyle w:val="uitwerkingletter"/>
          <w:lang w:val="nl-NL"/>
        </w:rPr>
        <w:t>c</w:t>
      </w:r>
      <w:r w:rsidR="00E5213D" w:rsidRPr="00A2041A">
        <w:tab/>
      </w:r>
      <w:r w:rsidR="00E5213D" w:rsidRPr="00A2041A">
        <w:rPr>
          <w:bCs/>
        </w:rPr>
        <w:t>16 milliseconde = 0,016 seconden</w:t>
      </w:r>
      <w:r w:rsidR="00E5213D" w:rsidRPr="00A2041A">
        <w:tab/>
        <w:t>1p</w:t>
      </w:r>
      <w:r w:rsidR="00E5213D" w:rsidRPr="00A2041A">
        <w:br/>
      </w:r>
      <w:r w:rsidR="00A374C3" w:rsidRPr="00A2041A">
        <w:t>d</w:t>
      </w:r>
      <w:r w:rsidR="00E5213D" w:rsidRPr="00A2041A">
        <w:t xml:space="preserve">us 0,016 </w:t>
      </w:r>
      <w:r w:rsidR="00E5213D" w:rsidRPr="00A2041A">
        <w:rPr>
          <w:rFonts w:ascii="Symbol" w:hAnsi="Symbol"/>
        </w:rPr>
        <w:t></w:t>
      </w:r>
      <w:r w:rsidR="00E5213D" w:rsidRPr="00A2041A">
        <w:t xml:space="preserve"> 120 = 1,92 Mb</w:t>
      </w:r>
      <w:r w:rsidR="00E5213D" w:rsidRPr="00A2041A">
        <w:tab/>
        <w:t>1p</w:t>
      </w:r>
    </w:p>
    <w:p w14:paraId="0307D8F1" w14:textId="77777777" w:rsidR="00E5213D" w:rsidRPr="00A2041A" w:rsidRDefault="00E5213D" w:rsidP="000271A6"/>
    <w:p w14:paraId="5F1A388A" w14:textId="50C9B35F" w:rsidR="004E778E" w:rsidRPr="00A2041A" w:rsidRDefault="004E778E" w:rsidP="004E778E">
      <w:pPr>
        <w:pStyle w:val="uitwerkingtitel"/>
      </w:pPr>
      <w:r w:rsidRPr="00A2041A">
        <w:tab/>
        <w:t xml:space="preserve">opgave </w:t>
      </w:r>
      <w:r w:rsidR="00E95F74" w:rsidRPr="00A2041A">
        <w:t>5</w:t>
      </w:r>
      <w:r w:rsidRPr="00A2041A">
        <w:tab/>
        <w:t>totaal 13p</w:t>
      </w:r>
    </w:p>
    <w:p w14:paraId="64F321B2" w14:textId="3201B921" w:rsidR="00AA2A41" w:rsidRPr="00A2041A" w:rsidRDefault="00AA2A41" w:rsidP="00AA2A41">
      <w:pPr>
        <w:tabs>
          <w:tab w:val="right" w:pos="9072"/>
        </w:tabs>
        <w:ind w:left="426" w:hanging="426"/>
        <w:rPr>
          <w:i/>
          <w:iCs/>
        </w:rPr>
      </w:pPr>
      <w:r w:rsidRPr="00A2041A">
        <w:rPr>
          <w:i/>
          <w:iCs/>
        </w:rPr>
        <w:t>In deze opgave is er sprake van een bepaalde onzekerheid bij het aflezen.</w:t>
      </w:r>
    </w:p>
    <w:p w14:paraId="0BF7FFAC" w14:textId="4BCE98A2" w:rsidR="004E778E" w:rsidRPr="00A2041A" w:rsidRDefault="00E95F74" w:rsidP="004E778E">
      <w:pPr>
        <w:pStyle w:val="uitwerkingsubvraag"/>
      </w:pPr>
      <w:r w:rsidRPr="00A2041A">
        <w:rPr>
          <w:rStyle w:val="uitwerkingKTI"/>
        </w:rPr>
        <w:t>T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a</w:t>
      </w:r>
      <w:r w:rsidR="004E778E" w:rsidRPr="00A2041A">
        <w:tab/>
      </w:r>
      <w:r w:rsidR="00DE36CC" w:rsidRPr="00A2041A">
        <w:rPr>
          <w:position w:val="-28"/>
        </w:rPr>
        <w:object w:dxaOrig="820" w:dyaOrig="660" w14:anchorId="0FE8F1C5">
          <v:shape id="_x0000_i1033" type="#_x0000_t75" style="width:41.05pt;height:32.85pt" o:ole="">
            <v:imagedata r:id="rId24" o:title=""/>
          </v:shape>
          <o:OLEObject Type="Embed" ProgID="Equation.DSMT4" ShapeID="_x0000_i1033" DrawAspect="Content" ObjectID="_1647778621" r:id="rId25"/>
        </w:object>
      </w:r>
      <w:r w:rsidR="00E5213D" w:rsidRPr="00A2041A">
        <w:t xml:space="preserve"> </w:t>
      </w:r>
      <w:r w:rsidR="00DE36CC" w:rsidRPr="00A2041A">
        <w:t xml:space="preserve">dus </w:t>
      </w:r>
      <w:r w:rsidR="00353839" w:rsidRPr="00A2041A">
        <w:t xml:space="preserve">in 2006 werden 4 miljoen </w:t>
      </w:r>
      <w:proofErr w:type="spellStart"/>
      <w:r w:rsidR="00353839" w:rsidRPr="00A2041A">
        <w:t>iDEAL</w:t>
      </w:r>
      <w:proofErr w:type="spellEnd"/>
      <w:r w:rsidR="00353839" w:rsidRPr="00A2041A">
        <w:t>-transacties uitgevoerd.</w:t>
      </w:r>
      <w:r w:rsidR="00E5213D" w:rsidRPr="00A2041A">
        <w:tab/>
      </w:r>
      <w:r w:rsidR="00353839" w:rsidRPr="00A2041A">
        <w:t>3</w:t>
      </w:r>
      <w:r w:rsidR="00E5213D" w:rsidRPr="00A2041A">
        <w:t>p</w:t>
      </w:r>
    </w:p>
    <w:p w14:paraId="468838DF" w14:textId="77777777" w:rsidR="00AA2A41" w:rsidRPr="00A2041A" w:rsidRDefault="00E95F74" w:rsidP="00AA2A41">
      <w:pPr>
        <w:pStyle w:val="uitwerkingsubvraag"/>
        <w:spacing w:after="240"/>
      </w:pPr>
      <w:r w:rsidRPr="00A2041A">
        <w:rPr>
          <w:rStyle w:val="uitwerkingKTI"/>
        </w:rPr>
        <w:t>T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b</w:t>
      </w:r>
      <w:r w:rsidR="004E778E" w:rsidRPr="00A2041A">
        <w:tab/>
      </w:r>
      <w:r w:rsidR="00A374C3" w:rsidRPr="00A2041A">
        <w:t>d</w:t>
      </w:r>
      <w:r w:rsidR="00E5213D" w:rsidRPr="00A2041A">
        <w:t>e onderstaande tabel (-1p per fout)</w:t>
      </w:r>
      <w:r w:rsidR="004E778E" w:rsidRPr="00A2041A">
        <w:tab/>
        <w:t>3p</w:t>
      </w:r>
    </w:p>
    <w:tbl>
      <w:tblPr>
        <w:tblStyle w:val="Tabelraster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2240"/>
      </w:tblGrid>
      <w:tr w:rsidR="00AA2A41" w:rsidRPr="00A2041A" w14:paraId="026FBDFA" w14:textId="77777777" w:rsidTr="00E13BFA">
        <w:tc>
          <w:tcPr>
            <w:tcW w:w="1025" w:type="dxa"/>
            <w:hideMark/>
          </w:tcPr>
          <w:p w14:paraId="6D60AC6C" w14:textId="77777777" w:rsidR="00AA2A41" w:rsidRPr="00A2041A" w:rsidRDefault="00AA2A41" w:rsidP="008668CD">
            <w:pPr>
              <w:jc w:val="center"/>
            </w:pPr>
            <w:r w:rsidRPr="00A2041A">
              <w:t>jaartal</w:t>
            </w:r>
          </w:p>
        </w:tc>
        <w:tc>
          <w:tcPr>
            <w:tcW w:w="2240" w:type="dxa"/>
          </w:tcPr>
          <w:p w14:paraId="30C3A5AB" w14:textId="7497826B" w:rsidR="00AA2A41" w:rsidRPr="00A2041A" w:rsidRDefault="00AA2A41" w:rsidP="008668CD">
            <w:pPr>
              <w:jc w:val="center"/>
            </w:pPr>
            <w:r w:rsidRPr="00A2041A">
              <w:t xml:space="preserve">aantal mobiele </w:t>
            </w:r>
            <w:proofErr w:type="spellStart"/>
            <w:r w:rsidRPr="00A2041A">
              <w:t>iDEAL</w:t>
            </w:r>
            <w:proofErr w:type="spellEnd"/>
            <w:r w:rsidR="00DE36CC" w:rsidRPr="00A2041A">
              <w:t>-</w:t>
            </w:r>
            <w:r w:rsidRPr="00A2041A">
              <w:t>transacties</w:t>
            </w:r>
          </w:p>
        </w:tc>
      </w:tr>
      <w:tr w:rsidR="00AA2A41" w:rsidRPr="00A2041A" w14:paraId="4A6AF866" w14:textId="77777777" w:rsidTr="00E13BFA">
        <w:tc>
          <w:tcPr>
            <w:tcW w:w="1025" w:type="dxa"/>
          </w:tcPr>
          <w:p w14:paraId="13D7C8F5" w14:textId="77777777" w:rsidR="00AA2A41" w:rsidRPr="00A2041A" w:rsidRDefault="00AA2A41" w:rsidP="008668CD">
            <w:pPr>
              <w:rPr>
                <w:lang w:val="en-GB"/>
              </w:rPr>
            </w:pPr>
            <w:r w:rsidRPr="00A2041A">
              <w:rPr>
                <w:lang w:val="en-GB"/>
              </w:rPr>
              <w:t>2015</w:t>
            </w:r>
          </w:p>
        </w:tc>
        <w:tc>
          <w:tcPr>
            <w:tcW w:w="2240" w:type="dxa"/>
          </w:tcPr>
          <w:p w14:paraId="58452E21" w14:textId="77777777" w:rsidR="00AA2A41" w:rsidRPr="00A2041A" w:rsidRDefault="00AA2A41" w:rsidP="008668CD">
            <w:pPr>
              <w:rPr>
                <w:lang w:val="en-GB"/>
              </w:rPr>
            </w:pPr>
            <w:r w:rsidRPr="00A2041A">
              <w:rPr>
                <w:lang w:val="en-GB"/>
              </w:rPr>
              <w:t>28 600 000</w:t>
            </w:r>
          </w:p>
        </w:tc>
      </w:tr>
      <w:tr w:rsidR="00AA2A41" w:rsidRPr="00A2041A" w14:paraId="46544BBB" w14:textId="77777777" w:rsidTr="00E13BFA">
        <w:tc>
          <w:tcPr>
            <w:tcW w:w="1025" w:type="dxa"/>
          </w:tcPr>
          <w:p w14:paraId="04C84756" w14:textId="77777777" w:rsidR="00AA2A41" w:rsidRPr="00A2041A" w:rsidRDefault="00AA2A41" w:rsidP="008668CD">
            <w:r w:rsidRPr="00A2041A">
              <w:t>2016</w:t>
            </w:r>
          </w:p>
        </w:tc>
        <w:tc>
          <w:tcPr>
            <w:tcW w:w="2240" w:type="dxa"/>
          </w:tcPr>
          <w:p w14:paraId="12655F66" w14:textId="77777777" w:rsidR="00AA2A41" w:rsidRPr="00A2041A" w:rsidRDefault="00AA2A41" w:rsidP="008668CD">
            <w:r w:rsidRPr="00A2041A">
              <w:t>92 400 000</w:t>
            </w:r>
          </w:p>
        </w:tc>
      </w:tr>
      <w:tr w:rsidR="00AA2A41" w:rsidRPr="00A2041A" w14:paraId="5433CE80" w14:textId="77777777" w:rsidTr="00E13BFA">
        <w:tc>
          <w:tcPr>
            <w:tcW w:w="1025" w:type="dxa"/>
            <w:vAlign w:val="center"/>
          </w:tcPr>
          <w:p w14:paraId="2AEA2DE9" w14:textId="77777777" w:rsidR="00AA2A41" w:rsidRPr="00A2041A" w:rsidRDefault="00AA2A41" w:rsidP="008668CD">
            <w:r w:rsidRPr="00A2041A">
              <w:t>2017</w:t>
            </w:r>
          </w:p>
        </w:tc>
        <w:tc>
          <w:tcPr>
            <w:tcW w:w="2240" w:type="dxa"/>
          </w:tcPr>
          <w:p w14:paraId="74F0097A" w14:textId="77777777" w:rsidR="00AA2A41" w:rsidRPr="00A2041A" w:rsidRDefault="00AA2A41" w:rsidP="008668CD">
            <w:r w:rsidRPr="00A2041A">
              <w:t>182 400 000</w:t>
            </w:r>
          </w:p>
        </w:tc>
      </w:tr>
      <w:tr w:rsidR="00AA2A41" w:rsidRPr="00A2041A" w14:paraId="78A3177B" w14:textId="77777777" w:rsidTr="00E13BFA">
        <w:tc>
          <w:tcPr>
            <w:tcW w:w="1025" w:type="dxa"/>
            <w:vAlign w:val="center"/>
          </w:tcPr>
          <w:p w14:paraId="6285E8C1" w14:textId="77777777" w:rsidR="00AA2A41" w:rsidRPr="00A2041A" w:rsidRDefault="00AA2A41" w:rsidP="008668CD">
            <w:r w:rsidRPr="00A2041A">
              <w:t>2018</w:t>
            </w:r>
          </w:p>
        </w:tc>
        <w:tc>
          <w:tcPr>
            <w:tcW w:w="2240" w:type="dxa"/>
          </w:tcPr>
          <w:p w14:paraId="463F0F4D" w14:textId="77777777" w:rsidR="00AA2A41" w:rsidRPr="00A2041A" w:rsidRDefault="00AA2A41" w:rsidP="008668CD">
            <w:r w:rsidRPr="00A2041A">
              <w:t>327 600 000</w:t>
            </w:r>
          </w:p>
        </w:tc>
      </w:tr>
    </w:tbl>
    <w:p w14:paraId="683DE37D" w14:textId="77777777" w:rsidR="004E778E" w:rsidRPr="00A2041A" w:rsidRDefault="00E95F74" w:rsidP="00AA2A41">
      <w:pPr>
        <w:pStyle w:val="uitwerkingsubvraag"/>
        <w:spacing w:before="240"/>
      </w:pPr>
      <w:r w:rsidRPr="00A2041A">
        <w:rPr>
          <w:rStyle w:val="uitwerkingKTI"/>
        </w:rPr>
        <w:t>T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c</w:t>
      </w:r>
      <w:r w:rsidR="004E778E" w:rsidRPr="00A2041A">
        <w:tab/>
      </w:r>
      <w:r w:rsidR="00A374C3" w:rsidRPr="00A2041A">
        <w:t>d</w:t>
      </w:r>
      <w:r w:rsidR="00E5213D" w:rsidRPr="00A2041A">
        <w:t>it snijpunt heeft geen praktische betekenis</w:t>
      </w:r>
      <w:r w:rsidR="004E778E" w:rsidRPr="00A2041A">
        <w:tab/>
      </w:r>
      <w:r w:rsidR="00E5213D" w:rsidRPr="00A2041A">
        <w:t>1</w:t>
      </w:r>
      <w:r w:rsidR="004E778E" w:rsidRPr="00A2041A">
        <w:t>p</w:t>
      </w:r>
      <w:r w:rsidR="00E5213D" w:rsidRPr="00A2041A">
        <w:br/>
      </w:r>
      <w:r w:rsidR="00A374C3" w:rsidRPr="00A2041A">
        <w:t>d</w:t>
      </w:r>
      <w:r w:rsidR="00E5213D" w:rsidRPr="00A2041A">
        <w:t>it komt omdat de waarden op verschillende assen moeten worden afgelezen</w:t>
      </w:r>
      <w:r w:rsidR="00E5213D" w:rsidRPr="00A2041A">
        <w:tab/>
        <w:t>2p</w:t>
      </w:r>
    </w:p>
    <w:p w14:paraId="294D0DF9" w14:textId="3F8A6835" w:rsidR="004E778E" w:rsidRDefault="00E95F74" w:rsidP="00E5213D">
      <w:pPr>
        <w:pStyle w:val="uitwerkingsubvraag"/>
      </w:pPr>
      <w:r w:rsidRPr="00A2041A">
        <w:rPr>
          <w:rStyle w:val="uitwerkingKTI"/>
        </w:rPr>
        <w:t>I</w:t>
      </w:r>
      <w:r w:rsidR="004E778E" w:rsidRPr="00A2041A">
        <w:tab/>
      </w:r>
      <w:r w:rsidR="004E778E" w:rsidRPr="00A2041A">
        <w:rPr>
          <w:rStyle w:val="uitwerkingletter"/>
          <w:lang w:val="nl-NL"/>
        </w:rPr>
        <w:t>d</w:t>
      </w:r>
      <w:r w:rsidR="004E778E" w:rsidRPr="00A2041A">
        <w:tab/>
      </w:r>
      <w:r w:rsidR="00A374C3" w:rsidRPr="00A2041A">
        <w:t>a</w:t>
      </w:r>
      <w:r w:rsidR="008267C0" w:rsidRPr="00A2041A">
        <w:t>flezen bij 2018 geeft 520 miljoen</w:t>
      </w:r>
      <w:r w:rsidR="008267C0" w:rsidRPr="00A2041A">
        <w:tab/>
        <w:t xml:space="preserve">1p </w:t>
      </w:r>
      <w:r w:rsidR="008267C0" w:rsidRPr="00A2041A">
        <w:br/>
      </w:r>
      <w:r w:rsidR="00A374C3" w:rsidRPr="00A2041A">
        <w:rPr>
          <w:bCs/>
        </w:rPr>
        <w:t>h</w:t>
      </w:r>
      <w:r w:rsidR="00E5213D" w:rsidRPr="00A2041A">
        <w:rPr>
          <w:bCs/>
        </w:rPr>
        <w:t xml:space="preserve">et totale bedrag aan </w:t>
      </w:r>
      <w:proofErr w:type="spellStart"/>
      <w:r w:rsidR="00E5213D" w:rsidRPr="00A2041A">
        <w:rPr>
          <w:bCs/>
        </w:rPr>
        <w:t>iDEAL</w:t>
      </w:r>
      <w:proofErr w:type="spellEnd"/>
      <w:r w:rsidR="00E5213D" w:rsidRPr="00A2041A">
        <w:rPr>
          <w:bCs/>
        </w:rPr>
        <w:t xml:space="preserve"> transacties in 2018 is 520</w:t>
      </w:r>
      <w:r w:rsidR="00DE36CC" w:rsidRPr="00A2041A">
        <w:rPr>
          <w:bCs/>
        </w:rPr>
        <w:t xml:space="preserve"> </w:t>
      </w:r>
      <w:r w:rsidR="00DE36CC" w:rsidRPr="00A2041A">
        <w:rPr>
          <w:rFonts w:ascii="Symbol" w:hAnsi="Symbol"/>
          <w:bCs/>
        </w:rPr>
        <w:t></w:t>
      </w:r>
      <w:r w:rsidR="00DE36CC" w:rsidRPr="00A2041A">
        <w:rPr>
          <w:bCs/>
        </w:rPr>
        <w:t xml:space="preserve"> 82</w:t>
      </w:r>
      <w:r w:rsidR="00E5213D" w:rsidRPr="00A2041A">
        <w:rPr>
          <w:bCs/>
        </w:rPr>
        <w:t xml:space="preserve"> = 42 64</w:t>
      </w:r>
      <w:r w:rsidR="00DE36CC" w:rsidRPr="00A2041A">
        <w:rPr>
          <w:bCs/>
        </w:rPr>
        <w:t>0</w:t>
      </w:r>
      <w:r w:rsidR="00E5213D" w:rsidRPr="00A2041A">
        <w:rPr>
          <w:bCs/>
        </w:rPr>
        <w:t xml:space="preserve"> miljoen</w:t>
      </w:r>
      <w:r w:rsidR="004E778E" w:rsidRPr="00A2041A">
        <w:tab/>
      </w:r>
      <w:r w:rsidR="008267C0" w:rsidRPr="00A2041A">
        <w:t>1</w:t>
      </w:r>
      <w:r w:rsidR="004E778E" w:rsidRPr="00A2041A">
        <w:t>p</w:t>
      </w:r>
      <w:r w:rsidR="00E5213D" w:rsidRPr="00A2041A">
        <w:br/>
      </w:r>
      <w:r w:rsidR="00A374C3" w:rsidRPr="00A2041A">
        <w:rPr>
          <w:bCs/>
        </w:rPr>
        <w:t>d</w:t>
      </w:r>
      <w:r w:rsidR="00E5213D" w:rsidRPr="00A2041A">
        <w:rPr>
          <w:bCs/>
        </w:rPr>
        <w:t xml:space="preserve">us </w:t>
      </w:r>
      <w:r w:rsidR="00DE36CC" w:rsidRPr="00A2041A">
        <w:rPr>
          <w:position w:val="-28"/>
        </w:rPr>
        <w:object w:dxaOrig="1460" w:dyaOrig="660" w14:anchorId="768FD061">
          <v:shape id="_x0000_i1034" type="#_x0000_t75" style="width:72.65pt;height:32.85pt" o:ole="">
            <v:imagedata r:id="rId26" o:title=""/>
          </v:shape>
          <o:OLEObject Type="Embed" ProgID="Equation.DSMT4" ShapeID="_x0000_i1034" DrawAspect="Content" ObjectID="_1647778622" r:id="rId27"/>
        </w:object>
      </w:r>
      <w:r w:rsidR="00E5213D" w:rsidRPr="00A2041A">
        <w:rPr>
          <w:bCs/>
        </w:rPr>
        <w:t xml:space="preserve"> euro per Nederlander</w:t>
      </w:r>
      <w:r w:rsidR="00E5213D" w:rsidRPr="00A2041A">
        <w:rPr>
          <w:bCs/>
        </w:rPr>
        <w:tab/>
        <w:t>2p</w:t>
      </w:r>
      <w:bookmarkStart w:id="1" w:name="_GoBack"/>
      <w:bookmarkEnd w:id="1"/>
    </w:p>
    <w:sectPr w:rsidR="004E778E" w:rsidSect="00CA4538">
      <w:headerReference w:type="even" r:id="rId28"/>
      <w:headerReference w:type="default" r:id="rId29"/>
      <w:footerReference w:type="even" r:id="rId30"/>
      <w:footerReference w:type="default" r:id="rId31"/>
      <w:type w:val="continuous"/>
      <w:pgSz w:w="11906" w:h="16838"/>
      <w:pgMar w:top="1276" w:right="1134" w:bottom="1134" w:left="1418" w:header="567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4E098" w14:textId="77777777" w:rsidR="00632672" w:rsidRDefault="00632672">
      <w:r>
        <w:separator/>
      </w:r>
    </w:p>
    <w:p w14:paraId="19091E22" w14:textId="77777777" w:rsidR="00632672" w:rsidRDefault="00632672"/>
    <w:p w14:paraId="0DD5BBF2" w14:textId="77777777" w:rsidR="00632672" w:rsidRDefault="00632672"/>
    <w:p w14:paraId="5B97F23A" w14:textId="77777777" w:rsidR="00632672" w:rsidRDefault="00632672"/>
    <w:p w14:paraId="6F348790" w14:textId="77777777" w:rsidR="00632672" w:rsidRDefault="00632672"/>
    <w:p w14:paraId="4D41A01D" w14:textId="77777777" w:rsidR="00632672" w:rsidRDefault="00632672"/>
    <w:p w14:paraId="69A85BAA" w14:textId="77777777" w:rsidR="00632672" w:rsidRDefault="00632672"/>
  </w:endnote>
  <w:endnote w:type="continuationSeparator" w:id="0">
    <w:p w14:paraId="4F8964B1" w14:textId="77777777" w:rsidR="00632672" w:rsidRDefault="00632672">
      <w:r>
        <w:continuationSeparator/>
      </w:r>
    </w:p>
    <w:p w14:paraId="64E8B0B1" w14:textId="77777777" w:rsidR="00632672" w:rsidRDefault="00632672"/>
    <w:p w14:paraId="4DCF60B3" w14:textId="77777777" w:rsidR="00632672" w:rsidRDefault="00632672"/>
    <w:p w14:paraId="27BD8A2C" w14:textId="77777777" w:rsidR="00632672" w:rsidRDefault="00632672"/>
    <w:p w14:paraId="2D6A76FA" w14:textId="77777777" w:rsidR="00632672" w:rsidRDefault="00632672"/>
    <w:p w14:paraId="6863291D" w14:textId="77777777" w:rsidR="00632672" w:rsidRDefault="00632672"/>
    <w:p w14:paraId="3F2D24A3" w14:textId="77777777" w:rsidR="00632672" w:rsidRDefault="00632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ACF1F" w14:textId="77777777" w:rsidR="004C7E56" w:rsidRDefault="004C7E56" w:rsidP="00CA4538">
    <w:pPr>
      <w:pStyle w:val="Voettekst"/>
    </w:pPr>
  </w:p>
  <w:p w14:paraId="52288571" w14:textId="77777777" w:rsidR="00BC28CD" w:rsidRDefault="00BC28CD"/>
  <w:p w14:paraId="77942E31" w14:textId="77777777" w:rsidR="00BC28CD" w:rsidRDefault="00BC28CD"/>
  <w:p w14:paraId="0ABD0E75" w14:textId="77777777" w:rsidR="00BC28CD" w:rsidRDefault="00BC28CD"/>
  <w:p w14:paraId="11E04D56" w14:textId="77777777" w:rsidR="00BC28CD" w:rsidRDefault="00BC28CD"/>
  <w:p w14:paraId="6503A3DF" w14:textId="77777777" w:rsidR="00BC28CD" w:rsidRDefault="00BC28CD"/>
  <w:p w14:paraId="57B294BA" w14:textId="77777777" w:rsidR="00FD3603" w:rsidRDefault="00FD36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10BD" w14:textId="6E5235C8" w:rsidR="00BC28CD" w:rsidRDefault="0066414C" w:rsidP="00F65CF8">
    <w:pPr>
      <w:pStyle w:val="Voettekst"/>
      <w:tabs>
        <w:tab w:val="clear" w:pos="2268"/>
        <w:tab w:val="left" w:pos="2835"/>
      </w:tabs>
    </w:pPr>
    <w:r w:rsidRPr="002D6A0C">
      <w:rPr>
        <w:rStyle w:val="VoettekstChar"/>
        <w:caps/>
      </w:rPr>
      <w:t>© noordhoff</w:t>
    </w:r>
    <w:r w:rsidR="00F65CF8">
      <w:rPr>
        <w:rStyle w:val="VoettekstChar"/>
        <w:caps/>
      </w:rPr>
      <w:t xml:space="preserve"> UITGEVERS BV</w:t>
    </w:r>
    <w:r w:rsidRPr="002D6A0C">
      <w:rPr>
        <w:rStyle w:val="VoettekstChar"/>
        <w:caps/>
      </w:rPr>
      <w:t xml:space="preserve"> 2020</w:t>
    </w:r>
    <w:r w:rsidR="00CA4538">
      <w:rPr>
        <w:rStyle w:val="VoettekstChar"/>
        <w:caps/>
      </w:rPr>
      <w:tab/>
    </w:r>
    <w:r w:rsidR="009A78B9">
      <w:rPr>
        <w:rStyle w:val="VoettekstChar"/>
        <w:caps/>
      </w:rPr>
      <w:t xml:space="preserve">scorevoorstel </w:t>
    </w:r>
    <w:r w:rsidR="00E95F74">
      <w:rPr>
        <w:rStyle w:val="VoettekstChar"/>
        <w:caps/>
      </w:rPr>
      <w:t>oefen</w:t>
    </w:r>
    <w:r w:rsidRPr="002D6A0C">
      <w:rPr>
        <w:rStyle w:val="VoettekstChar"/>
        <w:caps/>
      </w:rPr>
      <w:t xml:space="preserve">Toets </w:t>
    </w:r>
    <w:r w:rsidR="00E95F74">
      <w:rPr>
        <w:rStyle w:val="VoettekstChar"/>
        <w:caps/>
      </w:rPr>
      <w:t>havo A</w:t>
    </w:r>
    <w:r w:rsidRPr="002D6A0C">
      <w:rPr>
        <w:rStyle w:val="VoettekstChar"/>
        <w:caps/>
      </w:rPr>
      <w:t xml:space="preserve"> deel </w:t>
    </w:r>
    <w:r w:rsidR="00E95F74">
      <w:rPr>
        <w:rStyle w:val="VoettekstChar"/>
        <w:caps/>
      </w:rPr>
      <w:t>1</w:t>
    </w:r>
    <w:r w:rsidRPr="002D6A0C">
      <w:rPr>
        <w:rStyle w:val="VoettekstChar"/>
        <w:caps/>
      </w:rPr>
      <w:t xml:space="preserve"> hoofdstuk </w:t>
    </w:r>
    <w:r w:rsidR="00E95F74">
      <w:rPr>
        <w:rStyle w:val="VoettekstChar"/>
        <w:caps/>
      </w:rPr>
      <w:t>1</w:t>
    </w:r>
    <w:r w:rsidR="00CA4538">
      <w:tab/>
    </w:r>
    <w:r w:rsidRPr="002D6A0C">
      <w:rPr>
        <w:rStyle w:val="VoettekstChar"/>
        <w:caps/>
      </w:rPr>
      <w:fldChar w:fldCharType="begin"/>
    </w:r>
    <w:r w:rsidRPr="002D6A0C">
      <w:rPr>
        <w:rStyle w:val="VoettekstChar"/>
        <w:caps/>
      </w:rPr>
      <w:instrText xml:space="preserve"> PAGE </w:instrText>
    </w:r>
    <w:r w:rsidRPr="002D6A0C">
      <w:rPr>
        <w:rStyle w:val="VoettekstChar"/>
        <w:caps/>
      </w:rPr>
      <w:fldChar w:fldCharType="separate"/>
    </w:r>
    <w:r w:rsidRPr="002D6A0C">
      <w:rPr>
        <w:rStyle w:val="VoettekstChar"/>
        <w:caps/>
      </w:rPr>
      <w:t>14</w:t>
    </w:r>
    <w:r w:rsidRPr="002D6A0C">
      <w:rPr>
        <w:rStyle w:val="VoettekstChar"/>
        <w:caps/>
      </w:rPr>
      <w:fldChar w:fldCharType="end"/>
    </w:r>
  </w:p>
  <w:p w14:paraId="1111FA41" w14:textId="77777777" w:rsidR="00FD3603" w:rsidRDefault="00FD36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6458F" w14:textId="77777777" w:rsidR="00632672" w:rsidRDefault="00632672">
      <w:r>
        <w:separator/>
      </w:r>
    </w:p>
    <w:p w14:paraId="2067404A" w14:textId="77777777" w:rsidR="00632672" w:rsidRDefault="00632672"/>
    <w:p w14:paraId="341A1958" w14:textId="77777777" w:rsidR="00632672" w:rsidRDefault="00632672"/>
    <w:p w14:paraId="684B233A" w14:textId="77777777" w:rsidR="00632672" w:rsidRDefault="00632672"/>
    <w:p w14:paraId="2593553E" w14:textId="77777777" w:rsidR="00632672" w:rsidRDefault="00632672"/>
    <w:p w14:paraId="2039F7F4" w14:textId="77777777" w:rsidR="00632672" w:rsidRDefault="00632672"/>
    <w:p w14:paraId="6AEA099B" w14:textId="77777777" w:rsidR="00632672" w:rsidRDefault="00632672"/>
  </w:footnote>
  <w:footnote w:type="continuationSeparator" w:id="0">
    <w:p w14:paraId="44CAEA45" w14:textId="77777777" w:rsidR="00632672" w:rsidRDefault="00632672">
      <w:r>
        <w:continuationSeparator/>
      </w:r>
    </w:p>
    <w:p w14:paraId="378A4351" w14:textId="77777777" w:rsidR="00632672" w:rsidRDefault="00632672"/>
    <w:p w14:paraId="4E4543A1" w14:textId="77777777" w:rsidR="00632672" w:rsidRDefault="00632672"/>
    <w:p w14:paraId="52406316" w14:textId="77777777" w:rsidR="00632672" w:rsidRDefault="00632672"/>
    <w:p w14:paraId="0B26168A" w14:textId="77777777" w:rsidR="00632672" w:rsidRDefault="00632672"/>
    <w:p w14:paraId="4F3B73EA" w14:textId="77777777" w:rsidR="00632672" w:rsidRDefault="00632672"/>
    <w:p w14:paraId="36DAB24C" w14:textId="77777777" w:rsidR="00632672" w:rsidRDefault="00632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D831" w14:textId="77777777" w:rsidR="004C7E56" w:rsidRDefault="004C7E56"/>
  <w:p w14:paraId="67F4B1A8" w14:textId="77777777" w:rsidR="00BC28CD" w:rsidRDefault="00BC28CD"/>
  <w:p w14:paraId="31505C6A" w14:textId="77777777" w:rsidR="00BC28CD" w:rsidRDefault="00BC28CD"/>
  <w:p w14:paraId="72F614F0" w14:textId="77777777" w:rsidR="00BC28CD" w:rsidRDefault="00BC28CD"/>
  <w:p w14:paraId="658E317F" w14:textId="77777777" w:rsidR="00BC28CD" w:rsidRDefault="00BC28CD"/>
  <w:p w14:paraId="1B0DCE26" w14:textId="77777777" w:rsidR="00BC28CD" w:rsidRDefault="00BC28CD"/>
  <w:p w14:paraId="7BAA48B0" w14:textId="77777777" w:rsidR="00FD3603" w:rsidRDefault="00FD36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54AE8" w14:textId="77777777" w:rsidR="0066414C" w:rsidRPr="00D177B4" w:rsidRDefault="001269A9" w:rsidP="003F6BDB">
    <w:pPr>
      <w:pBdr>
        <w:bottom w:val="single" w:sz="4" w:space="4" w:color="auto"/>
      </w:pBdr>
      <w:tabs>
        <w:tab w:val="left" w:pos="4116"/>
      </w:tabs>
      <w:spacing w:line="250" w:lineRule="exact"/>
      <w:rPr>
        <w:rFonts w:cs="Arial"/>
        <w:sz w:val="21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359C417" wp14:editId="55C49613">
          <wp:simplePos x="0" y="0"/>
          <wp:positionH relativeFrom="column">
            <wp:posOffset>5287010</wp:posOffset>
          </wp:positionH>
          <wp:positionV relativeFrom="paragraph">
            <wp:posOffset>-264160</wp:posOffset>
          </wp:positionV>
          <wp:extent cx="800100" cy="580390"/>
          <wp:effectExtent l="0" t="0" r="0" b="0"/>
          <wp:wrapSquare wrapText="bothSides"/>
          <wp:docPr id="1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87982C" w14:textId="77777777" w:rsidR="00FD3603" w:rsidRDefault="00FD36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0E38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2CF1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9CE3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9230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5CC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1AB5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48AB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B4D0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908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46E0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86CCC"/>
    <w:multiLevelType w:val="hybridMultilevel"/>
    <w:tmpl w:val="5D7A959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9958B8"/>
    <w:multiLevelType w:val="hybridMultilevel"/>
    <w:tmpl w:val="C9983EE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10"/>
  </w:num>
  <w:num w:numId="5">
    <w:abstractNumId w:val="13"/>
  </w:num>
  <w:num w:numId="6">
    <w:abstractNumId w:val="17"/>
  </w:num>
  <w:num w:numId="7">
    <w:abstractNumId w:val="16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/>
  <w:attachedTemplate r:id="rId1"/>
  <w:linkStyles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stylePaneSortMethod w:val="000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 fill="f" fillcolor="white" strokecolor="none [3213]">
      <v:fill color="white" on="f"/>
      <v:stroke 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17"/>
    <w:rsid w:val="00000750"/>
    <w:rsid w:val="0000122E"/>
    <w:rsid w:val="00001BA9"/>
    <w:rsid w:val="000043D4"/>
    <w:rsid w:val="00004B9F"/>
    <w:rsid w:val="00005969"/>
    <w:rsid w:val="00005BF7"/>
    <w:rsid w:val="00006969"/>
    <w:rsid w:val="00007B59"/>
    <w:rsid w:val="00007FC5"/>
    <w:rsid w:val="00010299"/>
    <w:rsid w:val="00010946"/>
    <w:rsid w:val="00010AE3"/>
    <w:rsid w:val="00014DEB"/>
    <w:rsid w:val="00014EA4"/>
    <w:rsid w:val="000158B8"/>
    <w:rsid w:val="0001609C"/>
    <w:rsid w:val="00016DDB"/>
    <w:rsid w:val="00017D8E"/>
    <w:rsid w:val="000205A0"/>
    <w:rsid w:val="00022B95"/>
    <w:rsid w:val="00022FEC"/>
    <w:rsid w:val="000239A7"/>
    <w:rsid w:val="000240EA"/>
    <w:rsid w:val="00024203"/>
    <w:rsid w:val="00024421"/>
    <w:rsid w:val="0002502C"/>
    <w:rsid w:val="00025434"/>
    <w:rsid w:val="00026529"/>
    <w:rsid w:val="00027175"/>
    <w:rsid w:val="000271A6"/>
    <w:rsid w:val="0002746A"/>
    <w:rsid w:val="00027AA8"/>
    <w:rsid w:val="00030BE5"/>
    <w:rsid w:val="00032C6B"/>
    <w:rsid w:val="0003304B"/>
    <w:rsid w:val="00034896"/>
    <w:rsid w:val="000348CC"/>
    <w:rsid w:val="000349E4"/>
    <w:rsid w:val="000364AA"/>
    <w:rsid w:val="00036EFB"/>
    <w:rsid w:val="00037527"/>
    <w:rsid w:val="000418D6"/>
    <w:rsid w:val="00042C24"/>
    <w:rsid w:val="00043817"/>
    <w:rsid w:val="00043D04"/>
    <w:rsid w:val="0004613E"/>
    <w:rsid w:val="0004661A"/>
    <w:rsid w:val="000500B8"/>
    <w:rsid w:val="00052918"/>
    <w:rsid w:val="00054372"/>
    <w:rsid w:val="0005623A"/>
    <w:rsid w:val="000572B3"/>
    <w:rsid w:val="000572EC"/>
    <w:rsid w:val="000632D5"/>
    <w:rsid w:val="00063330"/>
    <w:rsid w:val="00063949"/>
    <w:rsid w:val="00065BEF"/>
    <w:rsid w:val="00072A66"/>
    <w:rsid w:val="00072AF4"/>
    <w:rsid w:val="00072B38"/>
    <w:rsid w:val="00073FB2"/>
    <w:rsid w:val="00080C81"/>
    <w:rsid w:val="00082A45"/>
    <w:rsid w:val="00082E7C"/>
    <w:rsid w:val="00085270"/>
    <w:rsid w:val="00085CC6"/>
    <w:rsid w:val="00087F57"/>
    <w:rsid w:val="000921F0"/>
    <w:rsid w:val="0009257D"/>
    <w:rsid w:val="00092FB3"/>
    <w:rsid w:val="000950A3"/>
    <w:rsid w:val="0009597C"/>
    <w:rsid w:val="00097557"/>
    <w:rsid w:val="000A27D8"/>
    <w:rsid w:val="000A30DE"/>
    <w:rsid w:val="000A3A63"/>
    <w:rsid w:val="000A4EBC"/>
    <w:rsid w:val="000A569C"/>
    <w:rsid w:val="000A6BF6"/>
    <w:rsid w:val="000A7CD4"/>
    <w:rsid w:val="000B1D3D"/>
    <w:rsid w:val="000B213C"/>
    <w:rsid w:val="000B3D73"/>
    <w:rsid w:val="000B55B1"/>
    <w:rsid w:val="000B6345"/>
    <w:rsid w:val="000B6B32"/>
    <w:rsid w:val="000B74A9"/>
    <w:rsid w:val="000B789F"/>
    <w:rsid w:val="000C1AAD"/>
    <w:rsid w:val="000C2087"/>
    <w:rsid w:val="000C24F3"/>
    <w:rsid w:val="000C3165"/>
    <w:rsid w:val="000C367A"/>
    <w:rsid w:val="000C3964"/>
    <w:rsid w:val="000C3DB9"/>
    <w:rsid w:val="000C5986"/>
    <w:rsid w:val="000C5EC0"/>
    <w:rsid w:val="000C7C3C"/>
    <w:rsid w:val="000D0231"/>
    <w:rsid w:val="000D0388"/>
    <w:rsid w:val="000D076E"/>
    <w:rsid w:val="000D1AB0"/>
    <w:rsid w:val="000D31CF"/>
    <w:rsid w:val="000D465E"/>
    <w:rsid w:val="000D56B6"/>
    <w:rsid w:val="000D6D2B"/>
    <w:rsid w:val="000D6D58"/>
    <w:rsid w:val="000E21AA"/>
    <w:rsid w:val="000E4302"/>
    <w:rsid w:val="000E435E"/>
    <w:rsid w:val="000E5942"/>
    <w:rsid w:val="000E69F1"/>
    <w:rsid w:val="000E74E8"/>
    <w:rsid w:val="000E7838"/>
    <w:rsid w:val="000F0075"/>
    <w:rsid w:val="000F049B"/>
    <w:rsid w:val="000F0B40"/>
    <w:rsid w:val="000F2526"/>
    <w:rsid w:val="000F2AE9"/>
    <w:rsid w:val="000F352C"/>
    <w:rsid w:val="000F6F52"/>
    <w:rsid w:val="000F7CD3"/>
    <w:rsid w:val="0010036A"/>
    <w:rsid w:val="0010389D"/>
    <w:rsid w:val="001040F2"/>
    <w:rsid w:val="00104251"/>
    <w:rsid w:val="001042D8"/>
    <w:rsid w:val="001065BA"/>
    <w:rsid w:val="00107E24"/>
    <w:rsid w:val="00111346"/>
    <w:rsid w:val="00113822"/>
    <w:rsid w:val="00113DE6"/>
    <w:rsid w:val="00116A98"/>
    <w:rsid w:val="00117E6B"/>
    <w:rsid w:val="00120C14"/>
    <w:rsid w:val="00120C40"/>
    <w:rsid w:val="00121E39"/>
    <w:rsid w:val="0012425F"/>
    <w:rsid w:val="00124459"/>
    <w:rsid w:val="0012555E"/>
    <w:rsid w:val="001269A9"/>
    <w:rsid w:val="00126EC7"/>
    <w:rsid w:val="00127730"/>
    <w:rsid w:val="001315EA"/>
    <w:rsid w:val="00132CA9"/>
    <w:rsid w:val="00133059"/>
    <w:rsid w:val="001334C7"/>
    <w:rsid w:val="00134BD1"/>
    <w:rsid w:val="00136BBC"/>
    <w:rsid w:val="00137437"/>
    <w:rsid w:val="00140447"/>
    <w:rsid w:val="00142EA7"/>
    <w:rsid w:val="001434AC"/>
    <w:rsid w:val="00143B55"/>
    <w:rsid w:val="00143E1F"/>
    <w:rsid w:val="001449C4"/>
    <w:rsid w:val="00145854"/>
    <w:rsid w:val="001461C8"/>
    <w:rsid w:val="0014686E"/>
    <w:rsid w:val="001471C0"/>
    <w:rsid w:val="0015071E"/>
    <w:rsid w:val="00150BA1"/>
    <w:rsid w:val="00151E28"/>
    <w:rsid w:val="00152050"/>
    <w:rsid w:val="0015238F"/>
    <w:rsid w:val="00153270"/>
    <w:rsid w:val="001539DF"/>
    <w:rsid w:val="00153F9A"/>
    <w:rsid w:val="00154038"/>
    <w:rsid w:val="001549D6"/>
    <w:rsid w:val="00155183"/>
    <w:rsid w:val="001551ED"/>
    <w:rsid w:val="00155D18"/>
    <w:rsid w:val="001563D3"/>
    <w:rsid w:val="00156E79"/>
    <w:rsid w:val="00157181"/>
    <w:rsid w:val="00157580"/>
    <w:rsid w:val="00160DCD"/>
    <w:rsid w:val="00160E74"/>
    <w:rsid w:val="00161132"/>
    <w:rsid w:val="00161B51"/>
    <w:rsid w:val="00161EF5"/>
    <w:rsid w:val="001713CA"/>
    <w:rsid w:val="00173C67"/>
    <w:rsid w:val="0017403F"/>
    <w:rsid w:val="001743E0"/>
    <w:rsid w:val="00175415"/>
    <w:rsid w:val="00175EF5"/>
    <w:rsid w:val="0017640B"/>
    <w:rsid w:val="00176971"/>
    <w:rsid w:val="00176C97"/>
    <w:rsid w:val="0017705D"/>
    <w:rsid w:val="00177206"/>
    <w:rsid w:val="001815F1"/>
    <w:rsid w:val="00182E4C"/>
    <w:rsid w:val="00183008"/>
    <w:rsid w:val="001842BC"/>
    <w:rsid w:val="00186C7F"/>
    <w:rsid w:val="001901BA"/>
    <w:rsid w:val="00192013"/>
    <w:rsid w:val="0019219B"/>
    <w:rsid w:val="00192497"/>
    <w:rsid w:val="001951F0"/>
    <w:rsid w:val="001954BC"/>
    <w:rsid w:val="00195FAA"/>
    <w:rsid w:val="0019620C"/>
    <w:rsid w:val="00196B33"/>
    <w:rsid w:val="00197D53"/>
    <w:rsid w:val="00197DE3"/>
    <w:rsid w:val="001A1507"/>
    <w:rsid w:val="001A1A25"/>
    <w:rsid w:val="001A1F97"/>
    <w:rsid w:val="001A253F"/>
    <w:rsid w:val="001A335B"/>
    <w:rsid w:val="001A38AA"/>
    <w:rsid w:val="001A421E"/>
    <w:rsid w:val="001A4634"/>
    <w:rsid w:val="001A5E34"/>
    <w:rsid w:val="001A65C2"/>
    <w:rsid w:val="001A6A3C"/>
    <w:rsid w:val="001A75B5"/>
    <w:rsid w:val="001B0A96"/>
    <w:rsid w:val="001B268B"/>
    <w:rsid w:val="001B4D91"/>
    <w:rsid w:val="001B52BC"/>
    <w:rsid w:val="001B6652"/>
    <w:rsid w:val="001B665D"/>
    <w:rsid w:val="001B7FB5"/>
    <w:rsid w:val="001C0DDB"/>
    <w:rsid w:val="001C25D0"/>
    <w:rsid w:val="001C3C8B"/>
    <w:rsid w:val="001C540B"/>
    <w:rsid w:val="001C5FAE"/>
    <w:rsid w:val="001C6C21"/>
    <w:rsid w:val="001C7365"/>
    <w:rsid w:val="001C76E5"/>
    <w:rsid w:val="001C7D17"/>
    <w:rsid w:val="001C7F86"/>
    <w:rsid w:val="001D2A77"/>
    <w:rsid w:val="001D359E"/>
    <w:rsid w:val="001D5AAB"/>
    <w:rsid w:val="001D6473"/>
    <w:rsid w:val="001E0048"/>
    <w:rsid w:val="001E0180"/>
    <w:rsid w:val="001E02DF"/>
    <w:rsid w:val="001E130F"/>
    <w:rsid w:val="001E1C88"/>
    <w:rsid w:val="001E2404"/>
    <w:rsid w:val="001E24E7"/>
    <w:rsid w:val="001E2D70"/>
    <w:rsid w:val="001E566F"/>
    <w:rsid w:val="001E5F0B"/>
    <w:rsid w:val="001E662C"/>
    <w:rsid w:val="001E6E51"/>
    <w:rsid w:val="001E7286"/>
    <w:rsid w:val="001F0F52"/>
    <w:rsid w:val="001F173D"/>
    <w:rsid w:val="001F20E9"/>
    <w:rsid w:val="001F52D7"/>
    <w:rsid w:val="001F580D"/>
    <w:rsid w:val="001F6013"/>
    <w:rsid w:val="001F6531"/>
    <w:rsid w:val="001F6A50"/>
    <w:rsid w:val="001F6F8C"/>
    <w:rsid w:val="001F6F8D"/>
    <w:rsid w:val="001F786C"/>
    <w:rsid w:val="001F798A"/>
    <w:rsid w:val="00200373"/>
    <w:rsid w:val="00200D74"/>
    <w:rsid w:val="00202F85"/>
    <w:rsid w:val="00203ACA"/>
    <w:rsid w:val="00203D55"/>
    <w:rsid w:val="00210A87"/>
    <w:rsid w:val="00210D25"/>
    <w:rsid w:val="0021125D"/>
    <w:rsid w:val="00211DFE"/>
    <w:rsid w:val="002151ED"/>
    <w:rsid w:val="002154AF"/>
    <w:rsid w:val="002168FA"/>
    <w:rsid w:val="00216CAE"/>
    <w:rsid w:val="00221733"/>
    <w:rsid w:val="002218E7"/>
    <w:rsid w:val="00222D65"/>
    <w:rsid w:val="00226633"/>
    <w:rsid w:val="00227203"/>
    <w:rsid w:val="002314CA"/>
    <w:rsid w:val="002315D0"/>
    <w:rsid w:val="002351A7"/>
    <w:rsid w:val="00236069"/>
    <w:rsid w:val="00237963"/>
    <w:rsid w:val="00240E39"/>
    <w:rsid w:val="0024204B"/>
    <w:rsid w:val="00242131"/>
    <w:rsid w:val="00242F26"/>
    <w:rsid w:val="00247B40"/>
    <w:rsid w:val="00247D51"/>
    <w:rsid w:val="00250182"/>
    <w:rsid w:val="002508FE"/>
    <w:rsid w:val="0025175A"/>
    <w:rsid w:val="002528B8"/>
    <w:rsid w:val="0025365C"/>
    <w:rsid w:val="00254DC1"/>
    <w:rsid w:val="00256E1D"/>
    <w:rsid w:val="002604E6"/>
    <w:rsid w:val="00261314"/>
    <w:rsid w:val="00261A2B"/>
    <w:rsid w:val="002629A5"/>
    <w:rsid w:val="002637AC"/>
    <w:rsid w:val="0026426D"/>
    <w:rsid w:val="00264CE2"/>
    <w:rsid w:val="00266AFC"/>
    <w:rsid w:val="00266C45"/>
    <w:rsid w:val="00270BE6"/>
    <w:rsid w:val="00270D6C"/>
    <w:rsid w:val="00272741"/>
    <w:rsid w:val="002748FC"/>
    <w:rsid w:val="00275688"/>
    <w:rsid w:val="002803FA"/>
    <w:rsid w:val="00281249"/>
    <w:rsid w:val="00281877"/>
    <w:rsid w:val="00282E78"/>
    <w:rsid w:val="002833BE"/>
    <w:rsid w:val="002868E2"/>
    <w:rsid w:val="00290381"/>
    <w:rsid w:val="00291087"/>
    <w:rsid w:val="0029360F"/>
    <w:rsid w:val="00294123"/>
    <w:rsid w:val="00294399"/>
    <w:rsid w:val="002948E9"/>
    <w:rsid w:val="00294A1E"/>
    <w:rsid w:val="0029597C"/>
    <w:rsid w:val="00296204"/>
    <w:rsid w:val="0029711B"/>
    <w:rsid w:val="00297DC8"/>
    <w:rsid w:val="002A020A"/>
    <w:rsid w:val="002A0374"/>
    <w:rsid w:val="002A09B4"/>
    <w:rsid w:val="002A18AE"/>
    <w:rsid w:val="002A687F"/>
    <w:rsid w:val="002A7DB7"/>
    <w:rsid w:val="002B01F8"/>
    <w:rsid w:val="002B0463"/>
    <w:rsid w:val="002B0BEE"/>
    <w:rsid w:val="002B0BEF"/>
    <w:rsid w:val="002B1991"/>
    <w:rsid w:val="002B19D7"/>
    <w:rsid w:val="002B3B4E"/>
    <w:rsid w:val="002B4CC7"/>
    <w:rsid w:val="002B5E6B"/>
    <w:rsid w:val="002C0A61"/>
    <w:rsid w:val="002C15E5"/>
    <w:rsid w:val="002C17D8"/>
    <w:rsid w:val="002C2030"/>
    <w:rsid w:val="002C2A3E"/>
    <w:rsid w:val="002C32D0"/>
    <w:rsid w:val="002C3E79"/>
    <w:rsid w:val="002C403F"/>
    <w:rsid w:val="002C4668"/>
    <w:rsid w:val="002C476A"/>
    <w:rsid w:val="002C4ECF"/>
    <w:rsid w:val="002C557D"/>
    <w:rsid w:val="002C6070"/>
    <w:rsid w:val="002C6341"/>
    <w:rsid w:val="002D0B84"/>
    <w:rsid w:val="002D19A1"/>
    <w:rsid w:val="002D22D6"/>
    <w:rsid w:val="002D32D5"/>
    <w:rsid w:val="002D3D86"/>
    <w:rsid w:val="002D40C5"/>
    <w:rsid w:val="002D69B3"/>
    <w:rsid w:val="002D6A0C"/>
    <w:rsid w:val="002E038D"/>
    <w:rsid w:val="002E2113"/>
    <w:rsid w:val="002E2986"/>
    <w:rsid w:val="002E314F"/>
    <w:rsid w:val="002E40D5"/>
    <w:rsid w:val="002E4617"/>
    <w:rsid w:val="002F03F5"/>
    <w:rsid w:val="002F0811"/>
    <w:rsid w:val="002F1967"/>
    <w:rsid w:val="002F1F43"/>
    <w:rsid w:val="002F2B92"/>
    <w:rsid w:val="002F2C99"/>
    <w:rsid w:val="002F2E0F"/>
    <w:rsid w:val="002F4CAF"/>
    <w:rsid w:val="00300031"/>
    <w:rsid w:val="003002C2"/>
    <w:rsid w:val="0030101B"/>
    <w:rsid w:val="00302743"/>
    <w:rsid w:val="00303249"/>
    <w:rsid w:val="003032AE"/>
    <w:rsid w:val="003034C9"/>
    <w:rsid w:val="00303552"/>
    <w:rsid w:val="00304E1D"/>
    <w:rsid w:val="003051F5"/>
    <w:rsid w:val="003069E6"/>
    <w:rsid w:val="0030751D"/>
    <w:rsid w:val="00312FAB"/>
    <w:rsid w:val="00313312"/>
    <w:rsid w:val="00314457"/>
    <w:rsid w:val="00314821"/>
    <w:rsid w:val="003153D0"/>
    <w:rsid w:val="003158B3"/>
    <w:rsid w:val="0031617E"/>
    <w:rsid w:val="0031736F"/>
    <w:rsid w:val="00317FC0"/>
    <w:rsid w:val="00320D9C"/>
    <w:rsid w:val="00321FE1"/>
    <w:rsid w:val="00322AAC"/>
    <w:rsid w:val="00322C21"/>
    <w:rsid w:val="0032307F"/>
    <w:rsid w:val="00324710"/>
    <w:rsid w:val="0032540E"/>
    <w:rsid w:val="0032589F"/>
    <w:rsid w:val="00325CB9"/>
    <w:rsid w:val="00326028"/>
    <w:rsid w:val="0032608B"/>
    <w:rsid w:val="00326B48"/>
    <w:rsid w:val="0032706A"/>
    <w:rsid w:val="003277E8"/>
    <w:rsid w:val="00327906"/>
    <w:rsid w:val="00330252"/>
    <w:rsid w:val="003313D2"/>
    <w:rsid w:val="00335125"/>
    <w:rsid w:val="00335270"/>
    <w:rsid w:val="00337192"/>
    <w:rsid w:val="003402EA"/>
    <w:rsid w:val="003418B6"/>
    <w:rsid w:val="00341DA7"/>
    <w:rsid w:val="00342127"/>
    <w:rsid w:val="003427D2"/>
    <w:rsid w:val="00343EF9"/>
    <w:rsid w:val="00344595"/>
    <w:rsid w:val="00344A84"/>
    <w:rsid w:val="003459E1"/>
    <w:rsid w:val="00347BE2"/>
    <w:rsid w:val="0035009D"/>
    <w:rsid w:val="00352C00"/>
    <w:rsid w:val="00353839"/>
    <w:rsid w:val="00354557"/>
    <w:rsid w:val="00355D81"/>
    <w:rsid w:val="003577FB"/>
    <w:rsid w:val="00357ABB"/>
    <w:rsid w:val="00360101"/>
    <w:rsid w:val="00360C37"/>
    <w:rsid w:val="003624A9"/>
    <w:rsid w:val="00362D64"/>
    <w:rsid w:val="00363B00"/>
    <w:rsid w:val="0036540D"/>
    <w:rsid w:val="00366299"/>
    <w:rsid w:val="003673F2"/>
    <w:rsid w:val="00367D86"/>
    <w:rsid w:val="00371EC4"/>
    <w:rsid w:val="0037291E"/>
    <w:rsid w:val="00372D53"/>
    <w:rsid w:val="0037307E"/>
    <w:rsid w:val="00374FA5"/>
    <w:rsid w:val="00375A02"/>
    <w:rsid w:val="00375E7A"/>
    <w:rsid w:val="00375EE4"/>
    <w:rsid w:val="003774C4"/>
    <w:rsid w:val="00381D2C"/>
    <w:rsid w:val="00381D4B"/>
    <w:rsid w:val="00382711"/>
    <w:rsid w:val="00384A4D"/>
    <w:rsid w:val="00385080"/>
    <w:rsid w:val="00386DE5"/>
    <w:rsid w:val="00386F57"/>
    <w:rsid w:val="00387F6B"/>
    <w:rsid w:val="00390F6D"/>
    <w:rsid w:val="003911E9"/>
    <w:rsid w:val="0039156E"/>
    <w:rsid w:val="00391BFF"/>
    <w:rsid w:val="00392E7B"/>
    <w:rsid w:val="003930E9"/>
    <w:rsid w:val="003951BC"/>
    <w:rsid w:val="00396AD4"/>
    <w:rsid w:val="003A0829"/>
    <w:rsid w:val="003A15E9"/>
    <w:rsid w:val="003A297E"/>
    <w:rsid w:val="003A4E6C"/>
    <w:rsid w:val="003A51F5"/>
    <w:rsid w:val="003A57D0"/>
    <w:rsid w:val="003A69A9"/>
    <w:rsid w:val="003A75EB"/>
    <w:rsid w:val="003B10DC"/>
    <w:rsid w:val="003B16D7"/>
    <w:rsid w:val="003B1B12"/>
    <w:rsid w:val="003B2539"/>
    <w:rsid w:val="003B25D5"/>
    <w:rsid w:val="003B3F15"/>
    <w:rsid w:val="003B4506"/>
    <w:rsid w:val="003B4DE7"/>
    <w:rsid w:val="003B5C23"/>
    <w:rsid w:val="003B5D3E"/>
    <w:rsid w:val="003B6360"/>
    <w:rsid w:val="003B6449"/>
    <w:rsid w:val="003B7182"/>
    <w:rsid w:val="003C266E"/>
    <w:rsid w:val="003C2AA0"/>
    <w:rsid w:val="003C3639"/>
    <w:rsid w:val="003C3B31"/>
    <w:rsid w:val="003C56FE"/>
    <w:rsid w:val="003C7020"/>
    <w:rsid w:val="003D4C82"/>
    <w:rsid w:val="003D7457"/>
    <w:rsid w:val="003E07F2"/>
    <w:rsid w:val="003E3F7D"/>
    <w:rsid w:val="003E47E2"/>
    <w:rsid w:val="003E4B39"/>
    <w:rsid w:val="003E663D"/>
    <w:rsid w:val="003E6D45"/>
    <w:rsid w:val="003E6D67"/>
    <w:rsid w:val="003E6E26"/>
    <w:rsid w:val="003F056B"/>
    <w:rsid w:val="003F0C60"/>
    <w:rsid w:val="003F1B07"/>
    <w:rsid w:val="003F3401"/>
    <w:rsid w:val="003F49F0"/>
    <w:rsid w:val="003F6BDB"/>
    <w:rsid w:val="003F6F21"/>
    <w:rsid w:val="003F760A"/>
    <w:rsid w:val="00400432"/>
    <w:rsid w:val="00400572"/>
    <w:rsid w:val="00403FFF"/>
    <w:rsid w:val="00406452"/>
    <w:rsid w:val="00411395"/>
    <w:rsid w:val="004122EA"/>
    <w:rsid w:val="00412429"/>
    <w:rsid w:val="004128E0"/>
    <w:rsid w:val="00412A14"/>
    <w:rsid w:val="00412B89"/>
    <w:rsid w:val="004133D6"/>
    <w:rsid w:val="004151AF"/>
    <w:rsid w:val="00420588"/>
    <w:rsid w:val="004220FC"/>
    <w:rsid w:val="00423446"/>
    <w:rsid w:val="00423CB3"/>
    <w:rsid w:val="00424E73"/>
    <w:rsid w:val="00424EDB"/>
    <w:rsid w:val="00425B28"/>
    <w:rsid w:val="00430874"/>
    <w:rsid w:val="004328B7"/>
    <w:rsid w:val="00432D59"/>
    <w:rsid w:val="00433143"/>
    <w:rsid w:val="004356E0"/>
    <w:rsid w:val="0043607A"/>
    <w:rsid w:val="00436138"/>
    <w:rsid w:val="0043627E"/>
    <w:rsid w:val="00437231"/>
    <w:rsid w:val="00440BEA"/>
    <w:rsid w:val="004415FE"/>
    <w:rsid w:val="00446696"/>
    <w:rsid w:val="00446993"/>
    <w:rsid w:val="00446C97"/>
    <w:rsid w:val="004477EF"/>
    <w:rsid w:val="0044787F"/>
    <w:rsid w:val="00452D58"/>
    <w:rsid w:val="0045368C"/>
    <w:rsid w:val="0045396F"/>
    <w:rsid w:val="00455227"/>
    <w:rsid w:val="0046104A"/>
    <w:rsid w:val="004628F0"/>
    <w:rsid w:val="00462FFA"/>
    <w:rsid w:val="004640EE"/>
    <w:rsid w:val="0046462C"/>
    <w:rsid w:val="00464C89"/>
    <w:rsid w:val="00470A42"/>
    <w:rsid w:val="00471D1C"/>
    <w:rsid w:val="00472A19"/>
    <w:rsid w:val="00472E5F"/>
    <w:rsid w:val="004735FF"/>
    <w:rsid w:val="004742C5"/>
    <w:rsid w:val="00475879"/>
    <w:rsid w:val="00475982"/>
    <w:rsid w:val="00475A9A"/>
    <w:rsid w:val="00476A3B"/>
    <w:rsid w:val="00476A98"/>
    <w:rsid w:val="0047700A"/>
    <w:rsid w:val="00482773"/>
    <w:rsid w:val="00483EDF"/>
    <w:rsid w:val="00484072"/>
    <w:rsid w:val="0048443D"/>
    <w:rsid w:val="00485143"/>
    <w:rsid w:val="004866B9"/>
    <w:rsid w:val="00487503"/>
    <w:rsid w:val="00487976"/>
    <w:rsid w:val="00487CEF"/>
    <w:rsid w:val="004952DC"/>
    <w:rsid w:val="004965C3"/>
    <w:rsid w:val="00497CAB"/>
    <w:rsid w:val="004A1837"/>
    <w:rsid w:val="004A2919"/>
    <w:rsid w:val="004A2C3D"/>
    <w:rsid w:val="004A4CBA"/>
    <w:rsid w:val="004A6FF0"/>
    <w:rsid w:val="004B2425"/>
    <w:rsid w:val="004B3343"/>
    <w:rsid w:val="004B600E"/>
    <w:rsid w:val="004B654E"/>
    <w:rsid w:val="004B6CB7"/>
    <w:rsid w:val="004B7E04"/>
    <w:rsid w:val="004C031F"/>
    <w:rsid w:val="004C08F9"/>
    <w:rsid w:val="004C09C0"/>
    <w:rsid w:val="004C0C89"/>
    <w:rsid w:val="004C1BBC"/>
    <w:rsid w:val="004C1D68"/>
    <w:rsid w:val="004C30AA"/>
    <w:rsid w:val="004C4B9E"/>
    <w:rsid w:val="004C5338"/>
    <w:rsid w:val="004C58A1"/>
    <w:rsid w:val="004C6E64"/>
    <w:rsid w:val="004C7E56"/>
    <w:rsid w:val="004C7EC2"/>
    <w:rsid w:val="004D082A"/>
    <w:rsid w:val="004D2197"/>
    <w:rsid w:val="004D3511"/>
    <w:rsid w:val="004D3528"/>
    <w:rsid w:val="004D376A"/>
    <w:rsid w:val="004D3B56"/>
    <w:rsid w:val="004E11C3"/>
    <w:rsid w:val="004E121F"/>
    <w:rsid w:val="004E229F"/>
    <w:rsid w:val="004E2994"/>
    <w:rsid w:val="004E3B0F"/>
    <w:rsid w:val="004E47C2"/>
    <w:rsid w:val="004E48E6"/>
    <w:rsid w:val="004E4AC3"/>
    <w:rsid w:val="004E5559"/>
    <w:rsid w:val="004E5691"/>
    <w:rsid w:val="004E69BA"/>
    <w:rsid w:val="004E7185"/>
    <w:rsid w:val="004E778E"/>
    <w:rsid w:val="004F100B"/>
    <w:rsid w:val="004F16C6"/>
    <w:rsid w:val="004F17C6"/>
    <w:rsid w:val="004F1C1E"/>
    <w:rsid w:val="004F2977"/>
    <w:rsid w:val="004F3564"/>
    <w:rsid w:val="004F5377"/>
    <w:rsid w:val="005006B6"/>
    <w:rsid w:val="005024DF"/>
    <w:rsid w:val="00502D27"/>
    <w:rsid w:val="00503221"/>
    <w:rsid w:val="0050575A"/>
    <w:rsid w:val="00506096"/>
    <w:rsid w:val="00510495"/>
    <w:rsid w:val="00512037"/>
    <w:rsid w:val="005126C5"/>
    <w:rsid w:val="0051292E"/>
    <w:rsid w:val="005131B0"/>
    <w:rsid w:val="00513480"/>
    <w:rsid w:val="0051437D"/>
    <w:rsid w:val="00515322"/>
    <w:rsid w:val="00516566"/>
    <w:rsid w:val="00516656"/>
    <w:rsid w:val="0051675A"/>
    <w:rsid w:val="0051742D"/>
    <w:rsid w:val="00517C89"/>
    <w:rsid w:val="00520EA9"/>
    <w:rsid w:val="00521DAC"/>
    <w:rsid w:val="005233E9"/>
    <w:rsid w:val="0052439F"/>
    <w:rsid w:val="005252BE"/>
    <w:rsid w:val="00527796"/>
    <w:rsid w:val="00527BF0"/>
    <w:rsid w:val="0053060E"/>
    <w:rsid w:val="00530702"/>
    <w:rsid w:val="0053220B"/>
    <w:rsid w:val="005327CE"/>
    <w:rsid w:val="0053333E"/>
    <w:rsid w:val="00533EA8"/>
    <w:rsid w:val="00534B23"/>
    <w:rsid w:val="005359CB"/>
    <w:rsid w:val="00536773"/>
    <w:rsid w:val="00536E25"/>
    <w:rsid w:val="0053736F"/>
    <w:rsid w:val="00537580"/>
    <w:rsid w:val="00537C03"/>
    <w:rsid w:val="00537D8F"/>
    <w:rsid w:val="00540A16"/>
    <w:rsid w:val="00540BCD"/>
    <w:rsid w:val="0054246D"/>
    <w:rsid w:val="00542E3F"/>
    <w:rsid w:val="005439C8"/>
    <w:rsid w:val="00543BE3"/>
    <w:rsid w:val="00543C89"/>
    <w:rsid w:val="0054449F"/>
    <w:rsid w:val="005444EC"/>
    <w:rsid w:val="005448B1"/>
    <w:rsid w:val="00545173"/>
    <w:rsid w:val="00545825"/>
    <w:rsid w:val="00547717"/>
    <w:rsid w:val="00551358"/>
    <w:rsid w:val="005544F8"/>
    <w:rsid w:val="00554B7A"/>
    <w:rsid w:val="00555498"/>
    <w:rsid w:val="00556730"/>
    <w:rsid w:val="00556FEE"/>
    <w:rsid w:val="00557253"/>
    <w:rsid w:val="005572AA"/>
    <w:rsid w:val="00557921"/>
    <w:rsid w:val="0055798D"/>
    <w:rsid w:val="005621EF"/>
    <w:rsid w:val="00562983"/>
    <w:rsid w:val="0056399E"/>
    <w:rsid w:val="00563AAA"/>
    <w:rsid w:val="00564492"/>
    <w:rsid w:val="00565191"/>
    <w:rsid w:val="005652D4"/>
    <w:rsid w:val="005669AD"/>
    <w:rsid w:val="00567D61"/>
    <w:rsid w:val="00570936"/>
    <w:rsid w:val="0057312E"/>
    <w:rsid w:val="005742B8"/>
    <w:rsid w:val="00574F61"/>
    <w:rsid w:val="0058020B"/>
    <w:rsid w:val="0058084D"/>
    <w:rsid w:val="00581728"/>
    <w:rsid w:val="00581850"/>
    <w:rsid w:val="00581EAB"/>
    <w:rsid w:val="00582A6A"/>
    <w:rsid w:val="00584648"/>
    <w:rsid w:val="00584EF4"/>
    <w:rsid w:val="00584F38"/>
    <w:rsid w:val="005907CD"/>
    <w:rsid w:val="00591443"/>
    <w:rsid w:val="005916A5"/>
    <w:rsid w:val="00591709"/>
    <w:rsid w:val="00591717"/>
    <w:rsid w:val="00591C79"/>
    <w:rsid w:val="005925CF"/>
    <w:rsid w:val="0059453F"/>
    <w:rsid w:val="005950D6"/>
    <w:rsid w:val="00595A48"/>
    <w:rsid w:val="00595B6D"/>
    <w:rsid w:val="005971F6"/>
    <w:rsid w:val="00597D32"/>
    <w:rsid w:val="005A1126"/>
    <w:rsid w:val="005A1719"/>
    <w:rsid w:val="005A2368"/>
    <w:rsid w:val="005A271D"/>
    <w:rsid w:val="005A34DF"/>
    <w:rsid w:val="005A6BAD"/>
    <w:rsid w:val="005A6E6D"/>
    <w:rsid w:val="005B0FEC"/>
    <w:rsid w:val="005B16A3"/>
    <w:rsid w:val="005B296E"/>
    <w:rsid w:val="005B327F"/>
    <w:rsid w:val="005B334B"/>
    <w:rsid w:val="005B3FA2"/>
    <w:rsid w:val="005B470C"/>
    <w:rsid w:val="005B5F5F"/>
    <w:rsid w:val="005B721C"/>
    <w:rsid w:val="005C095D"/>
    <w:rsid w:val="005C209B"/>
    <w:rsid w:val="005C30D1"/>
    <w:rsid w:val="005C4233"/>
    <w:rsid w:val="005C4E5D"/>
    <w:rsid w:val="005C4F9E"/>
    <w:rsid w:val="005C7167"/>
    <w:rsid w:val="005D02F2"/>
    <w:rsid w:val="005D114C"/>
    <w:rsid w:val="005D2E32"/>
    <w:rsid w:val="005D2FF0"/>
    <w:rsid w:val="005D327C"/>
    <w:rsid w:val="005D3E01"/>
    <w:rsid w:val="005D4432"/>
    <w:rsid w:val="005D4661"/>
    <w:rsid w:val="005D5BF4"/>
    <w:rsid w:val="005D71FE"/>
    <w:rsid w:val="005E163F"/>
    <w:rsid w:val="005E2493"/>
    <w:rsid w:val="005E400D"/>
    <w:rsid w:val="005E549D"/>
    <w:rsid w:val="005E59F2"/>
    <w:rsid w:val="005E62DA"/>
    <w:rsid w:val="005E641A"/>
    <w:rsid w:val="005E6976"/>
    <w:rsid w:val="005E7D60"/>
    <w:rsid w:val="005F0255"/>
    <w:rsid w:val="005F2A68"/>
    <w:rsid w:val="005F3C8B"/>
    <w:rsid w:val="005F43D4"/>
    <w:rsid w:val="005F6051"/>
    <w:rsid w:val="006068F0"/>
    <w:rsid w:val="00612044"/>
    <w:rsid w:val="006122FC"/>
    <w:rsid w:val="00612DFF"/>
    <w:rsid w:val="0061355C"/>
    <w:rsid w:val="00614E23"/>
    <w:rsid w:val="00616DCA"/>
    <w:rsid w:val="0061778E"/>
    <w:rsid w:val="006209C2"/>
    <w:rsid w:val="00622754"/>
    <w:rsid w:val="00623AC6"/>
    <w:rsid w:val="006252F4"/>
    <w:rsid w:val="00630427"/>
    <w:rsid w:val="00632672"/>
    <w:rsid w:val="006338AB"/>
    <w:rsid w:val="00633AE3"/>
    <w:rsid w:val="006352CE"/>
    <w:rsid w:val="006369E7"/>
    <w:rsid w:val="006404A8"/>
    <w:rsid w:val="0064270A"/>
    <w:rsid w:val="00642AE8"/>
    <w:rsid w:val="00645263"/>
    <w:rsid w:val="00646096"/>
    <w:rsid w:val="006538E4"/>
    <w:rsid w:val="00654C7E"/>
    <w:rsid w:val="00655844"/>
    <w:rsid w:val="00655F8E"/>
    <w:rsid w:val="006568DE"/>
    <w:rsid w:val="00657289"/>
    <w:rsid w:val="00657EBE"/>
    <w:rsid w:val="00657EC1"/>
    <w:rsid w:val="006622A0"/>
    <w:rsid w:val="00663E9F"/>
    <w:rsid w:val="00663F73"/>
    <w:rsid w:val="0066414C"/>
    <w:rsid w:val="006660D5"/>
    <w:rsid w:val="00667ACF"/>
    <w:rsid w:val="00671E6C"/>
    <w:rsid w:val="00672474"/>
    <w:rsid w:val="00672773"/>
    <w:rsid w:val="00673639"/>
    <w:rsid w:val="00675229"/>
    <w:rsid w:val="00676657"/>
    <w:rsid w:val="00676CA7"/>
    <w:rsid w:val="00676EE9"/>
    <w:rsid w:val="00677346"/>
    <w:rsid w:val="0067788B"/>
    <w:rsid w:val="00677BB4"/>
    <w:rsid w:val="006806E9"/>
    <w:rsid w:val="006822B0"/>
    <w:rsid w:val="006834CE"/>
    <w:rsid w:val="006843EB"/>
    <w:rsid w:val="00685BEC"/>
    <w:rsid w:val="00686E11"/>
    <w:rsid w:val="00687436"/>
    <w:rsid w:val="00690EBE"/>
    <w:rsid w:val="006923CD"/>
    <w:rsid w:val="00692CC4"/>
    <w:rsid w:val="00692D0C"/>
    <w:rsid w:val="00692D0D"/>
    <w:rsid w:val="00695EDC"/>
    <w:rsid w:val="00696350"/>
    <w:rsid w:val="006A0EBD"/>
    <w:rsid w:val="006A1A6B"/>
    <w:rsid w:val="006A20B6"/>
    <w:rsid w:val="006A50E2"/>
    <w:rsid w:val="006A5D83"/>
    <w:rsid w:val="006A6568"/>
    <w:rsid w:val="006B16CF"/>
    <w:rsid w:val="006B1D9D"/>
    <w:rsid w:val="006B3CE1"/>
    <w:rsid w:val="006B43C6"/>
    <w:rsid w:val="006B4684"/>
    <w:rsid w:val="006B6177"/>
    <w:rsid w:val="006B6242"/>
    <w:rsid w:val="006B6696"/>
    <w:rsid w:val="006B7765"/>
    <w:rsid w:val="006C1A70"/>
    <w:rsid w:val="006C27DB"/>
    <w:rsid w:val="006C4FF7"/>
    <w:rsid w:val="006C7C90"/>
    <w:rsid w:val="006D0174"/>
    <w:rsid w:val="006D08EC"/>
    <w:rsid w:val="006D16F3"/>
    <w:rsid w:val="006D21CD"/>
    <w:rsid w:val="006D485B"/>
    <w:rsid w:val="006D4A63"/>
    <w:rsid w:val="006D5F05"/>
    <w:rsid w:val="006D6E4B"/>
    <w:rsid w:val="006D7249"/>
    <w:rsid w:val="006E348A"/>
    <w:rsid w:val="006E37DF"/>
    <w:rsid w:val="006E3F44"/>
    <w:rsid w:val="006F1057"/>
    <w:rsid w:val="006F149C"/>
    <w:rsid w:val="006F2B7E"/>
    <w:rsid w:val="006F4034"/>
    <w:rsid w:val="007005F5"/>
    <w:rsid w:val="00701AD3"/>
    <w:rsid w:val="007028E1"/>
    <w:rsid w:val="007055EB"/>
    <w:rsid w:val="00705CE9"/>
    <w:rsid w:val="00705E28"/>
    <w:rsid w:val="007074DD"/>
    <w:rsid w:val="00707FF8"/>
    <w:rsid w:val="00710C5C"/>
    <w:rsid w:val="007118B0"/>
    <w:rsid w:val="00713319"/>
    <w:rsid w:val="007155C4"/>
    <w:rsid w:val="00716380"/>
    <w:rsid w:val="00717FF2"/>
    <w:rsid w:val="00720C39"/>
    <w:rsid w:val="00722527"/>
    <w:rsid w:val="00722E40"/>
    <w:rsid w:val="0072325A"/>
    <w:rsid w:val="007249CF"/>
    <w:rsid w:val="007249FB"/>
    <w:rsid w:val="007260B4"/>
    <w:rsid w:val="00726218"/>
    <w:rsid w:val="00726420"/>
    <w:rsid w:val="0072668A"/>
    <w:rsid w:val="0073193A"/>
    <w:rsid w:val="007353CB"/>
    <w:rsid w:val="007355A8"/>
    <w:rsid w:val="00736510"/>
    <w:rsid w:val="007367AE"/>
    <w:rsid w:val="00736A4C"/>
    <w:rsid w:val="007374CD"/>
    <w:rsid w:val="00741682"/>
    <w:rsid w:val="00742095"/>
    <w:rsid w:val="007424B9"/>
    <w:rsid w:val="007428BD"/>
    <w:rsid w:val="00744266"/>
    <w:rsid w:val="00744C20"/>
    <w:rsid w:val="007463EC"/>
    <w:rsid w:val="00746FF9"/>
    <w:rsid w:val="00747AF6"/>
    <w:rsid w:val="00750850"/>
    <w:rsid w:val="0075102B"/>
    <w:rsid w:val="0075105B"/>
    <w:rsid w:val="0075324D"/>
    <w:rsid w:val="00756C05"/>
    <w:rsid w:val="00757955"/>
    <w:rsid w:val="0076037B"/>
    <w:rsid w:val="00760BA8"/>
    <w:rsid w:val="00760BAC"/>
    <w:rsid w:val="007611F0"/>
    <w:rsid w:val="0076288A"/>
    <w:rsid w:val="007631E7"/>
    <w:rsid w:val="007643DB"/>
    <w:rsid w:val="00764FC6"/>
    <w:rsid w:val="007653B2"/>
    <w:rsid w:val="0076590D"/>
    <w:rsid w:val="00765FF0"/>
    <w:rsid w:val="00766EA4"/>
    <w:rsid w:val="00771619"/>
    <w:rsid w:val="00773544"/>
    <w:rsid w:val="00773545"/>
    <w:rsid w:val="0077457B"/>
    <w:rsid w:val="00775B0A"/>
    <w:rsid w:val="00776A36"/>
    <w:rsid w:val="00776D3B"/>
    <w:rsid w:val="00776E43"/>
    <w:rsid w:val="00776F06"/>
    <w:rsid w:val="00777012"/>
    <w:rsid w:val="0077781B"/>
    <w:rsid w:val="00777C47"/>
    <w:rsid w:val="0078003D"/>
    <w:rsid w:val="007809E1"/>
    <w:rsid w:val="0078247E"/>
    <w:rsid w:val="0078313A"/>
    <w:rsid w:val="0078379D"/>
    <w:rsid w:val="007837A8"/>
    <w:rsid w:val="00783EBB"/>
    <w:rsid w:val="0078404A"/>
    <w:rsid w:val="007910B8"/>
    <w:rsid w:val="00791FAB"/>
    <w:rsid w:val="007921DA"/>
    <w:rsid w:val="00792CC3"/>
    <w:rsid w:val="00792D3A"/>
    <w:rsid w:val="00793E95"/>
    <w:rsid w:val="00794436"/>
    <w:rsid w:val="0079446F"/>
    <w:rsid w:val="00794BA3"/>
    <w:rsid w:val="0079665C"/>
    <w:rsid w:val="00796B9B"/>
    <w:rsid w:val="007A1083"/>
    <w:rsid w:val="007A58C1"/>
    <w:rsid w:val="007A5924"/>
    <w:rsid w:val="007B058A"/>
    <w:rsid w:val="007B1278"/>
    <w:rsid w:val="007B4268"/>
    <w:rsid w:val="007B51F1"/>
    <w:rsid w:val="007B5563"/>
    <w:rsid w:val="007B6E19"/>
    <w:rsid w:val="007B74DC"/>
    <w:rsid w:val="007C0B13"/>
    <w:rsid w:val="007C1AD8"/>
    <w:rsid w:val="007C399E"/>
    <w:rsid w:val="007C5106"/>
    <w:rsid w:val="007C52E8"/>
    <w:rsid w:val="007C7279"/>
    <w:rsid w:val="007D1C14"/>
    <w:rsid w:val="007D3D1C"/>
    <w:rsid w:val="007D6B67"/>
    <w:rsid w:val="007D7BE1"/>
    <w:rsid w:val="007E011D"/>
    <w:rsid w:val="007E013E"/>
    <w:rsid w:val="007E0362"/>
    <w:rsid w:val="007E0589"/>
    <w:rsid w:val="007E238B"/>
    <w:rsid w:val="007E36AD"/>
    <w:rsid w:val="007E3CEC"/>
    <w:rsid w:val="007E5B55"/>
    <w:rsid w:val="007E645D"/>
    <w:rsid w:val="007E651A"/>
    <w:rsid w:val="007E736F"/>
    <w:rsid w:val="007E7D09"/>
    <w:rsid w:val="007F1645"/>
    <w:rsid w:val="007F2124"/>
    <w:rsid w:val="007F2AAA"/>
    <w:rsid w:val="007F3417"/>
    <w:rsid w:val="007F3828"/>
    <w:rsid w:val="007F71DB"/>
    <w:rsid w:val="00801E84"/>
    <w:rsid w:val="008025FB"/>
    <w:rsid w:val="0080266D"/>
    <w:rsid w:val="008054CC"/>
    <w:rsid w:val="00805D91"/>
    <w:rsid w:val="008067A9"/>
    <w:rsid w:val="00806B82"/>
    <w:rsid w:val="00806C26"/>
    <w:rsid w:val="00811136"/>
    <w:rsid w:val="00811351"/>
    <w:rsid w:val="00812D61"/>
    <w:rsid w:val="00814C64"/>
    <w:rsid w:val="00814F52"/>
    <w:rsid w:val="00816F8D"/>
    <w:rsid w:val="0081759E"/>
    <w:rsid w:val="008205BC"/>
    <w:rsid w:val="00820C01"/>
    <w:rsid w:val="008218FE"/>
    <w:rsid w:val="00822071"/>
    <w:rsid w:val="00823056"/>
    <w:rsid w:val="008267C0"/>
    <w:rsid w:val="008272E2"/>
    <w:rsid w:val="0082766B"/>
    <w:rsid w:val="0083092D"/>
    <w:rsid w:val="008341DD"/>
    <w:rsid w:val="00835C5D"/>
    <w:rsid w:val="00840807"/>
    <w:rsid w:val="00842660"/>
    <w:rsid w:val="008458A3"/>
    <w:rsid w:val="008464E7"/>
    <w:rsid w:val="008473FA"/>
    <w:rsid w:val="00850875"/>
    <w:rsid w:val="00850BEF"/>
    <w:rsid w:val="00851006"/>
    <w:rsid w:val="008510E3"/>
    <w:rsid w:val="00852E97"/>
    <w:rsid w:val="0085345B"/>
    <w:rsid w:val="008550BE"/>
    <w:rsid w:val="008561B6"/>
    <w:rsid w:val="00857358"/>
    <w:rsid w:val="00860ED2"/>
    <w:rsid w:val="00862CEB"/>
    <w:rsid w:val="00863730"/>
    <w:rsid w:val="00864362"/>
    <w:rsid w:val="008646BE"/>
    <w:rsid w:val="00865B5F"/>
    <w:rsid w:val="00867F6A"/>
    <w:rsid w:val="00870157"/>
    <w:rsid w:val="00870360"/>
    <w:rsid w:val="00870AF0"/>
    <w:rsid w:val="00870E9D"/>
    <w:rsid w:val="00870F78"/>
    <w:rsid w:val="00872B5F"/>
    <w:rsid w:val="00875949"/>
    <w:rsid w:val="00875F72"/>
    <w:rsid w:val="0087711B"/>
    <w:rsid w:val="008807FE"/>
    <w:rsid w:val="00881275"/>
    <w:rsid w:val="00881D5B"/>
    <w:rsid w:val="00882537"/>
    <w:rsid w:val="0088267D"/>
    <w:rsid w:val="00886AA2"/>
    <w:rsid w:val="00887AEA"/>
    <w:rsid w:val="008908FE"/>
    <w:rsid w:val="00890D97"/>
    <w:rsid w:val="008938DB"/>
    <w:rsid w:val="008948F4"/>
    <w:rsid w:val="008973FE"/>
    <w:rsid w:val="008A084E"/>
    <w:rsid w:val="008A1B42"/>
    <w:rsid w:val="008A1B92"/>
    <w:rsid w:val="008A2CDB"/>
    <w:rsid w:val="008A45E1"/>
    <w:rsid w:val="008A5108"/>
    <w:rsid w:val="008A5B27"/>
    <w:rsid w:val="008A5FA1"/>
    <w:rsid w:val="008A72B4"/>
    <w:rsid w:val="008B0089"/>
    <w:rsid w:val="008B0640"/>
    <w:rsid w:val="008B0768"/>
    <w:rsid w:val="008B094E"/>
    <w:rsid w:val="008B0A14"/>
    <w:rsid w:val="008B28F5"/>
    <w:rsid w:val="008B2DEC"/>
    <w:rsid w:val="008B35AC"/>
    <w:rsid w:val="008B44CB"/>
    <w:rsid w:val="008B7DD2"/>
    <w:rsid w:val="008C0B5D"/>
    <w:rsid w:val="008C10D0"/>
    <w:rsid w:val="008C1230"/>
    <w:rsid w:val="008C1D0A"/>
    <w:rsid w:val="008C1D60"/>
    <w:rsid w:val="008C251A"/>
    <w:rsid w:val="008C2BA6"/>
    <w:rsid w:val="008C3B04"/>
    <w:rsid w:val="008C4930"/>
    <w:rsid w:val="008C6455"/>
    <w:rsid w:val="008C65F4"/>
    <w:rsid w:val="008C7E39"/>
    <w:rsid w:val="008D06BF"/>
    <w:rsid w:val="008D1DF8"/>
    <w:rsid w:val="008D234E"/>
    <w:rsid w:val="008D2EF8"/>
    <w:rsid w:val="008D3B8B"/>
    <w:rsid w:val="008D54E3"/>
    <w:rsid w:val="008D601C"/>
    <w:rsid w:val="008E0A1B"/>
    <w:rsid w:val="008E1AA3"/>
    <w:rsid w:val="008E1E75"/>
    <w:rsid w:val="008E369B"/>
    <w:rsid w:val="008E4BA7"/>
    <w:rsid w:val="008E61D1"/>
    <w:rsid w:val="008E67F3"/>
    <w:rsid w:val="008E7BEA"/>
    <w:rsid w:val="008F1D5C"/>
    <w:rsid w:val="008F408B"/>
    <w:rsid w:val="008F5A46"/>
    <w:rsid w:val="008F62F2"/>
    <w:rsid w:val="0090061D"/>
    <w:rsid w:val="0090131B"/>
    <w:rsid w:val="0090320A"/>
    <w:rsid w:val="009063D3"/>
    <w:rsid w:val="00906BDA"/>
    <w:rsid w:val="00907618"/>
    <w:rsid w:val="00911E4B"/>
    <w:rsid w:val="00912DCF"/>
    <w:rsid w:val="0091466F"/>
    <w:rsid w:val="00914BEA"/>
    <w:rsid w:val="00916AC5"/>
    <w:rsid w:val="00916B0C"/>
    <w:rsid w:val="009208F7"/>
    <w:rsid w:val="00921062"/>
    <w:rsid w:val="00921CD2"/>
    <w:rsid w:val="00924360"/>
    <w:rsid w:val="0092545D"/>
    <w:rsid w:val="00925761"/>
    <w:rsid w:val="00926B48"/>
    <w:rsid w:val="00927F21"/>
    <w:rsid w:val="00930D39"/>
    <w:rsid w:val="00933325"/>
    <w:rsid w:val="00933B7B"/>
    <w:rsid w:val="009345FC"/>
    <w:rsid w:val="0093564E"/>
    <w:rsid w:val="0093797C"/>
    <w:rsid w:val="00937B51"/>
    <w:rsid w:val="009401C0"/>
    <w:rsid w:val="009435A2"/>
    <w:rsid w:val="00943B2D"/>
    <w:rsid w:val="00943E05"/>
    <w:rsid w:val="00945228"/>
    <w:rsid w:val="00945296"/>
    <w:rsid w:val="0094641D"/>
    <w:rsid w:val="00946FBA"/>
    <w:rsid w:val="0094736F"/>
    <w:rsid w:val="00950B58"/>
    <w:rsid w:val="00950C1E"/>
    <w:rsid w:val="00953C87"/>
    <w:rsid w:val="0095643F"/>
    <w:rsid w:val="009567A6"/>
    <w:rsid w:val="00957A28"/>
    <w:rsid w:val="00960517"/>
    <w:rsid w:val="009611EB"/>
    <w:rsid w:val="00961512"/>
    <w:rsid w:val="00962441"/>
    <w:rsid w:val="009624C0"/>
    <w:rsid w:val="009633EF"/>
    <w:rsid w:val="009637FF"/>
    <w:rsid w:val="00963BCF"/>
    <w:rsid w:val="00964180"/>
    <w:rsid w:val="00964761"/>
    <w:rsid w:val="009676D8"/>
    <w:rsid w:val="0097212F"/>
    <w:rsid w:val="00975DD3"/>
    <w:rsid w:val="0097629B"/>
    <w:rsid w:val="009764D6"/>
    <w:rsid w:val="00983003"/>
    <w:rsid w:val="009857E5"/>
    <w:rsid w:val="00986163"/>
    <w:rsid w:val="009865A4"/>
    <w:rsid w:val="009903FA"/>
    <w:rsid w:val="0099052D"/>
    <w:rsid w:val="0099117E"/>
    <w:rsid w:val="0099300B"/>
    <w:rsid w:val="009954F1"/>
    <w:rsid w:val="00995710"/>
    <w:rsid w:val="0099658D"/>
    <w:rsid w:val="00996947"/>
    <w:rsid w:val="009A0B2E"/>
    <w:rsid w:val="009A137C"/>
    <w:rsid w:val="009A1845"/>
    <w:rsid w:val="009A18BA"/>
    <w:rsid w:val="009A2273"/>
    <w:rsid w:val="009A2BD5"/>
    <w:rsid w:val="009A2F78"/>
    <w:rsid w:val="009A2F7B"/>
    <w:rsid w:val="009A3399"/>
    <w:rsid w:val="009A439E"/>
    <w:rsid w:val="009A4644"/>
    <w:rsid w:val="009A5221"/>
    <w:rsid w:val="009A68A5"/>
    <w:rsid w:val="009A6AF2"/>
    <w:rsid w:val="009A78B9"/>
    <w:rsid w:val="009B20E5"/>
    <w:rsid w:val="009B210A"/>
    <w:rsid w:val="009B29C2"/>
    <w:rsid w:val="009B2E40"/>
    <w:rsid w:val="009B3049"/>
    <w:rsid w:val="009B3F01"/>
    <w:rsid w:val="009B4420"/>
    <w:rsid w:val="009B472C"/>
    <w:rsid w:val="009B53E5"/>
    <w:rsid w:val="009B5CFE"/>
    <w:rsid w:val="009C3BF0"/>
    <w:rsid w:val="009C3C78"/>
    <w:rsid w:val="009C5F31"/>
    <w:rsid w:val="009C792F"/>
    <w:rsid w:val="009D0A77"/>
    <w:rsid w:val="009D2E5E"/>
    <w:rsid w:val="009D38B1"/>
    <w:rsid w:val="009D5416"/>
    <w:rsid w:val="009D6664"/>
    <w:rsid w:val="009D6FA9"/>
    <w:rsid w:val="009D702C"/>
    <w:rsid w:val="009D766E"/>
    <w:rsid w:val="009E5047"/>
    <w:rsid w:val="009E54F3"/>
    <w:rsid w:val="009E5529"/>
    <w:rsid w:val="009E5F31"/>
    <w:rsid w:val="009E6563"/>
    <w:rsid w:val="009F0EE4"/>
    <w:rsid w:val="009F1714"/>
    <w:rsid w:val="009F1D97"/>
    <w:rsid w:val="009F24AA"/>
    <w:rsid w:val="009F2B41"/>
    <w:rsid w:val="009F2BDC"/>
    <w:rsid w:val="00A0153D"/>
    <w:rsid w:val="00A03E40"/>
    <w:rsid w:val="00A048E4"/>
    <w:rsid w:val="00A0660F"/>
    <w:rsid w:val="00A13949"/>
    <w:rsid w:val="00A13EA6"/>
    <w:rsid w:val="00A1710E"/>
    <w:rsid w:val="00A178D6"/>
    <w:rsid w:val="00A2041A"/>
    <w:rsid w:val="00A20593"/>
    <w:rsid w:val="00A23254"/>
    <w:rsid w:val="00A248CC"/>
    <w:rsid w:val="00A24D06"/>
    <w:rsid w:val="00A24F2E"/>
    <w:rsid w:val="00A2589A"/>
    <w:rsid w:val="00A3163E"/>
    <w:rsid w:val="00A3235F"/>
    <w:rsid w:val="00A32BC3"/>
    <w:rsid w:val="00A34634"/>
    <w:rsid w:val="00A34B80"/>
    <w:rsid w:val="00A352A2"/>
    <w:rsid w:val="00A35C52"/>
    <w:rsid w:val="00A36007"/>
    <w:rsid w:val="00A36D0D"/>
    <w:rsid w:val="00A374C3"/>
    <w:rsid w:val="00A40468"/>
    <w:rsid w:val="00A40D36"/>
    <w:rsid w:val="00A424F7"/>
    <w:rsid w:val="00A43513"/>
    <w:rsid w:val="00A43D98"/>
    <w:rsid w:val="00A452EC"/>
    <w:rsid w:val="00A452F9"/>
    <w:rsid w:val="00A51ADB"/>
    <w:rsid w:val="00A51FF4"/>
    <w:rsid w:val="00A529A0"/>
    <w:rsid w:val="00A52D2A"/>
    <w:rsid w:val="00A53AF0"/>
    <w:rsid w:val="00A53B96"/>
    <w:rsid w:val="00A53D6A"/>
    <w:rsid w:val="00A55AF9"/>
    <w:rsid w:val="00A5760F"/>
    <w:rsid w:val="00A60174"/>
    <w:rsid w:val="00A64431"/>
    <w:rsid w:val="00A678B3"/>
    <w:rsid w:val="00A714E6"/>
    <w:rsid w:val="00A71832"/>
    <w:rsid w:val="00A718DB"/>
    <w:rsid w:val="00A728D7"/>
    <w:rsid w:val="00A729B9"/>
    <w:rsid w:val="00A7404E"/>
    <w:rsid w:val="00A744E2"/>
    <w:rsid w:val="00A74732"/>
    <w:rsid w:val="00A747D9"/>
    <w:rsid w:val="00A801E4"/>
    <w:rsid w:val="00A823CE"/>
    <w:rsid w:val="00A82430"/>
    <w:rsid w:val="00A82AC8"/>
    <w:rsid w:val="00A82B94"/>
    <w:rsid w:val="00A82CE7"/>
    <w:rsid w:val="00A8444F"/>
    <w:rsid w:val="00A84AC6"/>
    <w:rsid w:val="00A85562"/>
    <w:rsid w:val="00A873CD"/>
    <w:rsid w:val="00A879A0"/>
    <w:rsid w:val="00A901F1"/>
    <w:rsid w:val="00A90F54"/>
    <w:rsid w:val="00A93182"/>
    <w:rsid w:val="00A94E55"/>
    <w:rsid w:val="00A95BAD"/>
    <w:rsid w:val="00A96788"/>
    <w:rsid w:val="00A97019"/>
    <w:rsid w:val="00A9794C"/>
    <w:rsid w:val="00AA2A41"/>
    <w:rsid w:val="00AA33F2"/>
    <w:rsid w:val="00AA36D2"/>
    <w:rsid w:val="00AA4A77"/>
    <w:rsid w:val="00AA54F5"/>
    <w:rsid w:val="00AA56D2"/>
    <w:rsid w:val="00AA5F3C"/>
    <w:rsid w:val="00AA6241"/>
    <w:rsid w:val="00AA67AD"/>
    <w:rsid w:val="00AA6EE9"/>
    <w:rsid w:val="00AB3523"/>
    <w:rsid w:val="00AB3C7D"/>
    <w:rsid w:val="00AB3DBA"/>
    <w:rsid w:val="00AB3FFB"/>
    <w:rsid w:val="00AB4938"/>
    <w:rsid w:val="00AB4D51"/>
    <w:rsid w:val="00AB511C"/>
    <w:rsid w:val="00AB5146"/>
    <w:rsid w:val="00AB6E13"/>
    <w:rsid w:val="00AC0C3E"/>
    <w:rsid w:val="00AC1305"/>
    <w:rsid w:val="00AC17E5"/>
    <w:rsid w:val="00AC2A9E"/>
    <w:rsid w:val="00AC2F80"/>
    <w:rsid w:val="00AC301E"/>
    <w:rsid w:val="00AC3254"/>
    <w:rsid w:val="00AC34F6"/>
    <w:rsid w:val="00AC35C4"/>
    <w:rsid w:val="00AC466B"/>
    <w:rsid w:val="00AC5FF9"/>
    <w:rsid w:val="00AC6411"/>
    <w:rsid w:val="00AC7668"/>
    <w:rsid w:val="00AD0692"/>
    <w:rsid w:val="00AD211E"/>
    <w:rsid w:val="00AD2C2C"/>
    <w:rsid w:val="00AD311B"/>
    <w:rsid w:val="00AD4154"/>
    <w:rsid w:val="00AD43A9"/>
    <w:rsid w:val="00AD4D17"/>
    <w:rsid w:val="00AE1239"/>
    <w:rsid w:val="00AE2607"/>
    <w:rsid w:val="00AE4220"/>
    <w:rsid w:val="00AE4EC6"/>
    <w:rsid w:val="00AE58FC"/>
    <w:rsid w:val="00AE5ABD"/>
    <w:rsid w:val="00AE6431"/>
    <w:rsid w:val="00AE6710"/>
    <w:rsid w:val="00AF42E5"/>
    <w:rsid w:val="00AF4F56"/>
    <w:rsid w:val="00AF571C"/>
    <w:rsid w:val="00AF6410"/>
    <w:rsid w:val="00AF6B18"/>
    <w:rsid w:val="00AF75C0"/>
    <w:rsid w:val="00AF78BC"/>
    <w:rsid w:val="00AF79B1"/>
    <w:rsid w:val="00B00BA1"/>
    <w:rsid w:val="00B0197D"/>
    <w:rsid w:val="00B01DF6"/>
    <w:rsid w:val="00B0326C"/>
    <w:rsid w:val="00B03395"/>
    <w:rsid w:val="00B03F60"/>
    <w:rsid w:val="00B043E5"/>
    <w:rsid w:val="00B05DB5"/>
    <w:rsid w:val="00B10442"/>
    <w:rsid w:val="00B105C3"/>
    <w:rsid w:val="00B11ACD"/>
    <w:rsid w:val="00B12826"/>
    <w:rsid w:val="00B140E9"/>
    <w:rsid w:val="00B1424B"/>
    <w:rsid w:val="00B15582"/>
    <w:rsid w:val="00B1761B"/>
    <w:rsid w:val="00B17F5E"/>
    <w:rsid w:val="00B20976"/>
    <w:rsid w:val="00B20F0B"/>
    <w:rsid w:val="00B211B2"/>
    <w:rsid w:val="00B24356"/>
    <w:rsid w:val="00B25E42"/>
    <w:rsid w:val="00B2648B"/>
    <w:rsid w:val="00B267B6"/>
    <w:rsid w:val="00B30008"/>
    <w:rsid w:val="00B3015F"/>
    <w:rsid w:val="00B30CA1"/>
    <w:rsid w:val="00B30F31"/>
    <w:rsid w:val="00B315C5"/>
    <w:rsid w:val="00B34EED"/>
    <w:rsid w:val="00B40094"/>
    <w:rsid w:val="00B40447"/>
    <w:rsid w:val="00B408B6"/>
    <w:rsid w:val="00B435DF"/>
    <w:rsid w:val="00B44AE4"/>
    <w:rsid w:val="00B44C56"/>
    <w:rsid w:val="00B450D4"/>
    <w:rsid w:val="00B454ED"/>
    <w:rsid w:val="00B45A61"/>
    <w:rsid w:val="00B47096"/>
    <w:rsid w:val="00B51B1E"/>
    <w:rsid w:val="00B5229C"/>
    <w:rsid w:val="00B52A05"/>
    <w:rsid w:val="00B53D1E"/>
    <w:rsid w:val="00B55D9A"/>
    <w:rsid w:val="00B602F4"/>
    <w:rsid w:val="00B635DA"/>
    <w:rsid w:val="00B64081"/>
    <w:rsid w:val="00B6485D"/>
    <w:rsid w:val="00B650AC"/>
    <w:rsid w:val="00B6575B"/>
    <w:rsid w:val="00B659AB"/>
    <w:rsid w:val="00B67458"/>
    <w:rsid w:val="00B70977"/>
    <w:rsid w:val="00B70A57"/>
    <w:rsid w:val="00B711B8"/>
    <w:rsid w:val="00B7145F"/>
    <w:rsid w:val="00B71C6E"/>
    <w:rsid w:val="00B71D6D"/>
    <w:rsid w:val="00B71F0F"/>
    <w:rsid w:val="00B71FA6"/>
    <w:rsid w:val="00B72101"/>
    <w:rsid w:val="00B722F0"/>
    <w:rsid w:val="00B74223"/>
    <w:rsid w:val="00B77C4D"/>
    <w:rsid w:val="00B801FF"/>
    <w:rsid w:val="00B81F8D"/>
    <w:rsid w:val="00B84CE7"/>
    <w:rsid w:val="00B85963"/>
    <w:rsid w:val="00B911EB"/>
    <w:rsid w:val="00B933B6"/>
    <w:rsid w:val="00B93BCA"/>
    <w:rsid w:val="00B94E1C"/>
    <w:rsid w:val="00B972DB"/>
    <w:rsid w:val="00B976C5"/>
    <w:rsid w:val="00B97864"/>
    <w:rsid w:val="00B97AE4"/>
    <w:rsid w:val="00B97BA9"/>
    <w:rsid w:val="00BA11AA"/>
    <w:rsid w:val="00BA1E56"/>
    <w:rsid w:val="00BA3696"/>
    <w:rsid w:val="00BA38B8"/>
    <w:rsid w:val="00BA3E9B"/>
    <w:rsid w:val="00BA439F"/>
    <w:rsid w:val="00BA54ED"/>
    <w:rsid w:val="00BA550D"/>
    <w:rsid w:val="00BA6ED6"/>
    <w:rsid w:val="00BA74A7"/>
    <w:rsid w:val="00BA75CA"/>
    <w:rsid w:val="00BB1125"/>
    <w:rsid w:val="00BB1528"/>
    <w:rsid w:val="00BB16AD"/>
    <w:rsid w:val="00BB382D"/>
    <w:rsid w:val="00BB4D50"/>
    <w:rsid w:val="00BB58CF"/>
    <w:rsid w:val="00BB6193"/>
    <w:rsid w:val="00BB6C47"/>
    <w:rsid w:val="00BB762B"/>
    <w:rsid w:val="00BC05F5"/>
    <w:rsid w:val="00BC075B"/>
    <w:rsid w:val="00BC0A54"/>
    <w:rsid w:val="00BC155D"/>
    <w:rsid w:val="00BC28CD"/>
    <w:rsid w:val="00BC3011"/>
    <w:rsid w:val="00BC55C5"/>
    <w:rsid w:val="00BC6E84"/>
    <w:rsid w:val="00BC7F02"/>
    <w:rsid w:val="00BD097E"/>
    <w:rsid w:val="00BD0DB2"/>
    <w:rsid w:val="00BD281B"/>
    <w:rsid w:val="00BD4B5D"/>
    <w:rsid w:val="00BD5E63"/>
    <w:rsid w:val="00BD73A4"/>
    <w:rsid w:val="00BE01D4"/>
    <w:rsid w:val="00BE0808"/>
    <w:rsid w:val="00BE0CF3"/>
    <w:rsid w:val="00BE4468"/>
    <w:rsid w:val="00BE44E3"/>
    <w:rsid w:val="00BE61E1"/>
    <w:rsid w:val="00BE779B"/>
    <w:rsid w:val="00BE78DA"/>
    <w:rsid w:val="00BF009D"/>
    <w:rsid w:val="00BF0AC4"/>
    <w:rsid w:val="00BF13D4"/>
    <w:rsid w:val="00BF1A22"/>
    <w:rsid w:val="00BF2CB6"/>
    <w:rsid w:val="00BF396F"/>
    <w:rsid w:val="00BF426A"/>
    <w:rsid w:val="00BF55E4"/>
    <w:rsid w:val="00BF5E94"/>
    <w:rsid w:val="00BF747C"/>
    <w:rsid w:val="00C01341"/>
    <w:rsid w:val="00C019AD"/>
    <w:rsid w:val="00C01A4F"/>
    <w:rsid w:val="00C01BE5"/>
    <w:rsid w:val="00C02026"/>
    <w:rsid w:val="00C02589"/>
    <w:rsid w:val="00C0332B"/>
    <w:rsid w:val="00C04B11"/>
    <w:rsid w:val="00C06612"/>
    <w:rsid w:val="00C06627"/>
    <w:rsid w:val="00C06F5F"/>
    <w:rsid w:val="00C07477"/>
    <w:rsid w:val="00C12993"/>
    <w:rsid w:val="00C12C38"/>
    <w:rsid w:val="00C14714"/>
    <w:rsid w:val="00C1600B"/>
    <w:rsid w:val="00C16305"/>
    <w:rsid w:val="00C16A1E"/>
    <w:rsid w:val="00C21263"/>
    <w:rsid w:val="00C2170C"/>
    <w:rsid w:val="00C21EAD"/>
    <w:rsid w:val="00C22456"/>
    <w:rsid w:val="00C224B2"/>
    <w:rsid w:val="00C230B4"/>
    <w:rsid w:val="00C230C4"/>
    <w:rsid w:val="00C2349C"/>
    <w:rsid w:val="00C235E4"/>
    <w:rsid w:val="00C23D1D"/>
    <w:rsid w:val="00C24DE6"/>
    <w:rsid w:val="00C25251"/>
    <w:rsid w:val="00C25344"/>
    <w:rsid w:val="00C25A61"/>
    <w:rsid w:val="00C26C1C"/>
    <w:rsid w:val="00C30DCA"/>
    <w:rsid w:val="00C3360A"/>
    <w:rsid w:val="00C33911"/>
    <w:rsid w:val="00C33AB9"/>
    <w:rsid w:val="00C3465C"/>
    <w:rsid w:val="00C34CAD"/>
    <w:rsid w:val="00C41540"/>
    <w:rsid w:val="00C41FE2"/>
    <w:rsid w:val="00C424B0"/>
    <w:rsid w:val="00C44A18"/>
    <w:rsid w:val="00C44E00"/>
    <w:rsid w:val="00C454C9"/>
    <w:rsid w:val="00C46CDE"/>
    <w:rsid w:val="00C5095E"/>
    <w:rsid w:val="00C50B77"/>
    <w:rsid w:val="00C50F34"/>
    <w:rsid w:val="00C51586"/>
    <w:rsid w:val="00C522CD"/>
    <w:rsid w:val="00C52512"/>
    <w:rsid w:val="00C5281B"/>
    <w:rsid w:val="00C52877"/>
    <w:rsid w:val="00C54574"/>
    <w:rsid w:val="00C54C59"/>
    <w:rsid w:val="00C54E7F"/>
    <w:rsid w:val="00C5703D"/>
    <w:rsid w:val="00C60A70"/>
    <w:rsid w:val="00C62554"/>
    <w:rsid w:val="00C62670"/>
    <w:rsid w:val="00C63AC2"/>
    <w:rsid w:val="00C64AC4"/>
    <w:rsid w:val="00C67FF5"/>
    <w:rsid w:val="00C70EC6"/>
    <w:rsid w:val="00C7153A"/>
    <w:rsid w:val="00C71732"/>
    <w:rsid w:val="00C718AA"/>
    <w:rsid w:val="00C72848"/>
    <w:rsid w:val="00C734BC"/>
    <w:rsid w:val="00C73776"/>
    <w:rsid w:val="00C74190"/>
    <w:rsid w:val="00C74DB3"/>
    <w:rsid w:val="00C77BDD"/>
    <w:rsid w:val="00C80814"/>
    <w:rsid w:val="00C80DA6"/>
    <w:rsid w:val="00C838CF"/>
    <w:rsid w:val="00C84373"/>
    <w:rsid w:val="00C844B6"/>
    <w:rsid w:val="00C84F74"/>
    <w:rsid w:val="00C86386"/>
    <w:rsid w:val="00C90160"/>
    <w:rsid w:val="00C9164B"/>
    <w:rsid w:val="00C92738"/>
    <w:rsid w:val="00C93611"/>
    <w:rsid w:val="00C94C3B"/>
    <w:rsid w:val="00C96773"/>
    <w:rsid w:val="00C96B31"/>
    <w:rsid w:val="00C97316"/>
    <w:rsid w:val="00C97B80"/>
    <w:rsid w:val="00CA157C"/>
    <w:rsid w:val="00CA197C"/>
    <w:rsid w:val="00CA1EB0"/>
    <w:rsid w:val="00CA37F9"/>
    <w:rsid w:val="00CA3BB9"/>
    <w:rsid w:val="00CA4538"/>
    <w:rsid w:val="00CB1B4C"/>
    <w:rsid w:val="00CB1CD2"/>
    <w:rsid w:val="00CB33C4"/>
    <w:rsid w:val="00CB3DD6"/>
    <w:rsid w:val="00CB6DA5"/>
    <w:rsid w:val="00CB6F07"/>
    <w:rsid w:val="00CB75CE"/>
    <w:rsid w:val="00CC05D7"/>
    <w:rsid w:val="00CC14F0"/>
    <w:rsid w:val="00CC2FFF"/>
    <w:rsid w:val="00CC369D"/>
    <w:rsid w:val="00CC3EE5"/>
    <w:rsid w:val="00CC3FAC"/>
    <w:rsid w:val="00CC4948"/>
    <w:rsid w:val="00CC7679"/>
    <w:rsid w:val="00CC78F1"/>
    <w:rsid w:val="00CD046E"/>
    <w:rsid w:val="00CD05CC"/>
    <w:rsid w:val="00CD0A7D"/>
    <w:rsid w:val="00CD0BA7"/>
    <w:rsid w:val="00CD18F2"/>
    <w:rsid w:val="00CD1A0C"/>
    <w:rsid w:val="00CD300C"/>
    <w:rsid w:val="00CD37AD"/>
    <w:rsid w:val="00CD561E"/>
    <w:rsid w:val="00CE0B77"/>
    <w:rsid w:val="00CE3542"/>
    <w:rsid w:val="00CE38C1"/>
    <w:rsid w:val="00CE41EE"/>
    <w:rsid w:val="00CE5AEA"/>
    <w:rsid w:val="00CE6B0D"/>
    <w:rsid w:val="00CF1076"/>
    <w:rsid w:val="00CF5117"/>
    <w:rsid w:val="00D002DA"/>
    <w:rsid w:val="00D00AAD"/>
    <w:rsid w:val="00D00F4A"/>
    <w:rsid w:val="00D02E56"/>
    <w:rsid w:val="00D02ECB"/>
    <w:rsid w:val="00D053F1"/>
    <w:rsid w:val="00D05E76"/>
    <w:rsid w:val="00D065D5"/>
    <w:rsid w:val="00D11468"/>
    <w:rsid w:val="00D120F9"/>
    <w:rsid w:val="00D13186"/>
    <w:rsid w:val="00D13F37"/>
    <w:rsid w:val="00D14391"/>
    <w:rsid w:val="00D14CCC"/>
    <w:rsid w:val="00D14E4A"/>
    <w:rsid w:val="00D1601F"/>
    <w:rsid w:val="00D20D21"/>
    <w:rsid w:val="00D2122B"/>
    <w:rsid w:val="00D21E12"/>
    <w:rsid w:val="00D22229"/>
    <w:rsid w:val="00D234D3"/>
    <w:rsid w:val="00D238AE"/>
    <w:rsid w:val="00D25102"/>
    <w:rsid w:val="00D25A60"/>
    <w:rsid w:val="00D261A5"/>
    <w:rsid w:val="00D26A38"/>
    <w:rsid w:val="00D33883"/>
    <w:rsid w:val="00D33CC3"/>
    <w:rsid w:val="00D35AE8"/>
    <w:rsid w:val="00D3739E"/>
    <w:rsid w:val="00D37E6F"/>
    <w:rsid w:val="00D4031A"/>
    <w:rsid w:val="00D41836"/>
    <w:rsid w:val="00D41BE9"/>
    <w:rsid w:val="00D43FB9"/>
    <w:rsid w:val="00D44990"/>
    <w:rsid w:val="00D467F2"/>
    <w:rsid w:val="00D50926"/>
    <w:rsid w:val="00D5107C"/>
    <w:rsid w:val="00D5286F"/>
    <w:rsid w:val="00D52AFE"/>
    <w:rsid w:val="00D53F5D"/>
    <w:rsid w:val="00D552BD"/>
    <w:rsid w:val="00D552DC"/>
    <w:rsid w:val="00D55ACB"/>
    <w:rsid w:val="00D55D4D"/>
    <w:rsid w:val="00D5652D"/>
    <w:rsid w:val="00D565DD"/>
    <w:rsid w:val="00D56DDA"/>
    <w:rsid w:val="00D5760C"/>
    <w:rsid w:val="00D62F54"/>
    <w:rsid w:val="00D63940"/>
    <w:rsid w:val="00D6629A"/>
    <w:rsid w:val="00D67595"/>
    <w:rsid w:val="00D7100C"/>
    <w:rsid w:val="00D71DF1"/>
    <w:rsid w:val="00D724B2"/>
    <w:rsid w:val="00D75218"/>
    <w:rsid w:val="00D76208"/>
    <w:rsid w:val="00D7641D"/>
    <w:rsid w:val="00D77676"/>
    <w:rsid w:val="00D776DE"/>
    <w:rsid w:val="00D81809"/>
    <w:rsid w:val="00D81FA1"/>
    <w:rsid w:val="00D8360D"/>
    <w:rsid w:val="00D8385B"/>
    <w:rsid w:val="00D83E7D"/>
    <w:rsid w:val="00D84B74"/>
    <w:rsid w:val="00D867D3"/>
    <w:rsid w:val="00D86CE3"/>
    <w:rsid w:val="00D879C8"/>
    <w:rsid w:val="00D90720"/>
    <w:rsid w:val="00D909A9"/>
    <w:rsid w:val="00D92C3D"/>
    <w:rsid w:val="00D95169"/>
    <w:rsid w:val="00D96BFD"/>
    <w:rsid w:val="00DA0D5D"/>
    <w:rsid w:val="00DA1894"/>
    <w:rsid w:val="00DA72BC"/>
    <w:rsid w:val="00DA78FD"/>
    <w:rsid w:val="00DB1220"/>
    <w:rsid w:val="00DB12ED"/>
    <w:rsid w:val="00DB1C44"/>
    <w:rsid w:val="00DB2AAE"/>
    <w:rsid w:val="00DB32C4"/>
    <w:rsid w:val="00DB347E"/>
    <w:rsid w:val="00DB3EB5"/>
    <w:rsid w:val="00DB50F5"/>
    <w:rsid w:val="00DB6172"/>
    <w:rsid w:val="00DB7295"/>
    <w:rsid w:val="00DB72C7"/>
    <w:rsid w:val="00DB7F7A"/>
    <w:rsid w:val="00DC0490"/>
    <w:rsid w:val="00DC05CB"/>
    <w:rsid w:val="00DC2276"/>
    <w:rsid w:val="00DC293C"/>
    <w:rsid w:val="00DC2A10"/>
    <w:rsid w:val="00DC4292"/>
    <w:rsid w:val="00DC4DBC"/>
    <w:rsid w:val="00DC5D1B"/>
    <w:rsid w:val="00DC6723"/>
    <w:rsid w:val="00DC6AB4"/>
    <w:rsid w:val="00DC7525"/>
    <w:rsid w:val="00DD030B"/>
    <w:rsid w:val="00DD043C"/>
    <w:rsid w:val="00DD1D45"/>
    <w:rsid w:val="00DD1DC0"/>
    <w:rsid w:val="00DD2437"/>
    <w:rsid w:val="00DD2BDE"/>
    <w:rsid w:val="00DD3ACE"/>
    <w:rsid w:val="00DD75EF"/>
    <w:rsid w:val="00DE17D3"/>
    <w:rsid w:val="00DE1C8A"/>
    <w:rsid w:val="00DE36CC"/>
    <w:rsid w:val="00DE660E"/>
    <w:rsid w:val="00DF1C58"/>
    <w:rsid w:val="00DF3A87"/>
    <w:rsid w:val="00DF3D7E"/>
    <w:rsid w:val="00DF3EF5"/>
    <w:rsid w:val="00DF3F0A"/>
    <w:rsid w:val="00DF4909"/>
    <w:rsid w:val="00DF6477"/>
    <w:rsid w:val="00E00BEB"/>
    <w:rsid w:val="00E01DA8"/>
    <w:rsid w:val="00E01F8D"/>
    <w:rsid w:val="00E043B7"/>
    <w:rsid w:val="00E04A57"/>
    <w:rsid w:val="00E04B90"/>
    <w:rsid w:val="00E0514E"/>
    <w:rsid w:val="00E0657B"/>
    <w:rsid w:val="00E07A7E"/>
    <w:rsid w:val="00E10882"/>
    <w:rsid w:val="00E11471"/>
    <w:rsid w:val="00E12808"/>
    <w:rsid w:val="00E132F6"/>
    <w:rsid w:val="00E13BFA"/>
    <w:rsid w:val="00E14C56"/>
    <w:rsid w:val="00E16740"/>
    <w:rsid w:val="00E16D84"/>
    <w:rsid w:val="00E16F64"/>
    <w:rsid w:val="00E17E7A"/>
    <w:rsid w:val="00E20F65"/>
    <w:rsid w:val="00E2257B"/>
    <w:rsid w:val="00E23949"/>
    <w:rsid w:val="00E257B2"/>
    <w:rsid w:val="00E25BBD"/>
    <w:rsid w:val="00E3012E"/>
    <w:rsid w:val="00E309FC"/>
    <w:rsid w:val="00E30D67"/>
    <w:rsid w:val="00E31306"/>
    <w:rsid w:val="00E31905"/>
    <w:rsid w:val="00E34923"/>
    <w:rsid w:val="00E36C55"/>
    <w:rsid w:val="00E37282"/>
    <w:rsid w:val="00E3787A"/>
    <w:rsid w:val="00E435A0"/>
    <w:rsid w:val="00E44FC5"/>
    <w:rsid w:val="00E46194"/>
    <w:rsid w:val="00E47F15"/>
    <w:rsid w:val="00E5039C"/>
    <w:rsid w:val="00E51EAE"/>
    <w:rsid w:val="00E5213D"/>
    <w:rsid w:val="00E53BD5"/>
    <w:rsid w:val="00E550A6"/>
    <w:rsid w:val="00E55CA6"/>
    <w:rsid w:val="00E560F8"/>
    <w:rsid w:val="00E57B52"/>
    <w:rsid w:val="00E57BD1"/>
    <w:rsid w:val="00E57C1E"/>
    <w:rsid w:val="00E57C2E"/>
    <w:rsid w:val="00E61CA0"/>
    <w:rsid w:val="00E63DA9"/>
    <w:rsid w:val="00E653BE"/>
    <w:rsid w:val="00E65F74"/>
    <w:rsid w:val="00E72711"/>
    <w:rsid w:val="00E72F1D"/>
    <w:rsid w:val="00E731BA"/>
    <w:rsid w:val="00E747C9"/>
    <w:rsid w:val="00E74FAB"/>
    <w:rsid w:val="00E758E2"/>
    <w:rsid w:val="00E767EF"/>
    <w:rsid w:val="00E77C55"/>
    <w:rsid w:val="00E80115"/>
    <w:rsid w:val="00E8162E"/>
    <w:rsid w:val="00E81E40"/>
    <w:rsid w:val="00E82A34"/>
    <w:rsid w:val="00E83033"/>
    <w:rsid w:val="00E83BE9"/>
    <w:rsid w:val="00E84009"/>
    <w:rsid w:val="00E85306"/>
    <w:rsid w:val="00E85E09"/>
    <w:rsid w:val="00E86501"/>
    <w:rsid w:val="00E873D4"/>
    <w:rsid w:val="00E9064C"/>
    <w:rsid w:val="00E912CE"/>
    <w:rsid w:val="00E915BE"/>
    <w:rsid w:val="00E9216B"/>
    <w:rsid w:val="00E92BFA"/>
    <w:rsid w:val="00E94BAE"/>
    <w:rsid w:val="00E94FD6"/>
    <w:rsid w:val="00E95F74"/>
    <w:rsid w:val="00E96350"/>
    <w:rsid w:val="00E96BE0"/>
    <w:rsid w:val="00E974D0"/>
    <w:rsid w:val="00EA006E"/>
    <w:rsid w:val="00EA0A1D"/>
    <w:rsid w:val="00EA1B59"/>
    <w:rsid w:val="00EA2104"/>
    <w:rsid w:val="00EA2781"/>
    <w:rsid w:val="00EA2A22"/>
    <w:rsid w:val="00EA2A96"/>
    <w:rsid w:val="00EA584B"/>
    <w:rsid w:val="00EA5DA1"/>
    <w:rsid w:val="00EA6D6C"/>
    <w:rsid w:val="00EA751D"/>
    <w:rsid w:val="00EB0EC4"/>
    <w:rsid w:val="00EB1757"/>
    <w:rsid w:val="00EB2F70"/>
    <w:rsid w:val="00EB371E"/>
    <w:rsid w:val="00EB607C"/>
    <w:rsid w:val="00EB6901"/>
    <w:rsid w:val="00EB7C7B"/>
    <w:rsid w:val="00EC1685"/>
    <w:rsid w:val="00EC4958"/>
    <w:rsid w:val="00EC4DEA"/>
    <w:rsid w:val="00EC4FF2"/>
    <w:rsid w:val="00ED04A6"/>
    <w:rsid w:val="00ED0F1C"/>
    <w:rsid w:val="00ED1BD8"/>
    <w:rsid w:val="00ED2183"/>
    <w:rsid w:val="00ED70CC"/>
    <w:rsid w:val="00ED7AEF"/>
    <w:rsid w:val="00EE01F0"/>
    <w:rsid w:val="00EE1CE6"/>
    <w:rsid w:val="00EE2AF4"/>
    <w:rsid w:val="00EE2B0D"/>
    <w:rsid w:val="00EE5D14"/>
    <w:rsid w:val="00EE69CC"/>
    <w:rsid w:val="00EE7474"/>
    <w:rsid w:val="00EF0590"/>
    <w:rsid w:val="00EF105C"/>
    <w:rsid w:val="00EF2277"/>
    <w:rsid w:val="00EF24CB"/>
    <w:rsid w:val="00EF31E5"/>
    <w:rsid w:val="00EF3BB3"/>
    <w:rsid w:val="00EF5397"/>
    <w:rsid w:val="00EF541D"/>
    <w:rsid w:val="00EF55A9"/>
    <w:rsid w:val="00EF5A0C"/>
    <w:rsid w:val="00EF5D0F"/>
    <w:rsid w:val="00EF6108"/>
    <w:rsid w:val="00EF6BD1"/>
    <w:rsid w:val="00EF7E25"/>
    <w:rsid w:val="00F03266"/>
    <w:rsid w:val="00F039C3"/>
    <w:rsid w:val="00F03D59"/>
    <w:rsid w:val="00F03E8E"/>
    <w:rsid w:val="00F03F59"/>
    <w:rsid w:val="00F051F8"/>
    <w:rsid w:val="00F0545B"/>
    <w:rsid w:val="00F05F96"/>
    <w:rsid w:val="00F0728B"/>
    <w:rsid w:val="00F0778B"/>
    <w:rsid w:val="00F11A8D"/>
    <w:rsid w:val="00F12B93"/>
    <w:rsid w:val="00F133F7"/>
    <w:rsid w:val="00F15E80"/>
    <w:rsid w:val="00F161D3"/>
    <w:rsid w:val="00F163DC"/>
    <w:rsid w:val="00F16950"/>
    <w:rsid w:val="00F16B6D"/>
    <w:rsid w:val="00F1772E"/>
    <w:rsid w:val="00F17F24"/>
    <w:rsid w:val="00F212EA"/>
    <w:rsid w:val="00F22BDB"/>
    <w:rsid w:val="00F22E97"/>
    <w:rsid w:val="00F24788"/>
    <w:rsid w:val="00F25C89"/>
    <w:rsid w:val="00F271BA"/>
    <w:rsid w:val="00F27DC5"/>
    <w:rsid w:val="00F31A32"/>
    <w:rsid w:val="00F3212F"/>
    <w:rsid w:val="00F33230"/>
    <w:rsid w:val="00F34219"/>
    <w:rsid w:val="00F347AF"/>
    <w:rsid w:val="00F34A52"/>
    <w:rsid w:val="00F34A6C"/>
    <w:rsid w:val="00F34D4A"/>
    <w:rsid w:val="00F35161"/>
    <w:rsid w:val="00F35826"/>
    <w:rsid w:val="00F35A19"/>
    <w:rsid w:val="00F35DE1"/>
    <w:rsid w:val="00F375A2"/>
    <w:rsid w:val="00F40A95"/>
    <w:rsid w:val="00F40DEC"/>
    <w:rsid w:val="00F4112E"/>
    <w:rsid w:val="00F4335D"/>
    <w:rsid w:val="00F44CDE"/>
    <w:rsid w:val="00F461A4"/>
    <w:rsid w:val="00F47E4D"/>
    <w:rsid w:val="00F5096F"/>
    <w:rsid w:val="00F50AFF"/>
    <w:rsid w:val="00F5144F"/>
    <w:rsid w:val="00F51978"/>
    <w:rsid w:val="00F51B1E"/>
    <w:rsid w:val="00F51FD8"/>
    <w:rsid w:val="00F5259C"/>
    <w:rsid w:val="00F54FF0"/>
    <w:rsid w:val="00F56299"/>
    <w:rsid w:val="00F57432"/>
    <w:rsid w:val="00F57AA4"/>
    <w:rsid w:val="00F60859"/>
    <w:rsid w:val="00F608FD"/>
    <w:rsid w:val="00F61190"/>
    <w:rsid w:val="00F6129A"/>
    <w:rsid w:val="00F628E8"/>
    <w:rsid w:val="00F63F42"/>
    <w:rsid w:val="00F640CB"/>
    <w:rsid w:val="00F64F0F"/>
    <w:rsid w:val="00F65CF8"/>
    <w:rsid w:val="00F65FE5"/>
    <w:rsid w:val="00F66765"/>
    <w:rsid w:val="00F678E0"/>
    <w:rsid w:val="00F701DF"/>
    <w:rsid w:val="00F701E6"/>
    <w:rsid w:val="00F705A7"/>
    <w:rsid w:val="00F708A1"/>
    <w:rsid w:val="00F70EEF"/>
    <w:rsid w:val="00F714E7"/>
    <w:rsid w:val="00F72F5A"/>
    <w:rsid w:val="00F749B1"/>
    <w:rsid w:val="00F75A26"/>
    <w:rsid w:val="00F76162"/>
    <w:rsid w:val="00F765EF"/>
    <w:rsid w:val="00F77A72"/>
    <w:rsid w:val="00F81A6C"/>
    <w:rsid w:val="00F8299B"/>
    <w:rsid w:val="00F844F6"/>
    <w:rsid w:val="00F846F2"/>
    <w:rsid w:val="00F84D1A"/>
    <w:rsid w:val="00F861E9"/>
    <w:rsid w:val="00F8658C"/>
    <w:rsid w:val="00F8750D"/>
    <w:rsid w:val="00F902FA"/>
    <w:rsid w:val="00F90DF1"/>
    <w:rsid w:val="00F913EA"/>
    <w:rsid w:val="00F91B61"/>
    <w:rsid w:val="00F93FD8"/>
    <w:rsid w:val="00F95B61"/>
    <w:rsid w:val="00F9641D"/>
    <w:rsid w:val="00F9771A"/>
    <w:rsid w:val="00FA1489"/>
    <w:rsid w:val="00FA300E"/>
    <w:rsid w:val="00FA3078"/>
    <w:rsid w:val="00FA3DC0"/>
    <w:rsid w:val="00FA4E42"/>
    <w:rsid w:val="00FA7B8B"/>
    <w:rsid w:val="00FB280C"/>
    <w:rsid w:val="00FB2D7B"/>
    <w:rsid w:val="00FB3955"/>
    <w:rsid w:val="00FB4F7D"/>
    <w:rsid w:val="00FB7258"/>
    <w:rsid w:val="00FC05D9"/>
    <w:rsid w:val="00FC0BF8"/>
    <w:rsid w:val="00FC12DC"/>
    <w:rsid w:val="00FC2C51"/>
    <w:rsid w:val="00FC36FE"/>
    <w:rsid w:val="00FC49A1"/>
    <w:rsid w:val="00FC4F2F"/>
    <w:rsid w:val="00FC60E5"/>
    <w:rsid w:val="00FC68C5"/>
    <w:rsid w:val="00FC760B"/>
    <w:rsid w:val="00FD3603"/>
    <w:rsid w:val="00FD4C46"/>
    <w:rsid w:val="00FD4DBF"/>
    <w:rsid w:val="00FE119C"/>
    <w:rsid w:val="00FE14A2"/>
    <w:rsid w:val="00FE1B3C"/>
    <w:rsid w:val="00FE2EF2"/>
    <w:rsid w:val="00FE4C4C"/>
    <w:rsid w:val="00FE54FF"/>
    <w:rsid w:val="00FE5BC4"/>
    <w:rsid w:val="00FE7BC0"/>
    <w:rsid w:val="00FE7F07"/>
    <w:rsid w:val="00FF18A7"/>
    <w:rsid w:val="00FF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none [3213]">
      <v:fill color="white" on="f"/>
      <v:stroke color="none [3213]"/>
    </o:shapedefaults>
    <o:shapelayout v:ext="edit">
      <o:idmap v:ext="edit" data="1"/>
    </o:shapelayout>
  </w:shapeDefaults>
  <w:decimalSymbol w:val=","/>
  <w:listSeparator w:val=";"/>
  <w14:docId w14:val="2763C614"/>
  <w15:docId w15:val="{EE044629-2A47-463D-8628-9F91A3B8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rsid w:val="00DE36CC"/>
    <w:pPr>
      <w:spacing w:line="300" w:lineRule="atLeast"/>
    </w:pPr>
    <w:rPr>
      <w:sz w:val="24"/>
      <w:szCs w:val="24"/>
    </w:rPr>
  </w:style>
  <w:style w:type="paragraph" w:styleId="Kop1">
    <w:name w:val="heading 1"/>
    <w:basedOn w:val="Standaard"/>
    <w:next w:val="Standaard"/>
    <w:rsid w:val="00DE36CC"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rsid w:val="00DE36CC"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rsid w:val="00DE36CC"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rsid w:val="00DE36CC"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rsid w:val="00DE36CC"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rsid w:val="00DE36CC"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rsid w:val="00DE36CC"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gavevraag">
    <w:name w:val="opgave_vraag"/>
    <w:qFormat/>
    <w:rsid w:val="00DE36CC"/>
    <w:pPr>
      <w:ind w:left="709" w:hanging="709"/>
    </w:pPr>
    <w:rPr>
      <w:sz w:val="24"/>
    </w:rPr>
  </w:style>
  <w:style w:type="paragraph" w:customStyle="1" w:styleId="uitwerkingtitel">
    <w:name w:val="uitwerking_titel"/>
    <w:basedOn w:val="Standaard"/>
    <w:next w:val="Standaard"/>
    <w:link w:val="uitwerkingtitelChar"/>
    <w:qFormat/>
    <w:rsid w:val="00DE36CC"/>
    <w:pPr>
      <w:tabs>
        <w:tab w:val="right" w:pos="9072"/>
      </w:tabs>
      <w:ind w:hanging="567"/>
    </w:pPr>
    <w:rPr>
      <w:rFonts w:ascii="Arial" w:hAnsi="Arial"/>
      <w:b/>
      <w:bCs/>
      <w:caps/>
      <w:sz w:val="18"/>
      <w:szCs w:val="20"/>
    </w:rPr>
  </w:style>
  <w:style w:type="paragraph" w:styleId="Documentstructuur">
    <w:name w:val="Document Map"/>
    <w:basedOn w:val="Standaard"/>
    <w:link w:val="DocumentstructuurChar"/>
    <w:semiHidden/>
    <w:rsid w:val="00DE36CC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link w:val="Documentstructuur"/>
    <w:semiHidden/>
    <w:rsid w:val="00DE36CC"/>
    <w:rPr>
      <w:rFonts w:ascii="Tahoma" w:hAnsi="Tahoma" w:cs="Tahoma"/>
      <w:sz w:val="24"/>
      <w:szCs w:val="24"/>
      <w:shd w:val="clear" w:color="auto" w:fill="000080"/>
    </w:rPr>
  </w:style>
  <w:style w:type="character" w:customStyle="1" w:styleId="uitwerkingtitelChar">
    <w:name w:val="uitwerking_titel Char"/>
    <w:link w:val="uitwerkingtitel"/>
    <w:rsid w:val="00DE36CC"/>
    <w:rPr>
      <w:rFonts w:ascii="Arial" w:hAnsi="Arial"/>
      <w:b/>
      <w:bCs/>
      <w:caps/>
      <w:sz w:val="18"/>
    </w:rPr>
  </w:style>
  <w:style w:type="character" w:customStyle="1" w:styleId="opgavekoptekstChar">
    <w:name w:val="opgave_koptekst Char"/>
    <w:link w:val="opgavekoptekst"/>
    <w:rsid w:val="00DE36CC"/>
    <w:rPr>
      <w:noProof/>
      <w:sz w:val="24"/>
    </w:rPr>
  </w:style>
  <w:style w:type="paragraph" w:customStyle="1" w:styleId="uitwerkingKTI-kop">
    <w:name w:val="uitwerking_KTI-kop"/>
    <w:qFormat/>
    <w:rsid w:val="00DE36CC"/>
    <w:pPr>
      <w:pBdr>
        <w:top w:val="single" w:sz="12" w:space="1" w:color="auto"/>
        <w:bottom w:val="single" w:sz="12" w:space="1" w:color="auto"/>
      </w:pBdr>
    </w:pPr>
    <w:rPr>
      <w:noProof/>
      <w:sz w:val="24"/>
    </w:rPr>
  </w:style>
  <w:style w:type="paragraph" w:customStyle="1" w:styleId="uitwerkingsubvraag">
    <w:name w:val="uitwerking_subvraag"/>
    <w:qFormat/>
    <w:rsid w:val="00DE36CC"/>
    <w:pPr>
      <w:tabs>
        <w:tab w:val="left" w:pos="0"/>
        <w:tab w:val="right" w:pos="9072"/>
      </w:tabs>
      <w:ind w:left="426" w:right="-393" w:hanging="993"/>
    </w:pPr>
    <w:rPr>
      <w:rFonts w:cs="Arial"/>
      <w:sz w:val="24"/>
      <w:szCs w:val="24"/>
    </w:rPr>
  </w:style>
  <w:style w:type="paragraph" w:styleId="Voettekst">
    <w:name w:val="footer"/>
    <w:aliases w:val="voettekst"/>
    <w:link w:val="VoettekstChar"/>
    <w:qFormat/>
    <w:rsid w:val="00DE36CC"/>
    <w:pPr>
      <w:tabs>
        <w:tab w:val="left" w:pos="0"/>
        <w:tab w:val="left" w:pos="2268"/>
        <w:tab w:val="right" w:pos="9072"/>
      </w:tabs>
    </w:pPr>
    <w:rPr>
      <w:rFonts w:ascii="Arial" w:hAnsi="Arial" w:cs="Arial"/>
      <w:caps/>
      <w:sz w:val="14"/>
      <w:szCs w:val="14"/>
    </w:rPr>
  </w:style>
  <w:style w:type="character" w:customStyle="1" w:styleId="VoettekstChar">
    <w:name w:val="Voettekst Char"/>
    <w:aliases w:val="voettekst Char"/>
    <w:link w:val="Voettekst"/>
    <w:rsid w:val="00DE36CC"/>
    <w:rPr>
      <w:rFonts w:ascii="Arial" w:hAnsi="Arial" w:cs="Arial"/>
      <w:caps/>
      <w:sz w:val="14"/>
      <w:szCs w:val="14"/>
    </w:rPr>
  </w:style>
  <w:style w:type="paragraph" w:customStyle="1" w:styleId="uitwerkingvraag">
    <w:name w:val="uitwerking_vraag"/>
    <w:basedOn w:val="Standaard"/>
    <w:qFormat/>
    <w:rsid w:val="00DE36CC"/>
    <w:pPr>
      <w:tabs>
        <w:tab w:val="right" w:pos="9072"/>
      </w:tabs>
    </w:pPr>
  </w:style>
  <w:style w:type="paragraph" w:customStyle="1" w:styleId="opgavesubvraag">
    <w:name w:val="opgave_subvraag"/>
    <w:basedOn w:val="opgavevraag"/>
    <w:link w:val="opgavesubvraagChar"/>
    <w:qFormat/>
    <w:rsid w:val="00DE36CC"/>
    <w:pPr>
      <w:tabs>
        <w:tab w:val="left" w:pos="709"/>
      </w:tabs>
      <w:ind w:left="993" w:hanging="993"/>
    </w:pPr>
  </w:style>
  <w:style w:type="character" w:customStyle="1" w:styleId="opgavesubvraagChar">
    <w:name w:val="opgave_subvraag Char"/>
    <w:link w:val="opgavesubvraag"/>
    <w:rsid w:val="00DE36CC"/>
    <w:rPr>
      <w:sz w:val="24"/>
    </w:rPr>
  </w:style>
  <w:style w:type="table" w:styleId="Tabelraster">
    <w:name w:val="Table Grid"/>
    <w:basedOn w:val="Standaardtabel"/>
    <w:rsid w:val="00DE3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uiPriority w:val="99"/>
    <w:semiHidden/>
    <w:rsid w:val="00DE36CC"/>
    <w:rPr>
      <w:color w:val="808080"/>
    </w:rPr>
  </w:style>
  <w:style w:type="paragraph" w:customStyle="1" w:styleId="titeldocument">
    <w:name w:val="titel_document"/>
    <w:basedOn w:val="Standaard"/>
    <w:qFormat/>
    <w:rsid w:val="00DE36CC"/>
    <w:pPr>
      <w:tabs>
        <w:tab w:val="center" w:pos="4536"/>
        <w:tab w:val="right" w:pos="9072"/>
      </w:tabs>
      <w:spacing w:after="240"/>
      <w:ind w:left="709"/>
    </w:pPr>
    <w:rPr>
      <w:rFonts w:ascii="Arial" w:hAnsi="Arial"/>
      <w:b/>
      <w:bCs/>
      <w:sz w:val="36"/>
    </w:rPr>
  </w:style>
  <w:style w:type="paragraph" w:customStyle="1" w:styleId="titelhoofdstuk">
    <w:name w:val="titel_hoofdstuk"/>
    <w:basedOn w:val="Standaard"/>
    <w:qFormat/>
    <w:rsid w:val="00DE36CC"/>
    <w:pPr>
      <w:spacing w:after="360"/>
      <w:ind w:left="709"/>
    </w:pPr>
    <w:rPr>
      <w:b/>
    </w:rPr>
  </w:style>
  <w:style w:type="paragraph" w:customStyle="1" w:styleId="opgavetitel">
    <w:name w:val="opgave_titel"/>
    <w:basedOn w:val="Standaard"/>
    <w:qFormat/>
    <w:rsid w:val="00DE36CC"/>
    <w:pPr>
      <w:ind w:left="709"/>
    </w:pPr>
    <w:rPr>
      <w:rFonts w:ascii="Arial" w:hAnsi="Arial"/>
      <w:b/>
      <w:bCs/>
      <w:caps/>
      <w:sz w:val="18"/>
      <w:szCs w:val="20"/>
    </w:rPr>
  </w:style>
  <w:style w:type="paragraph" w:customStyle="1" w:styleId="opgavekoptekst">
    <w:name w:val="opgave_koptekst"/>
    <w:basedOn w:val="Standaard"/>
    <w:link w:val="opgavekoptekstChar"/>
    <w:qFormat/>
    <w:rsid w:val="00DE36CC"/>
    <w:pPr>
      <w:ind w:left="708"/>
    </w:pPr>
    <w:rPr>
      <w:noProof/>
      <w:szCs w:val="20"/>
    </w:rPr>
  </w:style>
  <w:style w:type="paragraph" w:customStyle="1" w:styleId="titel">
    <w:name w:val="titel"/>
    <w:basedOn w:val="Standaard"/>
    <w:link w:val="titelChar"/>
    <w:rsid w:val="00DE36CC"/>
    <w:pPr>
      <w:tabs>
        <w:tab w:val="center" w:pos="4536"/>
        <w:tab w:val="right" w:pos="9072"/>
      </w:tabs>
      <w:ind w:left="709" w:hanging="709"/>
    </w:pPr>
    <w:rPr>
      <w:rFonts w:ascii="Arial" w:hAnsi="Arial"/>
      <w:b/>
      <w:bCs/>
      <w:sz w:val="36"/>
    </w:rPr>
  </w:style>
  <w:style w:type="character" w:customStyle="1" w:styleId="titelChar">
    <w:name w:val="titel Char"/>
    <w:link w:val="titel"/>
    <w:rsid w:val="00DE36CC"/>
    <w:rPr>
      <w:rFonts w:ascii="Arial" w:hAnsi="Arial"/>
      <w:b/>
      <w:bCs/>
      <w:sz w:val="36"/>
      <w:szCs w:val="24"/>
    </w:rPr>
  </w:style>
  <w:style w:type="character" w:customStyle="1" w:styleId="opgavepuntenaantal">
    <w:name w:val="opgave_puntenaantal"/>
    <w:uiPriority w:val="1"/>
    <w:qFormat/>
    <w:rsid w:val="00DE36CC"/>
    <w:rPr>
      <w:rFonts w:ascii="Arial" w:hAnsi="Arial" w:cs="Arial"/>
      <w:sz w:val="14"/>
      <w:szCs w:val="14"/>
    </w:rPr>
  </w:style>
  <w:style w:type="character" w:customStyle="1" w:styleId="opgaveletter">
    <w:name w:val="opgave_letter"/>
    <w:uiPriority w:val="1"/>
    <w:qFormat/>
    <w:rsid w:val="00DE36CC"/>
    <w:rPr>
      <w:b/>
      <w:bCs/>
    </w:rPr>
  </w:style>
  <w:style w:type="character" w:customStyle="1" w:styleId="uitwerkingKTI">
    <w:name w:val="uitwerking_KTI"/>
    <w:uiPriority w:val="1"/>
    <w:qFormat/>
    <w:rsid w:val="00DE36CC"/>
    <w:rPr>
      <w:rFonts w:ascii="Arial" w:hAnsi="Arial"/>
      <w:b w:val="0"/>
      <w:bCs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E36C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link w:val="Koptekst"/>
    <w:uiPriority w:val="99"/>
    <w:rsid w:val="00DE36CC"/>
    <w:rPr>
      <w:sz w:val="24"/>
      <w:szCs w:val="24"/>
    </w:rPr>
  </w:style>
  <w:style w:type="character" w:customStyle="1" w:styleId="uitwerkingletter">
    <w:name w:val="uitwerking_letter"/>
    <w:uiPriority w:val="1"/>
    <w:qFormat/>
    <w:rsid w:val="00DE36CC"/>
    <w:rPr>
      <w:b/>
      <w:bCs/>
      <w:lang w:val="en-US"/>
    </w:rPr>
  </w:style>
  <w:style w:type="character" w:customStyle="1" w:styleId="uitwerkingKTI-titel">
    <w:name w:val="uitwerking_KTI-titel"/>
    <w:basedOn w:val="Standaardalinea-lettertype"/>
    <w:qFormat/>
    <w:rsid w:val="00DE36CC"/>
    <w:rPr>
      <w:rFonts w:ascii="Arial" w:hAnsi="Arial"/>
      <w:b/>
      <w:bCs w:val="0"/>
      <w:caps/>
      <w:sz w:val="18"/>
      <w:szCs w:val="18"/>
    </w:rPr>
  </w:style>
  <w:style w:type="character" w:customStyle="1" w:styleId="titeltabel">
    <w:name w:val="titel_tabel"/>
    <w:basedOn w:val="Standaardalinea-lettertype"/>
    <w:rsid w:val="00DE36CC"/>
    <w:rPr>
      <w:rFonts w:asciiTheme="minorHAnsi" w:hAnsiTheme="minorHAnsi"/>
      <w:b/>
      <w:bCs/>
      <w:sz w:val="20"/>
    </w:rPr>
  </w:style>
  <w:style w:type="character" w:customStyle="1" w:styleId="illustratienummer">
    <w:name w:val="illustratie_nummer"/>
    <w:basedOn w:val="Standaardalinea-lettertype"/>
    <w:uiPriority w:val="1"/>
    <w:qFormat/>
    <w:rsid w:val="00DE36CC"/>
    <w:rPr>
      <w:rFonts w:ascii="Verdana" w:hAnsi="Verdana"/>
      <w:color w:val="FF0000"/>
      <w:sz w:val="20"/>
    </w:rPr>
  </w:style>
  <w:style w:type="paragraph" w:styleId="Ballontekst">
    <w:name w:val="Balloon Text"/>
    <w:basedOn w:val="Standaard"/>
    <w:link w:val="BallontekstChar"/>
    <w:semiHidden/>
    <w:unhideWhenUsed/>
    <w:rsid w:val="005846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584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oter" Target="footer1.xml"/><Relationship Id="rId8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ijn\AppData\Local\Packages\microsoft.windowscommunicationsapps_8wekyb3d8bbwe\LocalState\Files\S0\1\Attachments\GR12_HVxx_Hxx_Toetstemplate_v2%5b4886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3EAC-87B5-4028-86F4-E56D627D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GR12_HVxx_Hxx_Toetstemplate_v2[4886]</Template>
  <TotalTime>4</TotalTime>
  <Pages>2</Pages>
  <Words>316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Voorwoord</vt:lpstr>
      <vt:lpstr>Voorwoord</vt:lpstr>
    </vt:vector>
  </TitlesOfParts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subject/>
  <dc:creator>S V</dc:creator>
  <cp:keywords/>
  <cp:lastModifiedBy>Bram van Laarhoven</cp:lastModifiedBy>
  <cp:revision>5</cp:revision>
  <cp:lastPrinted>2019-12-06T12:34:00Z</cp:lastPrinted>
  <dcterms:created xsi:type="dcterms:W3CDTF">2020-04-05T11:56:00Z</dcterms:created>
  <dcterms:modified xsi:type="dcterms:W3CDTF">2020-04-07T11:32:00Z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