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30EB1" w14:textId="49D27512" w:rsidR="002A6A19" w:rsidRDefault="007A56C5"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26CB3C15" wp14:editId="4B7F17F3">
                <wp:simplePos x="0" y="0"/>
                <wp:positionH relativeFrom="margin">
                  <wp:posOffset>3923665</wp:posOffset>
                </wp:positionH>
                <wp:positionV relativeFrom="paragraph">
                  <wp:posOffset>287020</wp:posOffset>
                </wp:positionV>
                <wp:extent cx="1889760" cy="286385"/>
                <wp:effectExtent l="171450" t="114300" r="0" b="2279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9760" cy="286385"/>
                          <a:chOff x="0" y="0"/>
                          <a:chExt cx="1743075" cy="286385"/>
                        </a:xfrm>
                      </wpg:grpSpPr>
                      <pic:pic xmlns:pic="http://schemas.openxmlformats.org/drawingml/2006/picture">
                        <pic:nvPicPr>
                          <pic:cNvPr id="54" name="Afbeelding 54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54864"/>
                            <a:ext cx="1377315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4FB2E57" w14:textId="433F5DE9" w:rsidR="00EB3E3D" w:rsidRPr="002A6A19" w:rsidRDefault="00EB3E3D" w:rsidP="00B84716">
                              <w:pPr>
                                <w:spacing w:line="240" w:lineRule="auto"/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="000660EE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Totale t</w:t>
                              </w: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ijdsduur: </w:t>
                              </w:r>
                              <w:r w:rsidR="003F2EEE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60</w:t>
                              </w:r>
                              <w:r w:rsidR="007A56C5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minuten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CB3C15" id="Groep 53" o:spid="_x0000_s1026" style="position:absolute;margin-left:308.95pt;margin-top:22.6pt;width:148.8pt;height:22.55pt;z-index:251658241;mso-position-horizontal-relative:margin;mso-width-relative:margin" coordsize="17430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54" o:spid="_x0000_s1027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">
                  <v:imagedata r:id="rId12" o:title="time"/>
                  <v:shadow on="t" color="#538135 [2409]" offset="0,4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657;top:548;width:13773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  <v:textbox>
                    <w:txbxContent>
                      <w:p w14:paraId="14FB2E57" w14:textId="433F5DE9" w:rsidR="00EB3E3D" w:rsidRPr="002A6A19" w:rsidRDefault="00EB3E3D" w:rsidP="00B84716">
                        <w:pPr>
                          <w:spacing w:line="240" w:lineRule="auto"/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  </w:t>
                        </w:r>
                        <w:r w:rsidR="000660EE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Totale t</w:t>
                        </w: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ijdsduur: </w:t>
                        </w:r>
                        <w:r w:rsidR="003F2EEE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60</w:t>
                        </w:r>
                        <w:r w:rsidR="007A56C5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minuten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B3E3D"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58DA44F" wp14:editId="69ED095C">
                <wp:simplePos x="0" y="0"/>
                <wp:positionH relativeFrom="margin">
                  <wp:posOffset>38100</wp:posOffset>
                </wp:positionH>
                <wp:positionV relativeFrom="paragraph">
                  <wp:posOffset>290311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7968911" w14:textId="77777777" w:rsidR="00EB3E3D" w:rsidRPr="00046B92" w:rsidRDefault="00EB3E3D" w:rsidP="00EB3E3D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8DA44F" id="Groep 32" o:spid="_x0000_s1029" style="position:absolute;margin-left:3pt;margin-top:22.85pt;width:122.4pt;height:22.9pt;z-index:251658240;mso-position-horizontal-relative:margin" coordsize="15544,2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">
                <v:shape id="_x0000_s1030" type="#_x0000_t202" style="position:absolute;left:3352;top:609;width:12192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17968911" w14:textId="77777777" w:rsidR="00EB3E3D" w:rsidRPr="00046B92" w:rsidRDefault="00EB3E3D" w:rsidP="00EB3E3D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 id="Afbeelding 15" o:spid="_x0000_s1031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" filled="t" fillcolor="#a8d08d [1945]">
                  <v:imagedata r:id="rId14" o:title="B6A2D7EC"/>
                  <v:shadow on="t" color="#70ad47 [3209]" offset="0,4pt"/>
                </v:shape>
                <w10:wrap type="square" anchorx="margin"/>
              </v:group>
            </w:pict>
          </mc:Fallback>
        </mc:AlternateContent>
      </w:r>
    </w:p>
    <w:p w14:paraId="63D77CE2" w14:textId="27B79B6D" w:rsidR="00B321C1" w:rsidRDefault="00B321C1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CDEC91C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A97" w14:paraId="205B74CA" w14:textId="77777777" w:rsidTr="00C47A97">
        <w:tc>
          <w:tcPr>
            <w:tcW w:w="9062" w:type="dxa"/>
          </w:tcPr>
          <w:p w14:paraId="562EDC8D" w14:textId="4DD65FC0" w:rsidR="00EE74FE" w:rsidRDefault="00EE74FE" w:rsidP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5ECFF54C" w14:textId="03ED7D31" w:rsidR="00C47A97" w:rsidRDefault="00C47A97" w:rsidP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De situatie</w:t>
            </w: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  <w:r w:rsidR="00B35CE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  </w:t>
            </w:r>
          </w:p>
          <w:p w14:paraId="6B0249E9" w14:textId="51FDC862" w:rsidR="00C47A97" w:rsidRDefault="00C47A97" w:rsidP="00C47A9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7E63FD96" w14:textId="3B94B6A4" w:rsidR="00D93945" w:rsidRDefault="002A72D6" w:rsidP="00E2163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Je bent ge</w:t>
            </w:r>
            <w:r w:rsidR="00873669">
              <w:rPr>
                <w:rFonts w:ascii="Arial" w:eastAsia="Arial" w:hAnsi="Arial" w:cs="Arial"/>
              </w:rPr>
              <w:t>ï</w:t>
            </w:r>
            <w:r>
              <w:rPr>
                <w:rFonts w:ascii="Arial" w:eastAsia="Arial" w:hAnsi="Arial" w:cs="Arial"/>
              </w:rPr>
              <w:t xml:space="preserve">nteresseerd in </w:t>
            </w:r>
            <w:r w:rsidR="00AF22C3">
              <w:rPr>
                <w:rFonts w:ascii="Arial" w:eastAsia="Arial" w:hAnsi="Arial" w:cs="Arial"/>
              </w:rPr>
              <w:t xml:space="preserve">getrokken en aangedreven machines. Misschien </w:t>
            </w:r>
            <w:r w:rsidR="00B1722A">
              <w:rPr>
                <w:rFonts w:ascii="Arial" w:eastAsia="Arial" w:hAnsi="Arial" w:cs="Arial"/>
              </w:rPr>
              <w:t xml:space="preserve">krijg je er wel mee te maken later als je werkt. Je wilt daarom meer </w:t>
            </w:r>
            <w:r w:rsidR="0068743E">
              <w:rPr>
                <w:rFonts w:ascii="Arial" w:eastAsia="Arial" w:hAnsi="Arial" w:cs="Arial"/>
              </w:rPr>
              <w:t xml:space="preserve">weten </w:t>
            </w:r>
            <w:r w:rsidR="00B1722A">
              <w:rPr>
                <w:rFonts w:ascii="Arial" w:eastAsia="Arial" w:hAnsi="Arial" w:cs="Arial"/>
              </w:rPr>
              <w:t>van verschillen</w:t>
            </w:r>
            <w:r w:rsidR="0068743E">
              <w:rPr>
                <w:rFonts w:ascii="Arial" w:eastAsia="Arial" w:hAnsi="Arial" w:cs="Arial"/>
              </w:rPr>
              <w:t xml:space="preserve">de machines die in de land- en tuinbouw en in </w:t>
            </w:r>
            <w:r w:rsidR="00B06396">
              <w:rPr>
                <w:rFonts w:ascii="Arial" w:eastAsia="Arial" w:hAnsi="Arial" w:cs="Arial"/>
              </w:rPr>
              <w:t>tuin- en landschap gebruikt worden.</w:t>
            </w:r>
          </w:p>
          <w:p w14:paraId="4CBA40F9" w14:textId="1591F335" w:rsidR="00E2163E" w:rsidRDefault="00E2163E" w:rsidP="00E2163E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F9C252C" w14:textId="77777777" w:rsidR="00C47A97" w:rsidRPr="00C47A97" w:rsidRDefault="00C47A97" w:rsidP="00C47A97">
      <w:pPr>
        <w:spacing w:after="0"/>
        <w:rPr>
          <w:rFonts w:ascii="Arial" w:hAnsi="Arial" w:cs="Arial"/>
          <w:b/>
          <w:color w:val="000000" w:themeColor="text1"/>
          <w:sz w:val="12"/>
          <w:szCs w:val="1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14:paraId="63422DBB" w14:textId="77777777" w:rsidTr="001C357F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44B073D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5D618B8C" w14:textId="77777777"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14:paraId="02335247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637728DC" w14:textId="77777777" w:rsidR="000E5945" w:rsidRDefault="00873669" w:rsidP="00E2163E">
            <w:pPr>
              <w:pStyle w:val="Lijstalinea"/>
              <w:numPr>
                <w:ilvl w:val="0"/>
                <w:numId w:val="44"/>
              </w:numPr>
              <w:ind w:left="743" w:hanging="42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Theorie</w:t>
            </w:r>
          </w:p>
          <w:p w14:paraId="421E3C28" w14:textId="77777777" w:rsidR="00B06396" w:rsidRDefault="00B06396" w:rsidP="00E2163E">
            <w:pPr>
              <w:pStyle w:val="Lijstalinea"/>
              <w:numPr>
                <w:ilvl w:val="0"/>
                <w:numId w:val="44"/>
              </w:numPr>
              <w:ind w:left="743" w:hanging="42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Laptop</w:t>
            </w:r>
          </w:p>
          <w:p w14:paraId="0B8933F0" w14:textId="078F1578" w:rsidR="00B06396" w:rsidRPr="00310A40" w:rsidRDefault="00B06396" w:rsidP="00E2163E">
            <w:pPr>
              <w:pStyle w:val="Lijstalinea"/>
              <w:numPr>
                <w:ilvl w:val="0"/>
                <w:numId w:val="44"/>
              </w:numPr>
              <w:ind w:left="743" w:hanging="42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24A1" w14:textId="77777777"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197BEEEF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428A1460" w14:textId="77777777"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14:paraId="463C80A4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77BE38C6" w14:textId="140BF3A6" w:rsidR="006D422C" w:rsidRDefault="006D422C" w:rsidP="006D422C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kunt:</w:t>
            </w:r>
          </w:p>
          <w:p w14:paraId="7A81AC60" w14:textId="0D416FA6" w:rsidR="00043E03" w:rsidRPr="00043E03" w:rsidRDefault="00043E03" w:rsidP="00043E03">
            <w:pPr>
              <w:pStyle w:val="Lijstalinea"/>
              <w:numPr>
                <w:ilvl w:val="0"/>
                <w:numId w:val="36"/>
              </w:num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43E03">
              <w:rPr>
                <w:rFonts w:ascii="Arial" w:eastAsia="Arial" w:hAnsi="Arial" w:cs="Arial"/>
                <w:sz w:val="20"/>
                <w:szCs w:val="20"/>
              </w:rPr>
              <w:t>verschillende getrokken landbouwvoertuigen en hun functies</w:t>
            </w:r>
            <w:r w:rsidR="00FD7C2A">
              <w:rPr>
                <w:rFonts w:ascii="Arial" w:eastAsia="Arial" w:hAnsi="Arial" w:cs="Arial"/>
                <w:sz w:val="20"/>
                <w:szCs w:val="20"/>
              </w:rPr>
              <w:t xml:space="preserve"> herkennen en benoemen</w:t>
            </w:r>
            <w:r w:rsidRPr="00043E0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0A6DA949" w14:textId="77777777" w:rsidR="008E58F5" w:rsidRPr="001D423F" w:rsidRDefault="00043E03" w:rsidP="001D423F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43E03">
              <w:rPr>
                <w:rFonts w:ascii="Arial" w:eastAsia="Arial" w:hAnsi="Arial" w:cs="Arial"/>
                <w:sz w:val="20"/>
                <w:szCs w:val="20"/>
              </w:rPr>
              <w:t xml:space="preserve">De werking, voordelen en nadelen van deze machines </w:t>
            </w:r>
            <w:r w:rsidR="00FD7C2A">
              <w:rPr>
                <w:rFonts w:ascii="Arial" w:eastAsia="Arial" w:hAnsi="Arial" w:cs="Arial"/>
                <w:sz w:val="20"/>
                <w:szCs w:val="20"/>
              </w:rPr>
              <w:t>uitleggen</w:t>
            </w:r>
            <w:r w:rsidRPr="00043E0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217366F9" w14:textId="13650F1F" w:rsidR="001D423F" w:rsidRPr="001D423F" w:rsidRDefault="001D423F" w:rsidP="001D423F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3440EA" w14:paraId="684E89F6" w14:textId="77777777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13F83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4A61A2F4" w14:textId="77777777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0F887F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76F439B7" w14:textId="77777777" w:rsidR="003440EA" w:rsidRPr="00CC6DA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14:paraId="1257098F" w14:textId="77777777" w:rsidR="00EE74FE" w:rsidRDefault="00EE74FE"/>
          <w:p w14:paraId="301671F7" w14:textId="5D045B9A" w:rsidR="00EE74FE" w:rsidRDefault="000A2230" w:rsidP="00DA6B2B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lees de theorie van </w:t>
            </w:r>
          </w:p>
          <w:p w14:paraId="2BA72567" w14:textId="2179B13C" w:rsidR="0083500C" w:rsidRPr="00DA6B2B" w:rsidRDefault="00873669" w:rsidP="00DA6B2B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BE4BF0">
              <w:rPr>
                <w:rFonts w:ascii="Arial" w:hAnsi="Arial" w:cs="Arial"/>
                <w:sz w:val="20"/>
                <w:szCs w:val="20"/>
              </w:rPr>
              <w:t xml:space="preserve">ies </w:t>
            </w:r>
            <w:r w:rsidR="00FF5676">
              <w:rPr>
                <w:rFonts w:ascii="Arial" w:hAnsi="Arial" w:cs="Arial"/>
                <w:sz w:val="20"/>
                <w:szCs w:val="20"/>
              </w:rPr>
              <w:t>4 machines. Uit elke groep 1</w:t>
            </w:r>
            <w:r w:rsidR="008350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F0F918" w14:textId="5E240D9E" w:rsidR="000A2230" w:rsidRPr="005800F8" w:rsidRDefault="00873669" w:rsidP="0083500C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Maak een presentatie</w:t>
            </w:r>
          </w:p>
          <w:p w14:paraId="226D587B" w14:textId="3E4D5B8F" w:rsidR="000A2230" w:rsidRPr="000A2230" w:rsidRDefault="000A2230" w:rsidP="00FF0BDD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lever de opdracht in.</w:t>
            </w:r>
          </w:p>
          <w:p w14:paraId="03B8249F" w14:textId="7DF58562" w:rsidR="008E58F5" w:rsidRPr="003440EA" w:rsidRDefault="000A2230" w:rsidP="000A223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440E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440EA" w14:paraId="2DEB1382" w14:textId="77777777" w:rsidTr="00FF0BDD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B55784" w14:textId="77777777" w:rsidR="00EE74FE" w:rsidRPr="003440EA" w:rsidRDefault="00EE74FE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38FE52F7" w14:textId="77777777" w:rsidTr="001C357F"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BDD6EE" w:themeFill="accent1" w:themeFillTint="66"/>
            <w:tcMar>
              <w:top w:w="28" w:type="dxa"/>
              <w:bottom w:w="28" w:type="dxa"/>
            </w:tcMar>
            <w:vAlign w:val="center"/>
          </w:tcPr>
          <w:p w14:paraId="2E5830AE" w14:textId="77777777" w:rsidR="008E58F5" w:rsidRDefault="001C357F" w:rsidP="00B35CE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C357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lever je in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  <w:p w14:paraId="08503D82" w14:textId="77777777" w:rsidR="001C21AC" w:rsidRDefault="001C21AC" w:rsidP="00B35CE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095463D8" w14:textId="3C604CD8" w:rsidR="008A4080" w:rsidRDefault="00637458" w:rsidP="00FF0BDD">
            <w:pPr>
              <w:pStyle w:val="Lijstalinea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 presentatie </w:t>
            </w:r>
            <w:r w:rsidR="008B426D">
              <w:rPr>
                <w:rFonts w:ascii="Arial" w:hAnsi="Arial" w:cs="Arial"/>
                <w:color w:val="000000" w:themeColor="text1"/>
                <w:sz w:val="20"/>
                <w:szCs w:val="20"/>
              </w:rPr>
              <w:t>volgens de gestelde voorwaarden</w:t>
            </w:r>
          </w:p>
          <w:p w14:paraId="7C328ED6" w14:textId="5570DB33" w:rsidR="00A424F5" w:rsidRPr="00BB44B4" w:rsidRDefault="00A424F5" w:rsidP="008B426D">
            <w:pPr>
              <w:pStyle w:val="Lijstaline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20D8847" w14:textId="77777777" w:rsidR="000A2230" w:rsidRPr="00BB44B4" w:rsidRDefault="000A2230" w:rsidP="000A2230">
            <w:pPr>
              <w:pStyle w:val="Lijstaline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587111E" w14:textId="787B1F25" w:rsidR="00D93945" w:rsidRPr="00BB44B4" w:rsidRDefault="000A2230" w:rsidP="000A2230">
            <w:pPr>
              <w:pStyle w:val="Lijstaline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44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Inleveren </w:t>
            </w:r>
            <w:r w:rsidR="00170D89" w:rsidRPr="00BB44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via Elo opdrachten </w:t>
            </w:r>
            <w:r w:rsidR="00170D89" w:rsidRPr="00BB44B4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Wingdings" w:char="F0E0"/>
            </w:r>
            <w:r w:rsidR="00170D89" w:rsidRPr="00BB44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4337E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Inleverpunt Het </w:t>
            </w:r>
            <w:r w:rsidR="00170D89" w:rsidRPr="00BB44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Groene </w:t>
            </w:r>
            <w:r w:rsidR="004337E8">
              <w:rPr>
                <w:rFonts w:ascii="Arial" w:hAnsi="Arial" w:cs="Arial"/>
                <w:color w:val="000000" w:themeColor="text1"/>
                <w:sz w:val="20"/>
                <w:szCs w:val="20"/>
              </w:rPr>
              <w:t>Machinepark</w:t>
            </w:r>
          </w:p>
          <w:p w14:paraId="29A84F7E" w14:textId="77777777" w:rsidR="001C357F" w:rsidRPr="001C357F" w:rsidRDefault="001C357F" w:rsidP="00B35CE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FC19E6E" w14:textId="77777777" w:rsidR="001C357F" w:rsidRDefault="001C357F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br w:type="page"/>
      </w:r>
    </w:p>
    <w:p w14:paraId="11E7AD7E" w14:textId="35F412A8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9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B85207" w14:paraId="3F25C616" w14:textId="77777777" w:rsidTr="007A56C5">
        <w:trPr>
          <w:trHeight w:val="313"/>
        </w:trPr>
        <w:tc>
          <w:tcPr>
            <w:tcW w:w="9146" w:type="dxa"/>
            <w:shd w:val="clear" w:color="auto" w:fill="C5E0B3" w:themeFill="accent6" w:themeFillTint="66"/>
          </w:tcPr>
          <w:p w14:paraId="323F3D77" w14:textId="233445A2" w:rsidR="00B85207" w:rsidRDefault="001D423F" w:rsidP="000D632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De o</w:t>
            </w:r>
            <w:r w:rsidR="00B85207" w:rsidRPr="00783E94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pdracht</w:t>
            </w:r>
            <w:r w:rsidR="00A424F5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 xml:space="preserve"> </w:t>
            </w:r>
            <w:r w:rsidR="00B85207" w:rsidRPr="00783E94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Doe onderzoek en maak een presentatie</w:t>
            </w:r>
          </w:p>
        </w:tc>
      </w:tr>
    </w:tbl>
    <w:p w14:paraId="0827CFA0" w14:textId="42AB30A4" w:rsidR="004274BA" w:rsidRDefault="008B450A" w:rsidP="004274BA">
      <w:pPr>
        <w:rPr>
          <w:rFonts w:ascii="Arial" w:hAnsi="Arial" w:cs="Arial"/>
          <w:sz w:val="24"/>
          <w:szCs w:val="24"/>
        </w:rPr>
      </w:pPr>
      <w:r w:rsidRPr="00840261"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3C75DFD1" wp14:editId="11D8ACFB">
                <wp:simplePos x="0" y="0"/>
                <wp:positionH relativeFrom="margin">
                  <wp:posOffset>-635</wp:posOffset>
                </wp:positionH>
                <wp:positionV relativeFrom="paragraph">
                  <wp:posOffset>337185</wp:posOffset>
                </wp:positionV>
                <wp:extent cx="5800090" cy="937895"/>
                <wp:effectExtent l="0" t="0" r="10160" b="25400"/>
                <wp:wrapSquare wrapText="bothSides"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09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C6D03" w14:textId="4FDE1EC1" w:rsidR="008B450A" w:rsidRPr="003431A0" w:rsidRDefault="003431A0" w:rsidP="00C2058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431A0">
                              <w:rPr>
                                <w:rFonts w:ascii="Arial" w:hAnsi="Arial" w:cs="Arial"/>
                                <w:color w:val="0D0D0D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Je gaat </w:t>
                            </w:r>
                            <w:r w:rsidRPr="003431A0">
                              <w:rPr>
                                <w:rFonts w:ascii="Arial" w:hAnsi="Arial" w:cs="Arial"/>
                                <w:color w:val="0D0D0D"/>
                                <w:sz w:val="24"/>
                                <w:szCs w:val="24"/>
                                <w:shd w:val="clear" w:color="auto" w:fill="FFFFFF"/>
                              </w:rPr>
                              <w:t>e</w:t>
                            </w:r>
                            <w:r w:rsidRPr="003431A0">
                              <w:rPr>
                                <w:rFonts w:ascii="Arial" w:hAnsi="Arial" w:cs="Arial"/>
                                <w:color w:val="0D0D0D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en onderzoek doen naar getrokken landbouwvoertuigen. </w:t>
                            </w:r>
                            <w:r>
                              <w:rPr>
                                <w:rFonts w:ascii="Arial" w:hAnsi="Arial" w:cs="Arial"/>
                                <w:color w:val="0D0D0D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Je kiest uit elke categorie </w:t>
                            </w:r>
                            <w:r w:rsidR="000C5E90">
                              <w:rPr>
                                <w:rFonts w:ascii="Arial" w:hAnsi="Arial" w:cs="Arial"/>
                                <w:color w:val="0D0D0D"/>
                                <w:sz w:val="24"/>
                                <w:szCs w:val="24"/>
                                <w:shd w:val="clear" w:color="auto" w:fill="FFFFFF"/>
                              </w:rPr>
                              <w:t>een</w:t>
                            </w:r>
                            <w:r w:rsidRPr="003431A0">
                              <w:rPr>
                                <w:rFonts w:ascii="Arial" w:hAnsi="Arial" w:cs="Arial"/>
                                <w:color w:val="0D0D0D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machine. </w:t>
                            </w:r>
                            <w:r w:rsidR="000C5E90">
                              <w:rPr>
                                <w:rFonts w:ascii="Arial" w:hAnsi="Arial" w:cs="Arial"/>
                                <w:color w:val="0D0D0D"/>
                                <w:sz w:val="24"/>
                                <w:szCs w:val="24"/>
                                <w:shd w:val="clear" w:color="auto" w:fill="FFFFFF"/>
                              </w:rPr>
                              <w:t>Je gaat</w:t>
                            </w:r>
                            <w:r w:rsidRPr="003431A0">
                              <w:rPr>
                                <w:rFonts w:ascii="Arial" w:hAnsi="Arial" w:cs="Arial"/>
                                <w:color w:val="0D0D0D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de werking, toepassingen, voordelen en nadelen van deze machine onderzoeken en </w:t>
                            </w:r>
                            <w:r w:rsidR="000C5E90">
                              <w:rPr>
                                <w:rFonts w:ascii="Arial" w:hAnsi="Arial" w:cs="Arial"/>
                                <w:color w:val="0D0D0D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daarvan </w:t>
                            </w:r>
                            <w:r w:rsidRPr="003431A0">
                              <w:rPr>
                                <w:rFonts w:ascii="Arial" w:hAnsi="Arial" w:cs="Arial"/>
                                <w:color w:val="0D0D0D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een presentatie </w:t>
                            </w:r>
                            <w:r w:rsidR="000C5E90">
                              <w:rPr>
                                <w:rFonts w:ascii="Arial" w:hAnsi="Arial" w:cs="Arial"/>
                                <w:color w:val="0D0D0D"/>
                                <w:sz w:val="24"/>
                                <w:szCs w:val="24"/>
                                <w:shd w:val="clear" w:color="auto" w:fill="FFFFFF"/>
                              </w:rPr>
                              <w:t>maken.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75DFD1" id="Tekstvak 2" o:spid="_x0000_s1032" type="#_x0000_t202" style="position:absolute;margin-left:-.05pt;margin-top:26.55pt;width:456.7pt;height:73.85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">
                <v:textbox style="mso-fit-shape-to-text:t">
                  <w:txbxContent>
                    <w:p w14:paraId="1F0C6D03" w14:textId="4FDE1EC1" w:rsidR="008B450A" w:rsidRPr="003431A0" w:rsidRDefault="003431A0" w:rsidP="00C2058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431A0">
                        <w:rPr>
                          <w:rFonts w:ascii="Arial" w:hAnsi="Arial" w:cs="Arial"/>
                          <w:color w:val="0D0D0D"/>
                          <w:sz w:val="24"/>
                          <w:szCs w:val="24"/>
                          <w:shd w:val="clear" w:color="auto" w:fill="FFFFFF"/>
                        </w:rPr>
                        <w:t xml:space="preserve">Je gaat </w:t>
                      </w:r>
                      <w:r w:rsidRPr="003431A0">
                        <w:rPr>
                          <w:rFonts w:ascii="Arial" w:hAnsi="Arial" w:cs="Arial"/>
                          <w:color w:val="0D0D0D"/>
                          <w:sz w:val="24"/>
                          <w:szCs w:val="24"/>
                          <w:shd w:val="clear" w:color="auto" w:fill="FFFFFF"/>
                        </w:rPr>
                        <w:t>e</w:t>
                      </w:r>
                      <w:r w:rsidRPr="003431A0">
                        <w:rPr>
                          <w:rFonts w:ascii="Arial" w:hAnsi="Arial" w:cs="Arial"/>
                          <w:color w:val="0D0D0D"/>
                          <w:sz w:val="24"/>
                          <w:szCs w:val="24"/>
                          <w:shd w:val="clear" w:color="auto" w:fill="FFFFFF"/>
                        </w:rPr>
                        <w:t xml:space="preserve">en onderzoek doen naar getrokken landbouwvoertuigen. </w:t>
                      </w:r>
                      <w:r>
                        <w:rPr>
                          <w:rFonts w:ascii="Arial" w:hAnsi="Arial" w:cs="Arial"/>
                          <w:color w:val="0D0D0D"/>
                          <w:sz w:val="24"/>
                          <w:szCs w:val="24"/>
                          <w:shd w:val="clear" w:color="auto" w:fill="FFFFFF"/>
                        </w:rPr>
                        <w:t xml:space="preserve">Je kiest uit elke categorie </w:t>
                      </w:r>
                      <w:r w:rsidR="000C5E90">
                        <w:rPr>
                          <w:rFonts w:ascii="Arial" w:hAnsi="Arial" w:cs="Arial"/>
                          <w:color w:val="0D0D0D"/>
                          <w:sz w:val="24"/>
                          <w:szCs w:val="24"/>
                          <w:shd w:val="clear" w:color="auto" w:fill="FFFFFF"/>
                        </w:rPr>
                        <w:t>een</w:t>
                      </w:r>
                      <w:r w:rsidRPr="003431A0">
                        <w:rPr>
                          <w:rFonts w:ascii="Arial" w:hAnsi="Arial" w:cs="Arial"/>
                          <w:color w:val="0D0D0D"/>
                          <w:sz w:val="24"/>
                          <w:szCs w:val="24"/>
                          <w:shd w:val="clear" w:color="auto" w:fill="FFFFFF"/>
                        </w:rPr>
                        <w:t xml:space="preserve"> machine. </w:t>
                      </w:r>
                      <w:r w:rsidR="000C5E90">
                        <w:rPr>
                          <w:rFonts w:ascii="Arial" w:hAnsi="Arial" w:cs="Arial"/>
                          <w:color w:val="0D0D0D"/>
                          <w:sz w:val="24"/>
                          <w:szCs w:val="24"/>
                          <w:shd w:val="clear" w:color="auto" w:fill="FFFFFF"/>
                        </w:rPr>
                        <w:t>Je gaat</w:t>
                      </w:r>
                      <w:r w:rsidRPr="003431A0">
                        <w:rPr>
                          <w:rFonts w:ascii="Arial" w:hAnsi="Arial" w:cs="Arial"/>
                          <w:color w:val="0D0D0D"/>
                          <w:sz w:val="24"/>
                          <w:szCs w:val="24"/>
                          <w:shd w:val="clear" w:color="auto" w:fill="FFFFFF"/>
                        </w:rPr>
                        <w:t xml:space="preserve"> de werking, toepassingen, voordelen en nadelen van deze machine onderzoeken en </w:t>
                      </w:r>
                      <w:r w:rsidR="000C5E90">
                        <w:rPr>
                          <w:rFonts w:ascii="Arial" w:hAnsi="Arial" w:cs="Arial"/>
                          <w:color w:val="0D0D0D"/>
                          <w:sz w:val="24"/>
                          <w:szCs w:val="24"/>
                          <w:shd w:val="clear" w:color="auto" w:fill="FFFFFF"/>
                        </w:rPr>
                        <w:t xml:space="preserve">daarvan </w:t>
                      </w:r>
                      <w:r w:rsidRPr="003431A0">
                        <w:rPr>
                          <w:rFonts w:ascii="Arial" w:hAnsi="Arial" w:cs="Arial"/>
                          <w:color w:val="0D0D0D"/>
                          <w:sz w:val="24"/>
                          <w:szCs w:val="24"/>
                          <w:shd w:val="clear" w:color="auto" w:fill="FFFFFF"/>
                        </w:rPr>
                        <w:t xml:space="preserve">een presentatie </w:t>
                      </w:r>
                      <w:r w:rsidR="000C5E90">
                        <w:rPr>
                          <w:rFonts w:ascii="Arial" w:hAnsi="Arial" w:cs="Arial"/>
                          <w:color w:val="0D0D0D"/>
                          <w:sz w:val="24"/>
                          <w:szCs w:val="24"/>
                          <w:shd w:val="clear" w:color="auto" w:fill="FFFFFF"/>
                        </w:rPr>
                        <w:t>maken.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FBBFA55" w14:textId="77777777" w:rsidR="00113D03" w:rsidRDefault="00113D03" w:rsidP="0095476A">
      <w:pPr>
        <w:ind w:left="426"/>
        <w:rPr>
          <w:rFonts w:ascii="Arial" w:hAnsi="Arial" w:cs="Arial"/>
          <w:sz w:val="24"/>
          <w:szCs w:val="24"/>
        </w:rPr>
      </w:pPr>
    </w:p>
    <w:p w14:paraId="09F256AF" w14:textId="77777777" w:rsidR="004337E8" w:rsidRDefault="004337E8" w:rsidP="0095476A">
      <w:pPr>
        <w:ind w:left="426"/>
        <w:rPr>
          <w:rFonts w:ascii="Arial" w:hAnsi="Arial" w:cs="Arial"/>
          <w:sz w:val="24"/>
          <w:szCs w:val="24"/>
        </w:rPr>
      </w:pPr>
    </w:p>
    <w:p w14:paraId="1C46ADF7" w14:textId="443D0833" w:rsidR="00EA7733" w:rsidRPr="00EA7733" w:rsidRDefault="001D423F" w:rsidP="00EA7733">
      <w:pPr>
        <w:numPr>
          <w:ilvl w:val="0"/>
          <w:numId w:val="4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Kiezen van 4 verschillende m</w:t>
      </w:r>
      <w:r w:rsidR="00EA7733" w:rsidRPr="00EA7733">
        <w:rPr>
          <w:rFonts w:ascii="Arial" w:hAnsi="Arial" w:cs="Arial"/>
          <w:b/>
          <w:bCs/>
          <w:sz w:val="24"/>
          <w:szCs w:val="24"/>
        </w:rPr>
        <w:t>achines:</w:t>
      </w:r>
    </w:p>
    <w:p w14:paraId="5E8CA243" w14:textId="4CA607F5" w:rsidR="00EA7733" w:rsidRPr="00EA7733" w:rsidRDefault="00EA7733" w:rsidP="00EA7733">
      <w:pPr>
        <w:numPr>
          <w:ilvl w:val="1"/>
          <w:numId w:val="4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kiest uit </w:t>
      </w:r>
      <w:r w:rsidR="00623635">
        <w:rPr>
          <w:rFonts w:ascii="Arial" w:hAnsi="Arial" w:cs="Arial"/>
          <w:sz w:val="24"/>
          <w:szCs w:val="24"/>
        </w:rPr>
        <w:t>elk van onderstaand</w:t>
      </w:r>
      <w:r w:rsidR="00BA4C56">
        <w:rPr>
          <w:rFonts w:ascii="Arial" w:hAnsi="Arial" w:cs="Arial"/>
          <w:sz w:val="24"/>
          <w:szCs w:val="24"/>
        </w:rPr>
        <w:t xml:space="preserve"> 4</w:t>
      </w:r>
      <w:r w:rsidR="00623635">
        <w:rPr>
          <w:rFonts w:ascii="Arial" w:hAnsi="Arial" w:cs="Arial"/>
          <w:sz w:val="24"/>
          <w:szCs w:val="24"/>
        </w:rPr>
        <w:t xml:space="preserve"> groepen machines één specifieke machine</w:t>
      </w:r>
      <w:r w:rsidR="005D6E3B">
        <w:rPr>
          <w:rFonts w:ascii="Arial" w:hAnsi="Arial" w:cs="Arial"/>
          <w:sz w:val="24"/>
          <w:szCs w:val="24"/>
        </w:rPr>
        <w:t xml:space="preserve">. Voorbeelden </w:t>
      </w:r>
      <w:r w:rsidR="0036008E">
        <w:rPr>
          <w:rFonts w:ascii="Arial" w:hAnsi="Arial" w:cs="Arial"/>
          <w:sz w:val="24"/>
          <w:szCs w:val="24"/>
        </w:rPr>
        <w:t xml:space="preserve">uit iedere groep </w:t>
      </w:r>
      <w:r w:rsidR="005D6E3B">
        <w:rPr>
          <w:rFonts w:ascii="Arial" w:hAnsi="Arial" w:cs="Arial"/>
          <w:sz w:val="24"/>
          <w:szCs w:val="24"/>
        </w:rPr>
        <w:t>kun je vinden in de theorie</w:t>
      </w:r>
      <w:r w:rsidR="001D423F">
        <w:rPr>
          <w:rFonts w:ascii="Arial" w:hAnsi="Arial" w:cs="Arial"/>
          <w:sz w:val="24"/>
          <w:szCs w:val="24"/>
        </w:rPr>
        <w:t xml:space="preserve"> van ‘Getrokken </w:t>
      </w:r>
      <w:r w:rsidR="001D7B0F">
        <w:rPr>
          <w:rFonts w:ascii="Arial" w:hAnsi="Arial" w:cs="Arial"/>
          <w:sz w:val="24"/>
          <w:szCs w:val="24"/>
        </w:rPr>
        <w:t>machines’</w:t>
      </w:r>
      <w:r>
        <w:rPr>
          <w:rFonts w:ascii="Arial" w:hAnsi="Arial" w:cs="Arial"/>
          <w:sz w:val="24"/>
          <w:szCs w:val="24"/>
        </w:rPr>
        <w:t xml:space="preserve"> </w:t>
      </w:r>
      <w:r w:rsidRPr="00EA7733">
        <w:rPr>
          <w:rFonts w:ascii="Arial" w:hAnsi="Arial" w:cs="Arial"/>
          <w:sz w:val="24"/>
          <w:szCs w:val="24"/>
        </w:rPr>
        <w:t>:</w:t>
      </w:r>
    </w:p>
    <w:p w14:paraId="497D9723" w14:textId="7301C596" w:rsidR="00EA7733" w:rsidRPr="00EA7733" w:rsidRDefault="00B908A5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 w:rsidRPr="002E34C4">
        <w:rPr>
          <w:rFonts w:ascii="Arial" w:hAnsi="Arial" w:cs="Arial"/>
          <w:sz w:val="24"/>
          <w:szCs w:val="24"/>
        </w:rPr>
        <w:t>Machines voor melkveebedrijven</w:t>
      </w:r>
    </w:p>
    <w:p w14:paraId="721BF580" w14:textId="6F420E49" w:rsidR="00EA7733" w:rsidRPr="00EA7733" w:rsidRDefault="002E34C4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 w:rsidRPr="002E34C4">
        <w:rPr>
          <w:rFonts w:ascii="Arial" w:hAnsi="Arial" w:cs="Arial"/>
          <w:sz w:val="24"/>
          <w:szCs w:val="24"/>
        </w:rPr>
        <w:t>Machines voor Akker- en tuinbouw</w:t>
      </w:r>
    </w:p>
    <w:p w14:paraId="0E6640B5" w14:textId="77777777" w:rsidR="00BA4C56" w:rsidRDefault="00BA4C56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 w:rsidRPr="00BA4C56">
        <w:rPr>
          <w:rFonts w:ascii="Arial" w:hAnsi="Arial" w:cs="Arial"/>
          <w:sz w:val="24"/>
          <w:szCs w:val="24"/>
        </w:rPr>
        <w:t>Tuin- en parkmachines</w:t>
      </w:r>
    </w:p>
    <w:p w14:paraId="40AF5E86" w14:textId="23379351" w:rsidR="00EA7733" w:rsidRDefault="005E2D9E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 w:rsidRPr="005E2D9E">
        <w:rPr>
          <w:rFonts w:ascii="Arial" w:hAnsi="Arial" w:cs="Arial"/>
          <w:sz w:val="24"/>
          <w:szCs w:val="24"/>
        </w:rPr>
        <w:t>Machines voor water- en natuurbeheer</w:t>
      </w:r>
    </w:p>
    <w:p w14:paraId="7EB811DD" w14:textId="77777777" w:rsidR="005E2D9E" w:rsidRDefault="005E2D9E" w:rsidP="004337E8">
      <w:pPr>
        <w:ind w:left="2160"/>
        <w:rPr>
          <w:rFonts w:ascii="Arial" w:hAnsi="Arial" w:cs="Arial"/>
          <w:sz w:val="24"/>
          <w:szCs w:val="24"/>
        </w:rPr>
      </w:pPr>
    </w:p>
    <w:p w14:paraId="253DBFB4" w14:textId="77777777" w:rsidR="004337E8" w:rsidRPr="00EA7733" w:rsidRDefault="004337E8" w:rsidP="004337E8">
      <w:pPr>
        <w:ind w:left="2160"/>
        <w:rPr>
          <w:rFonts w:ascii="Arial" w:hAnsi="Arial" w:cs="Arial"/>
          <w:sz w:val="24"/>
          <w:szCs w:val="24"/>
        </w:rPr>
      </w:pPr>
    </w:p>
    <w:p w14:paraId="22CA12A6" w14:textId="77777777" w:rsidR="00EA7733" w:rsidRPr="00EA7733" w:rsidRDefault="00EA7733" w:rsidP="00EA7733">
      <w:pPr>
        <w:numPr>
          <w:ilvl w:val="0"/>
          <w:numId w:val="45"/>
        </w:numPr>
        <w:rPr>
          <w:rFonts w:ascii="Arial" w:hAnsi="Arial" w:cs="Arial"/>
          <w:sz w:val="24"/>
          <w:szCs w:val="24"/>
        </w:rPr>
      </w:pPr>
      <w:r w:rsidRPr="00EA7733">
        <w:rPr>
          <w:rFonts w:ascii="Arial" w:hAnsi="Arial" w:cs="Arial"/>
          <w:b/>
          <w:bCs/>
          <w:sz w:val="24"/>
          <w:szCs w:val="24"/>
        </w:rPr>
        <w:t>Onderzoek:</w:t>
      </w:r>
    </w:p>
    <w:p w14:paraId="3D3A2739" w14:textId="77777777" w:rsidR="00EA7733" w:rsidRPr="00EA7733" w:rsidRDefault="00EA7733" w:rsidP="00EA7733">
      <w:pPr>
        <w:numPr>
          <w:ilvl w:val="1"/>
          <w:numId w:val="45"/>
        </w:numPr>
        <w:rPr>
          <w:rFonts w:ascii="Arial" w:hAnsi="Arial" w:cs="Arial"/>
          <w:sz w:val="24"/>
          <w:szCs w:val="24"/>
        </w:rPr>
      </w:pPr>
      <w:r w:rsidRPr="00EA7733">
        <w:rPr>
          <w:rFonts w:ascii="Arial" w:hAnsi="Arial" w:cs="Arial"/>
          <w:sz w:val="24"/>
          <w:szCs w:val="24"/>
        </w:rPr>
        <w:t>Gebruik de volgende vragen als leidraad voor je onderzoek:</w:t>
      </w:r>
    </w:p>
    <w:p w14:paraId="7AFF8308" w14:textId="4D9FCF73" w:rsidR="00EA7733" w:rsidRPr="00EA7733" w:rsidRDefault="00EA7733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 w:rsidRPr="00EA7733">
        <w:rPr>
          <w:rFonts w:ascii="Arial" w:hAnsi="Arial" w:cs="Arial"/>
          <w:sz w:val="24"/>
          <w:szCs w:val="24"/>
        </w:rPr>
        <w:t xml:space="preserve">Wat is de </w:t>
      </w:r>
      <w:r w:rsidR="00ED04F0">
        <w:rPr>
          <w:rFonts w:ascii="Arial" w:hAnsi="Arial" w:cs="Arial"/>
          <w:sz w:val="24"/>
          <w:szCs w:val="24"/>
        </w:rPr>
        <w:t>belangrijkste</w:t>
      </w:r>
      <w:r w:rsidRPr="00EA7733">
        <w:rPr>
          <w:rFonts w:ascii="Arial" w:hAnsi="Arial" w:cs="Arial"/>
          <w:sz w:val="24"/>
          <w:szCs w:val="24"/>
        </w:rPr>
        <w:t xml:space="preserve"> functie van deze machine?</w:t>
      </w:r>
    </w:p>
    <w:p w14:paraId="3752B521" w14:textId="77777777" w:rsidR="00EA7733" w:rsidRPr="00EA7733" w:rsidRDefault="00EA7733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 w:rsidRPr="00EA7733">
        <w:rPr>
          <w:rFonts w:ascii="Arial" w:hAnsi="Arial" w:cs="Arial"/>
          <w:sz w:val="24"/>
          <w:szCs w:val="24"/>
        </w:rPr>
        <w:t>Hoe werkt de machine? Beschrijf de belangrijkste onderdelen en hun functie.</w:t>
      </w:r>
    </w:p>
    <w:p w14:paraId="7AFB8A20" w14:textId="78A55470" w:rsidR="00EA7733" w:rsidRPr="00EA7733" w:rsidRDefault="00EA7733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 w:rsidRPr="00EA7733">
        <w:rPr>
          <w:rFonts w:ascii="Arial" w:hAnsi="Arial" w:cs="Arial"/>
          <w:sz w:val="24"/>
          <w:szCs w:val="24"/>
        </w:rPr>
        <w:t>Voor welke taken wordt de machine het meest gebruikt?</w:t>
      </w:r>
    </w:p>
    <w:p w14:paraId="1EEEF758" w14:textId="77777777" w:rsidR="00EA7733" w:rsidRPr="00EA7733" w:rsidRDefault="00EA7733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 w:rsidRPr="00EA7733">
        <w:rPr>
          <w:rFonts w:ascii="Arial" w:hAnsi="Arial" w:cs="Arial"/>
          <w:sz w:val="24"/>
          <w:szCs w:val="24"/>
        </w:rPr>
        <w:t>Wat zijn de voordelen van het gebruik van deze machine?</w:t>
      </w:r>
    </w:p>
    <w:p w14:paraId="5093BF6A" w14:textId="77777777" w:rsidR="00EA7733" w:rsidRPr="00EA7733" w:rsidRDefault="00EA7733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 w:rsidRPr="00EA7733">
        <w:rPr>
          <w:rFonts w:ascii="Arial" w:hAnsi="Arial" w:cs="Arial"/>
          <w:sz w:val="24"/>
          <w:szCs w:val="24"/>
        </w:rPr>
        <w:t>Wat zijn de nadelen of beperkingen van deze machine?</w:t>
      </w:r>
    </w:p>
    <w:p w14:paraId="4F23142F" w14:textId="77777777" w:rsidR="00EA7733" w:rsidRDefault="00EA7733" w:rsidP="00EA7733">
      <w:pPr>
        <w:numPr>
          <w:ilvl w:val="1"/>
          <w:numId w:val="45"/>
        </w:numPr>
        <w:rPr>
          <w:rFonts w:ascii="Arial" w:hAnsi="Arial" w:cs="Arial"/>
          <w:sz w:val="24"/>
          <w:szCs w:val="24"/>
        </w:rPr>
      </w:pPr>
      <w:r w:rsidRPr="00EA7733">
        <w:rPr>
          <w:rFonts w:ascii="Arial" w:hAnsi="Arial" w:cs="Arial"/>
          <w:sz w:val="24"/>
          <w:szCs w:val="24"/>
        </w:rPr>
        <w:t>Zoek informatie op betrouwbare websites, in studieboeken, of via interviews met landbouwers of experts in landbouwmechanisatie.</w:t>
      </w:r>
    </w:p>
    <w:p w14:paraId="54EB3F81" w14:textId="4CF01CE7" w:rsidR="004337E8" w:rsidRDefault="004337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291B2D2" w14:textId="77777777" w:rsidR="00ED04F0" w:rsidRPr="00EA7733" w:rsidRDefault="00ED04F0" w:rsidP="00E326AB">
      <w:pPr>
        <w:ind w:left="1440"/>
        <w:rPr>
          <w:rFonts w:ascii="Arial" w:hAnsi="Arial" w:cs="Arial"/>
          <w:sz w:val="24"/>
          <w:szCs w:val="24"/>
        </w:rPr>
      </w:pPr>
    </w:p>
    <w:p w14:paraId="0FCA1E47" w14:textId="77777777" w:rsidR="00EA7733" w:rsidRPr="00EA7733" w:rsidRDefault="00EA7733" w:rsidP="00EA7733">
      <w:pPr>
        <w:numPr>
          <w:ilvl w:val="0"/>
          <w:numId w:val="45"/>
        </w:numPr>
        <w:rPr>
          <w:rFonts w:ascii="Arial" w:hAnsi="Arial" w:cs="Arial"/>
          <w:sz w:val="24"/>
          <w:szCs w:val="24"/>
        </w:rPr>
      </w:pPr>
      <w:r w:rsidRPr="00EA7733">
        <w:rPr>
          <w:rFonts w:ascii="Arial" w:hAnsi="Arial" w:cs="Arial"/>
          <w:b/>
          <w:bCs/>
          <w:sz w:val="24"/>
          <w:szCs w:val="24"/>
        </w:rPr>
        <w:t>Voorbereiding Presentatie:</w:t>
      </w:r>
    </w:p>
    <w:p w14:paraId="57F83D0B" w14:textId="77777777" w:rsidR="00EA7733" w:rsidRPr="00EA7733" w:rsidRDefault="00EA7733" w:rsidP="00EA7733">
      <w:pPr>
        <w:numPr>
          <w:ilvl w:val="1"/>
          <w:numId w:val="45"/>
        </w:numPr>
        <w:rPr>
          <w:rFonts w:ascii="Arial" w:hAnsi="Arial" w:cs="Arial"/>
          <w:sz w:val="24"/>
          <w:szCs w:val="24"/>
        </w:rPr>
      </w:pPr>
      <w:r w:rsidRPr="00EA7733">
        <w:rPr>
          <w:rFonts w:ascii="Arial" w:hAnsi="Arial" w:cs="Arial"/>
          <w:sz w:val="24"/>
          <w:szCs w:val="24"/>
        </w:rPr>
        <w:t xml:space="preserve">Maak een </w:t>
      </w:r>
      <w:proofErr w:type="spellStart"/>
      <w:r w:rsidRPr="00EA7733">
        <w:rPr>
          <w:rFonts w:ascii="Arial" w:hAnsi="Arial" w:cs="Arial"/>
          <w:sz w:val="24"/>
          <w:szCs w:val="24"/>
        </w:rPr>
        <w:t>PowerPoint-presentatie</w:t>
      </w:r>
      <w:proofErr w:type="spellEnd"/>
      <w:r w:rsidRPr="00EA7733">
        <w:rPr>
          <w:rFonts w:ascii="Arial" w:hAnsi="Arial" w:cs="Arial"/>
          <w:sz w:val="24"/>
          <w:szCs w:val="24"/>
        </w:rPr>
        <w:t xml:space="preserve"> of poster met de volgende onderdelen:</w:t>
      </w:r>
    </w:p>
    <w:p w14:paraId="694AB220" w14:textId="7A982062" w:rsidR="00EA7733" w:rsidRDefault="00EA7733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 w:rsidRPr="00EA7733">
        <w:rPr>
          <w:rFonts w:ascii="Arial" w:hAnsi="Arial" w:cs="Arial"/>
          <w:sz w:val="24"/>
          <w:szCs w:val="24"/>
        </w:rPr>
        <w:t xml:space="preserve">Titelpagina met de naam van de </w:t>
      </w:r>
      <w:r w:rsidR="00402DEA">
        <w:rPr>
          <w:rFonts w:ascii="Arial" w:hAnsi="Arial" w:cs="Arial"/>
          <w:sz w:val="24"/>
          <w:szCs w:val="24"/>
        </w:rPr>
        <w:t xml:space="preserve">4 </w:t>
      </w:r>
      <w:r w:rsidRPr="00EA7733">
        <w:rPr>
          <w:rFonts w:ascii="Arial" w:hAnsi="Arial" w:cs="Arial"/>
          <w:sz w:val="24"/>
          <w:szCs w:val="24"/>
        </w:rPr>
        <w:t>machine</w:t>
      </w:r>
      <w:r w:rsidR="00402DEA">
        <w:rPr>
          <w:rFonts w:ascii="Arial" w:hAnsi="Arial" w:cs="Arial"/>
          <w:sz w:val="24"/>
          <w:szCs w:val="24"/>
        </w:rPr>
        <w:t>s</w:t>
      </w:r>
      <w:r w:rsidRPr="00EA7733">
        <w:rPr>
          <w:rFonts w:ascii="Arial" w:hAnsi="Arial" w:cs="Arial"/>
          <w:sz w:val="24"/>
          <w:szCs w:val="24"/>
        </w:rPr>
        <w:t xml:space="preserve"> en </w:t>
      </w:r>
      <w:r w:rsidR="00402DEA">
        <w:rPr>
          <w:rFonts w:ascii="Arial" w:hAnsi="Arial" w:cs="Arial"/>
          <w:sz w:val="24"/>
          <w:szCs w:val="24"/>
        </w:rPr>
        <w:t>je eigen naam</w:t>
      </w:r>
      <w:r w:rsidRPr="00EA7733">
        <w:rPr>
          <w:rFonts w:ascii="Arial" w:hAnsi="Arial" w:cs="Arial"/>
          <w:sz w:val="24"/>
          <w:szCs w:val="24"/>
        </w:rPr>
        <w:t>.</w:t>
      </w:r>
    </w:p>
    <w:p w14:paraId="14EC9198" w14:textId="55DA202F" w:rsidR="00E326AB" w:rsidRPr="00EA7733" w:rsidRDefault="00E326AB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maakt van iedere machine minimaal 1 sheet aan. (meerdere mag)</w:t>
      </w:r>
    </w:p>
    <w:p w14:paraId="71A05B60" w14:textId="3DD7AAFC" w:rsidR="00EA7733" w:rsidRPr="00EA7733" w:rsidRDefault="001E7965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Iedere sheet bevat een u</w:t>
      </w:r>
      <w:r w:rsidR="00EA7733" w:rsidRPr="00EA7733">
        <w:rPr>
          <w:rFonts w:ascii="Arial" w:hAnsi="Arial" w:cs="Arial"/>
          <w:sz w:val="24"/>
          <w:szCs w:val="24"/>
        </w:rPr>
        <w:t>itleg van de werking en functie van de machine.</w:t>
      </w:r>
    </w:p>
    <w:p w14:paraId="517E8191" w14:textId="77777777" w:rsidR="005A73B0" w:rsidRDefault="00734F8E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iedere sheet leg uit voor welke werkzaamheden de machine gebruikt wordt</w:t>
      </w:r>
    </w:p>
    <w:p w14:paraId="2FDE6557" w14:textId="228C279D" w:rsidR="00EA7733" w:rsidRPr="00EA7733" w:rsidRDefault="005A73B0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Iedere sheet bevat minimaal 2 foto’s van de machine</w:t>
      </w:r>
      <w:r w:rsidR="00AE4379">
        <w:rPr>
          <w:rFonts w:ascii="Arial" w:hAnsi="Arial" w:cs="Arial"/>
          <w:sz w:val="24"/>
          <w:szCs w:val="24"/>
        </w:rPr>
        <w:t xml:space="preserve"> in werking</w:t>
      </w:r>
      <w:r w:rsidR="00EA7733" w:rsidRPr="00EA7733">
        <w:rPr>
          <w:rFonts w:ascii="Arial" w:hAnsi="Arial" w:cs="Arial"/>
          <w:sz w:val="24"/>
          <w:szCs w:val="24"/>
        </w:rPr>
        <w:t>.</w:t>
      </w:r>
      <w:r w:rsidR="00AE4379">
        <w:rPr>
          <w:rFonts w:ascii="Arial" w:hAnsi="Arial" w:cs="Arial"/>
          <w:sz w:val="24"/>
          <w:szCs w:val="24"/>
        </w:rPr>
        <w:t xml:space="preserve"> Eén filmpje mag ook.</w:t>
      </w:r>
    </w:p>
    <w:p w14:paraId="01E29100" w14:textId="287BF412" w:rsidR="00EA7733" w:rsidRPr="00EA7733" w:rsidRDefault="0030217F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Iedere sheet bevat een uitleg van de v</w:t>
      </w:r>
      <w:r w:rsidR="00EA7733" w:rsidRPr="00EA7733">
        <w:rPr>
          <w:rFonts w:ascii="Arial" w:hAnsi="Arial" w:cs="Arial"/>
          <w:sz w:val="24"/>
          <w:szCs w:val="24"/>
        </w:rPr>
        <w:t>oordelen en nadelen van de machine.</w:t>
      </w:r>
    </w:p>
    <w:p w14:paraId="6BE17108" w14:textId="108178E2" w:rsidR="00EA7733" w:rsidRDefault="0030217F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vermeldt e</w:t>
      </w:r>
      <w:r w:rsidR="00EA7733" w:rsidRPr="00EA7733">
        <w:rPr>
          <w:rFonts w:ascii="Arial" w:hAnsi="Arial" w:cs="Arial"/>
          <w:sz w:val="24"/>
          <w:szCs w:val="24"/>
        </w:rPr>
        <w:t>ventuele interessante weetjes of innovaties met betrekking tot de machine.</w:t>
      </w:r>
    </w:p>
    <w:p w14:paraId="32299251" w14:textId="40ED09AD" w:rsidR="004337E8" w:rsidRDefault="004337E8" w:rsidP="00EA7733">
      <w:pPr>
        <w:numPr>
          <w:ilvl w:val="2"/>
          <w:numId w:val="45"/>
        </w:numPr>
        <w:rPr>
          <w:rFonts w:ascii="Arial" w:hAnsi="Arial" w:cs="Arial"/>
          <w:sz w:val="24"/>
          <w:szCs w:val="24"/>
        </w:rPr>
      </w:pPr>
      <w:r w:rsidRPr="004337E8">
        <w:rPr>
          <w:rFonts w:ascii="Arial" w:hAnsi="Arial" w:cs="Arial"/>
          <w:sz w:val="24"/>
          <w:szCs w:val="24"/>
        </w:rPr>
        <w:t xml:space="preserve">Inleveren via Elo opdrachten </w:t>
      </w:r>
      <w:r w:rsidR="006C3D7C">
        <w:rPr>
          <w:rFonts w:ascii="Arial" w:hAnsi="Arial" w:cs="Arial"/>
          <w:sz w:val="24"/>
          <w:szCs w:val="24"/>
        </w:rPr>
        <w:t>‘</w:t>
      </w:r>
      <w:r w:rsidRPr="004337E8">
        <w:rPr>
          <w:rFonts w:ascii="Arial" w:hAnsi="Arial" w:cs="Arial"/>
          <w:sz w:val="24"/>
          <w:szCs w:val="24"/>
        </w:rPr>
        <w:t>Inleverpunt Het Groene Machinepark</w:t>
      </w:r>
      <w:r w:rsidR="006C3D7C">
        <w:rPr>
          <w:rFonts w:ascii="Arial" w:hAnsi="Arial" w:cs="Arial"/>
          <w:sz w:val="24"/>
          <w:szCs w:val="24"/>
        </w:rPr>
        <w:t>’</w:t>
      </w:r>
    </w:p>
    <w:p w14:paraId="6A1773F8" w14:textId="77777777" w:rsidR="006C3D7C" w:rsidRPr="00EA7733" w:rsidRDefault="006C3D7C" w:rsidP="006C3D7C">
      <w:pPr>
        <w:ind w:left="2160"/>
        <w:rPr>
          <w:rFonts w:ascii="Arial" w:hAnsi="Arial" w:cs="Arial"/>
          <w:sz w:val="24"/>
          <w:szCs w:val="24"/>
        </w:rPr>
      </w:pPr>
    </w:p>
    <w:p w14:paraId="161509D8" w14:textId="77777777" w:rsidR="003F2EEE" w:rsidRDefault="003F2EEE" w:rsidP="00451462">
      <w:pPr>
        <w:ind w:left="1146"/>
        <w:jc w:val="center"/>
        <w:rPr>
          <w:rFonts w:ascii="Arial" w:hAnsi="Arial" w:cs="Arial"/>
          <w:b/>
          <w:sz w:val="24"/>
          <w:szCs w:val="24"/>
        </w:rPr>
      </w:pPr>
    </w:p>
    <w:p w14:paraId="3F12B340" w14:textId="60FE47CA" w:rsidR="00451462" w:rsidRPr="007A56C5" w:rsidRDefault="00451462" w:rsidP="00451462">
      <w:pPr>
        <w:ind w:left="1146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A56C5">
        <w:rPr>
          <w:rFonts w:ascii="Arial" w:hAnsi="Arial" w:cs="Arial"/>
          <w:b/>
          <w:sz w:val="24"/>
          <w:szCs w:val="24"/>
        </w:rPr>
        <w:t xml:space="preserve">- Einde van de opdracht - </w:t>
      </w:r>
    </w:p>
    <w:p w14:paraId="5C69E419" w14:textId="77777777" w:rsidR="00451462" w:rsidRDefault="00451462" w:rsidP="00031C67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14:paraId="55874975" w14:textId="367CDECA" w:rsidR="007A56C5" w:rsidRDefault="007A56C5" w:rsidP="00113D03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A56C5" w:rsidSect="00513B8D">
      <w:headerReference w:type="default" r:id="rId15"/>
      <w:footerReference w:type="default" r:id="rId16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EADBE" w14:textId="77777777" w:rsidR="00644F04" w:rsidRDefault="00644F04" w:rsidP="0036770B">
      <w:pPr>
        <w:spacing w:after="0" w:line="240" w:lineRule="auto"/>
      </w:pPr>
      <w:r>
        <w:separator/>
      </w:r>
    </w:p>
  </w:endnote>
  <w:endnote w:type="continuationSeparator" w:id="0">
    <w:p w14:paraId="16AD14A6" w14:textId="77777777" w:rsidR="00644F04" w:rsidRDefault="00644F04" w:rsidP="0036770B">
      <w:pPr>
        <w:spacing w:after="0" w:line="240" w:lineRule="auto"/>
      </w:pPr>
      <w:r>
        <w:continuationSeparator/>
      </w:r>
    </w:p>
  </w:endnote>
  <w:endnote w:type="continuationNotice" w:id="1">
    <w:p w14:paraId="1167F5FF" w14:textId="77777777" w:rsidR="00644F04" w:rsidRDefault="00644F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83D88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58244" behindDoc="0" locked="0" layoutInCell="1" allowOverlap="1" wp14:anchorId="118ECC6E" wp14:editId="2E4552EE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6" name="Afbeelding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348B4C6E" wp14:editId="5EFFD4E0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95C32A" w14:textId="5A3984F5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E536F" w:rsidRPr="00DE536F">
                                <w:rPr>
                                  <w:noProof/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48B4C6E" id="Rechthoek 218" o:spid="_x0000_s1038" style="position:absolute;margin-left:0;margin-top:0;width:44.55pt;height:15.1pt;rotation:180;flip:x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" filled="f" fillcolor="#c0504d" stroked="f" strokecolor="#5c83b4" strokeweight="2.25pt">
                  <v:textbox inset=",0,,0">
                    <w:txbxContent>
                      <w:p w14:paraId="3F95C32A" w14:textId="5A3984F5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E536F" w:rsidRPr="00DE536F">
                          <w:rPr>
                            <w:noProof/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A7CF" w14:textId="77777777" w:rsidR="00644F04" w:rsidRDefault="00644F04" w:rsidP="0036770B">
      <w:pPr>
        <w:spacing w:after="0" w:line="240" w:lineRule="auto"/>
      </w:pPr>
      <w:r>
        <w:separator/>
      </w:r>
    </w:p>
  </w:footnote>
  <w:footnote w:type="continuationSeparator" w:id="0">
    <w:p w14:paraId="2BB715F7" w14:textId="77777777" w:rsidR="00644F04" w:rsidRDefault="00644F04" w:rsidP="0036770B">
      <w:pPr>
        <w:spacing w:after="0" w:line="240" w:lineRule="auto"/>
      </w:pPr>
      <w:r>
        <w:continuationSeparator/>
      </w:r>
    </w:p>
  </w:footnote>
  <w:footnote w:type="continuationNotice" w:id="1">
    <w:p w14:paraId="0A0C8733" w14:textId="77777777" w:rsidR="00644F04" w:rsidRDefault="00644F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482A1" w14:textId="77777777" w:rsidR="001C46D2" w:rsidRDefault="00F02331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296FA82E" wp14:editId="2D7EA1AA">
              <wp:simplePos x="0" y="0"/>
              <wp:positionH relativeFrom="column">
                <wp:posOffset>2742565</wp:posOffset>
              </wp:positionH>
              <wp:positionV relativeFrom="paragraph">
                <wp:posOffset>-121920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D5C04B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653EB631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1A6EAC" w14:textId="53A25931" w:rsidR="00F02331" w:rsidRDefault="00C2058A" w:rsidP="00F02331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</w:t>
                            </w:r>
                            <w:r w:rsidRPr="00C2058A"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  <w:t xml:space="preserve">B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</w:t>
                            </w:r>
                            <w:r w:rsidR="00F02331" w:rsidRPr="00C2058A"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  <w:p w14:paraId="79DBEF2A" w14:textId="2BA98F19" w:rsidR="00B45999" w:rsidRPr="00C2058A" w:rsidRDefault="00B45999" w:rsidP="00F02331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96FA82E" id="Groep 5" o:spid="_x0000_s1033" style="position:absolute;margin-left:215.95pt;margin-top:-9.6pt;width:94.2pt;height:40.3pt;z-index:251658243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">
              <v:rect id="Rechthoek 2" o:spid="_x0000_s1034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" fillcolor="#f95a1b" strokecolor="#1f4d78 [1604]" strokeweight="1pt">
                <v:textbox>
                  <w:txbxContent>
                    <w:p w14:paraId="2AD5C04B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653EB631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_x0000_s1035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" fillcolor="white [3212]" strokecolor="#1f4d78 [1604]" strokeweight="1pt">
                <v:textbox>
                  <w:txbxContent>
                    <w:p w14:paraId="311A6EAC" w14:textId="53A25931" w:rsidR="00F02331" w:rsidRDefault="00C2058A" w:rsidP="00F02331">
                      <w:pPr>
                        <w:spacing w:after="0"/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  <w:t>B</w:t>
                      </w:r>
                      <w:r w:rsidRPr="00C2058A"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  <w:t xml:space="preserve">B </w:t>
                      </w:r>
                      <w:r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  <w:t>K</w:t>
                      </w:r>
                      <w:r w:rsidR="00F02331" w:rsidRPr="00C2058A"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  <w:t>B</w:t>
                      </w:r>
                    </w:p>
                    <w:p w14:paraId="79DBEF2A" w14:textId="2BA98F19" w:rsidR="00B45999" w:rsidRPr="00C2058A" w:rsidRDefault="00B45999" w:rsidP="00F02331">
                      <w:pPr>
                        <w:spacing w:after="0"/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C38434C" wp14:editId="057A83AB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4" name="Rechthoe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906596" w14:textId="2C89B7BB" w:rsidR="001C46D2" w:rsidRPr="00CA4557" w:rsidRDefault="00B54FEC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 xml:space="preserve">     </w:t>
                          </w:r>
                          <w:r w:rsidR="00E216A1"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 xml:space="preserve">  </w:t>
                          </w:r>
                          <w:r w:rsidR="00496F3F"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 xml:space="preserve">           </w:t>
                          </w:r>
                          <w:r w:rsidR="00E2163E"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Het Groene Machinepark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38434C" id="Rechthoek 4" o:spid="_x0000_s1036" style="position:absolute;margin-left:265.05pt;margin-top:-.8pt;width:191.5pt;height:22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" fillcolor="#375623 [1609]" strokecolor="#375623 [1609]" strokeweight="1pt">
              <v:textbox>
                <w:txbxContent>
                  <w:p w14:paraId="53906596" w14:textId="2C89B7BB" w:rsidR="001C46D2" w:rsidRPr="00CA4557" w:rsidRDefault="00B54FEC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 xml:space="preserve">     </w:t>
                    </w:r>
                    <w:r w:rsidR="00E216A1">
                      <w:rPr>
                        <w:rFonts w:ascii="Cambria" w:hAnsi="Cambria"/>
                        <w:b/>
                        <w:color w:val="FFFFFF" w:themeColor="background1"/>
                      </w:rPr>
                      <w:t xml:space="preserve">  </w:t>
                    </w:r>
                    <w:r w:rsidR="00496F3F">
                      <w:rPr>
                        <w:rFonts w:ascii="Cambria" w:hAnsi="Cambria"/>
                        <w:b/>
                        <w:color w:val="FFFFFF" w:themeColor="background1"/>
                      </w:rPr>
                      <w:t xml:space="preserve">           </w:t>
                    </w:r>
                    <w:r w:rsidR="00E2163E">
                      <w:rPr>
                        <w:rFonts w:ascii="Cambria" w:hAnsi="Cambria"/>
                        <w:b/>
                        <w:color w:val="FFFFFF" w:themeColor="background1"/>
                      </w:rPr>
                      <w:t>Het Groene Machinepark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19EE6B" wp14:editId="25DC5AA9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6" name="Rechthoe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9628803" w14:textId="193CA8E9" w:rsidR="001C46D2" w:rsidRPr="0036770B" w:rsidRDefault="00E2163E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Ori</w:t>
                          </w:r>
                          <w:r w:rsidR="006C3D7C"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ë</w:t>
                          </w: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ntatie getrokken voertuigen</w:t>
                          </w:r>
                          <w:r w:rsidR="00B54FEC"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19EE6B" id="Rechthoek 6" o:spid="_x0000_s1037" style="position:absolute;margin-left:1.15pt;margin-top:-.85pt;width:271.7pt;height:22.0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" fillcolor="white [3212]" strokecolor="#375623 [1609]" strokeweight="1pt">
              <v:textbox>
                <w:txbxContent>
                  <w:p w14:paraId="49628803" w14:textId="193CA8E9" w:rsidR="001C46D2" w:rsidRPr="0036770B" w:rsidRDefault="00E2163E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Ori</w:t>
                    </w:r>
                    <w:r w:rsidR="006C3D7C"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ë</w:t>
                    </w: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ntatie getrokken voertuigen</w:t>
                    </w:r>
                    <w:r w:rsidR="00B54FEC"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02B6"/>
    <w:multiLevelType w:val="hybridMultilevel"/>
    <w:tmpl w:val="DB6082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4F1479C"/>
    <w:multiLevelType w:val="hybridMultilevel"/>
    <w:tmpl w:val="C6FE7A50"/>
    <w:lvl w:ilvl="0" w:tplc="0413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5A24A0D"/>
    <w:multiLevelType w:val="hybridMultilevel"/>
    <w:tmpl w:val="4BA6936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57E3C"/>
    <w:multiLevelType w:val="hybridMultilevel"/>
    <w:tmpl w:val="55588B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575F9"/>
    <w:multiLevelType w:val="hybridMultilevel"/>
    <w:tmpl w:val="3A22814C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D2F59"/>
    <w:multiLevelType w:val="hybridMultilevel"/>
    <w:tmpl w:val="4B56826E"/>
    <w:lvl w:ilvl="0" w:tplc="53B6C73A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2007" w:hanging="360"/>
      </w:pPr>
    </w:lvl>
    <w:lvl w:ilvl="2" w:tplc="0413001B" w:tentative="1">
      <w:start w:val="1"/>
      <w:numFmt w:val="lowerRoman"/>
      <w:lvlText w:val="%3."/>
      <w:lvlJc w:val="right"/>
      <w:pPr>
        <w:ind w:left="2727" w:hanging="180"/>
      </w:pPr>
    </w:lvl>
    <w:lvl w:ilvl="3" w:tplc="0413000F" w:tentative="1">
      <w:start w:val="1"/>
      <w:numFmt w:val="decimal"/>
      <w:lvlText w:val="%4."/>
      <w:lvlJc w:val="left"/>
      <w:pPr>
        <w:ind w:left="3447" w:hanging="360"/>
      </w:pPr>
    </w:lvl>
    <w:lvl w:ilvl="4" w:tplc="04130019" w:tentative="1">
      <w:start w:val="1"/>
      <w:numFmt w:val="lowerLetter"/>
      <w:lvlText w:val="%5."/>
      <w:lvlJc w:val="left"/>
      <w:pPr>
        <w:ind w:left="4167" w:hanging="360"/>
      </w:pPr>
    </w:lvl>
    <w:lvl w:ilvl="5" w:tplc="0413001B" w:tentative="1">
      <w:start w:val="1"/>
      <w:numFmt w:val="lowerRoman"/>
      <w:lvlText w:val="%6."/>
      <w:lvlJc w:val="right"/>
      <w:pPr>
        <w:ind w:left="4887" w:hanging="180"/>
      </w:pPr>
    </w:lvl>
    <w:lvl w:ilvl="6" w:tplc="0413000F" w:tentative="1">
      <w:start w:val="1"/>
      <w:numFmt w:val="decimal"/>
      <w:lvlText w:val="%7."/>
      <w:lvlJc w:val="left"/>
      <w:pPr>
        <w:ind w:left="5607" w:hanging="360"/>
      </w:pPr>
    </w:lvl>
    <w:lvl w:ilvl="7" w:tplc="04130019" w:tentative="1">
      <w:start w:val="1"/>
      <w:numFmt w:val="lowerLetter"/>
      <w:lvlText w:val="%8."/>
      <w:lvlJc w:val="left"/>
      <w:pPr>
        <w:ind w:left="6327" w:hanging="360"/>
      </w:pPr>
    </w:lvl>
    <w:lvl w:ilvl="8" w:tplc="0413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8372E"/>
    <w:multiLevelType w:val="hybridMultilevel"/>
    <w:tmpl w:val="20F60014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07E92"/>
    <w:multiLevelType w:val="hybridMultilevel"/>
    <w:tmpl w:val="D1682AD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FF1355"/>
    <w:multiLevelType w:val="hybridMultilevel"/>
    <w:tmpl w:val="DB6082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074E0"/>
    <w:multiLevelType w:val="hybridMultilevel"/>
    <w:tmpl w:val="F0220FE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BF21ACE"/>
    <w:multiLevelType w:val="hybridMultilevel"/>
    <w:tmpl w:val="655E55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A6D44"/>
    <w:multiLevelType w:val="multilevel"/>
    <w:tmpl w:val="2AF2C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C51F3"/>
    <w:multiLevelType w:val="hybridMultilevel"/>
    <w:tmpl w:val="4128F4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314509"/>
    <w:multiLevelType w:val="hybridMultilevel"/>
    <w:tmpl w:val="43A8EE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8108E"/>
    <w:multiLevelType w:val="hybridMultilevel"/>
    <w:tmpl w:val="CBE2112A"/>
    <w:lvl w:ilvl="0" w:tplc="B9348988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61B3010"/>
    <w:multiLevelType w:val="hybridMultilevel"/>
    <w:tmpl w:val="B8D40C70"/>
    <w:lvl w:ilvl="0" w:tplc="90628E4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78C7BFD"/>
    <w:multiLevelType w:val="hybridMultilevel"/>
    <w:tmpl w:val="B5422004"/>
    <w:lvl w:ilvl="0" w:tplc="B934898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B083384"/>
    <w:multiLevelType w:val="hybridMultilevel"/>
    <w:tmpl w:val="E438DD76"/>
    <w:lvl w:ilvl="0" w:tplc="D0DC155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64F69D0"/>
    <w:multiLevelType w:val="hybridMultilevel"/>
    <w:tmpl w:val="E438DD76"/>
    <w:lvl w:ilvl="0" w:tplc="D0DC1556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90" w:hanging="360"/>
      </w:pPr>
    </w:lvl>
    <w:lvl w:ilvl="2" w:tplc="0413001B" w:tentative="1">
      <w:start w:val="1"/>
      <w:numFmt w:val="lowerRoman"/>
      <w:lvlText w:val="%3."/>
      <w:lvlJc w:val="right"/>
      <w:pPr>
        <w:ind w:left="2510" w:hanging="180"/>
      </w:pPr>
    </w:lvl>
    <w:lvl w:ilvl="3" w:tplc="0413000F" w:tentative="1">
      <w:start w:val="1"/>
      <w:numFmt w:val="decimal"/>
      <w:lvlText w:val="%4."/>
      <w:lvlJc w:val="left"/>
      <w:pPr>
        <w:ind w:left="3230" w:hanging="360"/>
      </w:pPr>
    </w:lvl>
    <w:lvl w:ilvl="4" w:tplc="04130019" w:tentative="1">
      <w:start w:val="1"/>
      <w:numFmt w:val="lowerLetter"/>
      <w:lvlText w:val="%5."/>
      <w:lvlJc w:val="left"/>
      <w:pPr>
        <w:ind w:left="3950" w:hanging="360"/>
      </w:pPr>
    </w:lvl>
    <w:lvl w:ilvl="5" w:tplc="0413001B" w:tentative="1">
      <w:start w:val="1"/>
      <w:numFmt w:val="lowerRoman"/>
      <w:lvlText w:val="%6."/>
      <w:lvlJc w:val="right"/>
      <w:pPr>
        <w:ind w:left="4670" w:hanging="180"/>
      </w:pPr>
    </w:lvl>
    <w:lvl w:ilvl="6" w:tplc="0413000F" w:tentative="1">
      <w:start w:val="1"/>
      <w:numFmt w:val="decimal"/>
      <w:lvlText w:val="%7."/>
      <w:lvlJc w:val="left"/>
      <w:pPr>
        <w:ind w:left="5390" w:hanging="360"/>
      </w:pPr>
    </w:lvl>
    <w:lvl w:ilvl="7" w:tplc="04130019" w:tentative="1">
      <w:start w:val="1"/>
      <w:numFmt w:val="lowerLetter"/>
      <w:lvlText w:val="%8."/>
      <w:lvlJc w:val="left"/>
      <w:pPr>
        <w:ind w:left="6110" w:hanging="360"/>
      </w:pPr>
    </w:lvl>
    <w:lvl w:ilvl="8" w:tplc="0413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7BD43E9"/>
    <w:multiLevelType w:val="hybridMultilevel"/>
    <w:tmpl w:val="25CEA4D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14C38"/>
    <w:multiLevelType w:val="hybridMultilevel"/>
    <w:tmpl w:val="7C74C996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5A7E530E"/>
    <w:multiLevelType w:val="hybridMultilevel"/>
    <w:tmpl w:val="0E16C0D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133F9"/>
    <w:multiLevelType w:val="hybridMultilevel"/>
    <w:tmpl w:val="09DA39C4"/>
    <w:lvl w:ilvl="0" w:tplc="90628E4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7C9470C"/>
    <w:multiLevelType w:val="hybridMultilevel"/>
    <w:tmpl w:val="9EAE0402"/>
    <w:lvl w:ilvl="0" w:tplc="FF5CFB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0493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A81E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9AC1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10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9C28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4CB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9606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D47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865202"/>
    <w:multiLevelType w:val="hybridMultilevel"/>
    <w:tmpl w:val="09EE444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B84FE1"/>
    <w:multiLevelType w:val="hybridMultilevel"/>
    <w:tmpl w:val="3D0662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 w15:restartNumberingAfterBreak="0">
    <w:nsid w:val="738917B0"/>
    <w:multiLevelType w:val="hybridMultilevel"/>
    <w:tmpl w:val="F260EE6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CE49E5"/>
    <w:multiLevelType w:val="hybridMultilevel"/>
    <w:tmpl w:val="F260EE6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836224">
    <w:abstractNumId w:val="5"/>
  </w:num>
  <w:num w:numId="2" w16cid:durableId="74476951">
    <w:abstractNumId w:val="8"/>
  </w:num>
  <w:num w:numId="3" w16cid:durableId="2073696662">
    <w:abstractNumId w:val="44"/>
  </w:num>
  <w:num w:numId="4" w16cid:durableId="990869846">
    <w:abstractNumId w:val="42"/>
  </w:num>
  <w:num w:numId="5" w16cid:durableId="636226373">
    <w:abstractNumId w:val="17"/>
  </w:num>
  <w:num w:numId="6" w16cid:durableId="1874616517">
    <w:abstractNumId w:val="21"/>
  </w:num>
  <w:num w:numId="7" w16cid:durableId="411781940">
    <w:abstractNumId w:val="20"/>
  </w:num>
  <w:num w:numId="8" w16cid:durableId="1490512889">
    <w:abstractNumId w:val="26"/>
  </w:num>
  <w:num w:numId="9" w16cid:durableId="2082025437">
    <w:abstractNumId w:val="10"/>
  </w:num>
  <w:num w:numId="10" w16cid:durableId="754983628">
    <w:abstractNumId w:val="14"/>
  </w:num>
  <w:num w:numId="11" w16cid:durableId="1491797986">
    <w:abstractNumId w:val="39"/>
  </w:num>
  <w:num w:numId="12" w16cid:durableId="847215412">
    <w:abstractNumId w:val="40"/>
  </w:num>
  <w:num w:numId="13" w16cid:durableId="1723673107">
    <w:abstractNumId w:val="1"/>
  </w:num>
  <w:num w:numId="14" w16cid:durableId="1173183429">
    <w:abstractNumId w:val="15"/>
  </w:num>
  <w:num w:numId="15" w16cid:durableId="280185111">
    <w:abstractNumId w:val="29"/>
  </w:num>
  <w:num w:numId="16" w16cid:durableId="1830780838">
    <w:abstractNumId w:val="19"/>
  </w:num>
  <w:num w:numId="17" w16cid:durableId="1459565302">
    <w:abstractNumId w:val="9"/>
  </w:num>
  <w:num w:numId="18" w16cid:durableId="178089062">
    <w:abstractNumId w:val="33"/>
  </w:num>
  <w:num w:numId="19" w16cid:durableId="1861972662">
    <w:abstractNumId w:val="22"/>
  </w:num>
  <w:num w:numId="20" w16cid:durableId="1500148188">
    <w:abstractNumId w:val="4"/>
  </w:num>
  <w:num w:numId="21" w16cid:durableId="1847283362">
    <w:abstractNumId w:val="38"/>
  </w:num>
  <w:num w:numId="22" w16cid:durableId="946156874">
    <w:abstractNumId w:val="3"/>
  </w:num>
  <w:num w:numId="23" w16cid:durableId="631860995">
    <w:abstractNumId w:val="27"/>
  </w:num>
  <w:num w:numId="24" w16cid:durableId="459342754">
    <w:abstractNumId w:val="11"/>
  </w:num>
  <w:num w:numId="25" w16cid:durableId="611012827">
    <w:abstractNumId w:val="16"/>
  </w:num>
  <w:num w:numId="26" w16cid:durableId="61217299">
    <w:abstractNumId w:val="31"/>
  </w:num>
  <w:num w:numId="27" w16cid:durableId="1026370351">
    <w:abstractNumId w:val="41"/>
  </w:num>
  <w:num w:numId="28" w16cid:durableId="1597471685">
    <w:abstractNumId w:val="43"/>
  </w:num>
  <w:num w:numId="29" w16cid:durableId="47072218">
    <w:abstractNumId w:val="6"/>
  </w:num>
  <w:num w:numId="30" w16cid:durableId="1336113107">
    <w:abstractNumId w:val="37"/>
  </w:num>
  <w:num w:numId="31" w16cid:durableId="1373653708">
    <w:abstractNumId w:val="32"/>
  </w:num>
  <w:num w:numId="32" w16cid:durableId="902445980">
    <w:abstractNumId w:val="24"/>
  </w:num>
  <w:num w:numId="33" w16cid:durableId="1515150609">
    <w:abstractNumId w:val="30"/>
  </w:num>
  <w:num w:numId="34" w16cid:durableId="321929291">
    <w:abstractNumId w:val="13"/>
  </w:num>
  <w:num w:numId="35" w16cid:durableId="326445067">
    <w:abstractNumId w:val="28"/>
  </w:num>
  <w:num w:numId="36" w16cid:durableId="507328163">
    <w:abstractNumId w:val="36"/>
  </w:num>
  <w:num w:numId="37" w16cid:durableId="414284692">
    <w:abstractNumId w:val="35"/>
  </w:num>
  <w:num w:numId="38" w16cid:durableId="729379221">
    <w:abstractNumId w:val="34"/>
  </w:num>
  <w:num w:numId="39" w16cid:durableId="1493981074">
    <w:abstractNumId w:val="25"/>
  </w:num>
  <w:num w:numId="40" w16cid:durableId="419253745">
    <w:abstractNumId w:val="2"/>
  </w:num>
  <w:num w:numId="41" w16cid:durableId="1780681039">
    <w:abstractNumId w:val="0"/>
  </w:num>
  <w:num w:numId="42" w16cid:durableId="2009818885">
    <w:abstractNumId w:val="7"/>
  </w:num>
  <w:num w:numId="43" w16cid:durableId="95715040">
    <w:abstractNumId w:val="23"/>
  </w:num>
  <w:num w:numId="44" w16cid:durableId="1000234250">
    <w:abstractNumId w:val="12"/>
  </w:num>
  <w:num w:numId="45" w16cid:durableId="20146432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4FE"/>
    <w:rsid w:val="00013413"/>
    <w:rsid w:val="00015F16"/>
    <w:rsid w:val="00016E7E"/>
    <w:rsid w:val="00031C67"/>
    <w:rsid w:val="000332CC"/>
    <w:rsid w:val="00043E03"/>
    <w:rsid w:val="00046B92"/>
    <w:rsid w:val="0005393D"/>
    <w:rsid w:val="0006038A"/>
    <w:rsid w:val="000660EE"/>
    <w:rsid w:val="00072DBF"/>
    <w:rsid w:val="000860B3"/>
    <w:rsid w:val="00097455"/>
    <w:rsid w:val="000A2230"/>
    <w:rsid w:val="000A598F"/>
    <w:rsid w:val="000B7F62"/>
    <w:rsid w:val="000C5E90"/>
    <w:rsid w:val="000D6324"/>
    <w:rsid w:val="000E5945"/>
    <w:rsid w:val="001024E0"/>
    <w:rsid w:val="00113D03"/>
    <w:rsid w:val="001142FD"/>
    <w:rsid w:val="001256D6"/>
    <w:rsid w:val="00132FEB"/>
    <w:rsid w:val="00144840"/>
    <w:rsid w:val="001471BF"/>
    <w:rsid w:val="001572C9"/>
    <w:rsid w:val="00170D89"/>
    <w:rsid w:val="00170EF1"/>
    <w:rsid w:val="0019111F"/>
    <w:rsid w:val="001B1F07"/>
    <w:rsid w:val="001B32F4"/>
    <w:rsid w:val="001B4039"/>
    <w:rsid w:val="001B543F"/>
    <w:rsid w:val="001B7CAB"/>
    <w:rsid w:val="001C21AC"/>
    <w:rsid w:val="001C357F"/>
    <w:rsid w:val="001C46D2"/>
    <w:rsid w:val="001D052F"/>
    <w:rsid w:val="001D423F"/>
    <w:rsid w:val="001D7B0F"/>
    <w:rsid w:val="001E1DCE"/>
    <w:rsid w:val="001E7965"/>
    <w:rsid w:val="002075CF"/>
    <w:rsid w:val="00232810"/>
    <w:rsid w:val="0025070C"/>
    <w:rsid w:val="00257BD0"/>
    <w:rsid w:val="00266323"/>
    <w:rsid w:val="002669C6"/>
    <w:rsid w:val="002A4260"/>
    <w:rsid w:val="002A6A19"/>
    <w:rsid w:val="002A72D6"/>
    <w:rsid w:val="002D795E"/>
    <w:rsid w:val="002E34C4"/>
    <w:rsid w:val="002F31C3"/>
    <w:rsid w:val="0030217F"/>
    <w:rsid w:val="00310A40"/>
    <w:rsid w:val="00323CF5"/>
    <w:rsid w:val="00336EC0"/>
    <w:rsid w:val="00342F83"/>
    <w:rsid w:val="003431A0"/>
    <w:rsid w:val="003440EA"/>
    <w:rsid w:val="00352285"/>
    <w:rsid w:val="0036008E"/>
    <w:rsid w:val="0036280F"/>
    <w:rsid w:val="0036308F"/>
    <w:rsid w:val="0036770B"/>
    <w:rsid w:val="00392B1C"/>
    <w:rsid w:val="0039343C"/>
    <w:rsid w:val="00393B86"/>
    <w:rsid w:val="003B334E"/>
    <w:rsid w:val="003E00CE"/>
    <w:rsid w:val="003E739E"/>
    <w:rsid w:val="003F2EEE"/>
    <w:rsid w:val="00402DEA"/>
    <w:rsid w:val="00406FAE"/>
    <w:rsid w:val="004274BA"/>
    <w:rsid w:val="00431523"/>
    <w:rsid w:val="0043324B"/>
    <w:rsid w:val="004337E8"/>
    <w:rsid w:val="00435985"/>
    <w:rsid w:val="00451462"/>
    <w:rsid w:val="00494637"/>
    <w:rsid w:val="00496F3F"/>
    <w:rsid w:val="004B05D9"/>
    <w:rsid w:val="004D7012"/>
    <w:rsid w:val="00513B8D"/>
    <w:rsid w:val="00514A40"/>
    <w:rsid w:val="00532A9F"/>
    <w:rsid w:val="005800F8"/>
    <w:rsid w:val="005967CD"/>
    <w:rsid w:val="005A73B0"/>
    <w:rsid w:val="005B247C"/>
    <w:rsid w:val="005D6E3B"/>
    <w:rsid w:val="005E2717"/>
    <w:rsid w:val="005E2D9E"/>
    <w:rsid w:val="00623635"/>
    <w:rsid w:val="00637458"/>
    <w:rsid w:val="00644F04"/>
    <w:rsid w:val="00672A52"/>
    <w:rsid w:val="00674E3A"/>
    <w:rsid w:val="0068743E"/>
    <w:rsid w:val="006B0583"/>
    <w:rsid w:val="006B7333"/>
    <w:rsid w:val="006C3D7C"/>
    <w:rsid w:val="006D422C"/>
    <w:rsid w:val="006E7071"/>
    <w:rsid w:val="006F1BFB"/>
    <w:rsid w:val="007007F1"/>
    <w:rsid w:val="007216F7"/>
    <w:rsid w:val="00734F8E"/>
    <w:rsid w:val="007438E3"/>
    <w:rsid w:val="00754307"/>
    <w:rsid w:val="007614DA"/>
    <w:rsid w:val="007717E8"/>
    <w:rsid w:val="00783E94"/>
    <w:rsid w:val="00787446"/>
    <w:rsid w:val="0079117F"/>
    <w:rsid w:val="007A5059"/>
    <w:rsid w:val="007A56C5"/>
    <w:rsid w:val="007D491C"/>
    <w:rsid w:val="00803466"/>
    <w:rsid w:val="008222A9"/>
    <w:rsid w:val="008273D6"/>
    <w:rsid w:val="0083500C"/>
    <w:rsid w:val="00840261"/>
    <w:rsid w:val="00843BB7"/>
    <w:rsid w:val="00847612"/>
    <w:rsid w:val="00865A39"/>
    <w:rsid w:val="00873669"/>
    <w:rsid w:val="00884574"/>
    <w:rsid w:val="0089493B"/>
    <w:rsid w:val="008A4080"/>
    <w:rsid w:val="008A780B"/>
    <w:rsid w:val="008B29C5"/>
    <w:rsid w:val="008B426D"/>
    <w:rsid w:val="008B450A"/>
    <w:rsid w:val="008C1ED9"/>
    <w:rsid w:val="008C4B72"/>
    <w:rsid w:val="008E58F5"/>
    <w:rsid w:val="00900211"/>
    <w:rsid w:val="0095476A"/>
    <w:rsid w:val="009613AB"/>
    <w:rsid w:val="00962F0A"/>
    <w:rsid w:val="009634A8"/>
    <w:rsid w:val="00965E43"/>
    <w:rsid w:val="00966F50"/>
    <w:rsid w:val="00975F9A"/>
    <w:rsid w:val="00983E9B"/>
    <w:rsid w:val="00983EFB"/>
    <w:rsid w:val="0099299A"/>
    <w:rsid w:val="009A3006"/>
    <w:rsid w:val="009A7CD2"/>
    <w:rsid w:val="009C37B2"/>
    <w:rsid w:val="009D1343"/>
    <w:rsid w:val="009F2DB3"/>
    <w:rsid w:val="00A424F5"/>
    <w:rsid w:val="00A67315"/>
    <w:rsid w:val="00A67885"/>
    <w:rsid w:val="00A82014"/>
    <w:rsid w:val="00A95080"/>
    <w:rsid w:val="00AA307E"/>
    <w:rsid w:val="00AA7DE1"/>
    <w:rsid w:val="00AD4E85"/>
    <w:rsid w:val="00AD7BD0"/>
    <w:rsid w:val="00AE30FF"/>
    <w:rsid w:val="00AE4379"/>
    <w:rsid w:val="00AE68EA"/>
    <w:rsid w:val="00AF22C3"/>
    <w:rsid w:val="00B00C4B"/>
    <w:rsid w:val="00B06396"/>
    <w:rsid w:val="00B11AE2"/>
    <w:rsid w:val="00B1722A"/>
    <w:rsid w:val="00B321C1"/>
    <w:rsid w:val="00B35CE9"/>
    <w:rsid w:val="00B36962"/>
    <w:rsid w:val="00B45999"/>
    <w:rsid w:val="00B54FEC"/>
    <w:rsid w:val="00B84716"/>
    <w:rsid w:val="00B85207"/>
    <w:rsid w:val="00B908A5"/>
    <w:rsid w:val="00BA4C56"/>
    <w:rsid w:val="00BB44B4"/>
    <w:rsid w:val="00BB7EE1"/>
    <w:rsid w:val="00BD2FEA"/>
    <w:rsid w:val="00BD4284"/>
    <w:rsid w:val="00BE4BF0"/>
    <w:rsid w:val="00BF35DD"/>
    <w:rsid w:val="00BF6527"/>
    <w:rsid w:val="00C2058A"/>
    <w:rsid w:val="00C47A97"/>
    <w:rsid w:val="00C5395A"/>
    <w:rsid w:val="00C71521"/>
    <w:rsid w:val="00C77DF5"/>
    <w:rsid w:val="00CA4557"/>
    <w:rsid w:val="00CC6DAA"/>
    <w:rsid w:val="00CF19EC"/>
    <w:rsid w:val="00D130FE"/>
    <w:rsid w:val="00D41A51"/>
    <w:rsid w:val="00D4491C"/>
    <w:rsid w:val="00D73ED6"/>
    <w:rsid w:val="00D93945"/>
    <w:rsid w:val="00DA0571"/>
    <w:rsid w:val="00DA3E5B"/>
    <w:rsid w:val="00DA6B2B"/>
    <w:rsid w:val="00DC15C6"/>
    <w:rsid w:val="00DD12BB"/>
    <w:rsid w:val="00DE536F"/>
    <w:rsid w:val="00E2163E"/>
    <w:rsid w:val="00E216A1"/>
    <w:rsid w:val="00E245B1"/>
    <w:rsid w:val="00E322E8"/>
    <w:rsid w:val="00E326AB"/>
    <w:rsid w:val="00E332CE"/>
    <w:rsid w:val="00E41D60"/>
    <w:rsid w:val="00E87EFD"/>
    <w:rsid w:val="00EA7733"/>
    <w:rsid w:val="00EB3E3D"/>
    <w:rsid w:val="00ED04F0"/>
    <w:rsid w:val="00ED2E6C"/>
    <w:rsid w:val="00ED54BE"/>
    <w:rsid w:val="00EE74FE"/>
    <w:rsid w:val="00F01678"/>
    <w:rsid w:val="00F02331"/>
    <w:rsid w:val="00F540A4"/>
    <w:rsid w:val="00F706A9"/>
    <w:rsid w:val="00F870A1"/>
    <w:rsid w:val="00F941B0"/>
    <w:rsid w:val="00FA01A8"/>
    <w:rsid w:val="00FA2496"/>
    <w:rsid w:val="00FD7C2A"/>
    <w:rsid w:val="00FD7E3E"/>
    <w:rsid w:val="00FF0BDD"/>
    <w:rsid w:val="00FF5676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D3462"/>
  <w15:chartTrackingRefBased/>
  <w15:docId w15:val="{4A313699-7B19-44E8-A9C8-A2354C83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424F5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  <w:style w:type="paragraph" w:styleId="Geenafstand">
    <w:name w:val="No Spacing"/>
    <w:uiPriority w:val="1"/>
    <w:qFormat/>
    <w:rsid w:val="00E245B1"/>
    <w:pPr>
      <w:spacing w:after="0" w:line="240" w:lineRule="auto"/>
    </w:pPr>
  </w:style>
  <w:style w:type="paragraph" w:customStyle="1" w:styleId="Standard">
    <w:name w:val="Standard"/>
    <w:rsid w:val="00514A40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02360\Onderwijsgroep%20Noord\Mepv_Vakgr_Groen_team%20-%20Documenten\Groene%20Productie\Sjabloon%20opdracht%20GP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8" ma:contentTypeDescription="Een nieuw document maken." ma:contentTypeScope="" ma:versionID="1f557a95a6533a728af80f5b00a8ba5e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682c59217a31e68c0f29843c7f802005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0ED15C-2811-47BD-ADDD-6DC8014B8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7E294A-7A44-46FD-B646-973A3F8DD0CE}">
  <ds:schemaRefs>
    <ds:schemaRef ds:uri="http://schemas.microsoft.com/office/2006/metadata/properties"/>
    <ds:schemaRef ds:uri="http://schemas.microsoft.com/office/infopath/2007/PartnerControls"/>
    <ds:schemaRef ds:uri="0dd387fd-c553-4a20-ade5-fa3cd1739043"/>
    <ds:schemaRef ds:uri="857190e7-f14a-4353-88e6-64ca5f0bd809"/>
  </ds:schemaRefs>
</ds:datastoreItem>
</file>

<file path=customXml/itemProps4.xml><?xml version="1.0" encoding="utf-8"?>
<ds:datastoreItem xmlns:ds="http://schemas.openxmlformats.org/officeDocument/2006/customXml" ds:itemID="{7F57D6D7-355B-492B-B818-1DE37EE64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GP</Template>
  <TotalTime>593</TotalTime>
  <Pages>3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Anthonie Meuleman</dc:creator>
  <cp:keywords/>
  <dc:description/>
  <cp:lastModifiedBy>Anthonie Meuleman</cp:lastModifiedBy>
  <cp:revision>94</cp:revision>
  <cp:lastPrinted>2020-11-04T12:29:00Z</cp:lastPrinted>
  <dcterms:created xsi:type="dcterms:W3CDTF">2020-12-10T19:06:00Z</dcterms:created>
  <dcterms:modified xsi:type="dcterms:W3CDTF">2024-05-17T07:34:00Z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  <property fmtid="{D5CDD505-2E9C-101B-9397-08002B2CF9AE}" pid="4" name="MediaServiceImageTags">
    <vt:lpwstr/>
  </property>
</Properties>
</file>