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091" w:rsidRDefault="0043082A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Basisleerlijn</w:t>
      </w:r>
      <w:bookmarkStart w:id="0" w:name="_GoBack"/>
      <w:bookmarkEnd w:id="0"/>
      <w:r w:rsidR="00A44553">
        <w:rPr>
          <w:rFonts w:asciiTheme="minorHAnsi" w:hAnsiTheme="minorHAnsi" w:cstheme="minorHAnsi"/>
          <w:b/>
          <w:sz w:val="28"/>
          <w:u w:val="single"/>
        </w:rPr>
        <w:t xml:space="preserve">: </w:t>
      </w:r>
      <w:r w:rsidR="005147E3">
        <w:rPr>
          <w:rFonts w:asciiTheme="minorHAnsi" w:hAnsiTheme="minorHAnsi" w:cstheme="minorHAnsi"/>
          <w:b/>
          <w:sz w:val="28"/>
          <w:u w:val="single"/>
        </w:rPr>
        <w:t xml:space="preserve">Overzicht </w:t>
      </w:r>
      <w:r w:rsidR="000223AF">
        <w:rPr>
          <w:rFonts w:asciiTheme="minorHAnsi" w:hAnsiTheme="minorHAnsi" w:cstheme="minorHAnsi"/>
          <w:b/>
          <w:sz w:val="28"/>
          <w:u w:val="single"/>
        </w:rPr>
        <w:t xml:space="preserve">Arrangementskaarten </w:t>
      </w:r>
      <w:r w:rsidR="006A54FD">
        <w:rPr>
          <w:rFonts w:asciiTheme="minorHAnsi" w:hAnsiTheme="minorHAnsi" w:cstheme="minorHAnsi"/>
          <w:b/>
          <w:sz w:val="28"/>
          <w:u w:val="single"/>
        </w:rPr>
        <w:t>SEO</w:t>
      </w:r>
    </w:p>
    <w:p w:rsidR="00C944CA" w:rsidRPr="00C944CA" w:rsidRDefault="00C944CA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944CA" w:rsidRPr="00A8134D" w:rsidTr="00A41F2C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Schooljaar: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Groepsplannaam:</w:t>
            </w:r>
          </w:p>
        </w:tc>
      </w:tr>
      <w:tr w:rsidR="00C944CA" w:rsidRPr="00A8134D" w:rsidTr="00A41F2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Aanvullende onderwijsbehoefte</w:t>
            </w:r>
            <w:r w:rsidRPr="00A8134D">
              <w:rPr>
                <w:rFonts w:asciiTheme="minorHAnsi" w:hAnsiTheme="minorHAnsi" w:cstheme="minorHAnsi"/>
                <w:szCs w:val="18"/>
              </w:rPr>
              <w:t>:</w:t>
            </w:r>
          </w:p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  <w:tr w:rsidR="00C944CA" w:rsidRPr="00A8134D" w:rsidTr="00A41F2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Opmerkingen/aanvullingen:</w:t>
            </w:r>
          </w:p>
          <w:p w:rsidR="00C944CA" w:rsidRPr="00A8134D" w:rsidRDefault="00C944CA" w:rsidP="00A41F2C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</w:tbl>
    <w:p w:rsidR="00C944CA" w:rsidRDefault="00C944CA" w:rsidP="00AC276A">
      <w:pPr>
        <w:spacing w:after="0" w:line="240" w:lineRule="auto"/>
        <w:rPr>
          <w:sz w:val="19"/>
          <w:szCs w:val="19"/>
        </w:rPr>
      </w:pPr>
    </w:p>
    <w:p w:rsidR="00412091" w:rsidRPr="00A41F2C" w:rsidRDefault="00AC276A" w:rsidP="00A41F2C">
      <w:pPr>
        <w:spacing w:after="0" w:line="240" w:lineRule="auto"/>
        <w:rPr>
          <w:rFonts w:asciiTheme="minorHAnsi" w:hAnsiTheme="minorHAnsi" w:cstheme="minorHAnsi"/>
          <w:szCs w:val="18"/>
        </w:rPr>
      </w:pPr>
      <w:r w:rsidRPr="00967192">
        <w:rPr>
          <w:rFonts w:asciiTheme="minorHAnsi" w:hAnsiTheme="minorHAnsi" w:cstheme="minorHAnsi"/>
          <w:szCs w:val="18"/>
        </w:rPr>
        <w:t>Doelen</w:t>
      </w:r>
      <w:r w:rsidRPr="00967192">
        <w:rPr>
          <w:rFonts w:asciiTheme="minorHAnsi" w:hAnsiTheme="minorHAnsi" w:cstheme="minorHAnsi"/>
          <w:szCs w:val="18"/>
          <w:highlight w:val="yellow"/>
        </w:rPr>
        <w:t xml:space="preserve"> Geel</w:t>
      </w:r>
      <w:r w:rsidRPr="00967192">
        <w:rPr>
          <w:rFonts w:asciiTheme="minorHAnsi" w:hAnsiTheme="minorHAnsi" w:cstheme="minorHAnsi"/>
          <w:szCs w:val="18"/>
        </w:rPr>
        <w:t xml:space="preserve"> gearceerd staan in de leerlijn Arrangementskaarten Aanvulling</w:t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2084"/>
        <w:gridCol w:w="2643"/>
        <w:gridCol w:w="4737"/>
      </w:tblGrid>
      <w:tr w:rsidR="00A16FA6" w:rsidRPr="00A67C0A" w:rsidTr="001F4CD2">
        <w:tc>
          <w:tcPr>
            <w:tcW w:w="4727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737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1F4CD2">
        <w:tc>
          <w:tcPr>
            <w:tcW w:w="4727" w:type="dxa"/>
            <w:gridSpan w:val="2"/>
            <w:shd w:val="clear" w:color="auto" w:fill="auto"/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Wacht op zijn beurt (in de kring)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Kiest tussen 2 of 3 aangeboden voorwerpen (bal – pop, jam – kaas) (scol 4)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 xml:space="preserve">Loopt weg als een ander onaardig tegen hem doet (scol 25) 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Geeft aan wat hij leuk/niet leuk vindt (scol 5)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3E4E59" w:rsidRPr="003E4E59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Troost iemand die gevallen is (scol 13)</w:t>
            </w:r>
          </w:p>
        </w:tc>
        <w:tc>
          <w:tcPr>
            <w:tcW w:w="4737" w:type="dxa"/>
            <w:shd w:val="clear" w:color="auto" w:fill="auto"/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 xml:space="preserve">Geeft aan waar hij trots op is 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Accepteert het als zijn keuze niet door kan gaan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</w:rPr>
              <w:t>Vraagt om hulp als iets hem alleen niet lukt (jas aantrekken, veters) (scol 26)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  <w:r w:rsidRPr="001F4CD2">
              <w:rPr>
                <w:rFonts w:asciiTheme="minorHAnsi" w:hAnsiTheme="minorHAnsi" w:cstheme="minorHAnsi"/>
                <w:b/>
              </w:rPr>
              <w:br/>
            </w:r>
            <w:r w:rsidRPr="001F4CD2">
              <w:rPr>
                <w:rFonts w:asciiTheme="minorHAnsi" w:hAnsiTheme="minorHAnsi" w:cstheme="minorHAnsi"/>
              </w:rPr>
              <w:t>Vertelt in de kring over iets dat hij zojuist op school heeft meegemaakt (korte tijd ertussen) (scol 11)</w:t>
            </w:r>
            <w:r w:rsidRPr="001F4CD2">
              <w:rPr>
                <w:rFonts w:asciiTheme="minorHAnsi" w:hAnsiTheme="minorHAnsi" w:cstheme="minorHAnsi"/>
              </w:rPr>
              <w:br/>
            </w: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  <w:r w:rsidRPr="001F4CD2">
              <w:rPr>
                <w:rFonts w:asciiTheme="minorHAnsi" w:hAnsiTheme="minorHAnsi" w:cstheme="minorHAnsi"/>
              </w:rPr>
              <w:br/>
              <w:t>Zegt sorry als er door hem per ongeluk iets misgaat (scol 2)</w:t>
            </w:r>
          </w:p>
          <w:p w:rsidR="003E4E59" w:rsidRPr="003E4E59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  <w:r w:rsidRPr="001F4CD2">
              <w:rPr>
                <w:rFonts w:asciiTheme="minorHAnsi" w:hAnsiTheme="minorHAnsi" w:cstheme="minorHAnsi"/>
                <w:b/>
              </w:rPr>
              <w:br/>
            </w:r>
            <w:r w:rsidRPr="001F4CD2">
              <w:rPr>
                <w:rFonts w:asciiTheme="minorHAnsi" w:hAnsiTheme="minorHAnsi" w:cstheme="minorHAnsi"/>
              </w:rPr>
              <w:t>Reageert bij boosheid op de aanwijzing/correctie van de leerkracht</w:t>
            </w:r>
          </w:p>
        </w:tc>
      </w:tr>
      <w:tr w:rsidR="00A16FA6" w:rsidRPr="00A67C0A" w:rsidTr="001F4CD2">
        <w:tc>
          <w:tcPr>
            <w:tcW w:w="4727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737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1F4CD2">
        <w:tc>
          <w:tcPr>
            <w:tcW w:w="4727" w:type="dxa"/>
            <w:gridSpan w:val="2"/>
          </w:tcPr>
          <w:p w:rsidR="00A16FA6" w:rsidRPr="005147E3" w:rsidRDefault="00A16FA6" w:rsidP="00A0220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37" w:type="dxa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CD5DC0" w:rsidRPr="00A67C0A" w:rsidTr="001F4CD2">
        <w:tc>
          <w:tcPr>
            <w:tcW w:w="4727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1 periode 1</w:t>
            </w:r>
          </w:p>
        </w:tc>
        <w:tc>
          <w:tcPr>
            <w:tcW w:w="4737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1 periode 2</w:t>
            </w:r>
          </w:p>
        </w:tc>
      </w:tr>
      <w:tr w:rsidR="00CD5DC0" w:rsidRPr="00A67C0A" w:rsidTr="001F4CD2">
        <w:tc>
          <w:tcPr>
            <w:tcW w:w="4727" w:type="dxa"/>
            <w:gridSpan w:val="2"/>
          </w:tcPr>
          <w:p w:rsidR="00CD5DC0" w:rsidRPr="00245EB1" w:rsidRDefault="00D24B0E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737" w:type="dxa"/>
          </w:tcPr>
          <w:p w:rsidR="00CD5DC0" w:rsidRPr="00D24B0E" w:rsidRDefault="00D24B0E" w:rsidP="004005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1F4CD2">
        <w:tc>
          <w:tcPr>
            <w:tcW w:w="4727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2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737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E4E59" w:rsidRPr="00A67C0A" w:rsidTr="001F4CD2">
        <w:tc>
          <w:tcPr>
            <w:tcW w:w="4727" w:type="dxa"/>
            <w:gridSpan w:val="2"/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Vertelt een idee aan een medeleerling (nieuw spel, activiteit) (scol 14)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Maakt een keuze en blijft daarbij  (scol 4)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Zegt nee als hij iets niet wil (scol 12)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Vertelt wat hij die dag op school heeft meegemaakt (aan het einde in de kring) (scol 11)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Geeft een compliment over iets dat een ander gemaakt heeft (scol 19)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3E4E59" w:rsidRPr="003E4E59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Uit zijn boosheid zonder fysiek pijn te doen/materiaal kapot te maken</w:t>
            </w:r>
          </w:p>
        </w:tc>
        <w:tc>
          <w:tcPr>
            <w:tcW w:w="4737" w:type="dxa"/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Vertelt wat hij leuk vindt om te doen (scol 8)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Maakt aan de leerkracht duidelijk dat een ander onaardig tegen hem doet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(scol 25)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  <w:r w:rsidRPr="001F4CD2">
              <w:rPr>
                <w:rFonts w:asciiTheme="minorHAnsi" w:hAnsiTheme="minorHAnsi" w:cstheme="minorHAnsi"/>
              </w:rPr>
              <w:br/>
              <w:t>Deelt een soortgelijke ervaring met anderen (ik ben daar ook geweest) (scol 11)</w:t>
            </w:r>
            <w:r w:rsidRPr="001F4CD2">
              <w:rPr>
                <w:rFonts w:asciiTheme="minorHAnsi" w:hAnsiTheme="minorHAnsi" w:cstheme="minorHAnsi"/>
              </w:rPr>
              <w:br/>
            </w: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  <w:r w:rsidRPr="001F4CD2">
              <w:rPr>
                <w:rFonts w:asciiTheme="minorHAnsi" w:hAnsiTheme="minorHAnsi" w:cstheme="minorHAnsi"/>
              </w:rPr>
              <w:br/>
              <w:t>Helpt een ander als die daar om vraagt (scol 13)</w:t>
            </w:r>
            <w:r w:rsidRPr="001F4CD2">
              <w:rPr>
                <w:rFonts w:asciiTheme="minorHAnsi" w:hAnsiTheme="minorHAnsi" w:cstheme="minorHAnsi"/>
              </w:rPr>
              <w:br/>
            </w: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3E4E59" w:rsidRPr="003E4E59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Volgt het advies van de leerkracht bij het oplossen van een meningsverschil (scol 10)</w:t>
            </w:r>
            <w:r w:rsidRPr="001F4CD2">
              <w:rPr>
                <w:rFonts w:asciiTheme="minorHAnsi" w:hAnsiTheme="minorHAnsi" w:cstheme="minorHAnsi"/>
              </w:rPr>
              <w:br/>
            </w:r>
          </w:p>
        </w:tc>
      </w:tr>
      <w:tr w:rsidR="00A16FA6" w:rsidRPr="00A67C0A" w:rsidTr="001F4CD2">
        <w:tc>
          <w:tcPr>
            <w:tcW w:w="4727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1</w:t>
            </w:r>
          </w:p>
        </w:tc>
        <w:tc>
          <w:tcPr>
            <w:tcW w:w="4737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1F4CD2">
        <w:tc>
          <w:tcPr>
            <w:tcW w:w="4727" w:type="dxa"/>
            <w:gridSpan w:val="2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37" w:type="dxa"/>
          </w:tcPr>
          <w:p w:rsidR="00A16FA6" w:rsidRPr="00A67C0A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CD5DC0" w:rsidRPr="00A67C0A" w:rsidTr="001F4CD2">
        <w:tc>
          <w:tcPr>
            <w:tcW w:w="4727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2 periode 1</w:t>
            </w:r>
          </w:p>
        </w:tc>
        <w:tc>
          <w:tcPr>
            <w:tcW w:w="4737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2 periode 2</w:t>
            </w:r>
          </w:p>
        </w:tc>
      </w:tr>
      <w:tr w:rsidR="00CD5DC0" w:rsidRPr="00A67C0A" w:rsidTr="001F4CD2">
        <w:tc>
          <w:tcPr>
            <w:tcW w:w="4727" w:type="dxa"/>
            <w:gridSpan w:val="2"/>
          </w:tcPr>
          <w:p w:rsidR="00CD5DC0" w:rsidRPr="00245EB1" w:rsidRDefault="00D24B0E" w:rsidP="00245EB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737" w:type="dxa"/>
          </w:tcPr>
          <w:p w:rsidR="00CD5DC0" w:rsidRPr="00D24B0E" w:rsidRDefault="00D24B0E" w:rsidP="004005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1F4CD2">
        <w:tc>
          <w:tcPr>
            <w:tcW w:w="4727" w:type="dxa"/>
            <w:gridSpan w:val="2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737" w:type="dxa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1F4CD2" w:rsidRPr="00A67C0A" w:rsidTr="001F4CD2">
        <w:tc>
          <w:tcPr>
            <w:tcW w:w="4727" w:type="dxa"/>
            <w:gridSpan w:val="2"/>
            <w:tcBorders>
              <w:righ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Vertelt over zichzelf in een groep (hobby’s, familie) (scol 8)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Denkt na voor hij een keus maakt  (scol 23)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Helpt een ander als hij merkt dat iets niet lukt (scol 7 en 13)</w:t>
            </w:r>
          </w:p>
        </w:tc>
        <w:tc>
          <w:tcPr>
            <w:tcW w:w="4737" w:type="dxa"/>
            <w:tcBorders>
              <w:lef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Vertelt een idee aan een groepje medeleerlingen (nieuw spel, activiteit) (scol 14)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Durft een andere keuze te maken dan een vriend (scol 18)</w:t>
            </w:r>
          </w:p>
        </w:tc>
      </w:tr>
      <w:tr w:rsidR="00A16FA6" w:rsidRPr="00A67C0A" w:rsidTr="001F4CD2">
        <w:tc>
          <w:tcPr>
            <w:tcW w:w="4727" w:type="dxa"/>
            <w:gridSpan w:val="2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737" w:type="dxa"/>
            <w:shd w:val="clear" w:color="auto" w:fill="92D050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3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1F4CD2">
        <w:tc>
          <w:tcPr>
            <w:tcW w:w="4727" w:type="dxa"/>
            <w:gridSpan w:val="2"/>
          </w:tcPr>
          <w:p w:rsidR="00A16FA6" w:rsidRPr="002B5FF4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737" w:type="dxa"/>
          </w:tcPr>
          <w:p w:rsidR="00A16FA6" w:rsidRPr="002B5FF4" w:rsidRDefault="00A16FA6" w:rsidP="002B5FF4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CD5DC0" w:rsidRPr="00A67C0A" w:rsidTr="001F4CD2">
        <w:tc>
          <w:tcPr>
            <w:tcW w:w="4727" w:type="dxa"/>
            <w:gridSpan w:val="2"/>
            <w:shd w:val="clear" w:color="auto" w:fill="92D050"/>
          </w:tcPr>
          <w:p w:rsidR="00CD5DC0" w:rsidRPr="00856965" w:rsidRDefault="00A41F2C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CD5DC0">
              <w:rPr>
                <w:rFonts w:asciiTheme="minorHAnsi" w:hAnsiTheme="minorHAnsi" w:cstheme="minorHAnsi"/>
                <w:b/>
                <w:szCs w:val="18"/>
              </w:rPr>
              <w:t>: Toetsen leerjaar 3 periode 1</w:t>
            </w:r>
          </w:p>
        </w:tc>
        <w:tc>
          <w:tcPr>
            <w:tcW w:w="4737" w:type="dxa"/>
            <w:shd w:val="clear" w:color="auto" w:fill="92D050"/>
          </w:tcPr>
          <w:p w:rsidR="00CD5DC0" w:rsidRPr="00856965" w:rsidRDefault="00CD5DC0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A41F2C">
              <w:rPr>
                <w:rFonts w:asciiTheme="minorHAnsi" w:hAnsiTheme="minorHAnsi" w:cstheme="minorHAnsi"/>
                <w:b/>
                <w:szCs w:val="18"/>
              </w:rPr>
              <w:t xml:space="preserve"> 5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3 periode 2</w:t>
            </w:r>
          </w:p>
        </w:tc>
      </w:tr>
      <w:tr w:rsidR="00CD5DC0" w:rsidRPr="00A67C0A" w:rsidTr="001F4CD2">
        <w:tc>
          <w:tcPr>
            <w:tcW w:w="4727" w:type="dxa"/>
            <w:gridSpan w:val="2"/>
            <w:shd w:val="clear" w:color="auto" w:fill="FFFFFF" w:themeFill="background1"/>
          </w:tcPr>
          <w:p w:rsidR="00CD5DC0" w:rsidRPr="00ED62B2" w:rsidRDefault="00ED62B2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D62B2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737" w:type="dxa"/>
            <w:shd w:val="clear" w:color="auto" w:fill="FFFFFF" w:themeFill="background1"/>
          </w:tcPr>
          <w:p w:rsidR="00CD5DC0" w:rsidRPr="00195307" w:rsidRDefault="00D24B0E" w:rsidP="0019530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1F4CD2">
        <w:tc>
          <w:tcPr>
            <w:tcW w:w="4727" w:type="dxa"/>
            <w:gridSpan w:val="2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737" w:type="dxa"/>
            <w:shd w:val="clear" w:color="auto" w:fill="92D050"/>
          </w:tcPr>
          <w:p w:rsidR="00A16FA6" w:rsidRPr="00856965" w:rsidRDefault="00A41F2C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auto"/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Komt voor zichzelf op bij ongewenste aanrakingen /uitingen (weglopen, nee zeggen) (scol 12)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Heeft besef van ‘goed  en kwaad’ in eenvoudige situaties (stelen en klikken mag niet, je hoort fatsoenlijk en beleefd te zijn)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Luistert naar een ander als die sorry zegt (scol 3 en 15) (niveau 2)</w:t>
            </w:r>
          </w:p>
        </w:tc>
        <w:tc>
          <w:tcPr>
            <w:tcW w:w="4737" w:type="dxa"/>
            <w:shd w:val="clear" w:color="auto" w:fill="auto"/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  <w:r w:rsidRPr="001F4CD2">
              <w:rPr>
                <w:rFonts w:asciiTheme="minorHAnsi" w:hAnsiTheme="minorHAnsi" w:cstheme="minorHAnsi"/>
                <w:b/>
              </w:rPr>
              <w:br/>
            </w:r>
            <w:r w:rsidRPr="001F4CD2">
              <w:rPr>
                <w:rFonts w:asciiTheme="minorHAnsi" w:hAnsiTheme="minorHAnsi" w:cstheme="minorHAnsi"/>
              </w:rPr>
              <w:t>Vertelt over grappige situaties die hij heeft meegemaakt (in kring, aan juf, aan medeleerling) (scol 9)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  <w:r w:rsidRPr="001F4CD2">
              <w:rPr>
                <w:rFonts w:asciiTheme="minorHAnsi" w:hAnsiTheme="minorHAnsi" w:cstheme="minorHAnsi"/>
                <w:b/>
              </w:rPr>
              <w:br/>
            </w:r>
            <w:r w:rsidRPr="001F4CD2">
              <w:rPr>
                <w:rFonts w:asciiTheme="minorHAnsi" w:hAnsiTheme="minorHAnsi" w:cstheme="minorHAnsi"/>
              </w:rPr>
              <w:t>Trekt zich terug als een ander niet geholpen of met rust gelaten wil worden (scol 7)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  <w:r w:rsidRPr="001F4CD2">
              <w:rPr>
                <w:rFonts w:asciiTheme="minorHAnsi" w:hAnsiTheme="minorHAnsi" w:cstheme="minorHAnsi"/>
              </w:rPr>
              <w:br/>
              <w:t>Vertelt waarom hij boos is op een ander</w:t>
            </w:r>
          </w:p>
          <w:p w:rsidR="001F4CD2" w:rsidRPr="00A27260" w:rsidRDefault="001F4CD2" w:rsidP="001F4CD2">
            <w:pPr>
              <w:rPr>
                <w:rFonts w:cstheme="minorHAnsi"/>
              </w:rPr>
            </w:pP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 Methoden/middelen leerjaar 4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2B5FF4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737" w:type="dxa"/>
          </w:tcPr>
          <w:p w:rsidR="001F4CD2" w:rsidRPr="00A67C0A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Toetsen leerjaar 4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5: Toetsen leerjaar 4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D24B0E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D24B0E">
              <w:rPr>
                <w:rFonts w:asciiTheme="minorHAnsi" w:hAnsiTheme="minorHAnsi" w:cstheme="minorHAnsi"/>
                <w:szCs w:val="18"/>
                <w:lang w:val="en-US"/>
              </w:rPr>
              <w:t>SCOL of Zien</w:t>
            </w:r>
          </w:p>
        </w:tc>
        <w:tc>
          <w:tcPr>
            <w:tcW w:w="4737" w:type="dxa"/>
          </w:tcPr>
          <w:p w:rsidR="001F4CD2" w:rsidRPr="00195307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737" w:type="dxa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1F4CD2" w:rsidRPr="00A67C0A" w:rsidTr="00DB329E">
        <w:tc>
          <w:tcPr>
            <w:tcW w:w="4727" w:type="dxa"/>
            <w:gridSpan w:val="2"/>
            <w:tcBorders>
              <w:righ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Praat duidelijk wanneer hij iets vertelt of vraagt in de kring (scol 8)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 xml:space="preserve">Durft een andere keuze te maken dan een dominant persoon in de klas 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(scol 18)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 xml:space="preserve">Geeft de ander aan te stoppen (geeft stopteken) als die iets doet wat hij niet leuk vindt (scol 25) </w:t>
            </w:r>
          </w:p>
        </w:tc>
        <w:tc>
          <w:tcPr>
            <w:tcW w:w="4737" w:type="dxa"/>
            <w:tcBorders>
              <w:lef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Treedt in een toneelstukje of bij voorlezen zeker op voor een groep medeleerlingen (houding en beweging, spreekvolume) (scol 16)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Legt een bekende zijn keuze uit (ik doe het liever niet, omdat) (scol 23)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</w:rPr>
              <w:t>Vertelt de een ander als diegene iets heeft gedaan dat hij niet aardig vindt (iets dat eerder gebeurd is) (scol 25)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A67C0A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37" w:type="dxa"/>
          </w:tcPr>
          <w:p w:rsidR="001F4CD2" w:rsidRPr="002B5FF4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5: Toetsen leerjaar 5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5: Toetsen leerjaar 5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D24B0E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737" w:type="dxa"/>
          </w:tcPr>
          <w:p w:rsidR="001F4CD2" w:rsidRPr="000126E3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737" w:type="dxa"/>
            <w:shd w:val="clear" w:color="auto" w:fill="92D050"/>
          </w:tcPr>
          <w:p w:rsidR="001F4CD2" w:rsidRPr="00856965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1F4CD2" w:rsidRPr="00A67C0A" w:rsidTr="00DB329E">
        <w:tc>
          <w:tcPr>
            <w:tcW w:w="4727" w:type="dxa"/>
            <w:gridSpan w:val="2"/>
            <w:tcBorders>
              <w:righ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7" w:type="dxa"/>
            <w:tcBorders>
              <w:lef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Methoden/middelen leerjaar 6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Methoden/middelen leerjaar 6 periode 2</w:t>
            </w:r>
          </w:p>
        </w:tc>
      </w:tr>
      <w:tr w:rsidR="001F4CD2" w:rsidRPr="00A67C0A" w:rsidTr="00DB329E">
        <w:tc>
          <w:tcPr>
            <w:tcW w:w="4727" w:type="dxa"/>
            <w:gridSpan w:val="2"/>
            <w:tcBorders>
              <w:righ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Geeft een compliment over iets dat een ander goed kan (scol 19)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Probeert een ruzie op te lossen door een ander uit te  laten praten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(scol 3, 10, 15)</w:t>
            </w:r>
            <w:r w:rsidRPr="001F4CD2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4737" w:type="dxa"/>
            <w:tcBorders>
              <w:lef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Maakt grapjes (scol 9)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  <w:highlight w:val="yellow"/>
              </w:rPr>
              <w:t>Houdt rekening met de mogelijkheden/wensen van een ander</w:t>
            </w:r>
            <w:r w:rsidRPr="001F4CD2">
              <w:rPr>
                <w:rFonts w:asciiTheme="minorHAnsi" w:hAnsiTheme="minorHAnsi" w:cstheme="minorHAnsi"/>
              </w:rPr>
              <w:t xml:space="preserve"> (scol 7)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Past manieren om rustig te blijven toe wanneer hij boos wordt (scol 10)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Toetsen leerjaar 6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Toetsen leerjaar 6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1F4CD2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737" w:type="dxa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1F4CD2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Doelen leerjaar 7 periode 1 (niveau 5)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Doelen leerjaar 7 periode 2 (niveau 5)</w:t>
            </w:r>
          </w:p>
        </w:tc>
      </w:tr>
      <w:tr w:rsidR="001F4CD2" w:rsidRPr="00A67C0A" w:rsidTr="00DB329E">
        <w:tc>
          <w:tcPr>
            <w:tcW w:w="4727" w:type="dxa"/>
            <w:gridSpan w:val="2"/>
            <w:tcBorders>
              <w:righ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Vertelt een idee aan de klas (scol 14)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Legt aan een ander uit dat hij op een keuze wil terugkomen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Spreekt een medeleerling er op aan als deze zich niet aan de afspraken houdt (scol 20)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7" w:type="dxa"/>
            <w:tcBorders>
              <w:left w:val="single" w:sz="18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Presenteert een idee aan iemand die hij niet goed kent binnen de school (scol 16)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Heeft respect voor een keuze van een ander (blijft vriendelijk)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</w:rPr>
              <w:t>Vertelt wat hij voelt als een ander onaardig doet of hem ten onrechte beschuldigt (scol 25)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Methoden/middelen leerjaar 7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Methoden/middelen leerjaar 7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737" w:type="dxa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Toetsen leerjaar 7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Toetsen leerjaar 7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1F4CD2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737" w:type="dxa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1F4CD2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1F4CD2" w:rsidRPr="00A67C0A" w:rsidTr="001F4CD2">
        <w:trPr>
          <w:trHeight w:val="330"/>
        </w:trPr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Doelen leerjaar 8 periode 1 (niveau 5)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Doelen leerjaar 8 periode 2 (niveau 5)</w:t>
            </w:r>
          </w:p>
        </w:tc>
      </w:tr>
      <w:tr w:rsidR="001F4CD2" w:rsidRPr="00A67C0A" w:rsidTr="00CD3E74">
        <w:tc>
          <w:tcPr>
            <w:tcW w:w="4727" w:type="dxa"/>
            <w:gridSpan w:val="2"/>
            <w:tcBorders>
              <w:bottom w:val="single" w:sz="4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Kiest als gespreksonderwerp iets wat hij samen met de ander heeft meegemaakt (scol 11)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Vraagt een kind dat niemand heeft om mee te doen met een groepsactiviteit (scol 7)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Gaat bij een ruzie in op wat een ander zegt (scol 3 en 15)</w:t>
            </w:r>
          </w:p>
        </w:tc>
        <w:tc>
          <w:tcPr>
            <w:tcW w:w="4737" w:type="dxa"/>
            <w:tcBorders>
              <w:bottom w:val="single" w:sz="4" w:space="0" w:color="auto"/>
            </w:tcBorders>
          </w:tcPr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</w:rPr>
              <w:t>Praat met een ander over een afspraak die misliep (scol 5)</w:t>
            </w:r>
            <w:r w:rsidRPr="001F4CD2">
              <w:rPr>
                <w:rFonts w:asciiTheme="minorHAnsi" w:hAnsiTheme="minorHAnsi" w:cstheme="minorHAnsi"/>
              </w:rPr>
              <w:br/>
            </w:r>
            <w:r w:rsidRPr="001F4CD2">
              <w:rPr>
                <w:rFonts w:asciiTheme="minorHAnsi" w:hAnsiTheme="minorHAnsi" w:cstheme="minorHAnsi"/>
                <w:b/>
              </w:rPr>
              <w:t>3.2. Aardig doen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  <w:b/>
              </w:rPr>
            </w:pPr>
            <w:r w:rsidRPr="001F4CD2">
              <w:rPr>
                <w:rFonts w:asciiTheme="minorHAnsi" w:hAnsiTheme="minorHAnsi" w:cstheme="minorHAnsi"/>
              </w:rPr>
              <w:t>Helpt uit zichzelf iemand die iets minder leuks moet doen (scol 13)</w:t>
            </w:r>
            <w:r w:rsidRPr="001F4CD2">
              <w:rPr>
                <w:rFonts w:asciiTheme="minorHAnsi" w:hAnsiTheme="minorHAnsi" w:cstheme="minorHAnsi"/>
              </w:rPr>
              <w:br/>
            </w:r>
            <w:r w:rsidRPr="001F4CD2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1F4CD2" w:rsidRPr="001F4CD2" w:rsidRDefault="001F4CD2" w:rsidP="001F4CD2">
            <w:pPr>
              <w:rPr>
                <w:rFonts w:asciiTheme="minorHAnsi" w:hAnsiTheme="minorHAnsi" w:cstheme="minorHAnsi"/>
              </w:rPr>
            </w:pPr>
            <w:r w:rsidRPr="001F4CD2">
              <w:rPr>
                <w:rFonts w:asciiTheme="minorHAnsi" w:hAnsiTheme="minorHAnsi" w:cstheme="minorHAnsi"/>
              </w:rPr>
              <w:t>Verzint een oplossing bij ruzie (weglopen, wachten tot emoties bedaard zijn) (scol 10)</w:t>
            </w: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Methoden/middelen leerjaar 8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Methoden/middelen leerjaar 8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737" w:type="dxa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1F4CD2" w:rsidRPr="00A67C0A" w:rsidTr="001F4CD2">
        <w:tc>
          <w:tcPr>
            <w:tcW w:w="4727" w:type="dxa"/>
            <w:gridSpan w:val="2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Toetsen leerjaar 8 periode 1</w:t>
            </w:r>
          </w:p>
        </w:tc>
        <w:tc>
          <w:tcPr>
            <w:tcW w:w="4737" w:type="dxa"/>
            <w:shd w:val="clear" w:color="auto" w:fill="92D050"/>
          </w:tcPr>
          <w:p w:rsidR="001F4CD2" w:rsidRPr="001F4CD2" w:rsidRDefault="001F4CD2" w:rsidP="001F4CD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1F4CD2">
              <w:rPr>
                <w:rFonts w:asciiTheme="minorHAnsi" w:hAnsiTheme="minorHAnsi" w:cstheme="minorHAnsi"/>
                <w:b/>
                <w:szCs w:val="18"/>
              </w:rPr>
              <w:t>Leerroute 5: Toetsen leerjaar 8 periode 2</w:t>
            </w:r>
          </w:p>
        </w:tc>
      </w:tr>
      <w:tr w:rsidR="001F4CD2" w:rsidRPr="00A67C0A" w:rsidTr="001F4CD2">
        <w:tc>
          <w:tcPr>
            <w:tcW w:w="4727" w:type="dxa"/>
            <w:gridSpan w:val="2"/>
          </w:tcPr>
          <w:p w:rsidR="001F4CD2" w:rsidRPr="00D24B0E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737" w:type="dxa"/>
          </w:tcPr>
          <w:p w:rsidR="001F4CD2" w:rsidRPr="00B24E2D" w:rsidRDefault="001F4CD2" w:rsidP="001F4CD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1F4CD2" w:rsidRPr="00A67C0A" w:rsidTr="001F4CD2">
        <w:tc>
          <w:tcPr>
            <w:tcW w:w="2084" w:type="dxa"/>
            <w:shd w:val="clear" w:color="auto" w:fill="92D050"/>
          </w:tcPr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380" w:type="dxa"/>
            <w:gridSpan w:val="2"/>
          </w:tcPr>
          <w:p w:rsidR="001F4CD2" w:rsidRPr="00FA76F1" w:rsidRDefault="001F4CD2" w:rsidP="001F4CD2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8A096C">
              <w:rPr>
                <w:rFonts w:asciiTheme="minorHAnsi" w:hAnsiTheme="minorHAnsi" w:cstheme="minorHAnsi"/>
                <w:szCs w:val="18"/>
              </w:rPr>
              <w:t>Leerjaar 1</w:t>
            </w:r>
            <w:r>
              <w:rPr>
                <w:rFonts w:asciiTheme="minorHAnsi" w:hAnsiTheme="minorHAnsi" w:cstheme="minorHAnsi"/>
                <w:szCs w:val="18"/>
              </w:rPr>
              <w:t xml:space="preserve"> en 2</w:t>
            </w:r>
            <w:r w:rsidRPr="008A096C">
              <w:rPr>
                <w:rFonts w:asciiTheme="minorHAnsi" w:hAnsiTheme="minorHAnsi" w:cstheme="minorHAnsi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Cs w:val="18"/>
              </w:rPr>
              <w:t xml:space="preserve">  </w:t>
            </w:r>
            <w:r w:rsidRPr="00FB3AF1">
              <w:rPr>
                <w:rFonts w:asciiTheme="minorHAnsi" w:hAnsiTheme="minorHAnsi" w:cstheme="minorHAnsi"/>
                <w:szCs w:val="18"/>
              </w:rPr>
              <w:t>Per week: 1,5 uren</w:t>
            </w:r>
          </w:p>
          <w:p w:rsidR="001F4CD2" w:rsidRPr="00725540" w:rsidRDefault="001F4CD2" w:rsidP="001F4CD2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Leerjaar 3 t/m 8: </w:t>
            </w:r>
            <w:r w:rsidRPr="00FB3AF1">
              <w:rPr>
                <w:rFonts w:asciiTheme="minorHAnsi" w:hAnsiTheme="minorHAnsi" w:cstheme="minorHAnsi"/>
                <w:szCs w:val="18"/>
              </w:rPr>
              <w:t xml:space="preserve">Per week: 4 uren </w:t>
            </w:r>
            <w:r w:rsidRPr="008A096C">
              <w:rPr>
                <w:rFonts w:asciiTheme="minorHAnsi" w:hAnsiTheme="minorHAnsi" w:cstheme="minorHAnsi"/>
                <w:szCs w:val="18"/>
              </w:rPr>
              <w:t>(zie lesurentabel SO</w:t>
            </w:r>
            <w:r>
              <w:rPr>
                <w:rFonts w:asciiTheme="minorHAnsi" w:hAnsiTheme="minorHAnsi" w:cstheme="minorHAnsi"/>
                <w:szCs w:val="18"/>
              </w:rPr>
              <w:t>-ZML</w:t>
            </w:r>
            <w:r w:rsidRPr="008A096C">
              <w:rPr>
                <w:rFonts w:asciiTheme="minorHAnsi" w:hAnsiTheme="minorHAnsi" w:cstheme="minorHAnsi"/>
                <w:szCs w:val="18"/>
              </w:rPr>
              <w:t xml:space="preserve"> DOS)</w:t>
            </w:r>
          </w:p>
        </w:tc>
      </w:tr>
      <w:tr w:rsidR="001F4CD2" w:rsidRPr="00A67C0A" w:rsidTr="001F4CD2">
        <w:tc>
          <w:tcPr>
            <w:tcW w:w="2084" w:type="dxa"/>
            <w:shd w:val="clear" w:color="auto" w:fill="92D050"/>
          </w:tcPr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380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Zorgt voor de inhoud van iedere les volgens het directe instructiemodel (DIM) (activeren voorkennis, aangeven doel van de les, (verlengde) instructie, begeleide (in)oefening, zelfstandige verwerking, evaluatie).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Focust op de zelfstandige verwerking, zelfreflectie, biedt ruimte om eigen keuzes te maken en bespreekt met de leerling  de keuzes en het zelfstandig plannen van het werk.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Gebruikt, waar nodig, visuele ondersteuning d.m.v. foto’s/picto’s/korte tekst, stappenplan, extra materialen/(digitale)hulpmiddelen.</w:t>
            </w:r>
          </w:p>
          <w:p w:rsidR="001F4CD2" w:rsidRPr="00A67C0A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Analyseert de geplande observatie, Hieruit haalt hij met welk onderdeel of onderdelen een leerling moeite heeft. Dit onderdeel of deze onderdelen worden extra aangeboden</w:t>
            </w:r>
            <w:r>
              <w:rPr>
                <w:rFonts w:asciiTheme="minorHAnsi" w:hAnsiTheme="minorHAnsi" w:cstheme="minorHAnsi"/>
                <w:szCs w:val="18"/>
              </w:rPr>
              <w:t xml:space="preserve">/geoefend met de leerling(en). </w:t>
            </w:r>
          </w:p>
        </w:tc>
      </w:tr>
      <w:tr w:rsidR="001F4CD2" w:rsidRPr="00A67C0A" w:rsidTr="001F4CD2">
        <w:tc>
          <w:tcPr>
            <w:tcW w:w="2084" w:type="dxa"/>
            <w:shd w:val="clear" w:color="auto" w:fill="92D050"/>
          </w:tcPr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380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Geeft positieve feedback (complimenten), formuleert gewenst gedrag, heeft aandacht voor het oplossen van conflicten (respectvol omgaan met elkaar) evt. met een beloningssysteem.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Observeert leerlingen.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Stimuleert het samenwerken met andere leerlingen.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Stimuleert het dragen van eigen verantwoordelijkheid.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Hecht waarde aan denkproces /strategieën/eigen mening van de leerling.</w:t>
            </w:r>
          </w:p>
          <w:p w:rsidR="001F4CD2" w:rsidRPr="00A67C0A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Hanteert de gedragsco</w:t>
            </w:r>
            <w:r>
              <w:rPr>
                <w:rFonts w:asciiTheme="minorHAnsi" w:hAnsiTheme="minorHAnsi" w:cstheme="minorHAnsi"/>
                <w:szCs w:val="18"/>
              </w:rPr>
              <w:t xml:space="preserve">de (‘dichtbij en op afstand’). </w:t>
            </w:r>
          </w:p>
        </w:tc>
      </w:tr>
      <w:tr w:rsidR="001F4CD2" w:rsidRPr="00A67C0A" w:rsidTr="001F4CD2">
        <w:tc>
          <w:tcPr>
            <w:tcW w:w="2084" w:type="dxa"/>
            <w:shd w:val="clear" w:color="auto" w:fill="92D050"/>
          </w:tcPr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380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De leraar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Richt het lokaal/omgeving in aangepast aan de onderwijsbehoefte/ veiligheid/niveau van de leerling.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Zorgt dat de regels, afspraken en dagprogramma (picto’s/foto’s) op een zichtbare plek in de klas/school hangen.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een afgesproken plek liggen.</w:t>
            </w:r>
          </w:p>
          <w:p w:rsidR="001F4CD2" w:rsidRPr="00A67C0A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Zorgt voor de inhoud van de les en organisatie van werkvormen (verlengde instructie, om en om instructie, instructietafel, subgroepjes, groepsdoorbrekend, tutoring, duoler</w:t>
            </w:r>
            <w:r>
              <w:rPr>
                <w:rFonts w:asciiTheme="minorHAnsi" w:hAnsiTheme="minorHAnsi" w:cstheme="minorHAnsi"/>
                <w:szCs w:val="18"/>
              </w:rPr>
              <w:t xml:space="preserve">en, preteaching, reteaching).  </w:t>
            </w:r>
          </w:p>
        </w:tc>
      </w:tr>
      <w:tr w:rsidR="001F4CD2" w:rsidRPr="00A67C0A" w:rsidTr="001F4CD2">
        <w:tc>
          <w:tcPr>
            <w:tcW w:w="2084" w:type="dxa"/>
            <w:shd w:val="clear" w:color="auto" w:fill="92D050"/>
          </w:tcPr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  <w:p w:rsidR="001F4CD2" w:rsidRPr="00A67C0A" w:rsidRDefault="001F4CD2" w:rsidP="001F4CD2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380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1F4CD2" w:rsidRPr="00A67C0A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De leraar evalueert in de toetsweken de hoofddoelen en subdoelen d.m.v. ge</w:t>
            </w:r>
            <w:r>
              <w:rPr>
                <w:rFonts w:asciiTheme="minorHAnsi" w:hAnsiTheme="minorHAnsi" w:cstheme="minorHAnsi"/>
                <w:szCs w:val="18"/>
              </w:rPr>
              <w:t xml:space="preserve">plande observatie. </w:t>
            </w:r>
            <w:r w:rsidRPr="00CD3E74">
              <w:rPr>
                <w:rFonts w:asciiTheme="minorHAnsi" w:hAnsiTheme="minorHAnsi" w:cstheme="minorHAnsi"/>
                <w:szCs w:val="18"/>
              </w:rPr>
              <w:t xml:space="preserve"> Bij de observaties wordt gebruik gemaakt van het document. ‘C</w:t>
            </w:r>
            <w:r>
              <w:rPr>
                <w:rFonts w:asciiTheme="minorHAnsi" w:hAnsiTheme="minorHAnsi" w:cstheme="minorHAnsi"/>
                <w:szCs w:val="18"/>
              </w:rPr>
              <w:t>riteria doel wel-niet behaald”.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951"/>
        <w:gridCol w:w="2710"/>
        <w:gridCol w:w="4661"/>
      </w:tblGrid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1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1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B329E" w:rsidRPr="00A67C0A" w:rsidTr="00DB329E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  <w:r w:rsidRPr="00DB329E">
              <w:rPr>
                <w:rFonts w:asciiTheme="minorHAnsi" w:hAnsiTheme="minorHAnsi" w:cstheme="minorHAnsi"/>
                <w:b/>
              </w:rPr>
              <w:t>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Wacht op zijn beurt (in de kring)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Kiest tussen 2 of 3 aangeboden voorwerpen (bal – pop, jam – kaas) (scol 4)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 xml:space="preserve">Loopt weg als een ander onaardig tegen hem doet (scol 25) 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highlight w:val="yellow"/>
              </w:rPr>
              <w:t>Geeft aan wat hij leuk/niet leuk vindt</w:t>
            </w:r>
            <w:r w:rsidRPr="00DB329E">
              <w:rPr>
                <w:rFonts w:asciiTheme="minorHAnsi" w:hAnsiTheme="minorHAnsi" w:cstheme="minorHAnsi"/>
              </w:rPr>
              <w:t xml:space="preserve"> (scol 5)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Troost iemand die gevallen is (scol 13)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  <w:r w:rsidRPr="00DB329E">
              <w:rPr>
                <w:rFonts w:asciiTheme="minorHAnsi" w:hAnsiTheme="minorHAnsi" w:cstheme="minorHAnsi"/>
                <w:b/>
              </w:rPr>
              <w:t>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highlight w:val="yellow"/>
              </w:rPr>
              <w:t>Geeft aan waar hij trots op is</w:t>
            </w:r>
            <w:r w:rsidRPr="00DB329E">
              <w:rPr>
                <w:rFonts w:asciiTheme="minorHAnsi" w:hAnsiTheme="minorHAnsi" w:cstheme="minorHAnsi"/>
              </w:rPr>
              <w:t xml:space="preserve"> 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highlight w:val="yellow"/>
              </w:rPr>
              <w:t>Accepteert het als zijn keuze niet door kan gaan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</w:rPr>
              <w:t>Vraagt om hulp als iets hem alleen niet lukt (jas aantrekken, veters) (scol 26)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  <w:r w:rsidRPr="00DB329E">
              <w:rPr>
                <w:rFonts w:asciiTheme="minorHAnsi" w:hAnsiTheme="minorHAnsi" w:cstheme="minorHAnsi"/>
                <w:b/>
              </w:rPr>
              <w:br/>
            </w:r>
            <w:r w:rsidRPr="00DB329E">
              <w:rPr>
                <w:rFonts w:asciiTheme="minorHAnsi" w:hAnsiTheme="minorHAnsi" w:cstheme="minorHAnsi"/>
              </w:rPr>
              <w:t>Vertelt in de kring over iets dat hij zojuist op school heeft meegemaakt (korte tijd ertussen) (scol 11)</w:t>
            </w:r>
            <w:r w:rsidRPr="00DB329E">
              <w:rPr>
                <w:rFonts w:asciiTheme="minorHAnsi" w:hAnsiTheme="minorHAnsi" w:cstheme="minorHAnsi"/>
              </w:rPr>
              <w:br/>
            </w: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  <w:r w:rsidRPr="00DB329E">
              <w:rPr>
                <w:rFonts w:asciiTheme="minorHAnsi" w:hAnsiTheme="minorHAnsi" w:cstheme="minorHAnsi"/>
              </w:rPr>
              <w:br/>
              <w:t>Zegt sorry als er door hem per ongeluk iets misgaat (scol 2)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  <w:r w:rsidRPr="00DB329E">
              <w:rPr>
                <w:rFonts w:asciiTheme="minorHAnsi" w:hAnsiTheme="minorHAnsi" w:cstheme="minorHAnsi"/>
                <w:b/>
              </w:rPr>
              <w:br/>
            </w:r>
            <w:r w:rsidRPr="00DB329E">
              <w:rPr>
                <w:rFonts w:asciiTheme="minorHAnsi" w:hAnsiTheme="minorHAnsi" w:cstheme="minorHAnsi"/>
              </w:rPr>
              <w:t>Reageert bij boosheid op de aanwijzing/correctie van de leerkracht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1 periode 2</w:t>
            </w:r>
          </w:p>
        </w:tc>
      </w:tr>
      <w:tr w:rsidR="00A16FA6" w:rsidRPr="00A67C0A" w:rsidTr="00DB329E">
        <w:tc>
          <w:tcPr>
            <w:tcW w:w="4661" w:type="dxa"/>
            <w:gridSpan w:val="2"/>
          </w:tcPr>
          <w:p w:rsidR="00A16FA6" w:rsidRPr="005147E3" w:rsidRDefault="00A16FA6" w:rsidP="005C63A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</w:tcPr>
          <w:p w:rsidR="00A16FA6" w:rsidRPr="00A67C0A" w:rsidRDefault="00A16FA6" w:rsidP="00ED62B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4C06DE" w:rsidRPr="00A67C0A" w:rsidTr="00DB329E">
        <w:tc>
          <w:tcPr>
            <w:tcW w:w="4661" w:type="dxa"/>
            <w:gridSpan w:val="2"/>
            <w:shd w:val="clear" w:color="auto" w:fill="FF99CC"/>
          </w:tcPr>
          <w:p w:rsidR="004C06DE" w:rsidRPr="00856965" w:rsidRDefault="00DB329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4C06DE">
              <w:rPr>
                <w:rFonts w:asciiTheme="minorHAnsi" w:hAnsiTheme="minorHAnsi" w:cstheme="minorHAnsi"/>
                <w:b/>
                <w:szCs w:val="18"/>
              </w:rPr>
              <w:t>: Toetsen leerjaar 1 periode 1</w:t>
            </w:r>
          </w:p>
        </w:tc>
        <w:tc>
          <w:tcPr>
            <w:tcW w:w="4661" w:type="dxa"/>
            <w:shd w:val="clear" w:color="auto" w:fill="FF99CC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1 periode 2</w:t>
            </w:r>
          </w:p>
        </w:tc>
      </w:tr>
      <w:tr w:rsidR="004C06DE" w:rsidRPr="00A67C0A" w:rsidTr="00DB329E">
        <w:tc>
          <w:tcPr>
            <w:tcW w:w="4661" w:type="dxa"/>
            <w:gridSpan w:val="2"/>
          </w:tcPr>
          <w:p w:rsidR="004C06DE" w:rsidRPr="005147E3" w:rsidRDefault="00034F63" w:rsidP="00A744A4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4C06DE" w:rsidRPr="00A67C0A" w:rsidRDefault="00034F63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6: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Doelen leerjaar 2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2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2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B329E" w:rsidRPr="00A67C0A" w:rsidTr="00DB329E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Vertelt een idee aan een medeleerling (nieuw spel, activiteit) (scol 14)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Maakt een keuze en blijft daarbij  (scol 4)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Zegt nee als hij iets niet wil (scol 12)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Vertelt wat hij die dag op school heeft meegemaakt (aan het einde in de kring) (scol 11)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Geeft een compliment over iets dat een ander gemaakt heeft (scol 19)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Uit zijn boosheid zonder fysiek pijn te doen/materiaal kapot te maken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Vertelt wat hij leuk vindt om te doen (scol 8)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Maakt aan de leerkracht duidelijk dat een ander onaardig tegen hem doet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(scol 25)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  <w:r w:rsidRPr="00DB329E">
              <w:rPr>
                <w:rFonts w:asciiTheme="minorHAnsi" w:hAnsiTheme="minorHAnsi" w:cstheme="minorHAnsi"/>
              </w:rPr>
              <w:br/>
              <w:t>Deelt een soortgelijke ervaring met anderen (ik ben daar ook geweest) (scol 11)</w:t>
            </w:r>
            <w:r w:rsidRPr="00DB329E">
              <w:rPr>
                <w:rFonts w:asciiTheme="minorHAnsi" w:hAnsiTheme="minorHAnsi" w:cstheme="minorHAnsi"/>
              </w:rPr>
              <w:br/>
            </w: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  <w:r w:rsidRPr="00DB329E">
              <w:rPr>
                <w:rFonts w:asciiTheme="minorHAnsi" w:hAnsiTheme="minorHAnsi" w:cstheme="minorHAnsi"/>
              </w:rPr>
              <w:br/>
              <w:t>Helpt een ander als die daar om vraagt (scol 13)</w:t>
            </w:r>
            <w:r w:rsidRPr="00DB329E">
              <w:rPr>
                <w:rFonts w:asciiTheme="minorHAnsi" w:hAnsiTheme="minorHAnsi" w:cstheme="minorHAnsi"/>
              </w:rPr>
              <w:br/>
            </w: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highlight w:val="yellow"/>
              </w:rPr>
              <w:t>Volgt het advies van de leerkracht bij het oplossen van een ruzie</w:t>
            </w:r>
            <w:r w:rsidRPr="00DB329E">
              <w:rPr>
                <w:rFonts w:asciiTheme="minorHAnsi" w:hAnsiTheme="minorHAnsi" w:cstheme="minorHAnsi"/>
              </w:rPr>
              <w:t xml:space="preserve"> (scol 10)</w:t>
            </w:r>
            <w:r w:rsidRPr="00DB329E">
              <w:rPr>
                <w:rFonts w:asciiTheme="minorHAnsi" w:hAnsiTheme="minorHAnsi" w:cstheme="minorHAnsi"/>
              </w:rPr>
              <w:br/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DB329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6: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Methoden/middelen leerjaar 2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A16FA6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>eerroute 6</w:t>
            </w:r>
            <w:r w:rsidRPr="00856965">
              <w:rPr>
                <w:rFonts w:asciiTheme="minorHAnsi" w:hAnsiTheme="minorHAnsi" w:cstheme="minorHAnsi"/>
                <w:b/>
                <w:szCs w:val="18"/>
              </w:rPr>
              <w:t>: Methoden/middelen leerjaar 2 periode 2</w:t>
            </w:r>
          </w:p>
        </w:tc>
      </w:tr>
      <w:tr w:rsidR="00A16FA6" w:rsidRPr="00A67C0A" w:rsidTr="00DB329E">
        <w:tc>
          <w:tcPr>
            <w:tcW w:w="4661" w:type="dxa"/>
            <w:gridSpan w:val="2"/>
          </w:tcPr>
          <w:p w:rsidR="00A16FA6" w:rsidRPr="00ED62B2" w:rsidRDefault="00A16FA6" w:rsidP="00ED62B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ED62B2" w:rsidRDefault="00A16FA6" w:rsidP="00ED62B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4C06DE" w:rsidRPr="00A67C0A" w:rsidTr="00DB329E">
        <w:tc>
          <w:tcPr>
            <w:tcW w:w="4661" w:type="dxa"/>
            <w:gridSpan w:val="2"/>
            <w:shd w:val="clear" w:color="auto" w:fill="FF99CC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>eerroute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2 periode 1</w:t>
            </w:r>
          </w:p>
        </w:tc>
        <w:tc>
          <w:tcPr>
            <w:tcW w:w="4661" w:type="dxa"/>
            <w:shd w:val="clear" w:color="auto" w:fill="FF99CC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2 periode 2</w:t>
            </w:r>
          </w:p>
        </w:tc>
      </w:tr>
      <w:tr w:rsidR="004C06DE" w:rsidRPr="00A67C0A" w:rsidTr="00DB329E">
        <w:tc>
          <w:tcPr>
            <w:tcW w:w="4661" w:type="dxa"/>
            <w:gridSpan w:val="2"/>
          </w:tcPr>
          <w:p w:rsidR="004C06DE" w:rsidRPr="00A67C0A" w:rsidRDefault="00034F63" w:rsidP="003C16A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4C06DE" w:rsidRPr="00A67C0A" w:rsidRDefault="00D24B0E" w:rsidP="00A16FA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3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3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3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B329E" w:rsidRPr="00A67C0A" w:rsidTr="00DB329E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Vertelt over zichzelf in een groep (hobby’s, familie) (scol 8)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Denkt na voor hij een keus maakt  (scol 23)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Komt voor zichzelf op bij ongewenste aanrakingen /uitingen (weglopen, nee zeggen) (scol 12)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Helpt een ander als hij merkt dat iets niet lukt (scol 7 en 13)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Luistert naar een ander als die sorry zegt (scol 3 en 15) (niveau 2)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Vertelt een idee aan een groepje medeleerlingen (nieuw spel, activiteit) (scol 14)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Durft een andere keuze te maken dan een vriend (scol 18)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  <w:r w:rsidRPr="00DB329E">
              <w:rPr>
                <w:rFonts w:asciiTheme="minorHAnsi" w:hAnsiTheme="minorHAnsi" w:cstheme="minorHAnsi"/>
                <w:b/>
              </w:rPr>
              <w:br/>
            </w:r>
            <w:r w:rsidRPr="00DB329E">
              <w:rPr>
                <w:rFonts w:asciiTheme="minorHAnsi" w:hAnsiTheme="minorHAnsi" w:cstheme="minorHAnsi"/>
              </w:rPr>
              <w:t>Vertelt over grappige situaties die hij heeft meegemaakt (in kring, aan juf, aan medeleerling) (scol 9)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  <w:r w:rsidRPr="00DB329E">
              <w:rPr>
                <w:rFonts w:asciiTheme="minorHAnsi" w:hAnsiTheme="minorHAnsi" w:cstheme="minorHAnsi"/>
                <w:b/>
              </w:rPr>
              <w:br/>
            </w:r>
            <w:r w:rsidRPr="00DB329E">
              <w:rPr>
                <w:rFonts w:asciiTheme="minorHAnsi" w:hAnsiTheme="minorHAnsi" w:cstheme="minorHAnsi"/>
              </w:rPr>
              <w:t>Trekt zich terug als een ander niet geholpen of met rust gelaten wil worden (scol 7)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  <w:r w:rsidRPr="00DB329E">
              <w:rPr>
                <w:rFonts w:asciiTheme="minorHAnsi" w:hAnsiTheme="minorHAnsi" w:cstheme="minorHAnsi"/>
              </w:rPr>
              <w:br/>
              <w:t>Vertelt waarom hij boos is op een ander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3 periode 2</w:t>
            </w:r>
          </w:p>
        </w:tc>
      </w:tr>
      <w:tr w:rsidR="00A16FA6" w:rsidRPr="00A67C0A" w:rsidTr="00DB329E">
        <w:tc>
          <w:tcPr>
            <w:tcW w:w="4661" w:type="dxa"/>
            <w:gridSpan w:val="2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4C06DE" w:rsidRPr="00A67C0A" w:rsidTr="00DB329E">
        <w:tc>
          <w:tcPr>
            <w:tcW w:w="4661" w:type="dxa"/>
            <w:gridSpan w:val="2"/>
            <w:shd w:val="clear" w:color="auto" w:fill="FF99CC"/>
          </w:tcPr>
          <w:p w:rsidR="004C06DE" w:rsidRPr="00856965" w:rsidRDefault="00DB329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4C06DE">
              <w:rPr>
                <w:rFonts w:asciiTheme="minorHAnsi" w:hAnsiTheme="minorHAnsi" w:cstheme="minorHAnsi"/>
                <w:b/>
                <w:szCs w:val="18"/>
              </w:rPr>
              <w:t>: Toetsen leerjaar 3 periode 1</w:t>
            </w:r>
          </w:p>
        </w:tc>
        <w:tc>
          <w:tcPr>
            <w:tcW w:w="4661" w:type="dxa"/>
            <w:shd w:val="clear" w:color="auto" w:fill="FF99CC"/>
          </w:tcPr>
          <w:p w:rsidR="004C06DE" w:rsidRPr="00856965" w:rsidRDefault="004C06D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3 periode 2</w:t>
            </w:r>
          </w:p>
        </w:tc>
      </w:tr>
      <w:tr w:rsidR="004C06DE" w:rsidRPr="0010506A" w:rsidTr="00DB329E">
        <w:tc>
          <w:tcPr>
            <w:tcW w:w="4661" w:type="dxa"/>
            <w:gridSpan w:val="2"/>
          </w:tcPr>
          <w:p w:rsidR="004C06DE" w:rsidRPr="00034F63" w:rsidRDefault="00034F63" w:rsidP="0010506A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034F63">
              <w:rPr>
                <w:rFonts w:asciiTheme="minorHAnsi" w:hAnsiTheme="minorHAnsi" w:cstheme="minorHAnsi"/>
                <w:szCs w:val="18"/>
                <w:lang w:val="en-US"/>
              </w:rPr>
              <w:t>SCOL of Zien</w:t>
            </w:r>
          </w:p>
        </w:tc>
        <w:tc>
          <w:tcPr>
            <w:tcW w:w="4661" w:type="dxa"/>
          </w:tcPr>
          <w:p w:rsidR="004C06DE" w:rsidRPr="0010506A" w:rsidRDefault="00D24B0E" w:rsidP="0010506A">
            <w:pPr>
              <w:pStyle w:val="Geenafstand"/>
              <w:rPr>
                <w:rFonts w:asciiTheme="minorHAnsi" w:hAnsiTheme="minorHAnsi" w:cstheme="minorHAnsi"/>
                <w:szCs w:val="18"/>
                <w:lang w:val="en-US"/>
              </w:rPr>
            </w:pPr>
            <w:r w:rsidRPr="00D24B0E">
              <w:rPr>
                <w:rFonts w:asciiTheme="minorHAnsi" w:hAnsiTheme="minorHAnsi" w:cstheme="minorHAnsi"/>
                <w:szCs w:val="18"/>
                <w:lang w:val="en-US"/>
              </w:rPr>
              <w:t>SCOL of Zien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4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B329E" w:rsidRPr="00A67C0A" w:rsidTr="00DB329E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Praat duidelijk wanneer hij iets vertelt of vraagt in de kring (scol 8)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 xml:space="preserve">Durft een andere keuze te maken dan een dominant persoon in de klas 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(scol 18)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 xml:space="preserve">Geeft de ander aan te stoppen (geeft stopteken) als die iets doet wat hij niet leuk vindt (scol 25) 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Geeft een compliment over iets dat een ander goed kan (scol 19)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Probeert een ruzie op te lossen door te  praten (scol 3, 10, 15)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 xml:space="preserve">Laat een ander uitpraten bij het oplossen van een ruzie 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Treedt in een toneelstukje of bij voorlezen zeker op voor een groep medeleerlingen (houding en beweging, spreekvolume) (scol 16)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Legt een bekende zijn keuze uit (ik doe het liever niet, omdat) (scol 23)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</w:rPr>
              <w:t>Vertelt de een ander als diegene iets heeft gedaan dat hij niet aardig vindt (iets dat eerder gebeurd is) (scol 25)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Maakt grapjes (scol 9)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highlight w:val="yellow"/>
              </w:rPr>
              <w:t>Houdt rekening met de mogelijkheden/wensen van een ander</w:t>
            </w:r>
            <w:r w:rsidRPr="00DB329E">
              <w:rPr>
                <w:rFonts w:asciiTheme="minorHAnsi" w:hAnsiTheme="minorHAnsi" w:cstheme="minorHAnsi"/>
              </w:rPr>
              <w:t xml:space="preserve"> (scol 7)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Past manieren om rustig te blijven toe wanneer hij boos wordt (scol 10)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4 periode 2</w:t>
            </w:r>
          </w:p>
        </w:tc>
      </w:tr>
      <w:tr w:rsidR="00A16FA6" w:rsidRPr="00A67C0A" w:rsidTr="00DB329E">
        <w:tc>
          <w:tcPr>
            <w:tcW w:w="4661" w:type="dxa"/>
            <w:gridSpan w:val="2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0542BA" w:rsidRDefault="00A16FA6" w:rsidP="000542BA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744A4" w:rsidRPr="00A67C0A" w:rsidTr="00DB329E">
        <w:tc>
          <w:tcPr>
            <w:tcW w:w="4661" w:type="dxa"/>
            <w:gridSpan w:val="2"/>
            <w:shd w:val="clear" w:color="auto" w:fill="FF99CC"/>
          </w:tcPr>
          <w:p w:rsidR="00A744A4" w:rsidRPr="00856965" w:rsidRDefault="00DB329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4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4 periode 2</w:t>
            </w:r>
          </w:p>
        </w:tc>
      </w:tr>
      <w:tr w:rsidR="00A744A4" w:rsidRPr="00A67C0A" w:rsidTr="00DB329E">
        <w:tc>
          <w:tcPr>
            <w:tcW w:w="4661" w:type="dxa"/>
            <w:gridSpan w:val="2"/>
          </w:tcPr>
          <w:p w:rsidR="00A744A4" w:rsidRPr="00A67C0A" w:rsidRDefault="00034F63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10506A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5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5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B329E" w:rsidRPr="00A67C0A" w:rsidTr="00DB329E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Vertelt een idee aan de klas (scol 14)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Legt aan een ander uit dat hij op een keuze wil terugkomen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Spreekt een medeleerling er op aan als deze zich niet aan de afspraken houdt (scol 20)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Kiest als gespreksonderwerp iets wat hij samen met de ander heeft meegemaakt (scol 11)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Vraagt een kind dat niemand heeft om mee te doen met een groepsactiviteit (scol 7)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Gaat bij een ruzie in op wat een ander zegt (scol 3 en 15)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Presenteert een idee aan iemand die hij niet goed kent binnen de school (scol 16)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Heeft respect voor een keuze van een ander (blijft vriendelijk)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</w:rPr>
              <w:t>Vertelt wat hij voelt als een ander onaardig doet of hem ten onrechte beschuldigt (scol 25)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</w:rPr>
              <w:t>Praat met anderen over een afspraak die misliep (scol 5)</w:t>
            </w:r>
            <w:r w:rsidRPr="00DB329E">
              <w:rPr>
                <w:rFonts w:asciiTheme="minorHAnsi" w:hAnsiTheme="minorHAnsi" w:cstheme="minorHAnsi"/>
              </w:rPr>
              <w:br/>
            </w: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</w:rPr>
              <w:t>Helpt uit zichzelf iemand die iets minder leuks moet doen (scol 13)</w:t>
            </w:r>
            <w:r w:rsidRPr="00DB329E">
              <w:rPr>
                <w:rFonts w:asciiTheme="minorHAnsi" w:hAnsiTheme="minorHAnsi" w:cstheme="minorHAnsi"/>
              </w:rPr>
              <w:br/>
            </w: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Verzint een oplossing bij ruzie (weglopen, wachten tot emoties bedaard zijn) (scol 10)</w:t>
            </w:r>
          </w:p>
        </w:tc>
      </w:tr>
      <w:tr w:rsidR="00A16FA6" w:rsidRPr="00A67C0A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5 periode 2</w:t>
            </w:r>
          </w:p>
        </w:tc>
      </w:tr>
      <w:tr w:rsidR="00A16FA6" w:rsidRPr="00A67C0A" w:rsidTr="00DB329E">
        <w:tc>
          <w:tcPr>
            <w:tcW w:w="4661" w:type="dxa"/>
            <w:gridSpan w:val="2"/>
          </w:tcPr>
          <w:p w:rsidR="00A16FA6" w:rsidRPr="00431712" w:rsidRDefault="00A16FA6" w:rsidP="0043171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C974E5" w:rsidRDefault="00A16FA6" w:rsidP="00C974E5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744A4" w:rsidRPr="00A67C0A" w:rsidTr="00DB329E">
        <w:tc>
          <w:tcPr>
            <w:tcW w:w="4661" w:type="dxa"/>
            <w:gridSpan w:val="2"/>
            <w:shd w:val="clear" w:color="auto" w:fill="FF99CC"/>
          </w:tcPr>
          <w:p w:rsidR="00A744A4" w:rsidRPr="00856965" w:rsidRDefault="00DB329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5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5 periode 2</w:t>
            </w:r>
          </w:p>
        </w:tc>
      </w:tr>
      <w:tr w:rsidR="00A744A4" w:rsidRPr="00A67C0A" w:rsidTr="00DB329E">
        <w:tc>
          <w:tcPr>
            <w:tcW w:w="4661" w:type="dxa"/>
            <w:gridSpan w:val="2"/>
          </w:tcPr>
          <w:p w:rsidR="00A744A4" w:rsidRPr="00A67C0A" w:rsidRDefault="00034F63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507B8E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6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Doelen leerjaar 6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B329E" w:rsidRPr="00507B8E" w:rsidTr="00DB329E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Reageert op positieve feedback  (niveau 5)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Vraagt bedenktijd als hij op dat moment  het moeilijk vindt om te kiezen (scol 23)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 xml:space="preserve">Zegt het als hij niet op dat moment over zijn gevoelens wil praten (scol12) 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Toont interesse als iemand iets vertelt (luisterhouding, knikken, vragen)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Troost een leerling die gepest wordt (scol 19)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Luistert naar een medeleerling wanneer de ander een voorstel doet over een oplossing (scol 3 en 15)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Houdt een presentatie voor de klas (scol 8, 16)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Geeft in een één op één gesprek een afwijkende mening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highlight w:val="yellow"/>
              </w:rPr>
              <w:t>Luistert wanneer een medeleerling dat hij iets anders wil</w:t>
            </w:r>
            <w:r w:rsidRPr="00DB329E">
              <w:rPr>
                <w:rFonts w:asciiTheme="minorHAnsi" w:hAnsiTheme="minorHAnsi" w:cstheme="minorHAnsi"/>
              </w:rPr>
              <w:t xml:space="preserve"> (scol 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Biedt zijn excuses aan als hij een ander gekwetst heeft (scol 2)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Toont begrip voor de gevoelens van een ander bij ruzie (scol 15)</w:t>
            </w:r>
            <w:r w:rsidRPr="00DB329E">
              <w:rPr>
                <w:rFonts w:asciiTheme="minorHAnsi" w:hAnsiTheme="minorHAnsi" w:cstheme="minorHAnsi"/>
              </w:rPr>
              <w:br/>
            </w:r>
          </w:p>
        </w:tc>
      </w:tr>
      <w:tr w:rsidR="00A16FA6" w:rsidRPr="00507B8E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>: Methoden/middelen leerjaar 6 periode 2</w:t>
            </w:r>
          </w:p>
        </w:tc>
      </w:tr>
      <w:tr w:rsidR="00A16FA6" w:rsidRPr="00374F44" w:rsidTr="00DB329E">
        <w:tc>
          <w:tcPr>
            <w:tcW w:w="4661" w:type="dxa"/>
            <w:gridSpan w:val="2"/>
          </w:tcPr>
          <w:p w:rsidR="00A16FA6" w:rsidRPr="00061BD7" w:rsidRDefault="00A16FA6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</w:tcPr>
          <w:p w:rsidR="00A16FA6" w:rsidRPr="00A67C0A" w:rsidRDefault="00A16FA6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A744A4" w:rsidRPr="00374F44" w:rsidTr="00DB329E">
        <w:tc>
          <w:tcPr>
            <w:tcW w:w="4661" w:type="dxa"/>
            <w:gridSpan w:val="2"/>
            <w:shd w:val="clear" w:color="auto" w:fill="FF99CC"/>
          </w:tcPr>
          <w:p w:rsidR="00A744A4" w:rsidRPr="00856965" w:rsidRDefault="00DB329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6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6 periode 2</w:t>
            </w:r>
          </w:p>
        </w:tc>
      </w:tr>
      <w:tr w:rsidR="00A744A4" w:rsidRPr="00374F44" w:rsidTr="00DB329E">
        <w:tc>
          <w:tcPr>
            <w:tcW w:w="4661" w:type="dxa"/>
            <w:gridSpan w:val="2"/>
          </w:tcPr>
          <w:p w:rsidR="00A744A4" w:rsidRPr="00A67C0A" w:rsidRDefault="00034F63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BC6689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374F44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Doelen leerjaar 7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Doelen leerjaar 7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7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B329E" w:rsidRPr="00374F44" w:rsidTr="00DB329E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Geeft feedback op een prettige manier (bij iets negatiefs ook iets positiefs noemen)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Zorgt voor extra informatie om een keuze te kunnen maken (scol 4, 23)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Vraagt hulp aan de juiste persoon (iemand die hem echt kan helpen (scol 26)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Helpt medeleerlingen die hij minder aardig vindt wanneer dit gevraagd wordt (scol 13)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Vertelt bij navraag welk aandeel hij heeft gehad bij onenigheid  (scol 15)</w:t>
            </w: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Treedt zeker op bij een presentatie voor de klas (houding, niet steeds wegkijken, hardop spreken) (scol 8, 16)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  <w:highlight w:val="yellow"/>
              </w:rPr>
              <w:t>Vertelt op een rustige manier dat hij ten onrechte beschuldigd wordt</w:t>
            </w:r>
            <w:r w:rsidRPr="00DB329E">
              <w:rPr>
                <w:rFonts w:asciiTheme="minorHAnsi" w:hAnsiTheme="minorHAnsi" w:cstheme="minorHAnsi"/>
              </w:rPr>
              <w:t xml:space="preserve"> (scol 25)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 xml:space="preserve">3.1. Ervaringen delen. 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</w:rPr>
              <w:t>Toont belangstelling voor een ander door vragen te stellen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3.2. Aardig doen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Gaat aardig om met leerlingen die anders zijn dan anderen (niet pesten, betrekken bij activiteiten, complimenten geven (scol 19)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  <w:b/>
              </w:rPr>
            </w:pPr>
            <w:r w:rsidRPr="00DB329E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B329E" w:rsidRPr="00DB329E" w:rsidRDefault="00DB329E" w:rsidP="00DB329E">
            <w:pPr>
              <w:rPr>
                <w:rFonts w:asciiTheme="minorHAnsi" w:hAnsiTheme="minorHAnsi" w:cstheme="minorHAnsi"/>
              </w:rPr>
            </w:pPr>
            <w:r w:rsidRPr="00DB329E">
              <w:rPr>
                <w:rFonts w:asciiTheme="minorHAnsi" w:hAnsiTheme="minorHAnsi" w:cstheme="minorHAnsi"/>
              </w:rPr>
              <w:t>Onderhandelt met een medeleerling over een oplossing bij ruzie (scol 3 en 15)</w:t>
            </w:r>
          </w:p>
        </w:tc>
      </w:tr>
      <w:tr w:rsidR="00A16FA6" w:rsidRPr="00374F44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7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Methoden/middelen leerjaar 7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A16FA6" w:rsidRPr="00374F44" w:rsidTr="00DB329E">
        <w:tc>
          <w:tcPr>
            <w:tcW w:w="4661" w:type="dxa"/>
            <w:gridSpan w:val="2"/>
          </w:tcPr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 map 3, 7 en 8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3.16 Ik vind jou niet aardig! (herhaling)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7.7 Ik voel me...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7.8 Dat is mijn gevoel...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7.10 Hoe gaat het me je?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8.15 Je hebt een goed idee</w:t>
            </w:r>
          </w:p>
          <w:p w:rsidR="00A16FA6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Map 7 les 1 - 6 en 9 </w:t>
            </w:r>
          </w:p>
        </w:tc>
        <w:tc>
          <w:tcPr>
            <w:tcW w:w="4661" w:type="dxa"/>
          </w:tcPr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  <w:u w:val="single"/>
              </w:rPr>
              <w:t>Methode STIP:</w:t>
            </w:r>
            <w:r w:rsidRPr="00061BD7">
              <w:rPr>
                <w:rFonts w:asciiTheme="minorHAnsi" w:hAnsiTheme="minorHAnsi" w:cstheme="minorHAnsi"/>
                <w:szCs w:val="18"/>
              </w:rPr>
              <w:t xml:space="preserve"> map 7 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Basislessen gekoppeld aan doelen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61BD7">
              <w:rPr>
                <w:rFonts w:asciiTheme="minorHAnsi" w:hAnsiTheme="minorHAnsi" w:cstheme="minorHAnsi"/>
                <w:szCs w:val="18"/>
              </w:rPr>
              <w:t>7.11 Opgeven? Nee hoor!</w:t>
            </w:r>
          </w:p>
          <w:p w:rsidR="00061BD7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7.16 Ik ben geen stoorzender</w:t>
            </w:r>
          </w:p>
          <w:p w:rsidR="00A16FA6" w:rsidRPr="00061BD7" w:rsidRDefault="00061BD7" w:rsidP="00061BD7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 xml:space="preserve">Extra: </w:t>
            </w:r>
            <w:r w:rsidRPr="00061BD7">
              <w:rPr>
                <w:rFonts w:asciiTheme="minorHAnsi" w:hAnsiTheme="minorHAnsi" w:cstheme="minorHAnsi"/>
                <w:szCs w:val="18"/>
              </w:rPr>
              <w:t>Map 7 les 12 - 15 en 17 - 20</w:t>
            </w:r>
          </w:p>
        </w:tc>
      </w:tr>
      <w:tr w:rsidR="00A744A4" w:rsidRPr="00374F44" w:rsidTr="00DB329E">
        <w:tc>
          <w:tcPr>
            <w:tcW w:w="4661" w:type="dxa"/>
            <w:gridSpan w:val="2"/>
            <w:shd w:val="clear" w:color="auto" w:fill="FF99CC"/>
          </w:tcPr>
          <w:p w:rsidR="00A744A4" w:rsidRPr="00856965" w:rsidRDefault="00DB329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7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7 periode 2</w:t>
            </w:r>
          </w:p>
        </w:tc>
      </w:tr>
      <w:tr w:rsidR="00A744A4" w:rsidRPr="00374F44" w:rsidTr="00DB329E">
        <w:tc>
          <w:tcPr>
            <w:tcW w:w="4661" w:type="dxa"/>
            <w:gridSpan w:val="2"/>
          </w:tcPr>
          <w:p w:rsidR="00A744A4" w:rsidRPr="00A67C0A" w:rsidRDefault="00034F63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</w:tcPr>
          <w:p w:rsidR="00A744A4" w:rsidRPr="00A67C0A" w:rsidRDefault="00D24B0E" w:rsidP="003F60D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16FA6" w:rsidRPr="00374F44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Doelen leerjaar 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Doelen leerjaar 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 xml:space="preserve"> (niveau 8</w:t>
            </w:r>
            <w:r w:rsidR="00A16FA6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13D00" w:rsidRPr="00374F44" w:rsidTr="00C45D4D">
        <w:tc>
          <w:tcPr>
            <w:tcW w:w="4661" w:type="dxa"/>
            <w:gridSpan w:val="2"/>
            <w:tcBorders>
              <w:right w:val="single" w:sz="18" w:space="0" w:color="auto"/>
            </w:tcBorders>
          </w:tcPr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</w:rPr>
              <w:t>Reageert op negatieve feedback door te zeggen: ik probeer iets te veranderen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</w:rPr>
              <w:t>Noemt argumenten waardoor een ander tot een andere keuze komt dan hijzelf (scol 18, 23)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</w:rPr>
              <w:t>Komt voor zichzelf op bij ongewenste aanrakingen/uitingen door dit te zeggen  (scol 12)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  <w:b/>
              </w:rPr>
              <w:t>3.2. Aardig doen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</w:rPr>
              <w:t>Komt op voor een leerling die in groepsverband gepest wordt (scol 19)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</w:rPr>
              <w:t>Voorkomt ruzie door de ander tijdig aan te geven dat hij te ver gaat (scol 3)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61" w:type="dxa"/>
            <w:tcBorders>
              <w:left w:val="single" w:sz="18" w:space="0" w:color="auto"/>
            </w:tcBorders>
          </w:tcPr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2.1. Jezelf presenteren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</w:rPr>
              <w:t>Geeft een presentatie voor een willekeurige groep (ouders, andere klassen)  (scol 8,16)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2.2. Een keuze maken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  <w:highlight w:val="yellow"/>
              </w:rPr>
              <w:t>Maakt een afweging bij complexe keuze en beargumenteert dit (geen partij willen/kunnen trekken)</w:t>
            </w:r>
            <w:r w:rsidRPr="00D13D00">
              <w:rPr>
                <w:rFonts w:asciiTheme="minorHAnsi" w:hAnsiTheme="minorHAnsi" w:cstheme="minorHAnsi"/>
              </w:rPr>
              <w:t xml:space="preserve"> (scol 23)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2.3. Opkomen voor jezelf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  <w:highlight w:val="yellow"/>
              </w:rPr>
              <w:t>Geeft in een groep een afwijkende mening</w:t>
            </w:r>
            <w:r w:rsidRPr="00D13D00">
              <w:rPr>
                <w:rFonts w:asciiTheme="minorHAnsi" w:hAnsiTheme="minorHAnsi" w:cstheme="minorHAnsi"/>
              </w:rPr>
              <w:t xml:space="preserve"> (scol 18)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  <w:b/>
              </w:rPr>
              <w:t>3.1. Ervaringen delen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</w:rPr>
              <w:t>Voelt aan wat “foute” grapjes zijn en stemt zijn gedrag hierop af (over iets dat voor iemand gevoelig ligt op belangrijk voor hem is) (scol 9)</w:t>
            </w:r>
            <w:r w:rsidRPr="00D13D00">
              <w:rPr>
                <w:rFonts w:asciiTheme="minorHAnsi" w:hAnsiTheme="minorHAnsi" w:cstheme="minorHAnsi"/>
              </w:rPr>
              <w:br/>
            </w:r>
            <w:r w:rsidRPr="00D13D00">
              <w:rPr>
                <w:rFonts w:asciiTheme="minorHAnsi" w:hAnsiTheme="minorHAnsi" w:cstheme="minorHAnsi"/>
                <w:b/>
              </w:rPr>
              <w:t>3.2. Aardig doen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  <w:b/>
              </w:rPr>
            </w:pPr>
            <w:r w:rsidRPr="00D13D00">
              <w:rPr>
                <w:rFonts w:asciiTheme="minorHAnsi" w:hAnsiTheme="minorHAnsi" w:cstheme="minorHAnsi"/>
              </w:rPr>
              <w:t>Merkt het wanneer een ander zich gekwetst voelt en stemt zijn gedrag hierop af</w:t>
            </w:r>
            <w:r w:rsidRPr="00D13D00">
              <w:rPr>
                <w:rFonts w:asciiTheme="minorHAnsi" w:hAnsiTheme="minorHAnsi" w:cstheme="minorHAnsi"/>
              </w:rPr>
              <w:br/>
            </w:r>
            <w:r w:rsidRPr="00D13D00">
              <w:rPr>
                <w:rFonts w:asciiTheme="minorHAnsi" w:hAnsiTheme="minorHAnsi" w:cstheme="minorHAnsi"/>
                <w:b/>
              </w:rPr>
              <w:t>3.3. Omgaan met ruzie</w:t>
            </w:r>
          </w:p>
          <w:p w:rsidR="00D13D00" w:rsidRPr="00D13D00" w:rsidRDefault="00D13D00" w:rsidP="00D13D00">
            <w:pPr>
              <w:rPr>
                <w:rFonts w:asciiTheme="minorHAnsi" w:hAnsiTheme="minorHAnsi" w:cstheme="minorHAnsi"/>
              </w:rPr>
            </w:pPr>
            <w:r w:rsidRPr="00D13D00">
              <w:rPr>
                <w:rFonts w:asciiTheme="minorHAnsi" w:hAnsiTheme="minorHAnsi" w:cstheme="minorHAnsi"/>
              </w:rPr>
              <w:t>Bedenkt een compromis (scol 10)</w:t>
            </w:r>
          </w:p>
        </w:tc>
      </w:tr>
      <w:tr w:rsidR="00A16FA6" w:rsidRPr="00374F44" w:rsidTr="00DB329E">
        <w:tc>
          <w:tcPr>
            <w:tcW w:w="4661" w:type="dxa"/>
            <w:gridSpan w:val="2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: Methoden/middelen leerjaar 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1</w:t>
            </w:r>
          </w:p>
        </w:tc>
        <w:tc>
          <w:tcPr>
            <w:tcW w:w="4661" w:type="dxa"/>
            <w:shd w:val="clear" w:color="auto" w:fill="FF99CC"/>
          </w:tcPr>
          <w:p w:rsidR="00A16FA6" w:rsidRPr="00856965" w:rsidRDefault="00DB329E" w:rsidP="00A16FA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16FA6">
              <w:rPr>
                <w:rFonts w:asciiTheme="minorHAnsi" w:hAnsiTheme="minorHAnsi" w:cstheme="minorHAnsi"/>
                <w:b/>
                <w:szCs w:val="18"/>
              </w:rPr>
              <w:t>: Methoden/middelen leerjaar 8</w:t>
            </w:r>
            <w:r w:rsidR="00A16FA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</w:p>
        </w:tc>
      </w:tr>
      <w:tr w:rsidR="00F10BC1" w:rsidRPr="00374F44" w:rsidTr="00DB329E">
        <w:tc>
          <w:tcPr>
            <w:tcW w:w="4661" w:type="dxa"/>
            <w:gridSpan w:val="2"/>
            <w:shd w:val="clear" w:color="auto" w:fill="auto"/>
          </w:tcPr>
          <w:p w:rsidR="00F10BC1" w:rsidRPr="00783D75" w:rsidRDefault="00F10BC1" w:rsidP="00783D75">
            <w:pPr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  <w:tc>
          <w:tcPr>
            <w:tcW w:w="4661" w:type="dxa"/>
            <w:shd w:val="clear" w:color="auto" w:fill="auto"/>
          </w:tcPr>
          <w:p w:rsidR="00F10BC1" w:rsidRPr="00BD04CB" w:rsidRDefault="00F10BC1" w:rsidP="00BD04CB">
            <w:pPr>
              <w:rPr>
                <w:rFonts w:asciiTheme="minorHAnsi" w:hAnsiTheme="minorHAnsi" w:cstheme="minorHAnsi"/>
                <w:szCs w:val="18"/>
                <w:u w:val="single"/>
              </w:rPr>
            </w:pPr>
          </w:p>
        </w:tc>
      </w:tr>
      <w:tr w:rsidR="00A744A4" w:rsidRPr="00374F44" w:rsidTr="00DB329E">
        <w:tc>
          <w:tcPr>
            <w:tcW w:w="4661" w:type="dxa"/>
            <w:gridSpan w:val="2"/>
            <w:shd w:val="clear" w:color="auto" w:fill="FF99CC"/>
          </w:tcPr>
          <w:p w:rsidR="00A744A4" w:rsidRPr="00856965" w:rsidRDefault="00DB329E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="00A744A4">
              <w:rPr>
                <w:rFonts w:asciiTheme="minorHAnsi" w:hAnsiTheme="minorHAnsi" w:cstheme="minorHAnsi"/>
                <w:b/>
                <w:szCs w:val="18"/>
              </w:rPr>
              <w:t>: Toetsen leerjaar 8 periode 1</w:t>
            </w:r>
          </w:p>
        </w:tc>
        <w:tc>
          <w:tcPr>
            <w:tcW w:w="4661" w:type="dxa"/>
            <w:shd w:val="clear" w:color="auto" w:fill="FF99CC"/>
          </w:tcPr>
          <w:p w:rsidR="00A744A4" w:rsidRPr="00856965" w:rsidRDefault="00A744A4" w:rsidP="00A744A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392370">
              <w:rPr>
                <w:rFonts w:asciiTheme="minorHAnsi" w:hAnsiTheme="minorHAnsi" w:cstheme="minorHAnsi"/>
                <w:b/>
                <w:szCs w:val="18"/>
              </w:rPr>
              <w:t>Leerroute</w:t>
            </w:r>
            <w:r w:rsidR="00DB329E">
              <w:rPr>
                <w:rFonts w:asciiTheme="minorHAnsi" w:hAnsiTheme="minorHAnsi" w:cstheme="minorHAnsi"/>
                <w:b/>
                <w:szCs w:val="18"/>
              </w:rPr>
              <w:t xml:space="preserve"> 6</w:t>
            </w:r>
            <w:r>
              <w:rPr>
                <w:rFonts w:asciiTheme="minorHAnsi" w:hAnsiTheme="minorHAnsi" w:cstheme="minorHAnsi"/>
                <w:b/>
                <w:szCs w:val="18"/>
              </w:rPr>
              <w:t>: Toetsen leerjaar 2 periode 2</w:t>
            </w:r>
          </w:p>
        </w:tc>
      </w:tr>
      <w:tr w:rsidR="00A744A4" w:rsidRPr="00374F44" w:rsidTr="00DB329E">
        <w:tc>
          <w:tcPr>
            <w:tcW w:w="4661" w:type="dxa"/>
            <w:gridSpan w:val="2"/>
            <w:shd w:val="clear" w:color="auto" w:fill="auto"/>
          </w:tcPr>
          <w:p w:rsidR="00A744A4" w:rsidRPr="00D24B0E" w:rsidRDefault="00034F63" w:rsidP="00DC36A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034F63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  <w:tc>
          <w:tcPr>
            <w:tcW w:w="4661" w:type="dxa"/>
            <w:shd w:val="clear" w:color="auto" w:fill="auto"/>
          </w:tcPr>
          <w:p w:rsidR="00A744A4" w:rsidRPr="00D24B0E" w:rsidRDefault="00D24B0E" w:rsidP="00DC36A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24B0E">
              <w:rPr>
                <w:rFonts w:asciiTheme="minorHAnsi" w:hAnsiTheme="minorHAnsi" w:cstheme="minorHAnsi"/>
                <w:szCs w:val="18"/>
              </w:rPr>
              <w:t>SCOL of Zien</w:t>
            </w:r>
          </w:p>
        </w:tc>
      </w:tr>
      <w:tr w:rsidR="00A9366C" w:rsidRPr="00A67C0A" w:rsidTr="00D13D00">
        <w:tc>
          <w:tcPr>
            <w:tcW w:w="1951" w:type="dxa"/>
            <w:shd w:val="clear" w:color="auto" w:fill="FF99CC"/>
          </w:tcPr>
          <w:p w:rsidR="00A9366C" w:rsidRPr="00A67C0A" w:rsidRDefault="00A9366C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371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Leerjaar 1 en 2:   Per week: 1,5 uren</w:t>
            </w:r>
          </w:p>
          <w:p w:rsidR="00A744A4" w:rsidRPr="00927F57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Leerjaar 3 t/m 8: Per week: 4 uren (zie lesurentabel SO-ZML DOS)</w:t>
            </w:r>
          </w:p>
        </w:tc>
      </w:tr>
      <w:tr w:rsidR="00412091" w:rsidRPr="00A67C0A" w:rsidTr="00D13D00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371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Zorgt voor de inhoud van iedere les volgens het directe instructiemodel (DIM) (activeren voorkennis, aangeven doel van de les, (verlengde) instructie, begeleide (in)oefening, zelfstandige verwerking, evaluatie).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Focust op de zelfstandige verwerking, zelfreflectie, biedt ruimte om eigen keuzes te maken en bespreekt met de leerling  de keuzes en het zelfstandig plannen van het werk.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Gebruikt, waar nodig, ondersteuning d.m.v. foto’s/picto’s/korte tekst, stappenplan, extra materialen/(digitale)hulpmiddelen.</w:t>
            </w:r>
          </w:p>
          <w:p w:rsidR="008E356C" w:rsidRPr="00A67C0A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Analyseert de geplande observatie, CITO toetsen en/of de methode gebonden toetsen. Hieruit haalt hij met welk onderdeel of onderdelen een leerling moeite heeft. Dit onderdeel of deze onderdelen worden extra aangeboden/geoefend met de leerling(en). </w:t>
            </w:r>
          </w:p>
        </w:tc>
      </w:tr>
      <w:tr w:rsidR="00412091" w:rsidRPr="00A67C0A" w:rsidTr="00D13D00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371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Benoemt wat er van de leerling verwacht wordt.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Geeft positieve feedback (complimenten), formuleert gewenst gedrag, heeft aandacht voor het oplossen van conflicten (respectvol omgaan met elkaar); evt. met beloningssysteem.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Observeert leerlingen.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Stimuleert het samenwerken met andere leerlingen.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Stimuleert het dragen van eigen verantwoordelijkheid. 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Hecht waarde aan denkproces /strategieën/eigen mening van de leerling.</w:t>
            </w:r>
          </w:p>
          <w:p w:rsidR="00215E30" w:rsidRPr="00A67C0A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412091" w:rsidRPr="00A67C0A" w:rsidTr="00D13D00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371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De leraar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Richt het lokaal/omgeving in aangepast aan de onderwijsbehoefte/ veiligheid/niveau van de leerling.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Zorgt dat de regels, afspraken en dagprogramma (picto’s/foto’s) op een zichtbare plek in de klas/school hangen.</w:t>
            </w:r>
          </w:p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een afgesproken plek liggen.</w:t>
            </w:r>
          </w:p>
          <w:p w:rsidR="00FB153B" w:rsidRPr="00A16FA6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subgroepjes, groepsdoorbrekend, tutoring, duoleren, preteaching, reteaching).  </w:t>
            </w:r>
          </w:p>
        </w:tc>
      </w:tr>
      <w:tr w:rsidR="00412091" w:rsidRPr="00A67C0A" w:rsidTr="00D13D00">
        <w:tc>
          <w:tcPr>
            <w:tcW w:w="1951" w:type="dxa"/>
            <w:shd w:val="clear" w:color="auto" w:fill="FF99CC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</w:tc>
        <w:tc>
          <w:tcPr>
            <w:tcW w:w="7371" w:type="dxa"/>
            <w:gridSpan w:val="2"/>
          </w:tcPr>
          <w:p w:rsidR="00CD3E74" w:rsidRPr="00CD3E74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E453EC" w:rsidRPr="00A67C0A" w:rsidRDefault="00CD3E74" w:rsidP="00CD3E74">
            <w:pPr>
              <w:rPr>
                <w:rFonts w:asciiTheme="minorHAnsi" w:hAnsiTheme="minorHAnsi" w:cstheme="minorHAnsi"/>
                <w:szCs w:val="18"/>
              </w:rPr>
            </w:pPr>
            <w:r w:rsidRPr="00CD3E74">
              <w:rPr>
                <w:rFonts w:asciiTheme="minorHAnsi" w:hAnsiTheme="minorHAnsi" w:cstheme="minorHAnsi"/>
                <w:szCs w:val="18"/>
              </w:rPr>
              <w:t>De leraar evalueert in de toetsweken de hoofddoelen en subdoelen d.m.v. geplande observatie, Bij de observaties wordt gebruik gemaakt van het document. ‘C</w:t>
            </w:r>
            <w:r>
              <w:rPr>
                <w:rFonts w:asciiTheme="minorHAnsi" w:hAnsiTheme="minorHAnsi" w:cstheme="minorHAnsi"/>
                <w:szCs w:val="18"/>
              </w:rPr>
              <w:t>riteria doel wel-niet behaald”.</w:t>
            </w:r>
          </w:p>
        </w:tc>
      </w:tr>
    </w:tbl>
    <w:p w:rsidR="0091120A" w:rsidRPr="00A67C0A" w:rsidRDefault="0091120A" w:rsidP="00050B2B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EC7076" w:rsidP="00927F57">
      <w:pPr>
        <w:rPr>
          <w:rFonts w:asciiTheme="minorHAnsi" w:hAnsiTheme="minorHAnsi" w:cstheme="minorHAnsi"/>
          <w:b/>
          <w:szCs w:val="18"/>
          <w:u w:val="single"/>
        </w:rPr>
      </w:pPr>
    </w:p>
    <w:sectPr w:rsidR="00EC7076" w:rsidRPr="00A67C0A" w:rsidSect="00AE1300">
      <w:headerReference w:type="default" r:id="rId7"/>
      <w:footerReference w:type="default" r:id="rId8"/>
      <w:pgSz w:w="11906" w:h="16838"/>
      <w:pgMar w:top="872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29E" w:rsidRDefault="00DB329E">
      <w:pPr>
        <w:spacing w:after="0" w:line="240" w:lineRule="auto"/>
      </w:pPr>
      <w:r>
        <w:separator/>
      </w:r>
    </w:p>
  </w:endnote>
  <w:endnote w:type="continuationSeparator" w:id="0">
    <w:p w:rsidR="00DB329E" w:rsidRDefault="00DB3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39338"/>
      <w:docPartObj>
        <w:docPartGallery w:val="Page Numbers (Bottom of Page)"/>
        <w:docPartUnique/>
      </w:docPartObj>
    </w:sdtPr>
    <w:sdtContent>
      <w:p w:rsidR="00DB329E" w:rsidRDefault="00DB329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B329E" w:rsidRDefault="00DB32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29E" w:rsidRDefault="00DB329E">
      <w:pPr>
        <w:spacing w:after="0" w:line="240" w:lineRule="auto"/>
      </w:pPr>
      <w:r>
        <w:separator/>
      </w:r>
    </w:p>
  </w:footnote>
  <w:footnote w:type="continuationSeparator" w:id="0">
    <w:p w:rsidR="00DB329E" w:rsidRDefault="00DB3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29E" w:rsidRDefault="00DB329E" w:rsidP="00050B2B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F852C64" wp14:editId="3304F815">
          <wp:extent cx="1362075" cy="651711"/>
          <wp:effectExtent l="0" t="0" r="0" b="0"/>
          <wp:docPr id="1" name="Afbeelding 1" descr="De Onderwijs 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 Onderwijs 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51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D11"/>
    <w:multiLevelType w:val="multilevel"/>
    <w:tmpl w:val="B70A8F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49D7101"/>
    <w:multiLevelType w:val="multilevel"/>
    <w:tmpl w:val="ECF04B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9F6091"/>
    <w:multiLevelType w:val="multilevel"/>
    <w:tmpl w:val="DB06F6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0D50C66"/>
    <w:multiLevelType w:val="multilevel"/>
    <w:tmpl w:val="B27E03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111AE8"/>
    <w:multiLevelType w:val="multilevel"/>
    <w:tmpl w:val="D89213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FC7319"/>
    <w:multiLevelType w:val="multilevel"/>
    <w:tmpl w:val="BB22BE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E43F7B"/>
    <w:multiLevelType w:val="multilevel"/>
    <w:tmpl w:val="3C108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D262C10"/>
    <w:multiLevelType w:val="multilevel"/>
    <w:tmpl w:val="25B4F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5EC91583"/>
    <w:multiLevelType w:val="multilevel"/>
    <w:tmpl w:val="1368D2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F160944"/>
    <w:multiLevelType w:val="multilevel"/>
    <w:tmpl w:val="388CAC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316AFC"/>
    <w:multiLevelType w:val="multilevel"/>
    <w:tmpl w:val="1BE20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F47274"/>
    <w:multiLevelType w:val="multilevel"/>
    <w:tmpl w:val="299470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91"/>
    <w:rsid w:val="000015EC"/>
    <w:rsid w:val="000126E3"/>
    <w:rsid w:val="000223AF"/>
    <w:rsid w:val="00032521"/>
    <w:rsid w:val="00034F63"/>
    <w:rsid w:val="00050B2B"/>
    <w:rsid w:val="00051E03"/>
    <w:rsid w:val="000542BA"/>
    <w:rsid w:val="00061BD7"/>
    <w:rsid w:val="00074FD5"/>
    <w:rsid w:val="000F607D"/>
    <w:rsid w:val="0010506A"/>
    <w:rsid w:val="00111D7A"/>
    <w:rsid w:val="00125CD9"/>
    <w:rsid w:val="001268BE"/>
    <w:rsid w:val="001458B6"/>
    <w:rsid w:val="001838EB"/>
    <w:rsid w:val="00195307"/>
    <w:rsid w:val="001A7531"/>
    <w:rsid w:val="001C09D3"/>
    <w:rsid w:val="001E14CE"/>
    <w:rsid w:val="001E1A34"/>
    <w:rsid w:val="001E6F40"/>
    <w:rsid w:val="001F08B0"/>
    <w:rsid w:val="001F2AF5"/>
    <w:rsid w:val="001F4CD2"/>
    <w:rsid w:val="00215E30"/>
    <w:rsid w:val="00216BF6"/>
    <w:rsid w:val="00227DCF"/>
    <w:rsid w:val="00245EB1"/>
    <w:rsid w:val="002743CD"/>
    <w:rsid w:val="002B180F"/>
    <w:rsid w:val="002B5FF4"/>
    <w:rsid w:val="0031760C"/>
    <w:rsid w:val="00352D06"/>
    <w:rsid w:val="00374F44"/>
    <w:rsid w:val="00392370"/>
    <w:rsid w:val="003A215F"/>
    <w:rsid w:val="003C16A1"/>
    <w:rsid w:val="003E1F61"/>
    <w:rsid w:val="003E4E59"/>
    <w:rsid w:val="003F60DD"/>
    <w:rsid w:val="004005A1"/>
    <w:rsid w:val="00412091"/>
    <w:rsid w:val="00426844"/>
    <w:rsid w:val="0043082A"/>
    <w:rsid w:val="00431712"/>
    <w:rsid w:val="0043708D"/>
    <w:rsid w:val="00470081"/>
    <w:rsid w:val="00483649"/>
    <w:rsid w:val="004868B3"/>
    <w:rsid w:val="00491860"/>
    <w:rsid w:val="004939D7"/>
    <w:rsid w:val="004C06DE"/>
    <w:rsid w:val="004E5E1C"/>
    <w:rsid w:val="00507B8E"/>
    <w:rsid w:val="005147E3"/>
    <w:rsid w:val="00514E2B"/>
    <w:rsid w:val="00524F01"/>
    <w:rsid w:val="00541DA6"/>
    <w:rsid w:val="0054524B"/>
    <w:rsid w:val="005A58E0"/>
    <w:rsid w:val="005B4B1B"/>
    <w:rsid w:val="005C63A2"/>
    <w:rsid w:val="005F1791"/>
    <w:rsid w:val="005F3016"/>
    <w:rsid w:val="00602F3C"/>
    <w:rsid w:val="0063222D"/>
    <w:rsid w:val="006A54FD"/>
    <w:rsid w:val="006B243A"/>
    <w:rsid w:val="006B54B2"/>
    <w:rsid w:val="006D3146"/>
    <w:rsid w:val="006E0814"/>
    <w:rsid w:val="006E6BA9"/>
    <w:rsid w:val="006F33A8"/>
    <w:rsid w:val="007025F5"/>
    <w:rsid w:val="0071387A"/>
    <w:rsid w:val="00725540"/>
    <w:rsid w:val="00745B5C"/>
    <w:rsid w:val="00753A13"/>
    <w:rsid w:val="0076538E"/>
    <w:rsid w:val="007708F6"/>
    <w:rsid w:val="00772522"/>
    <w:rsid w:val="00783D75"/>
    <w:rsid w:val="00793CBA"/>
    <w:rsid w:val="008052A8"/>
    <w:rsid w:val="00856965"/>
    <w:rsid w:val="00863E8C"/>
    <w:rsid w:val="0088126B"/>
    <w:rsid w:val="00893B68"/>
    <w:rsid w:val="008A096C"/>
    <w:rsid w:val="008E356C"/>
    <w:rsid w:val="008E5245"/>
    <w:rsid w:val="009001E5"/>
    <w:rsid w:val="0091120A"/>
    <w:rsid w:val="00911C34"/>
    <w:rsid w:val="00927F57"/>
    <w:rsid w:val="009520B5"/>
    <w:rsid w:val="00967192"/>
    <w:rsid w:val="009820D1"/>
    <w:rsid w:val="009A4AD3"/>
    <w:rsid w:val="009D3006"/>
    <w:rsid w:val="009D35C8"/>
    <w:rsid w:val="009E7DD3"/>
    <w:rsid w:val="00A0220E"/>
    <w:rsid w:val="00A16FA6"/>
    <w:rsid w:val="00A2642B"/>
    <w:rsid w:val="00A27AF9"/>
    <w:rsid w:val="00A3601F"/>
    <w:rsid w:val="00A4166B"/>
    <w:rsid w:val="00A41F2C"/>
    <w:rsid w:val="00A44553"/>
    <w:rsid w:val="00A67C0A"/>
    <w:rsid w:val="00A744A4"/>
    <w:rsid w:val="00A9366C"/>
    <w:rsid w:val="00AA292C"/>
    <w:rsid w:val="00AC0FC9"/>
    <w:rsid w:val="00AC276A"/>
    <w:rsid w:val="00AC7A2C"/>
    <w:rsid w:val="00AE1300"/>
    <w:rsid w:val="00B02F50"/>
    <w:rsid w:val="00B24E2D"/>
    <w:rsid w:val="00B274BA"/>
    <w:rsid w:val="00B32C18"/>
    <w:rsid w:val="00B32C5D"/>
    <w:rsid w:val="00B36EDD"/>
    <w:rsid w:val="00B51F48"/>
    <w:rsid w:val="00B70F7A"/>
    <w:rsid w:val="00B94CEC"/>
    <w:rsid w:val="00BC6689"/>
    <w:rsid w:val="00BD04CB"/>
    <w:rsid w:val="00BD0F54"/>
    <w:rsid w:val="00BD3B98"/>
    <w:rsid w:val="00BE682E"/>
    <w:rsid w:val="00C13D59"/>
    <w:rsid w:val="00C24F84"/>
    <w:rsid w:val="00C3633D"/>
    <w:rsid w:val="00C66BA1"/>
    <w:rsid w:val="00C735C2"/>
    <w:rsid w:val="00C944CA"/>
    <w:rsid w:val="00C95816"/>
    <w:rsid w:val="00C974E5"/>
    <w:rsid w:val="00CA3402"/>
    <w:rsid w:val="00CD3E74"/>
    <w:rsid w:val="00CD5DC0"/>
    <w:rsid w:val="00CF1CCB"/>
    <w:rsid w:val="00D073D4"/>
    <w:rsid w:val="00D13BCD"/>
    <w:rsid w:val="00D13D00"/>
    <w:rsid w:val="00D158A8"/>
    <w:rsid w:val="00D24B0E"/>
    <w:rsid w:val="00D32DC6"/>
    <w:rsid w:val="00D51771"/>
    <w:rsid w:val="00DB2F59"/>
    <w:rsid w:val="00DB329E"/>
    <w:rsid w:val="00DB6FD7"/>
    <w:rsid w:val="00DC36A7"/>
    <w:rsid w:val="00DD1042"/>
    <w:rsid w:val="00DE6641"/>
    <w:rsid w:val="00E26A8B"/>
    <w:rsid w:val="00E3429B"/>
    <w:rsid w:val="00E36BE3"/>
    <w:rsid w:val="00E36CCD"/>
    <w:rsid w:val="00E41B94"/>
    <w:rsid w:val="00E453EC"/>
    <w:rsid w:val="00E46B17"/>
    <w:rsid w:val="00E608C2"/>
    <w:rsid w:val="00E61F55"/>
    <w:rsid w:val="00EC563B"/>
    <w:rsid w:val="00EC7076"/>
    <w:rsid w:val="00ED62B2"/>
    <w:rsid w:val="00F10BC1"/>
    <w:rsid w:val="00F5183F"/>
    <w:rsid w:val="00F56573"/>
    <w:rsid w:val="00F8628E"/>
    <w:rsid w:val="00FA76F1"/>
    <w:rsid w:val="00FB153B"/>
    <w:rsid w:val="00FB3AF1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E946"/>
  <w15:docId w15:val="{E8CAF023-973E-4CB3-80AA-715E23ED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1E14C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41C7C325</Template>
  <TotalTime>39</TotalTime>
  <Pages>1</Pages>
  <Words>3731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24209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Gerritsen, Marjolijn</dc:creator>
  <cp:lastModifiedBy>Berg, Anja van den</cp:lastModifiedBy>
  <cp:revision>8</cp:revision>
  <dcterms:created xsi:type="dcterms:W3CDTF">2016-11-24T13:05:00Z</dcterms:created>
  <dcterms:modified xsi:type="dcterms:W3CDTF">2016-11-24T13:59:00Z</dcterms:modified>
</cp:coreProperties>
</file>