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91" w:rsidRDefault="00A44553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SO</w:t>
      </w:r>
      <w:r w:rsidR="00D158A8">
        <w:rPr>
          <w:rFonts w:asciiTheme="minorHAnsi" w:hAnsiTheme="minorHAnsi" w:cstheme="minorHAnsi"/>
          <w:b/>
          <w:sz w:val="28"/>
          <w:u w:val="single"/>
        </w:rPr>
        <w:t>-ZML</w:t>
      </w:r>
      <w:r>
        <w:rPr>
          <w:rFonts w:asciiTheme="minorHAnsi" w:hAnsiTheme="minorHAnsi" w:cstheme="minorHAnsi"/>
          <w:b/>
          <w:sz w:val="28"/>
          <w:u w:val="single"/>
        </w:rPr>
        <w:t xml:space="preserve">: </w:t>
      </w:r>
      <w:r w:rsidR="005147E3">
        <w:rPr>
          <w:rFonts w:asciiTheme="minorHAnsi" w:hAnsiTheme="minorHAnsi" w:cstheme="minorHAnsi"/>
          <w:b/>
          <w:sz w:val="28"/>
          <w:u w:val="single"/>
        </w:rPr>
        <w:t xml:space="preserve">Overzicht </w:t>
      </w:r>
      <w:r w:rsidR="000223AF">
        <w:rPr>
          <w:rFonts w:asciiTheme="minorHAnsi" w:hAnsiTheme="minorHAnsi" w:cstheme="minorHAnsi"/>
          <w:b/>
          <w:sz w:val="28"/>
          <w:u w:val="single"/>
        </w:rPr>
        <w:t xml:space="preserve">Arrangementskaarten </w:t>
      </w:r>
      <w:r w:rsidR="006A54FD">
        <w:rPr>
          <w:rFonts w:asciiTheme="minorHAnsi" w:hAnsiTheme="minorHAnsi" w:cstheme="minorHAnsi"/>
          <w:b/>
          <w:sz w:val="28"/>
          <w:u w:val="single"/>
        </w:rPr>
        <w:t>SEO</w:t>
      </w:r>
    </w:p>
    <w:p w:rsidR="00C944CA" w:rsidRPr="00C944CA" w:rsidRDefault="00C944CA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944CA" w:rsidRPr="00A8134D" w:rsidTr="004447C6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Schooljaar: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Groepsplannaam:</w:t>
            </w:r>
          </w:p>
        </w:tc>
      </w:tr>
      <w:tr w:rsidR="00C944CA" w:rsidRPr="00A8134D" w:rsidTr="004447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4447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Aanvullende onderwijsbehoefte</w:t>
            </w:r>
            <w:r w:rsidRPr="00A8134D">
              <w:rPr>
                <w:rFonts w:asciiTheme="minorHAnsi" w:hAnsiTheme="minorHAnsi" w:cstheme="minorHAnsi"/>
                <w:szCs w:val="18"/>
              </w:rPr>
              <w:t>:</w:t>
            </w:r>
          </w:p>
          <w:p w:rsidR="00C944CA" w:rsidRPr="00A8134D" w:rsidRDefault="00C944CA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  <w:u w:val="single"/>
              </w:rPr>
            </w:pPr>
          </w:p>
        </w:tc>
      </w:tr>
      <w:tr w:rsidR="00C944CA" w:rsidRPr="00A8134D" w:rsidTr="004447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Opmerkingen/aanvullingen:</w:t>
            </w:r>
          </w:p>
          <w:p w:rsidR="00C944CA" w:rsidRPr="00A8134D" w:rsidRDefault="00C944CA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  <w:u w:val="single"/>
              </w:rPr>
            </w:pPr>
          </w:p>
        </w:tc>
      </w:tr>
    </w:tbl>
    <w:p w:rsidR="00C944CA" w:rsidRDefault="00C944CA" w:rsidP="00AC276A">
      <w:pPr>
        <w:spacing w:after="0" w:line="240" w:lineRule="auto"/>
        <w:rPr>
          <w:sz w:val="19"/>
          <w:szCs w:val="19"/>
        </w:rPr>
      </w:pPr>
      <w:bookmarkStart w:id="0" w:name="_GoBack"/>
      <w:bookmarkEnd w:id="0"/>
    </w:p>
    <w:p w:rsidR="00AC276A" w:rsidRPr="00967192" w:rsidRDefault="00AC276A" w:rsidP="00AC276A">
      <w:pPr>
        <w:spacing w:after="0" w:line="240" w:lineRule="auto"/>
        <w:rPr>
          <w:rFonts w:asciiTheme="minorHAnsi" w:hAnsiTheme="minorHAnsi" w:cstheme="minorHAnsi"/>
          <w:szCs w:val="18"/>
        </w:rPr>
      </w:pPr>
      <w:r w:rsidRPr="00967192">
        <w:rPr>
          <w:rFonts w:asciiTheme="minorHAnsi" w:hAnsiTheme="minorHAnsi" w:cstheme="minorHAnsi"/>
          <w:szCs w:val="18"/>
        </w:rPr>
        <w:t>Doelen</w:t>
      </w:r>
      <w:r w:rsidRPr="00967192">
        <w:rPr>
          <w:rFonts w:asciiTheme="minorHAnsi" w:hAnsiTheme="minorHAnsi" w:cstheme="minorHAnsi"/>
          <w:szCs w:val="18"/>
          <w:highlight w:val="yellow"/>
        </w:rPr>
        <w:t xml:space="preserve"> Geel</w:t>
      </w:r>
      <w:r w:rsidRPr="00967192">
        <w:rPr>
          <w:rFonts w:asciiTheme="minorHAnsi" w:hAnsiTheme="minorHAnsi" w:cstheme="minorHAnsi"/>
          <w:szCs w:val="18"/>
        </w:rPr>
        <w:t xml:space="preserve"> gearceerd staan in de leerlijn Arrangementskaarten Aanvulling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809"/>
        <w:gridCol w:w="2852"/>
        <w:gridCol w:w="4803"/>
      </w:tblGrid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4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1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4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1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1F61" w:rsidRPr="00A67C0A" w:rsidTr="00856965">
        <w:tc>
          <w:tcPr>
            <w:tcW w:w="4661" w:type="dxa"/>
            <w:gridSpan w:val="2"/>
          </w:tcPr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1.1. Jezelf presenteren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Maakt oogcontact als een ander iets vertelt (niveau 5)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highlight w:val="yellow"/>
              </w:rPr>
            </w:pPr>
            <w:r w:rsidRPr="003E1F61">
              <w:rPr>
                <w:rFonts w:asciiTheme="minorHAnsi" w:hAnsiTheme="minorHAnsi" w:cstheme="minorHAnsi"/>
                <w:highlight w:val="yellow"/>
              </w:rPr>
              <w:t>Kiest uit 2 of 3 concreet aangeboden voorwerpen/pictogrammen (bal – pop, jam – kaas)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  <w:highlight w:val="yellow"/>
              </w:rPr>
              <w:t>Maakt duidelijk of hij iets wel/niet wil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Laat niet zomaar een voorwerp van zich afpakken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Reageert zichtbaar op een prettige/onprettige ervaring</w:t>
            </w:r>
          </w:p>
        </w:tc>
        <w:tc>
          <w:tcPr>
            <w:tcW w:w="4803" w:type="dxa"/>
          </w:tcPr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2.1. Ervaringen delen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Trekt met geluid/gebaar/mimiek actief aandacht als hij iets wil zeggen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2.2. Aardig doen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  <w:highlight w:val="yellow"/>
              </w:rPr>
              <w:t>Biedt een ander materiaal aan in opdracht van een volwassenen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4 periode 1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4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C66BA1">
              <w:rPr>
                <w:rFonts w:asciiTheme="minorHAnsi" w:hAnsiTheme="minorHAnsi" w:cstheme="minorHAnsi"/>
                <w:szCs w:val="18"/>
              </w:rPr>
              <w:t xml:space="preserve"> Map 1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</w:rPr>
              <w:t>1.5 Prettig of niet?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</w:rPr>
              <w:t>1.13 Dat wil ik doen!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1.19 Kijk elkaar eens aan!</w:t>
            </w:r>
          </w:p>
          <w:p w:rsidR="00E46B17" w:rsidRPr="00A0220E" w:rsidRDefault="00A0220E" w:rsidP="00C66BA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="00C66BA1" w:rsidRPr="00C66BA1">
              <w:rPr>
                <w:rFonts w:asciiTheme="minorHAnsi" w:hAnsiTheme="minorHAnsi" w:cstheme="minorHAnsi"/>
                <w:szCs w:val="18"/>
              </w:rPr>
              <w:t>Map 1 les 1 - 4, 6 - 10</w:t>
            </w:r>
          </w:p>
        </w:tc>
        <w:tc>
          <w:tcPr>
            <w:tcW w:w="4803" w:type="dxa"/>
          </w:tcPr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C66BA1">
              <w:rPr>
                <w:rFonts w:asciiTheme="minorHAnsi" w:hAnsiTheme="minorHAnsi" w:cstheme="minorHAnsi"/>
                <w:szCs w:val="18"/>
              </w:rPr>
              <w:t xml:space="preserve"> Map 1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</w:rPr>
              <w:t>1.13 Dat wil ik doen! (herhaling)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1.16 Samen delen!</w:t>
            </w:r>
          </w:p>
          <w:p w:rsidR="00E46B17" w:rsidRPr="00A0220E" w:rsidRDefault="00A0220E" w:rsidP="00C66BA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="00C66BA1" w:rsidRPr="00C66BA1">
              <w:rPr>
                <w:rFonts w:asciiTheme="minorHAnsi" w:hAnsiTheme="minorHAnsi" w:cstheme="minorHAnsi"/>
                <w:szCs w:val="18"/>
              </w:rPr>
              <w:t>Map 1 les 11, 12, 14, 15, 17, 18 en 20</w:t>
            </w:r>
          </w:p>
        </w:tc>
      </w:tr>
      <w:tr w:rsidR="00392370" w:rsidRPr="00A67C0A" w:rsidTr="00856965">
        <w:tc>
          <w:tcPr>
            <w:tcW w:w="4661" w:type="dxa"/>
            <w:gridSpan w:val="2"/>
            <w:shd w:val="clear" w:color="auto" w:fill="FF0000"/>
          </w:tcPr>
          <w:p w:rsidR="00392370" w:rsidRPr="00856965" w:rsidRDefault="00392370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Toetsen leerjaar 4 periode 1</w:t>
            </w:r>
          </w:p>
        </w:tc>
        <w:tc>
          <w:tcPr>
            <w:tcW w:w="4803" w:type="dxa"/>
            <w:shd w:val="clear" w:color="auto" w:fill="FF0000"/>
          </w:tcPr>
          <w:p w:rsidR="00392370" w:rsidRPr="00856965" w:rsidRDefault="00392370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2: Toetsen leerjaar 4 periode 2</w:t>
            </w:r>
          </w:p>
        </w:tc>
      </w:tr>
      <w:tr w:rsidR="00392370" w:rsidRPr="00A67C0A" w:rsidTr="00392370">
        <w:tc>
          <w:tcPr>
            <w:tcW w:w="4661" w:type="dxa"/>
            <w:gridSpan w:val="2"/>
            <w:shd w:val="clear" w:color="auto" w:fill="auto"/>
          </w:tcPr>
          <w:p w:rsidR="00392370" w:rsidRPr="00392370" w:rsidRDefault="00392370" w:rsidP="00392370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  <w:shd w:val="clear" w:color="auto" w:fill="auto"/>
          </w:tcPr>
          <w:p w:rsidR="00392370" w:rsidRPr="00856965" w:rsidRDefault="00392370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5 periode 1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5</w:t>
            </w:r>
            <w:r w:rsidR="005F301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2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1F61" w:rsidRPr="00A67C0A" w:rsidTr="009820D1">
        <w:trPr>
          <w:trHeight w:val="229"/>
        </w:trPr>
        <w:tc>
          <w:tcPr>
            <w:tcW w:w="4661" w:type="dxa"/>
            <w:gridSpan w:val="2"/>
          </w:tcPr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Kiest uit meer dan 3 concreet aangeboden voorwerpen/pictogrammen (niveau 3)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 xml:space="preserve">Geeft op een juiste manier aan dat iets afgepakt wordt. 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Uit passief en/of actief zijn gevoelens en wijst naar de aanleiding</w:t>
            </w:r>
          </w:p>
        </w:tc>
        <w:tc>
          <w:tcPr>
            <w:tcW w:w="4803" w:type="dxa"/>
          </w:tcPr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2.1. Ervaringen delen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Wijst naar of benoemt een voorwerp dat hij een ander wil laten zien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</w:p>
        </w:tc>
      </w:tr>
      <w:tr w:rsidR="005F3016" w:rsidRPr="00A67C0A" w:rsidTr="00856965">
        <w:tc>
          <w:tcPr>
            <w:tcW w:w="4661" w:type="dxa"/>
            <w:gridSpan w:val="2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5 periode 1</w:t>
            </w:r>
          </w:p>
        </w:tc>
        <w:tc>
          <w:tcPr>
            <w:tcW w:w="4803" w:type="dxa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5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C66BA1">
              <w:rPr>
                <w:rFonts w:asciiTheme="minorHAnsi" w:hAnsiTheme="minorHAnsi" w:cstheme="minorHAnsi"/>
                <w:szCs w:val="18"/>
              </w:rPr>
              <w:t xml:space="preserve"> Map 1 en 2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</w:rPr>
              <w:t>1.13 Dat wil ik doen! (herhaling)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</w:rPr>
              <w:t>1.19 Kijk elkaar eens aan! (herhaling)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</w:rPr>
              <w:t>2.</w:t>
            </w:r>
            <w:r>
              <w:rPr>
                <w:rFonts w:asciiTheme="minorHAnsi" w:hAnsiTheme="minorHAnsi" w:cstheme="minorHAnsi"/>
                <w:szCs w:val="18"/>
              </w:rPr>
              <w:t>10 Blij, verdrietig, boos, bang</w:t>
            </w:r>
          </w:p>
          <w:p w:rsidR="00E46B17" w:rsidRPr="00A0220E" w:rsidRDefault="00A0220E" w:rsidP="00C66BA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="00C66BA1" w:rsidRPr="00C66BA1">
              <w:rPr>
                <w:rFonts w:asciiTheme="minorHAnsi" w:hAnsiTheme="minorHAnsi" w:cstheme="minorHAnsi"/>
                <w:szCs w:val="18"/>
              </w:rPr>
              <w:t>Map 2 les 1 - 5</w:t>
            </w:r>
          </w:p>
        </w:tc>
        <w:tc>
          <w:tcPr>
            <w:tcW w:w="4803" w:type="dxa"/>
          </w:tcPr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  <w:u w:val="single"/>
              </w:rPr>
              <w:t>Methode STIP</w:t>
            </w:r>
            <w:r w:rsidRPr="00C66BA1">
              <w:rPr>
                <w:rFonts w:asciiTheme="minorHAnsi" w:hAnsiTheme="minorHAnsi" w:cstheme="minorHAnsi"/>
                <w:szCs w:val="18"/>
              </w:rPr>
              <w:t>: Map 2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66BA1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C66BA1" w:rsidRPr="00C66BA1" w:rsidRDefault="00C66BA1" w:rsidP="00C66B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2.14 Delen met velen</w:t>
            </w:r>
          </w:p>
          <w:p w:rsidR="00E46B17" w:rsidRPr="00A0220E" w:rsidRDefault="00A0220E" w:rsidP="00C66BA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="00C66BA1" w:rsidRPr="00C66BA1">
              <w:rPr>
                <w:rFonts w:asciiTheme="minorHAnsi" w:hAnsiTheme="minorHAnsi" w:cstheme="minorHAnsi"/>
                <w:szCs w:val="18"/>
              </w:rPr>
              <w:t>Map 2 les 6 - 9</w:t>
            </w:r>
          </w:p>
        </w:tc>
      </w:tr>
      <w:tr w:rsidR="000015EC" w:rsidRPr="00A67C0A" w:rsidTr="000015EC">
        <w:tc>
          <w:tcPr>
            <w:tcW w:w="4661" w:type="dxa"/>
            <w:gridSpan w:val="2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Toetsen leerjaar 5 periode 1</w:t>
            </w:r>
          </w:p>
        </w:tc>
        <w:tc>
          <w:tcPr>
            <w:tcW w:w="4803" w:type="dxa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2: Toetsen leerjaar 5 periode 2</w:t>
            </w:r>
          </w:p>
        </w:tc>
      </w:tr>
      <w:tr w:rsidR="000015EC" w:rsidRPr="00A67C0A" w:rsidTr="00856965">
        <w:tc>
          <w:tcPr>
            <w:tcW w:w="4661" w:type="dxa"/>
            <w:gridSpan w:val="2"/>
          </w:tcPr>
          <w:p w:rsidR="000015EC" w:rsidRPr="000015EC" w:rsidRDefault="000015EC" w:rsidP="000015E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0015EC" w:rsidRPr="00B94CEC" w:rsidRDefault="000015EC" w:rsidP="00B94CE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6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2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6</w:t>
            </w:r>
            <w:r w:rsidR="005F301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2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1F61" w:rsidRPr="00A67C0A" w:rsidTr="00856965">
        <w:tc>
          <w:tcPr>
            <w:tcW w:w="4661" w:type="dxa"/>
            <w:gridSpan w:val="2"/>
          </w:tcPr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Maakt met ja/nee duidelijk dat hij iets wel/niet wil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 xml:space="preserve">Gaat in tegen een verzoek van een </w:t>
            </w:r>
            <w:r>
              <w:rPr>
                <w:rFonts w:asciiTheme="minorHAnsi" w:hAnsiTheme="minorHAnsi" w:cstheme="minorHAnsi"/>
              </w:rPr>
              <w:t>ander (</w:t>
            </w:r>
            <w:r w:rsidRPr="003E1F61">
              <w:rPr>
                <w:rFonts w:asciiTheme="minorHAnsi" w:hAnsiTheme="minorHAnsi" w:cstheme="minorHAnsi"/>
              </w:rPr>
              <w:t>heeft een eigen wil)</w:t>
            </w:r>
          </w:p>
        </w:tc>
        <w:tc>
          <w:tcPr>
            <w:tcW w:w="4803" w:type="dxa"/>
          </w:tcPr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2.2. Aardig doen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Deelt iets met een ander als hem dit gevraagd wordt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</w:p>
        </w:tc>
      </w:tr>
      <w:tr w:rsidR="005F3016" w:rsidRPr="00A67C0A" w:rsidTr="00856965">
        <w:tc>
          <w:tcPr>
            <w:tcW w:w="4661" w:type="dxa"/>
            <w:gridSpan w:val="2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6 periode 1</w:t>
            </w:r>
          </w:p>
        </w:tc>
        <w:tc>
          <w:tcPr>
            <w:tcW w:w="4803" w:type="dxa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6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E36BE3">
              <w:rPr>
                <w:rFonts w:asciiTheme="minorHAnsi" w:hAnsiTheme="minorHAnsi" w:cstheme="minorHAnsi"/>
                <w:szCs w:val="18"/>
              </w:rPr>
              <w:t xml:space="preserve"> Map 1, 2 en 3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1.13 Dat wil ik doen! (herhaling)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2.6 Is dit leuk om te doen? (herhaling)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 xml:space="preserve">2.17 Je kunt ook 'nee' zeggen. 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3.14 Ik zeg nee!</w:t>
            </w:r>
          </w:p>
          <w:p w:rsidR="00E46B17" w:rsidRPr="00A0220E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E36BE3">
              <w:rPr>
                <w:rFonts w:asciiTheme="minorHAnsi" w:hAnsiTheme="minorHAnsi" w:cstheme="minorHAnsi"/>
                <w:szCs w:val="18"/>
                <w:u w:val="single"/>
              </w:rPr>
              <w:t>Extr</w:t>
            </w:r>
            <w:r w:rsidR="00A0220E">
              <w:rPr>
                <w:rFonts w:asciiTheme="minorHAnsi" w:hAnsiTheme="minorHAnsi" w:cstheme="minorHAnsi"/>
                <w:szCs w:val="18"/>
                <w:u w:val="single"/>
              </w:rPr>
              <w:t xml:space="preserve">a: </w:t>
            </w:r>
            <w:r w:rsidRPr="00E36BE3">
              <w:rPr>
                <w:rFonts w:asciiTheme="minorHAnsi" w:hAnsiTheme="minorHAnsi" w:cstheme="minorHAnsi"/>
                <w:szCs w:val="18"/>
              </w:rPr>
              <w:t>Map 2 les 11, 12, 13 en 15</w:t>
            </w:r>
          </w:p>
        </w:tc>
        <w:tc>
          <w:tcPr>
            <w:tcW w:w="4803" w:type="dxa"/>
          </w:tcPr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E36BE3">
              <w:rPr>
                <w:rFonts w:asciiTheme="minorHAnsi" w:hAnsiTheme="minorHAnsi" w:cstheme="minorHAnsi"/>
                <w:szCs w:val="18"/>
              </w:rPr>
              <w:t xml:space="preserve"> Map 2 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2</w:t>
            </w:r>
            <w:r>
              <w:rPr>
                <w:rFonts w:asciiTheme="minorHAnsi" w:hAnsiTheme="minorHAnsi" w:cstheme="minorHAnsi"/>
                <w:szCs w:val="18"/>
              </w:rPr>
              <w:t>.14 Delen met velen (herhaling)</w:t>
            </w:r>
          </w:p>
          <w:p w:rsidR="00E46B17" w:rsidRPr="00A0220E" w:rsidRDefault="00A0220E" w:rsidP="00E36BE3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="00E36BE3" w:rsidRPr="00E36BE3">
              <w:rPr>
                <w:rFonts w:asciiTheme="minorHAnsi" w:hAnsiTheme="minorHAnsi" w:cstheme="minorHAnsi"/>
                <w:szCs w:val="18"/>
              </w:rPr>
              <w:t>Map 2 les 16, 18 - 20</w:t>
            </w:r>
          </w:p>
        </w:tc>
      </w:tr>
      <w:tr w:rsidR="000015EC" w:rsidRPr="00A67C0A" w:rsidTr="000015EC">
        <w:tc>
          <w:tcPr>
            <w:tcW w:w="4661" w:type="dxa"/>
            <w:gridSpan w:val="2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2: Toetsen leerjaar 6 periode 1</w:t>
            </w:r>
          </w:p>
        </w:tc>
        <w:tc>
          <w:tcPr>
            <w:tcW w:w="4803" w:type="dxa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2: Toetsen leerjaar 6 periode 2</w:t>
            </w:r>
          </w:p>
        </w:tc>
      </w:tr>
      <w:tr w:rsidR="000015EC" w:rsidRPr="00A67C0A" w:rsidTr="00856965">
        <w:tc>
          <w:tcPr>
            <w:tcW w:w="4661" w:type="dxa"/>
            <w:gridSpan w:val="2"/>
          </w:tcPr>
          <w:p w:rsidR="000015EC" w:rsidRPr="00DB6FD7" w:rsidRDefault="000015EC" w:rsidP="00DB6F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0015EC" w:rsidRPr="00B94CEC" w:rsidRDefault="000015EC" w:rsidP="00B94CE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A2642B">
              <w:rPr>
                <w:rFonts w:asciiTheme="minorHAnsi" w:hAnsiTheme="minorHAnsi" w:cstheme="minorHAnsi"/>
                <w:b/>
                <w:szCs w:val="18"/>
              </w:rPr>
              <w:t xml:space="preserve">(niveau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3</w:t>
            </w:r>
            <w:r w:rsidR="00A2642B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1F61" w:rsidRPr="00A67C0A" w:rsidTr="00856965">
        <w:tc>
          <w:tcPr>
            <w:tcW w:w="4661" w:type="dxa"/>
            <w:gridSpan w:val="2"/>
          </w:tcPr>
          <w:p w:rsidR="003E1F61" w:rsidRPr="003E1F61" w:rsidRDefault="003E1F61" w:rsidP="003E1F61">
            <w:pPr>
              <w:pStyle w:val="Lijstalinea"/>
              <w:numPr>
                <w:ilvl w:val="1"/>
                <w:numId w:val="2"/>
              </w:numPr>
              <w:rPr>
                <w:rFonts w:cstheme="minorHAnsi"/>
                <w:b/>
              </w:rPr>
            </w:pPr>
            <w:r w:rsidRPr="003E1F61">
              <w:rPr>
                <w:rFonts w:cstheme="minorHAnsi"/>
                <w:b/>
              </w:rPr>
              <w:t>Jezelf presenteren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Kijkt een ander aan als hij diegene bedankt (niveau 5)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Stelt zichzelf voor in een bekende omgeving (niveau 6)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</w:rPr>
              <w:t>Kiest tussen genoemde mogelijkheden, zonder concreet voorbeeld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  <w:highlight w:val="yellow"/>
              </w:rPr>
              <w:t>Maakt duidelijk aan een medeleerling als hij iets doet wat hij niet leuk vindt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  <w:highlight w:val="yellow"/>
              </w:rPr>
              <w:t>Uit passief en/of actief zijn gevoelens en wijst naar de aanleiding</w:t>
            </w:r>
            <w:r w:rsidRPr="003E1F6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803" w:type="dxa"/>
          </w:tcPr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2.1. Ervaringen delen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Noemt een naam om de aandacht van de ander op iets te vestigen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2.2. Aardig doen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Bedankt een ander als hij iets krijgt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Leerroute 2: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803" w:type="dxa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2: Methoden/middelen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A16FA6" w:rsidRPr="00A67C0A" w:rsidTr="00856965">
        <w:tc>
          <w:tcPr>
            <w:tcW w:w="4661" w:type="dxa"/>
            <w:gridSpan w:val="2"/>
          </w:tcPr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E36BE3">
              <w:rPr>
                <w:rFonts w:asciiTheme="minorHAnsi" w:hAnsiTheme="minorHAnsi" w:cstheme="minorHAnsi"/>
                <w:szCs w:val="18"/>
              </w:rPr>
              <w:t xml:space="preserve"> Map 1, 2 en 3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1.19 Kijk elkaar eens aan! (herhaling)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2.10 Blij, verdrietig, boos, bang (herhaling)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3.7 Griezelen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 xml:space="preserve">3.8 Dat maakt mij bang. 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3.15 Blijf van mijn lijf!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3.16 Ik vind jou niet aa</w:t>
            </w:r>
            <w:r>
              <w:rPr>
                <w:rFonts w:asciiTheme="minorHAnsi" w:hAnsiTheme="minorHAnsi" w:cstheme="minorHAnsi"/>
                <w:szCs w:val="18"/>
              </w:rPr>
              <w:t>rdig</w:t>
            </w:r>
          </w:p>
          <w:p w:rsidR="00A16FA6" w:rsidRPr="00A0220E" w:rsidRDefault="00A0220E" w:rsidP="00E36BE3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="00E36BE3" w:rsidRPr="00E36BE3">
              <w:rPr>
                <w:rFonts w:asciiTheme="minorHAnsi" w:hAnsiTheme="minorHAnsi" w:cstheme="minorHAnsi"/>
                <w:szCs w:val="18"/>
              </w:rPr>
              <w:t>Map 3 les 1 - 5</w:t>
            </w:r>
          </w:p>
        </w:tc>
        <w:tc>
          <w:tcPr>
            <w:tcW w:w="4803" w:type="dxa"/>
          </w:tcPr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E36BE3">
              <w:rPr>
                <w:rFonts w:asciiTheme="minorHAnsi" w:hAnsiTheme="minorHAnsi" w:cstheme="minorHAnsi"/>
                <w:szCs w:val="18"/>
              </w:rPr>
              <w:t xml:space="preserve"> Map 3 en 4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4.4 Dankjewel!</w:t>
            </w:r>
          </w:p>
          <w:p w:rsidR="00A16FA6" w:rsidRPr="00A0220E" w:rsidRDefault="00A0220E" w:rsidP="00E36BE3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="00E36BE3" w:rsidRPr="00E36BE3">
              <w:rPr>
                <w:rFonts w:asciiTheme="minorHAnsi" w:hAnsiTheme="minorHAnsi" w:cstheme="minorHAnsi"/>
                <w:szCs w:val="18"/>
              </w:rPr>
              <w:t>Map 3 les 6, 9 en 10</w:t>
            </w:r>
          </w:p>
        </w:tc>
      </w:tr>
      <w:tr w:rsidR="000015EC" w:rsidRPr="00A67C0A" w:rsidTr="000015EC">
        <w:tc>
          <w:tcPr>
            <w:tcW w:w="4661" w:type="dxa"/>
            <w:gridSpan w:val="2"/>
            <w:shd w:val="clear" w:color="auto" w:fill="FF0000"/>
          </w:tcPr>
          <w:p w:rsidR="000015EC" w:rsidRPr="00E36BE3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E36BE3">
              <w:rPr>
                <w:rFonts w:asciiTheme="minorHAnsi" w:hAnsiTheme="minorHAnsi" w:cstheme="minorHAnsi"/>
                <w:b/>
                <w:szCs w:val="18"/>
              </w:rPr>
              <w:t>Leerroute 2: Toetsen leerjaar 7 periode 1</w:t>
            </w:r>
          </w:p>
        </w:tc>
        <w:tc>
          <w:tcPr>
            <w:tcW w:w="4803" w:type="dxa"/>
            <w:shd w:val="clear" w:color="auto" w:fill="FF0000"/>
          </w:tcPr>
          <w:p w:rsidR="000015EC" w:rsidRPr="00E36BE3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E36BE3">
              <w:rPr>
                <w:rFonts w:asciiTheme="minorHAnsi" w:hAnsiTheme="minorHAnsi" w:cstheme="minorHAnsi"/>
                <w:b/>
                <w:szCs w:val="18"/>
              </w:rPr>
              <w:t>Leerroute 2: Toetsen leerjaar 7 periode 2</w:t>
            </w:r>
          </w:p>
        </w:tc>
      </w:tr>
      <w:tr w:rsidR="000015EC" w:rsidRPr="00A67C0A" w:rsidTr="00856965">
        <w:tc>
          <w:tcPr>
            <w:tcW w:w="4661" w:type="dxa"/>
            <w:gridSpan w:val="2"/>
          </w:tcPr>
          <w:p w:rsidR="000015EC" w:rsidRPr="00DB6FD7" w:rsidRDefault="000015EC" w:rsidP="00DB6F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0015EC" w:rsidRPr="00B94CEC" w:rsidRDefault="000015EC" w:rsidP="00B94CE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 xml:space="preserve">Leerroute 2: Doelen leerjaar 8 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1F61" w:rsidRPr="00A67C0A" w:rsidTr="00856965">
        <w:tc>
          <w:tcPr>
            <w:tcW w:w="4661" w:type="dxa"/>
            <w:gridSpan w:val="2"/>
          </w:tcPr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1.1. Jezelf presenteren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Durft zichzelf te laten zien in een bekende situatie (niveau 6)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  <w:highlight w:val="yellow"/>
              </w:rPr>
              <w:t>Kiest een activiteit en nodigt hier een leerling voor uit in opdracht van een volwassene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Zegt ‘nee’ tegen een zeer onredelijk verzoek, ook na aandringen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  <w:highlight w:val="yellow"/>
              </w:rPr>
              <w:t>Zoekt bij verdriet een ander op</w:t>
            </w:r>
          </w:p>
        </w:tc>
        <w:tc>
          <w:tcPr>
            <w:tcW w:w="4803" w:type="dxa"/>
          </w:tcPr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2.1. Ervaringen delen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>Vertelt in de kring over iets dat hij zojuist op school heeft  meegemaakt (niveau 4)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  <w:b/>
              </w:rPr>
            </w:pPr>
            <w:r w:rsidRPr="003E1F61">
              <w:rPr>
                <w:rFonts w:asciiTheme="minorHAnsi" w:hAnsiTheme="minorHAnsi" w:cstheme="minorHAnsi"/>
                <w:b/>
              </w:rPr>
              <w:t>2.2. Aardig doen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  <w:r w:rsidRPr="003E1F61">
              <w:rPr>
                <w:rFonts w:asciiTheme="minorHAnsi" w:hAnsiTheme="minorHAnsi" w:cstheme="minorHAnsi"/>
              </w:rPr>
              <w:t xml:space="preserve">Zegt sorry wanneer iemand hem er op wijst </w:t>
            </w:r>
          </w:p>
          <w:p w:rsidR="003E1F61" w:rsidRPr="003E1F61" w:rsidRDefault="003E1F61" w:rsidP="00F5183F">
            <w:pPr>
              <w:rPr>
                <w:rFonts w:asciiTheme="minorHAnsi" w:eastAsia="MS Mincho" w:hAnsiTheme="minorHAnsi" w:cstheme="minorHAnsi"/>
                <w:b/>
              </w:rPr>
            </w:pPr>
            <w:r w:rsidRPr="003E1F61">
              <w:rPr>
                <w:rFonts w:asciiTheme="minorHAnsi" w:eastAsia="MS Mincho" w:hAnsiTheme="minorHAnsi" w:cstheme="minorHAnsi"/>
                <w:b/>
              </w:rPr>
              <w:t>2.3. Omgaan met ruzie</w:t>
            </w:r>
          </w:p>
          <w:p w:rsidR="003E1F61" w:rsidRPr="003E1F61" w:rsidRDefault="003E1F61" w:rsidP="00F5183F">
            <w:pPr>
              <w:ind w:left="198" w:hanging="198"/>
              <w:rPr>
                <w:rFonts w:asciiTheme="minorHAnsi" w:eastAsia="MS Mincho" w:hAnsiTheme="minorHAnsi" w:cstheme="minorHAnsi"/>
                <w:sz w:val="17"/>
                <w:szCs w:val="17"/>
              </w:rPr>
            </w:pPr>
            <w:r w:rsidRPr="003E1F61">
              <w:rPr>
                <w:rFonts w:asciiTheme="minorHAnsi" w:eastAsia="MS Mincho" w:hAnsiTheme="minorHAnsi" w:cstheme="minorHAnsi"/>
                <w:sz w:val="17"/>
                <w:szCs w:val="17"/>
              </w:rPr>
              <w:t>Beheerst zich als hij boos is wanneer dit van hem gevraagd wordt</w:t>
            </w:r>
          </w:p>
          <w:p w:rsidR="003E1F61" w:rsidRPr="003E1F61" w:rsidRDefault="003E1F61" w:rsidP="00F5183F">
            <w:pPr>
              <w:rPr>
                <w:rFonts w:asciiTheme="minorHAnsi" w:hAnsiTheme="minorHAnsi" w:cstheme="minorHAnsi"/>
              </w:rPr>
            </w:pP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0015EC">
              <w:rPr>
                <w:rFonts w:asciiTheme="minorHAnsi" w:hAnsiTheme="minorHAnsi" w:cstheme="minorHAnsi"/>
                <w:b/>
                <w:szCs w:val="18"/>
              </w:rPr>
              <w:t xml:space="preserve"> 2: Methoden/middelen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803" w:type="dxa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Leerroute </w:t>
            </w:r>
            <w:r w:rsidR="000015EC">
              <w:rPr>
                <w:rFonts w:asciiTheme="minorHAnsi" w:hAnsiTheme="minorHAnsi" w:cstheme="minorHAnsi"/>
                <w:b/>
                <w:szCs w:val="18"/>
              </w:rPr>
              <w:t>2: Methoden/middelen leerjaar 68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periode 2</w:t>
            </w: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auto"/>
          </w:tcPr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E36BE3">
              <w:rPr>
                <w:rFonts w:asciiTheme="minorHAnsi" w:hAnsiTheme="minorHAnsi" w:cstheme="minorHAnsi"/>
                <w:szCs w:val="18"/>
              </w:rPr>
              <w:t xml:space="preserve"> Map 3 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3.2 Wil jij met mij spelen? (herhaling)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3.6 Knap he? (herhaling)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3.14 Ik zeg nee! (herhaling)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3.18 Ik ben verdrietig</w:t>
            </w:r>
          </w:p>
          <w:p w:rsidR="00A16FA6" w:rsidRPr="00A0220E" w:rsidRDefault="00A0220E" w:rsidP="00E36BE3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="00E36BE3" w:rsidRPr="00E36BE3">
              <w:rPr>
                <w:rFonts w:asciiTheme="minorHAnsi" w:hAnsiTheme="minorHAnsi" w:cstheme="minorHAnsi"/>
                <w:szCs w:val="18"/>
              </w:rPr>
              <w:t xml:space="preserve">Map 3 les 11 - 13 </w:t>
            </w:r>
          </w:p>
        </w:tc>
        <w:tc>
          <w:tcPr>
            <w:tcW w:w="4803" w:type="dxa"/>
            <w:shd w:val="clear" w:color="auto" w:fill="auto"/>
          </w:tcPr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E36BE3">
              <w:rPr>
                <w:rFonts w:asciiTheme="minorHAnsi" w:hAnsiTheme="minorHAnsi" w:cstheme="minorHAnsi"/>
                <w:szCs w:val="18"/>
              </w:rPr>
              <w:t xml:space="preserve"> Map 3 en 5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3.19 Ik ben boos!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36BE3">
              <w:rPr>
                <w:rFonts w:asciiTheme="minorHAnsi" w:hAnsiTheme="minorHAnsi" w:cstheme="minorHAnsi"/>
                <w:szCs w:val="18"/>
              </w:rPr>
              <w:t>5.2 Ik weet het nog!</w:t>
            </w:r>
          </w:p>
          <w:p w:rsidR="00E36BE3" w:rsidRPr="00E36BE3" w:rsidRDefault="00E36BE3" w:rsidP="00E36B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5.14 Sorry</w:t>
            </w:r>
          </w:p>
          <w:p w:rsidR="00A16FA6" w:rsidRPr="00A0220E" w:rsidRDefault="00A0220E" w:rsidP="00E36BE3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="00E36BE3" w:rsidRPr="00E36BE3">
              <w:rPr>
                <w:rFonts w:asciiTheme="minorHAnsi" w:hAnsiTheme="minorHAnsi" w:cstheme="minorHAnsi"/>
                <w:szCs w:val="18"/>
              </w:rPr>
              <w:t>Map 3 les 17 en 20</w:t>
            </w:r>
          </w:p>
        </w:tc>
      </w:tr>
      <w:tr w:rsidR="000015EC" w:rsidRPr="00A67C0A" w:rsidTr="000015EC">
        <w:tc>
          <w:tcPr>
            <w:tcW w:w="4661" w:type="dxa"/>
            <w:gridSpan w:val="2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Toetsen leerjaar 8 periode 1</w:t>
            </w:r>
          </w:p>
        </w:tc>
        <w:tc>
          <w:tcPr>
            <w:tcW w:w="4803" w:type="dxa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2: Toetsen leerjaar 8 periode 2</w:t>
            </w:r>
          </w:p>
        </w:tc>
      </w:tr>
      <w:tr w:rsidR="000015EC" w:rsidRPr="00A67C0A" w:rsidTr="00A16FA6">
        <w:tc>
          <w:tcPr>
            <w:tcW w:w="4661" w:type="dxa"/>
            <w:gridSpan w:val="2"/>
            <w:shd w:val="clear" w:color="auto" w:fill="auto"/>
          </w:tcPr>
          <w:p w:rsidR="000015EC" w:rsidRPr="00DB6FD7" w:rsidRDefault="000015EC" w:rsidP="00DB6F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  <w:shd w:val="clear" w:color="auto" w:fill="auto"/>
          </w:tcPr>
          <w:p w:rsidR="000015EC" w:rsidRPr="00B94CEC" w:rsidRDefault="000015EC" w:rsidP="00D32DC6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16FA6" w:rsidRPr="00A67C0A" w:rsidTr="00856965">
        <w:tc>
          <w:tcPr>
            <w:tcW w:w="1809" w:type="dxa"/>
            <w:shd w:val="clear" w:color="auto" w:fill="FF0000"/>
          </w:tcPr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5A58E0"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655" w:type="dxa"/>
            <w:gridSpan w:val="2"/>
          </w:tcPr>
          <w:p w:rsidR="00A16FA6" w:rsidRPr="00A67C0A" w:rsidRDefault="004868B3" w:rsidP="004868B3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1 t/m 8: </w:t>
            </w:r>
            <w:r w:rsidRPr="004868B3">
              <w:rPr>
                <w:rFonts w:asciiTheme="minorHAnsi" w:hAnsiTheme="minorHAnsi" w:cstheme="minorHAnsi"/>
                <w:szCs w:val="18"/>
              </w:rPr>
              <w:t>Per week: 2 uren (zie urentabel  SO-ZML</w:t>
            </w:r>
            <w:r w:rsidR="001268BE">
              <w:rPr>
                <w:rFonts w:asciiTheme="minorHAnsi" w:hAnsiTheme="minorHAnsi" w:cstheme="minorHAnsi"/>
                <w:szCs w:val="18"/>
              </w:rPr>
              <w:t xml:space="preserve"> DOS</w:t>
            </w:r>
            <w:r w:rsidRPr="004868B3">
              <w:rPr>
                <w:rFonts w:asciiTheme="minorHAnsi" w:hAnsiTheme="minorHAnsi" w:cstheme="minorHAnsi"/>
                <w:szCs w:val="18"/>
              </w:rPr>
              <w:t xml:space="preserve">) </w:t>
            </w:r>
            <w:r w:rsidR="00A16FA6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</w:tr>
      <w:tr w:rsidR="00A16FA6" w:rsidRPr="00A67C0A" w:rsidTr="00856965">
        <w:tc>
          <w:tcPr>
            <w:tcW w:w="1809" w:type="dxa"/>
            <w:shd w:val="clear" w:color="auto" w:fill="FF0000"/>
          </w:tcPr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5A58E0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</w:tc>
        <w:tc>
          <w:tcPr>
            <w:tcW w:w="7655" w:type="dxa"/>
            <w:gridSpan w:val="2"/>
          </w:tcPr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Zorgt voor de inhoud van iedere les volgens het directe instructiemodel (DIM): activeren voorkennis, aangeven doel van de les, (verlengde) instructie, begeleide (in)oefening, zelfstandige verwerking, evaluatie.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Hanteert concreet taalgebruik, gebruikt korte zinnen, bevestigt de leerling in wat hij kan.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Gebruikt visuele ondersteuning d.m.v. picto’s, gebaren,  foto’s, stappenplan, extra materialen/(digitale)hulpmiddelen. 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Garandeert afwisseling en uitdaging gericht op de belevingswereld van de leerling.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Is in staat onderwijs aan te bieden via verschillende zintuigen (sensomotorische integratie).</w:t>
            </w:r>
          </w:p>
          <w:p w:rsidR="00A16FA6" w:rsidRPr="00A67C0A" w:rsidRDefault="00A16FA6" w:rsidP="00C13D59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Analy</w:t>
            </w:r>
            <w:r w:rsidR="00C13D59">
              <w:rPr>
                <w:rFonts w:asciiTheme="minorHAnsi" w:hAnsiTheme="minorHAnsi" w:cstheme="minorHAnsi"/>
                <w:szCs w:val="18"/>
              </w:rPr>
              <w:t>seert de geplande observatie</w:t>
            </w:r>
            <w:r w:rsidRPr="00A16FA6">
              <w:rPr>
                <w:rFonts w:asciiTheme="minorHAnsi" w:hAnsiTheme="minorHAnsi" w:cstheme="minorHAnsi"/>
                <w:szCs w:val="18"/>
              </w:rPr>
              <w:t xml:space="preserve">. Hieruit haalt hij met welk onderdeel (en) een leerling moeite heeft. Dit onderdeel of deze onderdelen worden extra aangeboden/geoefend met de leerling(en). </w:t>
            </w:r>
          </w:p>
        </w:tc>
      </w:tr>
      <w:tr w:rsidR="00A16FA6" w:rsidRPr="00A67C0A" w:rsidTr="00856965">
        <w:tc>
          <w:tcPr>
            <w:tcW w:w="1809" w:type="dxa"/>
            <w:shd w:val="clear" w:color="auto" w:fill="FF0000"/>
          </w:tcPr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5A58E0">
              <w:rPr>
                <w:rFonts w:asciiTheme="minorHAnsi" w:hAnsiTheme="minorHAnsi" w:cstheme="minorHAnsi"/>
                <w:b/>
                <w:szCs w:val="18"/>
              </w:rPr>
              <w:lastRenderedPageBreak/>
              <w:t>Pedagogisch</w:t>
            </w:r>
          </w:p>
        </w:tc>
        <w:tc>
          <w:tcPr>
            <w:tcW w:w="7655" w:type="dxa"/>
            <w:gridSpan w:val="2"/>
          </w:tcPr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Past de principes van betekenisvol en in de context leren toe (leren toepassen van je kennis en vaardigheden in de praktijk of tijdens praktische opdrachten in of vanuit de klas).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Geeft positieve feedback (complimenten), formuleert gewenst gedrag, heeft aandacht voor het oplossen van conflicten en/of observeert leerlingen.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Is alert op over- en onderschatting.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Anticipeert en treedt adequaat op bij over- en </w:t>
            </w:r>
            <w:proofErr w:type="spellStart"/>
            <w:r w:rsidRPr="00A16FA6">
              <w:rPr>
                <w:rFonts w:asciiTheme="minorHAnsi" w:hAnsiTheme="minorHAnsi" w:cstheme="minorHAnsi"/>
                <w:szCs w:val="18"/>
              </w:rPr>
              <w:t>onderprikkeling</w:t>
            </w:r>
            <w:proofErr w:type="spellEnd"/>
            <w:r w:rsidRPr="00A16FA6">
              <w:rPr>
                <w:rFonts w:asciiTheme="minorHAnsi" w:hAnsiTheme="minorHAnsi" w:cstheme="minorHAnsi"/>
                <w:szCs w:val="18"/>
              </w:rPr>
              <w:t xml:space="preserve">.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Zet in op wat de leerling (zelf) kan en biedt van daaruit nieuwe vaardigheden of kennis aan en stelt daarbij duidelijke kaders.</w:t>
            </w:r>
          </w:p>
          <w:p w:rsidR="00A16FA6" w:rsidRPr="00A67C0A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Hanteert de gedragscode (‘dichtbij en op afstand’). </w:t>
            </w:r>
          </w:p>
        </w:tc>
      </w:tr>
      <w:tr w:rsidR="00A16FA6" w:rsidRPr="00A67C0A" w:rsidTr="00856965">
        <w:tc>
          <w:tcPr>
            <w:tcW w:w="1809" w:type="dxa"/>
            <w:shd w:val="clear" w:color="auto" w:fill="FF0000"/>
          </w:tcPr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5A58E0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</w:tc>
        <w:tc>
          <w:tcPr>
            <w:tcW w:w="7655" w:type="dxa"/>
            <w:gridSpan w:val="2"/>
          </w:tcPr>
          <w:p w:rsidR="00A16FA6" w:rsidRPr="00A67C0A" w:rsidRDefault="00A16FA6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67C0A" w:rsidRDefault="00A16FA6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Richt het  lokaal/omgeving  in aangepast aan de onderwijsbehoefte/ veiligheid/niveau van</w:t>
            </w:r>
            <w:r w:rsidRPr="00A67C0A">
              <w:rPr>
                <w:rFonts w:asciiTheme="minorHAnsi" w:hAnsiTheme="minorHAnsi" w:cstheme="minorHAnsi"/>
                <w:color w:val="0070C0"/>
                <w:szCs w:val="18"/>
              </w:rPr>
              <w:t xml:space="preserve"> </w:t>
            </w:r>
            <w:r w:rsidRPr="00A67C0A">
              <w:rPr>
                <w:rFonts w:asciiTheme="minorHAnsi" w:hAnsiTheme="minorHAnsi" w:cstheme="minorHAnsi"/>
                <w:szCs w:val="18"/>
              </w:rPr>
              <w:t>de leerling.</w:t>
            </w:r>
          </w:p>
          <w:p w:rsidR="00A16FA6" w:rsidRPr="00A67C0A" w:rsidRDefault="00A16FA6" w:rsidP="00C24F8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de regels, afspraken, dagprogramma (picto’s/foto’s) op een zichtbare plek in de klas/school hangen.</w:t>
            </w:r>
          </w:p>
          <w:p w:rsidR="00A16FA6" w:rsidRPr="00A67C0A" w:rsidRDefault="00A16FA6" w:rsidP="00C24F8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medische gegevens, groepsplannen en (week)planning in de klassenmap of op een afgesproken plek liggen.</w:t>
            </w:r>
          </w:p>
          <w:p w:rsidR="00A16FA6" w:rsidRPr="001E14CE" w:rsidRDefault="00A16FA6" w:rsidP="00C24F8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voor de inhoud van de les en organisatie van werkvormen (verlengde instructie, om en om instructie, instructietafel,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subgroepjes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groepsdoorbrekend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tutoring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duoleren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preteaching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reteaching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). </w:t>
            </w:r>
          </w:p>
        </w:tc>
      </w:tr>
      <w:tr w:rsidR="00A16FA6" w:rsidRPr="00A67C0A" w:rsidTr="00856965">
        <w:tc>
          <w:tcPr>
            <w:tcW w:w="1809" w:type="dxa"/>
            <w:shd w:val="clear" w:color="auto" w:fill="FF0000"/>
          </w:tcPr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5A58E0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655" w:type="dxa"/>
            <w:gridSpan w:val="2"/>
          </w:tcPr>
          <w:p w:rsidR="00A3601F" w:rsidRPr="00A3601F" w:rsidRDefault="00A3601F" w:rsidP="00A3601F">
            <w:pPr>
              <w:rPr>
                <w:rFonts w:asciiTheme="minorHAnsi" w:hAnsiTheme="minorHAnsi" w:cstheme="minorHAnsi"/>
                <w:szCs w:val="18"/>
              </w:rPr>
            </w:pPr>
            <w:r w:rsidRPr="00A3601F">
              <w:rPr>
                <w:rFonts w:asciiTheme="minorHAnsi" w:hAnsiTheme="minorHAnsi" w:cstheme="minorHAnsi"/>
                <w:szCs w:val="18"/>
              </w:rPr>
              <w:t xml:space="preserve">Na ongeveer vier maanden wordt er bekeken welke doelen al wel/niet behaald zijn. Aan de nog niet behaalde doelen worden dan in de laatste weken extra aandacht besteed. </w:t>
            </w:r>
          </w:p>
          <w:p w:rsidR="00A16FA6" w:rsidRPr="00A67C0A" w:rsidRDefault="00A3601F" w:rsidP="00352D06">
            <w:pPr>
              <w:rPr>
                <w:rFonts w:asciiTheme="minorHAnsi" w:hAnsiTheme="minorHAnsi" w:cstheme="minorHAnsi"/>
                <w:szCs w:val="18"/>
              </w:rPr>
            </w:pPr>
            <w:r w:rsidRPr="00A3601F">
              <w:rPr>
                <w:rFonts w:asciiTheme="minorHAnsi" w:hAnsiTheme="minorHAnsi" w:cstheme="minorHAnsi"/>
                <w:szCs w:val="18"/>
              </w:rPr>
              <w:t>De leraar evalueert aan het einde van de periode (</w:t>
            </w:r>
            <w:proofErr w:type="spellStart"/>
            <w:r w:rsidRPr="00A3601F">
              <w:rPr>
                <w:rFonts w:asciiTheme="minorHAnsi" w:hAnsiTheme="minorHAnsi" w:cstheme="minorHAnsi"/>
                <w:szCs w:val="18"/>
              </w:rPr>
              <w:t>toetsweken</w:t>
            </w:r>
            <w:proofErr w:type="spellEnd"/>
            <w:r w:rsidRPr="00A3601F">
              <w:rPr>
                <w:rFonts w:asciiTheme="minorHAnsi" w:hAnsiTheme="minorHAnsi" w:cstheme="minorHAnsi"/>
                <w:szCs w:val="18"/>
              </w:rPr>
              <w:t>)  de hoofddoelen en subdo</w:t>
            </w:r>
            <w:r w:rsidR="00352D06">
              <w:rPr>
                <w:rFonts w:asciiTheme="minorHAnsi" w:hAnsiTheme="minorHAnsi" w:cstheme="minorHAnsi"/>
                <w:szCs w:val="18"/>
              </w:rPr>
              <w:t>elen d.m.v. geplande observatie</w:t>
            </w:r>
            <w:r w:rsidRPr="00A3601F">
              <w:rPr>
                <w:rFonts w:asciiTheme="minorHAnsi" w:hAnsiTheme="minorHAnsi" w:cstheme="minorHAnsi"/>
                <w:szCs w:val="18"/>
              </w:rPr>
              <w:t xml:space="preserve">. Hierbij wordt gebruik gemaakt van het document ‘Criteria doel wel-niet behaald” </w:t>
            </w:r>
          </w:p>
        </w:tc>
      </w:tr>
    </w:tbl>
    <w:p w:rsidR="00507B8E" w:rsidRDefault="00507B8E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412091" w:rsidRPr="00A67C0A" w:rsidRDefault="00507B8E" w:rsidP="00507B8E">
      <w:pPr>
        <w:rPr>
          <w:rFonts w:asciiTheme="minorHAnsi" w:hAnsiTheme="minorHAnsi" w:cstheme="minorHAnsi"/>
          <w:b/>
          <w:szCs w:val="18"/>
          <w:u w:val="single"/>
        </w:rPr>
      </w:pPr>
      <w:r>
        <w:rPr>
          <w:rFonts w:asciiTheme="minorHAnsi" w:hAnsiTheme="minorHAnsi" w:cstheme="minorHAnsi"/>
          <w:b/>
          <w:szCs w:val="18"/>
          <w:u w:val="single"/>
        </w:rPr>
        <w:br w:type="page"/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951"/>
        <w:gridCol w:w="2710"/>
        <w:gridCol w:w="4803"/>
      </w:tblGrid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1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1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4E59" w:rsidRPr="00A67C0A" w:rsidTr="00D13BCD">
        <w:tc>
          <w:tcPr>
            <w:tcW w:w="4661" w:type="dxa"/>
            <w:gridSpan w:val="2"/>
            <w:shd w:val="clear" w:color="auto" w:fill="auto"/>
          </w:tcPr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1.1. Jezelf presenteren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Maakt oogcontact als een ander iets vertelt (niveau 5)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highlight w:val="yellow"/>
              </w:rPr>
            </w:pPr>
            <w:r w:rsidRPr="003E4E59">
              <w:rPr>
                <w:rFonts w:asciiTheme="minorHAnsi" w:hAnsiTheme="minorHAnsi" w:cstheme="minorHAnsi"/>
                <w:highlight w:val="yellow"/>
              </w:rPr>
              <w:t>Kiest uit 2 of 3 concreet aangeboden voorwerpen/pictogrammen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  <w:highlight w:val="yellow"/>
              </w:rPr>
              <w:t>Maakt duidelijk of hij iets wel/niet wil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Laat niet zomaar een voorwerp van zich afpakken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Uit passief en/of actief zijn gevoelens en wijst naar de aanleiding (niveau 2)</w:t>
            </w:r>
          </w:p>
        </w:tc>
        <w:tc>
          <w:tcPr>
            <w:tcW w:w="4803" w:type="dxa"/>
            <w:shd w:val="clear" w:color="auto" w:fill="auto"/>
          </w:tcPr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2.1. Ervaringen delen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 xml:space="preserve">Trekt met geluid/gebaar/mimiek actief aandacht als hij iets wil zeggen 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2.2. Aardig doen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highlight w:val="yellow"/>
              </w:rPr>
            </w:pPr>
            <w:r w:rsidRPr="003E4E59">
              <w:rPr>
                <w:rFonts w:asciiTheme="minorHAnsi" w:hAnsiTheme="minorHAnsi" w:cstheme="minorHAnsi"/>
                <w:highlight w:val="yellow"/>
              </w:rPr>
              <w:t>Deelt iets een ander materiaal aan in opdracht van een volwassene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  <w:highlight w:val="yellow"/>
              </w:rPr>
              <w:t>Loopt niet weg als er tegen hem gesproken wordt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A0220E" w:rsidRPr="00A0220E" w:rsidRDefault="00A0220E" w:rsidP="00A0220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0220E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A0220E">
              <w:rPr>
                <w:rFonts w:asciiTheme="minorHAnsi" w:hAnsiTheme="minorHAnsi" w:cstheme="minorHAnsi"/>
                <w:szCs w:val="18"/>
              </w:rPr>
              <w:t xml:space="preserve"> Map 1 en 2 </w:t>
            </w:r>
          </w:p>
          <w:p w:rsidR="00A0220E" w:rsidRPr="00A0220E" w:rsidRDefault="00A0220E" w:rsidP="00A0220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0220E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A0220E" w:rsidRPr="00A0220E" w:rsidRDefault="00A0220E" w:rsidP="00A0220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0220E">
              <w:rPr>
                <w:rFonts w:asciiTheme="minorHAnsi" w:hAnsiTheme="minorHAnsi" w:cstheme="minorHAnsi"/>
                <w:szCs w:val="18"/>
              </w:rPr>
              <w:t>1.13 Dat wil ik doen!</w:t>
            </w:r>
          </w:p>
          <w:p w:rsidR="00A0220E" w:rsidRPr="00A0220E" w:rsidRDefault="00A0220E" w:rsidP="00A0220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0220E">
              <w:rPr>
                <w:rFonts w:asciiTheme="minorHAnsi" w:hAnsiTheme="minorHAnsi" w:cstheme="minorHAnsi"/>
                <w:szCs w:val="18"/>
              </w:rPr>
              <w:t>1.19 Kijk elkaar eens aan!</w:t>
            </w:r>
          </w:p>
          <w:p w:rsidR="00A0220E" w:rsidRPr="00A0220E" w:rsidRDefault="00A0220E" w:rsidP="00A0220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0220E">
              <w:rPr>
                <w:rFonts w:asciiTheme="minorHAnsi" w:hAnsiTheme="minorHAnsi" w:cstheme="minorHAnsi"/>
                <w:szCs w:val="18"/>
              </w:rPr>
              <w:t>2.</w:t>
            </w:r>
            <w:r>
              <w:rPr>
                <w:rFonts w:asciiTheme="minorHAnsi" w:hAnsiTheme="minorHAnsi" w:cstheme="minorHAnsi"/>
                <w:szCs w:val="18"/>
              </w:rPr>
              <w:t>10 Blij, verdrietig, boos, bang</w:t>
            </w:r>
          </w:p>
          <w:p w:rsidR="00A16FA6" w:rsidRPr="005147E3" w:rsidRDefault="00A0220E" w:rsidP="00A0220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0220E">
              <w:rPr>
                <w:rFonts w:asciiTheme="minorHAnsi" w:hAnsiTheme="minorHAnsi" w:cstheme="minorHAnsi"/>
                <w:szCs w:val="18"/>
                <w:u w:val="single"/>
              </w:rPr>
              <w:t>Extra: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A0220E">
              <w:rPr>
                <w:rFonts w:asciiTheme="minorHAnsi" w:hAnsiTheme="minorHAnsi" w:cstheme="minorHAnsi"/>
                <w:szCs w:val="18"/>
              </w:rPr>
              <w:t>map 1 les 1-10</w:t>
            </w:r>
          </w:p>
        </w:tc>
        <w:tc>
          <w:tcPr>
            <w:tcW w:w="4803" w:type="dxa"/>
          </w:tcPr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Methode STIP</w:t>
            </w:r>
            <w:r w:rsidRPr="002B5FF4">
              <w:rPr>
                <w:rFonts w:asciiTheme="minorHAnsi" w:hAnsiTheme="minorHAnsi" w:cstheme="minorHAnsi"/>
                <w:szCs w:val="18"/>
              </w:rPr>
              <w:t xml:space="preserve"> map 1. 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1.16 Samen delen.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1.17 Niet weggaan, als ik praat</w:t>
            </w:r>
          </w:p>
          <w:p w:rsidR="00A16FA6" w:rsidRPr="00A67C0A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 xml:space="preserve">Extra </w:t>
            </w:r>
            <w:r w:rsidRPr="002B5FF4">
              <w:rPr>
                <w:rFonts w:asciiTheme="minorHAnsi" w:hAnsiTheme="minorHAnsi" w:cstheme="minorHAnsi"/>
                <w:szCs w:val="18"/>
              </w:rPr>
              <w:t>map 1: les 11,12, 14, 15, 20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1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1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245EB1" w:rsidRDefault="00D24B0E" w:rsidP="00245EB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803" w:type="dxa"/>
          </w:tcPr>
          <w:p w:rsidR="00CD5DC0" w:rsidRPr="00D24B0E" w:rsidRDefault="00D24B0E" w:rsidP="004005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2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2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4E59" w:rsidRPr="00A67C0A" w:rsidTr="00D13BCD">
        <w:tc>
          <w:tcPr>
            <w:tcW w:w="4661" w:type="dxa"/>
            <w:gridSpan w:val="2"/>
          </w:tcPr>
          <w:p w:rsidR="003E4E59" w:rsidRPr="00D24B0E" w:rsidRDefault="003E4E59" w:rsidP="003E4E59">
            <w:pPr>
              <w:pStyle w:val="Lijstalinea"/>
              <w:numPr>
                <w:ilvl w:val="1"/>
                <w:numId w:val="3"/>
              </w:numPr>
              <w:rPr>
                <w:rFonts w:cstheme="minorHAnsi"/>
                <w:b/>
                <w:sz w:val="18"/>
                <w:szCs w:val="18"/>
              </w:rPr>
            </w:pPr>
            <w:r w:rsidRPr="00D24B0E">
              <w:rPr>
                <w:rFonts w:cstheme="minorHAnsi"/>
                <w:b/>
                <w:sz w:val="18"/>
                <w:szCs w:val="18"/>
              </w:rPr>
              <w:t>Jezelf presenteren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Kijkt een ander aan als hij diegene bedankt (niveau 5)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Stelt zichzelf voor in een bekende omgeving (niveau 6)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Maakt met ja/nee duidelijk dat hij iets wel/niet wil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Kiest uit meer dan 3 concreet aangeboden voorwerpen/pictogrammen (niveau 3)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Gaat in tegen een verzoek van een ander ( heeft een eigen wil)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  <w:highlight w:val="yellow"/>
              </w:rPr>
              <w:t>Geeft op een juiste manier aan dat iets afgepakt wordt.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  <w:highlight w:val="yellow"/>
              </w:rPr>
              <w:t>Uit zijn gevoelens van boosheid op een gewenste manier</w:t>
            </w:r>
            <w:r w:rsidRPr="003E4E59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4803" w:type="dxa"/>
          </w:tcPr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  <w:b/>
              </w:rPr>
              <w:t>2.1. Ervaringen delen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Wijst naar/benoemt een voorwerp dat hij een ander wil laten zien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Noemt een naam om de aandacht van anderen op iets te vestigen (niveau 3)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Vertelt in de kring over iets dat hij zojuist op school heeft meegemaakt. (niveau 4)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2.2. Aardig doen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Deelt iets met een ander als hem dit gevraagd wordt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Methode STIP</w:t>
            </w:r>
            <w:r w:rsidRPr="002B5FF4">
              <w:rPr>
                <w:rFonts w:asciiTheme="minorHAnsi" w:hAnsiTheme="minorHAnsi" w:cstheme="minorHAnsi"/>
                <w:szCs w:val="18"/>
              </w:rPr>
              <w:t>: map 1, 2 en 3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1.13 Dat wil ik doen! (herhaling)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1.19 Kijk elkaar eens aan! (herhaling)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2.5 Mooi, leuk of lekker?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 xml:space="preserve">2.6 Is dit leuk om te doen? 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2.10 Blij, verdrietig, boos en bang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2.15 Onprettige situaties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2.17 Je kunt ook 'nee' zeggen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3.14 Ik zeg nee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3.18 Ik b</w:t>
            </w:r>
            <w:r>
              <w:rPr>
                <w:rFonts w:asciiTheme="minorHAnsi" w:hAnsiTheme="minorHAnsi" w:cstheme="minorHAnsi"/>
                <w:szCs w:val="18"/>
              </w:rPr>
              <w:t>en verdrietig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Extra:</w:t>
            </w:r>
          </w:p>
          <w:p w:rsidR="00A16FA6" w:rsidRPr="00A67C0A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Map 2 les 1 - 4 en 7 - 10</w:t>
            </w:r>
          </w:p>
        </w:tc>
        <w:tc>
          <w:tcPr>
            <w:tcW w:w="4803" w:type="dxa"/>
          </w:tcPr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2B5FF4">
              <w:rPr>
                <w:rFonts w:asciiTheme="minorHAnsi" w:hAnsiTheme="minorHAnsi" w:cstheme="minorHAnsi"/>
                <w:szCs w:val="18"/>
              </w:rPr>
              <w:t xml:space="preserve"> map 2 en 5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2.9 Bekenden en vreemden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2.14 Delen met velen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2.18 Duidelijk spreken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5.2 Ik weet het nog!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Extra:</w:t>
            </w:r>
          </w:p>
          <w:p w:rsidR="00A16FA6" w:rsidRPr="00A67C0A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Map 2 les 11 - 13, 15 - 17 en 19, 20.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2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2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245EB1" w:rsidRDefault="00D24B0E" w:rsidP="00245EB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803" w:type="dxa"/>
          </w:tcPr>
          <w:p w:rsidR="00CD5DC0" w:rsidRPr="00D24B0E" w:rsidRDefault="00D24B0E" w:rsidP="004005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4E59" w:rsidRPr="00A67C0A" w:rsidTr="00D13BCD">
        <w:tc>
          <w:tcPr>
            <w:tcW w:w="4661" w:type="dxa"/>
            <w:gridSpan w:val="2"/>
          </w:tcPr>
          <w:p w:rsidR="003E4E59" w:rsidRPr="003E4E59" w:rsidRDefault="003E4E59" w:rsidP="003E4E59">
            <w:pPr>
              <w:pStyle w:val="Lijstalinea"/>
              <w:numPr>
                <w:ilvl w:val="1"/>
                <w:numId w:val="4"/>
              </w:numPr>
              <w:rPr>
                <w:rFonts w:cstheme="minorHAnsi"/>
                <w:b/>
                <w:sz w:val="18"/>
                <w:szCs w:val="18"/>
              </w:rPr>
            </w:pPr>
            <w:r w:rsidRPr="003E4E59">
              <w:rPr>
                <w:rFonts w:cstheme="minorHAnsi"/>
                <w:b/>
                <w:sz w:val="18"/>
                <w:szCs w:val="18"/>
              </w:rPr>
              <w:t>Jezelf presenteren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  <w:highlight w:val="yellow"/>
              </w:rPr>
              <w:t>Neemt afscheid van anderen door te groeten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1.</w:t>
            </w:r>
            <w:r w:rsidRPr="003E4E59">
              <w:rPr>
                <w:rFonts w:asciiTheme="minorHAnsi" w:hAnsiTheme="minorHAnsi" w:cstheme="minorHAnsi"/>
                <w:b/>
                <w:szCs w:val="18"/>
              </w:rPr>
              <w:t>2. Een keuze maken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  <w:highlight w:val="yellow"/>
              </w:rPr>
              <w:t>Kiest een activiteit en nodigt hier een leerling voor uit in opdracht van een volwassene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1.3. Opkomen voor jezelf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Zegt ‘nee’ tegen een zeer onredelijk verzoek, ook na aandringen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  <w:highlight w:val="yellow"/>
              </w:rPr>
              <w:t>Maakt duidelijk aan een medeleerling als hij iets doet wat hij niet leuk vindt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lastRenderedPageBreak/>
              <w:t>1.4. Omgaan met gevoelens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  <w:highlight w:val="yellow"/>
              </w:rPr>
              <w:t>Uit zijn gevoelens van boosheid op een gewenste manier en zet zich eroverheen</w:t>
            </w:r>
          </w:p>
        </w:tc>
        <w:tc>
          <w:tcPr>
            <w:tcW w:w="4803" w:type="dxa"/>
          </w:tcPr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lastRenderedPageBreak/>
              <w:t>2.1. Ervaringen delen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Vertelt in de kring (aan het einde van de dag) wat hij die dag op school heeft meegemaakt  (niveau 5)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2.2. Aardig doen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Zegt sorry wanneer dit gepast is (niveau 4)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2.3. Omgaan met ruzie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Beheerst zich als hij boos is wanneer dit van hem gevraagd wordt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2B5FF4">
              <w:rPr>
                <w:rFonts w:asciiTheme="minorHAnsi" w:hAnsiTheme="minorHAnsi" w:cstheme="minorHAnsi"/>
                <w:szCs w:val="18"/>
              </w:rPr>
              <w:t xml:space="preserve"> map 3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3.2 Wil jij met mij spelen?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3.14 Ik zeg nee!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3.15 Blijf van mijn lijf!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3.16 Ik vind jou niet aardig!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3.19 Ik ben boos!</w:t>
            </w:r>
          </w:p>
          <w:p w:rsidR="00A16FA6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2B5FF4">
              <w:rPr>
                <w:rFonts w:asciiTheme="minorHAnsi" w:hAnsiTheme="minorHAnsi" w:cstheme="minorHAnsi"/>
                <w:szCs w:val="18"/>
              </w:rPr>
              <w:t>Map 3 les 1, 3 - 5</w:t>
            </w:r>
          </w:p>
        </w:tc>
        <w:tc>
          <w:tcPr>
            <w:tcW w:w="4803" w:type="dxa"/>
          </w:tcPr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Methode STIP</w:t>
            </w:r>
            <w:r w:rsidRPr="002B5FF4">
              <w:rPr>
                <w:rFonts w:asciiTheme="minorHAnsi" w:hAnsiTheme="minorHAnsi" w:cstheme="minorHAnsi"/>
                <w:szCs w:val="18"/>
              </w:rPr>
              <w:t>: map 3 en 5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3.19 Ik ben boos!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3.20 Boos of blij, net als jij!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5.2 Ik weet het nog!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5.14 Sorry</w:t>
            </w:r>
          </w:p>
          <w:p w:rsidR="00A16FA6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2B5FF4">
              <w:rPr>
                <w:rFonts w:asciiTheme="minorHAnsi" w:hAnsiTheme="minorHAnsi" w:cstheme="minorHAnsi"/>
                <w:szCs w:val="18"/>
              </w:rPr>
              <w:t>Map 3 les 6 - 10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3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3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ED62B2" w:rsidRDefault="00ED62B2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803" w:type="dxa"/>
          </w:tcPr>
          <w:p w:rsidR="00CD5DC0" w:rsidRPr="00195307" w:rsidRDefault="00D24B0E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4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4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4E59" w:rsidRPr="00A67C0A" w:rsidTr="00D13BCD">
        <w:tc>
          <w:tcPr>
            <w:tcW w:w="4661" w:type="dxa"/>
            <w:gridSpan w:val="2"/>
            <w:shd w:val="clear" w:color="auto" w:fill="auto"/>
          </w:tcPr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  <w:b/>
              </w:rPr>
              <w:t>1.1. Jezelf presenteren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Durft zichzelf te laten zien in een bekende situatie (niveau 6)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Kiest tussen genoemde mogelijkheden, zonder concreet voorbeeld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Zegt tegen een medeleerling dat hij iets van hem wil hebben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  <w:highlight w:val="yellow"/>
              </w:rPr>
              <w:t>Herkent een onprettige situatie en trekt zich eruit terug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  <w:highlight w:val="yellow"/>
              </w:rPr>
              <w:t>Verwoordt zijn gevoelens van verdriet en zoekt de ander op</w:t>
            </w:r>
          </w:p>
        </w:tc>
        <w:tc>
          <w:tcPr>
            <w:tcW w:w="4803" w:type="dxa"/>
            <w:shd w:val="clear" w:color="auto" w:fill="auto"/>
          </w:tcPr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2.1. Ervaringen delen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  <w:highlight w:val="yellow"/>
              </w:rPr>
              <w:t>Vraagt een bekende naar de reden van blijdschap/verdriet/boosheid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2.2. Aardig doen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Bedankt een ander als hij iets krijgt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2B5FF4">
              <w:rPr>
                <w:rFonts w:asciiTheme="minorHAnsi" w:hAnsiTheme="minorHAnsi" w:cstheme="minorHAnsi"/>
                <w:szCs w:val="18"/>
              </w:rPr>
              <w:t xml:space="preserve"> map 2 en 3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2.15 Onprettige situaties (herhaling)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3.2 Wil je met me spelen?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3.4 Jij vindt mij oké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3.6 Knap he?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3.18 Ik ben verdrietig</w:t>
            </w:r>
          </w:p>
          <w:p w:rsidR="00A16FA6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2B5FF4">
              <w:rPr>
                <w:rFonts w:asciiTheme="minorHAnsi" w:hAnsiTheme="minorHAnsi" w:cstheme="minorHAnsi"/>
                <w:szCs w:val="18"/>
              </w:rPr>
              <w:t>Map 3 les 11 - 13</w:t>
            </w:r>
          </w:p>
        </w:tc>
        <w:tc>
          <w:tcPr>
            <w:tcW w:w="4803" w:type="dxa"/>
          </w:tcPr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2B5FF4">
              <w:rPr>
                <w:rFonts w:asciiTheme="minorHAnsi" w:hAnsiTheme="minorHAnsi" w:cstheme="minorHAnsi"/>
                <w:szCs w:val="18"/>
              </w:rPr>
              <w:t xml:space="preserve"> map 3 en 4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3.8 Dat maakt mij bang! (herhaling)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3.9 Blij hoort soms bij mij (herhaling)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4.4 Dankjewel!</w:t>
            </w:r>
          </w:p>
          <w:p w:rsidR="00A16FA6" w:rsidRPr="00A67C0A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Extra: </w:t>
            </w:r>
            <w:r w:rsidRPr="002B5FF4">
              <w:rPr>
                <w:rFonts w:asciiTheme="minorHAnsi" w:hAnsiTheme="minorHAnsi" w:cstheme="minorHAnsi"/>
                <w:szCs w:val="18"/>
              </w:rPr>
              <w:t>Map 3 les 17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4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4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D24B0E" w:rsidRDefault="00D24B0E" w:rsidP="00195307">
            <w:pPr>
              <w:pStyle w:val="Geenafstand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D24B0E">
              <w:rPr>
                <w:rFonts w:asciiTheme="minorHAnsi" w:hAnsiTheme="minorHAnsi" w:cstheme="minorHAnsi"/>
                <w:szCs w:val="18"/>
                <w:lang w:val="en-US"/>
              </w:rPr>
              <w:t xml:space="preserve">SCOL of </w:t>
            </w:r>
            <w:proofErr w:type="spellStart"/>
            <w:r w:rsidRPr="00D24B0E">
              <w:rPr>
                <w:rFonts w:asciiTheme="minorHAnsi" w:hAnsiTheme="minorHAnsi" w:cstheme="minorHAnsi"/>
                <w:szCs w:val="18"/>
                <w:lang w:val="en-US"/>
              </w:rPr>
              <w:t>Zien</w:t>
            </w:r>
            <w:proofErr w:type="spellEnd"/>
          </w:p>
        </w:tc>
        <w:tc>
          <w:tcPr>
            <w:tcW w:w="4803" w:type="dxa"/>
          </w:tcPr>
          <w:p w:rsidR="00CD5DC0" w:rsidRPr="00195307" w:rsidRDefault="00D24B0E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5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5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4E59" w:rsidRPr="00A67C0A" w:rsidTr="00D13BCD">
        <w:tc>
          <w:tcPr>
            <w:tcW w:w="4661" w:type="dxa"/>
            <w:gridSpan w:val="2"/>
          </w:tcPr>
          <w:p w:rsidR="003E4E59" w:rsidRPr="003E4E59" w:rsidRDefault="003E4E59" w:rsidP="003E4E59">
            <w:pPr>
              <w:pStyle w:val="Lijstalinea"/>
              <w:numPr>
                <w:ilvl w:val="1"/>
                <w:numId w:val="5"/>
              </w:numPr>
              <w:rPr>
                <w:rFonts w:cstheme="minorHAnsi"/>
                <w:b/>
                <w:sz w:val="18"/>
                <w:szCs w:val="18"/>
              </w:rPr>
            </w:pPr>
            <w:r w:rsidRPr="003E4E59">
              <w:rPr>
                <w:rFonts w:cstheme="minorHAnsi"/>
                <w:b/>
                <w:sz w:val="18"/>
                <w:szCs w:val="18"/>
              </w:rPr>
              <w:t>Jezelf presenteren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Stelt zichzelf voor aan een ander in een onbekende omgeving (niveau 7)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1.2. Een keuze maken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Beseft dat een keuze definitief kan zijn (niveau 5)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1.3. Opkomen voor jezelf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Vertelt of hij een activiteit alleen/samen wil doen en met wie als de leerkracht hierna vraagt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1.4. Omgaan met gevoelens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Geeft aan of een andere leerling zich boos/blij/bang/verdriet voelt</w:t>
            </w:r>
          </w:p>
        </w:tc>
        <w:tc>
          <w:tcPr>
            <w:tcW w:w="4803" w:type="dxa"/>
          </w:tcPr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2.1. Ervaringen delen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Vraagt een bekende naar zijn gevoelens (niveau 5)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2.2. Aardig doen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Geeft een complimentje over uiterlijk/werkje (niveau 5)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Nodigt een vriendje uit om mee te doen (niveau 6)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2.3. Omgaan met ruzie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  <w:highlight w:val="yellow"/>
              </w:rPr>
              <w:t>Luistert naar een ander als hij zijn excuus aanbiedt m.b.v. de volwassene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2B5FF4">
              <w:rPr>
                <w:rFonts w:asciiTheme="minorHAnsi" w:hAnsiTheme="minorHAnsi" w:cstheme="minorHAnsi"/>
                <w:szCs w:val="18"/>
              </w:rPr>
              <w:t xml:space="preserve"> map 4, 5 en 6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4.1 Jij bent blij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4.4 Dankjewel!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5.15 Kom maar hier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6.3 Alleen of samen...?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Extra:</w:t>
            </w:r>
          </w:p>
          <w:p w:rsidR="00A16FA6" w:rsidRPr="00A67C0A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Map 4 les 2, 3 en 4</w:t>
            </w:r>
          </w:p>
        </w:tc>
        <w:tc>
          <w:tcPr>
            <w:tcW w:w="4803" w:type="dxa"/>
          </w:tcPr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2B5FF4">
              <w:rPr>
                <w:rFonts w:asciiTheme="minorHAnsi" w:hAnsiTheme="minorHAnsi" w:cstheme="minorHAnsi"/>
                <w:szCs w:val="18"/>
              </w:rPr>
              <w:t xml:space="preserve"> map 4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4.17 Ik luister eerst</w:t>
            </w:r>
          </w:p>
          <w:p w:rsidR="00A16FA6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2B5FF4">
              <w:rPr>
                <w:rFonts w:asciiTheme="minorHAnsi" w:hAnsiTheme="minorHAnsi" w:cstheme="minorHAnsi"/>
                <w:szCs w:val="18"/>
              </w:rPr>
              <w:t>Map 4 les 6 - 10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5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5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D24B0E" w:rsidRDefault="00D24B0E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803" w:type="dxa"/>
          </w:tcPr>
          <w:p w:rsidR="00CD5DC0" w:rsidRPr="000126E3" w:rsidRDefault="00D24B0E" w:rsidP="000126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6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6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4E59" w:rsidRPr="00A67C0A" w:rsidTr="00D13BCD">
        <w:tc>
          <w:tcPr>
            <w:tcW w:w="4661" w:type="dxa"/>
            <w:gridSpan w:val="2"/>
          </w:tcPr>
          <w:p w:rsidR="003E4E59" w:rsidRPr="003E4E59" w:rsidRDefault="003E4E59" w:rsidP="003E4E59">
            <w:pPr>
              <w:pStyle w:val="Lijstalinea"/>
              <w:numPr>
                <w:ilvl w:val="1"/>
                <w:numId w:val="6"/>
              </w:numPr>
              <w:rPr>
                <w:rFonts w:cstheme="minorHAnsi"/>
                <w:b/>
                <w:sz w:val="18"/>
                <w:szCs w:val="18"/>
              </w:rPr>
            </w:pPr>
            <w:r w:rsidRPr="003E4E59">
              <w:rPr>
                <w:rFonts w:cstheme="minorHAnsi"/>
                <w:b/>
                <w:sz w:val="18"/>
                <w:szCs w:val="18"/>
              </w:rPr>
              <w:t>Jezelf presenteren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 xml:space="preserve">Benoemt dingen waarvan hij vindt dat hij ze goed kan </w:t>
            </w:r>
            <w:r w:rsidRPr="003E4E59">
              <w:rPr>
                <w:rFonts w:asciiTheme="minorHAnsi" w:hAnsiTheme="minorHAnsi" w:cstheme="minorHAnsi"/>
                <w:szCs w:val="18"/>
              </w:rPr>
              <w:lastRenderedPageBreak/>
              <w:t>(niveau 7)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1.2. Een keuze maken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Maakt een bewuste keuze (komt niet steeds terug op zijn besluit)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1.3. Opkomen voor jezelf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Vertelt of hij een activiteit alleen/samen wil doen en met wie (niveau 5)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1.4. Omgaan met gevoelens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Troost op eigen initiatief een verdrietige medeleerling (niveau 5)</w:t>
            </w:r>
          </w:p>
        </w:tc>
        <w:tc>
          <w:tcPr>
            <w:tcW w:w="4803" w:type="dxa"/>
          </w:tcPr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lastRenderedPageBreak/>
              <w:t>2.1. Ervaringen delen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Deelt een soortgelijke ervaring met anderen (niveau 7)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lastRenderedPageBreak/>
              <w:t>2.2. Aardig doen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Deelt uit zichzelf iets met een ander (niveau 6)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2.3. Omgaan met ruzie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Vraagt bij ruzie advies aan volwassenen en voert dit uit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Methode STIP</w:t>
            </w:r>
            <w:r w:rsidRPr="002B5FF4">
              <w:rPr>
                <w:rFonts w:asciiTheme="minorHAnsi" w:hAnsiTheme="minorHAnsi" w:cstheme="minorHAnsi"/>
                <w:szCs w:val="18"/>
              </w:rPr>
              <w:t>: map 4, 5 en 6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3.4 Jij vindt mij oké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4.1 Jij bent blij (herhaling)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4.2 Ben je boos?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4.6 Zal ik je helpen?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4.8 Mag ik meedoen?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4.20 Mag ik wat vragen?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5.15 Kom maar hier (herhaling)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 xml:space="preserve">6.3 </w:t>
            </w:r>
            <w:r>
              <w:rPr>
                <w:rFonts w:asciiTheme="minorHAnsi" w:hAnsiTheme="minorHAnsi" w:cstheme="minorHAnsi"/>
                <w:szCs w:val="18"/>
              </w:rPr>
              <w:t>Alleen of samen...? (herhaling)</w:t>
            </w:r>
          </w:p>
          <w:p w:rsidR="00A16FA6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2B5FF4">
              <w:rPr>
                <w:rFonts w:asciiTheme="minorHAnsi" w:hAnsiTheme="minorHAnsi" w:cstheme="minorHAnsi"/>
                <w:szCs w:val="18"/>
              </w:rPr>
              <w:t>Map 4 les 11 - 15</w:t>
            </w:r>
          </w:p>
        </w:tc>
        <w:tc>
          <w:tcPr>
            <w:tcW w:w="4803" w:type="dxa"/>
          </w:tcPr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  <w:u w:val="single"/>
              </w:rPr>
              <w:t>Methode STIP</w:t>
            </w:r>
            <w:r w:rsidRPr="002B5FF4">
              <w:rPr>
                <w:rFonts w:asciiTheme="minorHAnsi" w:hAnsiTheme="minorHAnsi" w:cstheme="minorHAnsi"/>
                <w:szCs w:val="18"/>
              </w:rPr>
              <w:t>: map 4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4.4 Dankjewel!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2B5FF4">
              <w:rPr>
                <w:rFonts w:asciiTheme="minorHAnsi" w:hAnsiTheme="minorHAnsi" w:cstheme="minorHAnsi"/>
                <w:szCs w:val="18"/>
              </w:rPr>
              <w:t>4.17 Ik luister eerst!</w:t>
            </w:r>
          </w:p>
          <w:p w:rsidR="002B5FF4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4.19 Juf weet je...?</w:t>
            </w:r>
          </w:p>
          <w:p w:rsidR="00A16FA6" w:rsidRPr="002B5FF4" w:rsidRDefault="002B5FF4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2B5FF4">
              <w:rPr>
                <w:rFonts w:asciiTheme="minorHAnsi" w:hAnsiTheme="minorHAnsi" w:cstheme="minorHAnsi"/>
                <w:szCs w:val="18"/>
              </w:rPr>
              <w:t>Map 4 les 16, 18 en 20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6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6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0126E3" w:rsidRDefault="00D24B0E" w:rsidP="000126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803" w:type="dxa"/>
          </w:tcPr>
          <w:p w:rsidR="00CD5DC0" w:rsidRPr="000126E3" w:rsidRDefault="00D24B0E" w:rsidP="000126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4E59" w:rsidRPr="00A67C0A" w:rsidTr="00D13BCD">
        <w:tc>
          <w:tcPr>
            <w:tcW w:w="4661" w:type="dxa"/>
            <w:gridSpan w:val="2"/>
          </w:tcPr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  <w:highlight w:val="yellow"/>
              </w:rPr>
              <w:t>Geeft aan of hij een activiteit alleen of samen wil doen en met wie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Zegt het als hij wordt overgeslagen of als iets dat beloofd is vergeten wordt (niveau 6)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</w:rPr>
              <w:t>Troost op eigen initiatief een verdrietige medeleerling</w:t>
            </w:r>
          </w:p>
        </w:tc>
        <w:tc>
          <w:tcPr>
            <w:tcW w:w="4803" w:type="dxa"/>
          </w:tcPr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</w:rPr>
            </w:pPr>
            <w:r w:rsidRPr="003E4E59">
              <w:rPr>
                <w:rFonts w:asciiTheme="minorHAnsi" w:hAnsiTheme="minorHAnsi" w:cstheme="minorHAnsi"/>
                <w:b/>
              </w:rPr>
              <w:t>2.3. Omgaan met ruzie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 xml:space="preserve">Uit zijn boosheid zonder ander fysiek pijn te doen 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Vertelt waarom hij boos is op een ander (niveau 6)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  <w:r w:rsidRPr="003E4E59">
              <w:rPr>
                <w:rFonts w:asciiTheme="minorHAnsi" w:hAnsiTheme="minorHAnsi" w:cstheme="minorHAnsi"/>
              </w:rPr>
              <w:t>Benoemt manieren om rustig te blijven als hij/zij boos is (diep adem halen, weglopen) (niveau 6)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</w:rPr>
            </w:pP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Methoden/middelen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FB3AF1">
              <w:rPr>
                <w:rFonts w:asciiTheme="minorHAnsi" w:hAnsiTheme="minorHAnsi" w:cstheme="minorHAnsi"/>
                <w:szCs w:val="18"/>
              </w:rPr>
              <w:t xml:space="preserve"> map 3, 5 en 6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3.4 Jij vindt mij oké (herhaling)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5.5 Wat kan ik?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5.6 Ik vind jou leuk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5.8 Dat kan ik niet!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5.15 Kom maar hier (herhaling)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6.3 Alleen of samen...?</w:t>
            </w:r>
          </w:p>
          <w:p w:rsidR="00A16FA6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FB3AF1">
              <w:rPr>
                <w:rFonts w:asciiTheme="minorHAnsi" w:hAnsiTheme="minorHAnsi" w:cstheme="minorHAnsi"/>
                <w:szCs w:val="18"/>
              </w:rPr>
              <w:t>Map 5 les 1 - 4</w:t>
            </w:r>
          </w:p>
        </w:tc>
        <w:tc>
          <w:tcPr>
            <w:tcW w:w="4803" w:type="dxa"/>
          </w:tcPr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FB3AF1">
              <w:rPr>
                <w:rFonts w:asciiTheme="minorHAnsi" w:hAnsiTheme="minorHAnsi" w:cstheme="minorHAnsi"/>
                <w:szCs w:val="18"/>
              </w:rPr>
              <w:t xml:space="preserve"> map 2 en 5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2.14 Delen met velen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5.2 Ik weet het nog! (herhaling)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5.12 Ik vind jou lief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5.13 Ik schop niet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5.14 Sorry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5.16 Ik heb ruzie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5.17 Ik wil geen ruzie</w:t>
            </w:r>
          </w:p>
          <w:p w:rsidR="00A16FA6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FB3AF1">
              <w:rPr>
                <w:rFonts w:asciiTheme="minorHAnsi" w:hAnsiTheme="minorHAnsi" w:cstheme="minorHAnsi"/>
                <w:szCs w:val="18"/>
              </w:rPr>
              <w:t>Map 5 les 7, 9 en 10.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7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7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B24E2D" w:rsidRDefault="00D24B0E" w:rsidP="00B24E2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803" w:type="dxa"/>
          </w:tcPr>
          <w:p w:rsidR="00CD5DC0" w:rsidRPr="00B24E2D" w:rsidRDefault="00D24B0E" w:rsidP="00B24E2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4E59" w:rsidRPr="00A67C0A" w:rsidTr="00D13BCD">
        <w:tc>
          <w:tcPr>
            <w:tcW w:w="4661" w:type="dxa"/>
            <w:gridSpan w:val="2"/>
          </w:tcPr>
          <w:p w:rsidR="003E4E59" w:rsidRPr="003E4E59" w:rsidRDefault="003E4E59" w:rsidP="003E4E59">
            <w:pPr>
              <w:pStyle w:val="Lijstalinea"/>
              <w:numPr>
                <w:ilvl w:val="1"/>
                <w:numId w:val="7"/>
              </w:numPr>
              <w:rPr>
                <w:rFonts w:cstheme="minorHAnsi"/>
                <w:b/>
                <w:sz w:val="18"/>
                <w:szCs w:val="18"/>
              </w:rPr>
            </w:pPr>
            <w:r w:rsidRPr="003E4E59">
              <w:rPr>
                <w:rFonts w:cstheme="minorHAnsi"/>
                <w:b/>
                <w:sz w:val="18"/>
                <w:szCs w:val="18"/>
              </w:rPr>
              <w:t>Jezelf presenteren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Benoemt een goede eigenschap van een ander (niveau 8)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1.2. Een keuze maken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Houdt bij samen kiezen rekening met de voorkeur van een ander (niveau 7)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1.3. Opkomen voor jezelf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Komt uit voor zijn mening in een 1:1 gesprek zonder een reden te geven (niveau 7)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Zegt het de ander als diegene onaardig doet (niveau 7)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1.4. Omgaan met gevoelens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Geeft adequaat aan dat hij zich wel/niet prettig voelt (niveau 7)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  <w:highlight w:val="yellow"/>
              </w:rPr>
              <w:t>Brengt zijn gevoelens onder woorden</w:t>
            </w:r>
          </w:p>
        </w:tc>
        <w:tc>
          <w:tcPr>
            <w:tcW w:w="4803" w:type="dxa"/>
          </w:tcPr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2.1. Ervaringen delen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Vertelt over een buitenschoolse ervaring  (niveau 7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 xml:space="preserve">Vertelt van welke specifieke situaties hij boos/verdrietig/bang wordt 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(niveau 6)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2.2. Aardig doen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Zegt het als een medeleerling wordt overgeslagen (niveau 7)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E4E59">
              <w:rPr>
                <w:rFonts w:asciiTheme="minorHAnsi" w:hAnsiTheme="minorHAnsi" w:cstheme="minorHAnsi"/>
                <w:b/>
                <w:szCs w:val="18"/>
              </w:rPr>
              <w:t>2.3. Omgaan met ruzie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Vertelt waarom een ander boos op hem is (niveau 7)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  <w:r w:rsidRPr="003E4E59">
              <w:rPr>
                <w:rFonts w:asciiTheme="minorHAnsi" w:hAnsiTheme="minorHAnsi" w:cstheme="minorHAnsi"/>
                <w:szCs w:val="18"/>
              </w:rPr>
              <w:t>Aanvaard excuses van een ander (niveau 6)</w:t>
            </w:r>
          </w:p>
          <w:p w:rsidR="003E4E59" w:rsidRPr="003E4E59" w:rsidRDefault="003E4E59" w:rsidP="00F5183F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Methoden/middelen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FB3AF1">
              <w:rPr>
                <w:rFonts w:asciiTheme="minorHAnsi" w:hAnsiTheme="minorHAnsi" w:cstheme="minorHAnsi"/>
                <w:szCs w:val="18"/>
              </w:rPr>
              <w:t xml:space="preserve"> map 2, 3, 5, 6 en 7.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lastRenderedPageBreak/>
              <w:t>Basislessen gekoppeld aan doelen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2.5 Mooi, leuk of lekker? (herhaling)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3.16 Ik vind jou niet aardig! (herhaling)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5.3 Wat vind ik? (herhaling)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5.6 Ik vind jou leuk (herhaling)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5.16 Ik heb ruzie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6.8 Straks is het over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6.9 Even alleen zijn is fijn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7.7 Ik voel me...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7.8 Dat is mijn gevoel...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7.9 Ik begrijp wat jij voelt</w:t>
            </w:r>
          </w:p>
          <w:p w:rsidR="00A16FA6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FB3AF1">
              <w:rPr>
                <w:rFonts w:asciiTheme="minorHAnsi" w:hAnsiTheme="minorHAnsi" w:cstheme="minorHAnsi"/>
                <w:szCs w:val="18"/>
              </w:rPr>
              <w:t>Map 5 les 11</w:t>
            </w:r>
          </w:p>
        </w:tc>
        <w:tc>
          <w:tcPr>
            <w:tcW w:w="4803" w:type="dxa"/>
          </w:tcPr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  <w:u w:val="single"/>
              </w:rPr>
              <w:lastRenderedPageBreak/>
              <w:t>Methode STIP</w:t>
            </w:r>
            <w:r w:rsidRPr="00FB3AF1">
              <w:rPr>
                <w:rFonts w:asciiTheme="minorHAnsi" w:hAnsiTheme="minorHAnsi" w:cstheme="minorHAnsi"/>
                <w:szCs w:val="18"/>
              </w:rPr>
              <w:t>: map 2 en 5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lastRenderedPageBreak/>
              <w:t>Basislessen gekoppeld aan doelen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2.14 Delen met velen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5.2 Ik weet het nog! (herhaling)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5.12 Ik vind jou lief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5.13 Ik schop niet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5.14 Sorry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B3AF1">
              <w:rPr>
                <w:rFonts w:asciiTheme="minorHAnsi" w:hAnsiTheme="minorHAnsi" w:cstheme="minorHAnsi"/>
                <w:szCs w:val="18"/>
              </w:rPr>
              <w:t>5.16 Ik heb ruzie</w:t>
            </w:r>
          </w:p>
          <w:p w:rsidR="00FB3AF1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5.17 Ik wil geen ruzie</w:t>
            </w:r>
          </w:p>
          <w:p w:rsidR="00A16FA6" w:rsidRPr="00FB3AF1" w:rsidRDefault="00FB3AF1" w:rsidP="00FB3AF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FB3AF1">
              <w:rPr>
                <w:rFonts w:asciiTheme="minorHAnsi" w:hAnsiTheme="minorHAnsi" w:cstheme="minorHAnsi"/>
                <w:szCs w:val="18"/>
              </w:rPr>
              <w:t>Map 5 les 7, 9 en 10.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3: Toetsen leerjaar 8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8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D24B0E" w:rsidRDefault="00D24B0E" w:rsidP="00B24E2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803" w:type="dxa"/>
          </w:tcPr>
          <w:p w:rsidR="00CD5DC0" w:rsidRPr="00B24E2D" w:rsidRDefault="00D24B0E" w:rsidP="00B24E2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D13BCD">
        <w:tc>
          <w:tcPr>
            <w:tcW w:w="1951" w:type="dxa"/>
            <w:shd w:val="clear" w:color="auto" w:fill="FFFF00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513" w:type="dxa"/>
            <w:gridSpan w:val="2"/>
          </w:tcPr>
          <w:p w:rsidR="00A16FA6" w:rsidRPr="00FA76F1" w:rsidRDefault="008A096C" w:rsidP="00C3633D">
            <w:pPr>
              <w:rPr>
                <w:rFonts w:asciiTheme="minorHAnsi" w:hAnsiTheme="minorHAnsi" w:cstheme="minorHAnsi"/>
                <w:szCs w:val="18"/>
                <w:highlight w:val="yellow"/>
              </w:rPr>
            </w:pPr>
            <w:r w:rsidRPr="008A096C">
              <w:rPr>
                <w:rFonts w:asciiTheme="minorHAnsi" w:hAnsiTheme="minorHAnsi" w:cstheme="minorHAnsi"/>
                <w:szCs w:val="18"/>
              </w:rPr>
              <w:t>Leerjaar 1</w:t>
            </w:r>
            <w:r>
              <w:rPr>
                <w:rFonts w:asciiTheme="minorHAnsi" w:hAnsiTheme="minorHAnsi" w:cstheme="minorHAnsi"/>
                <w:szCs w:val="18"/>
              </w:rPr>
              <w:t xml:space="preserve"> en 2</w:t>
            </w:r>
            <w:r w:rsidRPr="008A096C">
              <w:rPr>
                <w:rFonts w:asciiTheme="minorHAnsi" w:hAnsiTheme="minorHAnsi" w:cstheme="minorHAnsi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Cs w:val="18"/>
              </w:rPr>
              <w:t xml:space="preserve">  </w:t>
            </w:r>
            <w:r w:rsidR="00FB3AF1" w:rsidRPr="00FB3AF1">
              <w:rPr>
                <w:rFonts w:asciiTheme="minorHAnsi" w:hAnsiTheme="minorHAnsi" w:cstheme="minorHAnsi"/>
                <w:szCs w:val="18"/>
              </w:rPr>
              <w:t>Per week: 1,5 uren</w:t>
            </w:r>
          </w:p>
          <w:p w:rsidR="00A16FA6" w:rsidRPr="00725540" w:rsidRDefault="008A096C" w:rsidP="007708F6">
            <w:pPr>
              <w:rPr>
                <w:rFonts w:asciiTheme="minorHAnsi" w:hAnsiTheme="minorHAnsi" w:cstheme="minorHAnsi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3 t/m 8: </w:t>
            </w:r>
            <w:r w:rsidR="00FB3AF1" w:rsidRPr="00FB3AF1">
              <w:rPr>
                <w:rFonts w:asciiTheme="minorHAnsi" w:hAnsiTheme="minorHAnsi" w:cstheme="minorHAnsi"/>
                <w:szCs w:val="18"/>
              </w:rPr>
              <w:t xml:space="preserve">Per week: 4 uren </w:t>
            </w:r>
            <w:r w:rsidR="00A16FA6" w:rsidRPr="008A096C">
              <w:rPr>
                <w:rFonts w:asciiTheme="minorHAnsi" w:hAnsiTheme="minorHAnsi" w:cstheme="minorHAnsi"/>
                <w:szCs w:val="18"/>
              </w:rPr>
              <w:t xml:space="preserve">(zie lesurentabel </w:t>
            </w:r>
            <w:r w:rsidR="00725540" w:rsidRPr="008A096C">
              <w:rPr>
                <w:rFonts w:asciiTheme="minorHAnsi" w:hAnsiTheme="minorHAnsi" w:cstheme="minorHAnsi"/>
                <w:szCs w:val="18"/>
              </w:rPr>
              <w:t>SO</w:t>
            </w:r>
            <w:r w:rsidR="00FB3AF1">
              <w:rPr>
                <w:rFonts w:asciiTheme="minorHAnsi" w:hAnsiTheme="minorHAnsi" w:cstheme="minorHAnsi"/>
                <w:szCs w:val="18"/>
              </w:rPr>
              <w:t>-ZML</w:t>
            </w:r>
            <w:r w:rsidR="00725540" w:rsidRPr="008A096C">
              <w:rPr>
                <w:rFonts w:asciiTheme="minorHAnsi" w:hAnsiTheme="minorHAnsi" w:cstheme="minorHAnsi"/>
                <w:szCs w:val="18"/>
              </w:rPr>
              <w:t xml:space="preserve"> DOS)</w:t>
            </w:r>
          </w:p>
        </w:tc>
      </w:tr>
      <w:tr w:rsidR="00A16FA6" w:rsidRPr="00A67C0A" w:rsidTr="00D13BCD">
        <w:tc>
          <w:tcPr>
            <w:tcW w:w="1951" w:type="dxa"/>
            <w:shd w:val="clear" w:color="auto" w:fill="FFFF00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voor de inhoud van de les volgens het directe instructiemodel (DIM) (activeren voorkennis, aangeven doel van de les, (verlengde) instructie, begeleide (in)oefening, zelfstandige verwerking, evaluatie)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Hanteert concreet taalgebruik, gebruikt korte zinnen.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Garandeert afwisseling en uitdaging en zorgt voor betekenisvolle taken en inhoud.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Gebruikt waar nodig visuele ondersteuning d.m.v. picto’s, gebaren,  foto’s, stappenplan, extra materialen/(digitale) hulpmiddelen. 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Daagt de leerlingen uit keuzes te maken en zelfstandig het werk te plannen. </w:t>
            </w:r>
          </w:p>
          <w:p w:rsidR="00A16FA6" w:rsidRPr="00A67C0A" w:rsidRDefault="00A16FA6" w:rsidP="003E4E59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Ana</w:t>
            </w:r>
            <w:r w:rsidR="003E4E59">
              <w:rPr>
                <w:rFonts w:asciiTheme="minorHAnsi" w:hAnsiTheme="minorHAnsi" w:cstheme="minorHAnsi"/>
                <w:szCs w:val="18"/>
              </w:rPr>
              <w:t>lyseert de geplande observatie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.  Hieruit haalt hij met welk onderdeel of onderdelen een leerling moeite heeft. Dit onderdeel of deze onderdelen worden extra aangeboden/geoefend met de leerling(en). </w:t>
            </w:r>
          </w:p>
        </w:tc>
      </w:tr>
      <w:tr w:rsidR="00A16FA6" w:rsidRPr="00A67C0A" w:rsidTr="00D13BCD">
        <w:tc>
          <w:tcPr>
            <w:tcW w:w="1951" w:type="dxa"/>
            <w:shd w:val="clear" w:color="auto" w:fill="FFFF00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513" w:type="dxa"/>
            <w:gridSpan w:val="2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Past de  principes van betekenisvol en in de context leren toe  (leren toepassen van je kennis en vaardigheden in de praktijk of tijdens praktische opdrachten in of vanuit de klas).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Geeft positieve feedback (complimenten) , formuleert gewenst gedrag, heeft aandacht voor het oplossen van conflicten (respectvol omgaan met elkaar) observeert leerlingen. </w:t>
            </w:r>
          </w:p>
          <w:p w:rsidR="00A16FA6" w:rsidRPr="00A67C0A" w:rsidRDefault="00A16FA6" w:rsidP="0054524B">
            <w:pPr>
              <w:tabs>
                <w:tab w:val="left" w:pos="4350"/>
              </w:tabs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Is alert op over- en onderschatting.</w:t>
            </w:r>
          </w:p>
          <w:p w:rsidR="00A16FA6" w:rsidRPr="00A67C0A" w:rsidRDefault="00A16FA6" w:rsidP="0054524B">
            <w:pPr>
              <w:tabs>
                <w:tab w:val="left" w:pos="4350"/>
              </w:tabs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Anticipeert en treedt adequaat op bij over- en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onderprikkeling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>.</w:t>
            </w:r>
            <w:r w:rsidRPr="00A67C0A">
              <w:rPr>
                <w:rFonts w:asciiTheme="minorHAnsi" w:hAnsiTheme="minorHAnsi" w:cstheme="minorHAnsi"/>
                <w:szCs w:val="18"/>
              </w:rPr>
              <w:tab/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De leraar waardeert vaardigheid én denkproces van de leerling.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Hanteert de gedragscode (‘dichtbij en op afstand’). </w:t>
            </w:r>
          </w:p>
        </w:tc>
      </w:tr>
      <w:tr w:rsidR="00A16FA6" w:rsidRPr="00A67C0A" w:rsidTr="00D13BCD">
        <w:tc>
          <w:tcPr>
            <w:tcW w:w="1951" w:type="dxa"/>
            <w:shd w:val="clear" w:color="auto" w:fill="FFFF00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A16FA6" w:rsidRPr="00A67C0A" w:rsidRDefault="00A16FA6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67C0A" w:rsidRDefault="00A16FA6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Richt het  lokaal/omgeving in aangepast aan de onderwijsbehoefte /veiligheid/niveau van de leerling.</w:t>
            </w:r>
          </w:p>
          <w:p w:rsidR="00A16FA6" w:rsidRPr="00A67C0A" w:rsidRDefault="00A16FA6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de regels, afspraken, dagprogramma (picto’s/foto’s) op een zichtbare plek in de klas/school hangen.</w:t>
            </w:r>
          </w:p>
          <w:p w:rsidR="00A16FA6" w:rsidRPr="00A67C0A" w:rsidRDefault="00A16FA6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medische gegevens, groepsplannen en (week)planning in de klassenmap of op een afgesproken plek liggen.</w:t>
            </w:r>
          </w:p>
          <w:p w:rsidR="00A16FA6" w:rsidRPr="00A67C0A" w:rsidRDefault="00A16FA6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voor de inhoud van de les en organisatie van werkvormen (verlengde instructie, om en om instructie, instructietafel,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subgroepjes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groepsdoorbrekend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tutoring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duoler</w:t>
            </w:r>
            <w:r w:rsidR="00A3601F">
              <w:rPr>
                <w:rFonts w:asciiTheme="minorHAnsi" w:hAnsiTheme="minorHAnsi" w:cstheme="minorHAnsi"/>
                <w:szCs w:val="18"/>
              </w:rPr>
              <w:t>en</w:t>
            </w:r>
            <w:proofErr w:type="spellEnd"/>
            <w:r w:rsidR="00A3601F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A3601F">
              <w:rPr>
                <w:rFonts w:asciiTheme="minorHAnsi" w:hAnsiTheme="minorHAnsi" w:cstheme="minorHAnsi"/>
                <w:szCs w:val="18"/>
              </w:rPr>
              <w:t>preteaching</w:t>
            </w:r>
            <w:proofErr w:type="spellEnd"/>
            <w:r w:rsidR="00A3601F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A3601F">
              <w:rPr>
                <w:rFonts w:asciiTheme="minorHAnsi" w:hAnsiTheme="minorHAnsi" w:cstheme="minorHAnsi"/>
                <w:szCs w:val="18"/>
              </w:rPr>
              <w:t>reteaching</w:t>
            </w:r>
            <w:proofErr w:type="spellEnd"/>
            <w:r w:rsidR="00A3601F">
              <w:rPr>
                <w:rFonts w:asciiTheme="minorHAnsi" w:hAnsiTheme="minorHAnsi" w:cstheme="minorHAnsi"/>
                <w:szCs w:val="18"/>
              </w:rPr>
              <w:t xml:space="preserve">).  </w:t>
            </w:r>
          </w:p>
        </w:tc>
      </w:tr>
      <w:tr w:rsidR="00A16FA6" w:rsidRPr="00A67C0A" w:rsidTr="00D13BCD">
        <w:tc>
          <w:tcPr>
            <w:tcW w:w="1951" w:type="dxa"/>
            <w:shd w:val="clear" w:color="auto" w:fill="FFFF00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A16FA6" w:rsidRPr="00A67C0A" w:rsidRDefault="00A16FA6" w:rsidP="001268BE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Na ongeveer vier maanden wordt er bekeken welke doelen al wel/niet behaald zijn. Aan de nog niet behaalde doelen wordt dan in de laatste weken extra aandacht besteed. De leraar evalueert aan het einde van de periode (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toetsweken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>)  de hoofddoelen en subdoe</w:t>
            </w:r>
            <w:r w:rsidR="003E4E59">
              <w:rPr>
                <w:rFonts w:asciiTheme="minorHAnsi" w:hAnsiTheme="minorHAnsi" w:cstheme="minorHAnsi"/>
                <w:szCs w:val="18"/>
              </w:rPr>
              <w:t>len d.m.v. geplande observatie.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. Bij de observaties wordt gebruik gemaakt van het document. </w:t>
            </w:r>
            <w:r w:rsidR="001268BE">
              <w:rPr>
                <w:rFonts w:asciiTheme="minorHAnsi" w:hAnsiTheme="minorHAnsi" w:cstheme="minorHAnsi"/>
                <w:szCs w:val="18"/>
              </w:rPr>
              <w:t xml:space="preserve">‘Criteria doel wel-niet behaald. 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Heeft de leerling 3 van de 5 opgaven goed, is het doel behaald. </w:t>
            </w:r>
          </w:p>
        </w:tc>
      </w:tr>
    </w:tbl>
    <w:p w:rsidR="00507B8E" w:rsidRDefault="00507B8E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EC7076" w:rsidRPr="00A67C0A" w:rsidRDefault="00507B8E" w:rsidP="00507B8E">
      <w:pPr>
        <w:rPr>
          <w:rFonts w:asciiTheme="minorHAnsi" w:hAnsiTheme="minorHAnsi" w:cstheme="minorHAnsi"/>
          <w:b/>
          <w:szCs w:val="18"/>
          <w:u w:val="single"/>
        </w:rPr>
      </w:pPr>
      <w:r>
        <w:rPr>
          <w:rFonts w:asciiTheme="minorHAnsi" w:hAnsiTheme="minorHAnsi" w:cstheme="minorHAnsi"/>
          <w:b/>
          <w:szCs w:val="18"/>
          <w:u w:val="single"/>
        </w:rPr>
        <w:br w:type="page"/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1951"/>
        <w:gridCol w:w="2710"/>
        <w:gridCol w:w="4661"/>
      </w:tblGrid>
      <w:tr w:rsidR="00A16FA6" w:rsidRPr="00A67C0A" w:rsidTr="009001E5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1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1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5183F" w:rsidRPr="00A67C0A" w:rsidTr="00507B8E">
        <w:tc>
          <w:tcPr>
            <w:tcW w:w="4661" w:type="dxa"/>
            <w:gridSpan w:val="2"/>
            <w:shd w:val="clear" w:color="auto" w:fill="auto"/>
          </w:tcPr>
          <w:p w:rsidR="00F5183F" w:rsidRPr="00F5183F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5183F">
              <w:rPr>
                <w:rFonts w:asciiTheme="minorHAnsi" w:hAnsiTheme="minorHAnsi" w:cstheme="minorHAnsi"/>
                <w:b/>
              </w:rPr>
              <w:t>1.1. Jezelf presenteren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Maakt oogcontact als een ander iets vertelt (niveau 5)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5183F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F5183F">
              <w:rPr>
                <w:rFonts w:asciiTheme="minorHAnsi" w:hAnsiTheme="minorHAnsi" w:cstheme="minorHAnsi"/>
                <w:highlight w:val="yellow"/>
              </w:rPr>
              <w:t>Kiest uit 2 of 3 concreet aangeboden voorwerpen of pictogrammen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  <w:highlight w:val="yellow"/>
              </w:rPr>
              <w:t>Maakt duidelijk of hij iets wel / niet wil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5183F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Laat niet zomaar een voorwerp van zich afpakken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5183F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  <w:highlight w:val="yellow"/>
              </w:rPr>
              <w:t>Zoekt bij verdriet een ander op</w:t>
            </w:r>
          </w:p>
        </w:tc>
        <w:tc>
          <w:tcPr>
            <w:tcW w:w="4661" w:type="dxa"/>
            <w:shd w:val="clear" w:color="auto" w:fill="auto"/>
          </w:tcPr>
          <w:p w:rsidR="00F5183F" w:rsidRPr="00F5183F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5183F">
              <w:rPr>
                <w:rFonts w:asciiTheme="minorHAnsi" w:hAnsiTheme="minorHAnsi" w:cstheme="minorHAnsi"/>
                <w:b/>
              </w:rPr>
              <w:t>2.1. Ervaringen delen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 xml:space="preserve">Trekt met geluid/gebaar/mimiek actief aandacht als hij iets wil zeggen Noemt een naam om de aandacht van de ander op iets te vestigen 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(niveau 3)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5183F">
              <w:rPr>
                <w:rFonts w:asciiTheme="minorHAnsi" w:hAnsiTheme="minorHAnsi" w:cstheme="minorHAnsi"/>
                <w:b/>
              </w:rPr>
              <w:t>2.2. Aardig doen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  <w:highlight w:val="yellow"/>
              </w:rPr>
            </w:pPr>
            <w:r w:rsidRPr="00F5183F">
              <w:rPr>
                <w:rFonts w:asciiTheme="minorHAnsi" w:hAnsiTheme="minorHAnsi" w:cstheme="minorHAnsi"/>
                <w:highlight w:val="yellow"/>
              </w:rPr>
              <w:t>Biedt een ander materiaal aan in opdracht van een volwassene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  <w:highlight w:val="yellow"/>
              </w:rPr>
              <w:t>Loopt niet weg als er tegen hem gesproken wordt</w:t>
            </w:r>
          </w:p>
        </w:tc>
      </w:tr>
      <w:tr w:rsidR="00A16FA6" w:rsidRPr="00A67C0A" w:rsidTr="009001E5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2</w:t>
            </w:r>
          </w:p>
        </w:tc>
      </w:tr>
      <w:tr w:rsidR="00A16FA6" w:rsidRPr="00A67C0A" w:rsidTr="009001E5">
        <w:tc>
          <w:tcPr>
            <w:tcW w:w="4661" w:type="dxa"/>
            <w:gridSpan w:val="2"/>
          </w:tcPr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  <w:u w:val="single"/>
              </w:rPr>
              <w:t>Methode STIP</w:t>
            </w:r>
            <w:r w:rsidRPr="00ED62B2">
              <w:rPr>
                <w:rFonts w:asciiTheme="minorHAnsi" w:hAnsiTheme="minorHAnsi" w:cstheme="minorHAnsi"/>
                <w:szCs w:val="18"/>
              </w:rPr>
              <w:t xml:space="preserve">: Map 1 en 2 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1.13 Dat wil ik doen!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1.19 Kijk elkaar eens aan!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</w:t>
            </w:r>
            <w:r>
              <w:rPr>
                <w:rFonts w:asciiTheme="minorHAnsi" w:hAnsiTheme="minorHAnsi" w:cstheme="minorHAnsi"/>
                <w:szCs w:val="18"/>
              </w:rPr>
              <w:t>10 Blij, verdrietig, boos, bang</w:t>
            </w:r>
          </w:p>
          <w:p w:rsidR="00A16FA6" w:rsidRPr="005147E3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  <w:u w:val="single"/>
              </w:rPr>
              <w:t>Extra</w:t>
            </w:r>
            <w:r w:rsidRPr="00ED62B2">
              <w:rPr>
                <w:rFonts w:asciiTheme="minorHAnsi" w:hAnsiTheme="minorHAnsi" w:cstheme="minorHAnsi"/>
                <w:szCs w:val="18"/>
              </w:rPr>
              <w:t>: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ED62B2">
              <w:rPr>
                <w:rFonts w:asciiTheme="minorHAnsi" w:hAnsiTheme="minorHAnsi" w:cstheme="minorHAnsi"/>
                <w:szCs w:val="18"/>
              </w:rPr>
              <w:t>map 1 les 1-10</w:t>
            </w:r>
          </w:p>
        </w:tc>
        <w:tc>
          <w:tcPr>
            <w:tcW w:w="4661" w:type="dxa"/>
          </w:tcPr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  <w:u w:val="single"/>
              </w:rPr>
              <w:t>Methode STIP</w:t>
            </w:r>
            <w:r w:rsidRPr="00ED62B2">
              <w:rPr>
                <w:rFonts w:asciiTheme="minorHAnsi" w:hAnsiTheme="minorHAnsi" w:cstheme="minorHAnsi"/>
                <w:szCs w:val="18"/>
              </w:rPr>
              <w:t xml:space="preserve"> map 1. 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1.2 Ken ik jou? (herhaling)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1.13 Dat wil ik doen!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1.16 Samen delen.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1.17 Niet weggaan, als ik praat</w:t>
            </w:r>
          </w:p>
          <w:p w:rsidR="00A16FA6" w:rsidRPr="00A67C0A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  <w:u w:val="single"/>
              </w:rPr>
              <w:t>Extra</w:t>
            </w:r>
            <w:r>
              <w:rPr>
                <w:rFonts w:asciiTheme="minorHAnsi" w:hAnsiTheme="minorHAnsi" w:cstheme="minorHAnsi"/>
                <w:szCs w:val="18"/>
              </w:rPr>
              <w:t>:</w:t>
            </w:r>
            <w:r w:rsidRPr="00ED62B2">
              <w:rPr>
                <w:rFonts w:asciiTheme="minorHAnsi" w:hAnsiTheme="minorHAnsi" w:cstheme="minorHAnsi"/>
                <w:szCs w:val="18"/>
              </w:rPr>
              <w:t xml:space="preserve"> map 1: les 11,12, 14, 15, 20</w:t>
            </w:r>
          </w:p>
        </w:tc>
      </w:tr>
      <w:tr w:rsidR="004C06DE" w:rsidRPr="00A67C0A" w:rsidTr="004C06DE">
        <w:tc>
          <w:tcPr>
            <w:tcW w:w="4661" w:type="dxa"/>
            <w:gridSpan w:val="2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1 periode 1</w:t>
            </w:r>
          </w:p>
        </w:tc>
        <w:tc>
          <w:tcPr>
            <w:tcW w:w="4661" w:type="dxa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1 periode 2</w:t>
            </w:r>
          </w:p>
        </w:tc>
      </w:tr>
      <w:tr w:rsidR="004C06DE" w:rsidRPr="00A67C0A" w:rsidTr="009001E5">
        <w:tc>
          <w:tcPr>
            <w:tcW w:w="4661" w:type="dxa"/>
            <w:gridSpan w:val="2"/>
          </w:tcPr>
          <w:p w:rsidR="004C06DE" w:rsidRPr="005147E3" w:rsidRDefault="00034F63" w:rsidP="00A744A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4C06DE" w:rsidRPr="00A67C0A" w:rsidRDefault="00034F63" w:rsidP="00A16FA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2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2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5183F" w:rsidRPr="00A67C0A" w:rsidTr="009001E5">
        <w:tc>
          <w:tcPr>
            <w:tcW w:w="4661" w:type="dxa"/>
            <w:gridSpan w:val="2"/>
          </w:tcPr>
          <w:p w:rsidR="00F5183F" w:rsidRPr="00D24B0E" w:rsidRDefault="00F5183F" w:rsidP="00F5183F">
            <w:pPr>
              <w:pStyle w:val="Lijstalinea"/>
              <w:numPr>
                <w:ilvl w:val="1"/>
                <w:numId w:val="3"/>
              </w:numPr>
              <w:rPr>
                <w:rFonts w:cstheme="minorHAnsi"/>
                <w:b/>
                <w:sz w:val="18"/>
                <w:szCs w:val="18"/>
              </w:rPr>
            </w:pPr>
            <w:r w:rsidRPr="00D24B0E">
              <w:rPr>
                <w:rFonts w:cstheme="minorHAnsi"/>
                <w:b/>
                <w:sz w:val="18"/>
                <w:szCs w:val="18"/>
              </w:rPr>
              <w:t>Jezelf presenteren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Kijkt een ander aan als hij diegene bedankt (niveau 5)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Stelt zichzelf voor in een bekende omgeving (niveau 6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5183F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Maakt met ja/nee duidelijk dat hij iets wel/niet wil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Kiest uit meer dan 3 concreet aangeboden voorwerpen/pictogrammen (niveau 3)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5183F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Gaat in tegen een verzoek van een ander ( heeft een eigen wil)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  <w:highlight w:val="yellow"/>
              </w:rPr>
              <w:t>Geeft op een juiste manier aan dat iets afgepakt wordt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5183F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Uit passief en/of actief zijn gevoelens en wijst naar de aanleiding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  <w:highlight w:val="yellow"/>
              </w:rPr>
              <w:t>Uit zijn gevoelens van boosheid op een gewenste manier</w:t>
            </w:r>
            <w:r w:rsidRPr="00F5183F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4661" w:type="dxa"/>
          </w:tcPr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  <w:b/>
              </w:rPr>
              <w:t>2.1. Ervaringen delen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Wijst naar/benoemt een voorwerp dat hij een ander wil laten zien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Noemt een naam om de aandacht van anderen op iets te vestigen (niveau 3)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Vertelt in de kring over iets dat hij zojuist op school heeft meegemaakt (niveau 4)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5183F">
              <w:rPr>
                <w:rFonts w:asciiTheme="minorHAnsi" w:hAnsiTheme="minorHAnsi" w:cstheme="minorHAnsi"/>
                <w:b/>
              </w:rPr>
              <w:t>2.2. Aardig doen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  <w:r w:rsidRPr="00F5183F">
              <w:rPr>
                <w:rFonts w:asciiTheme="minorHAnsi" w:hAnsiTheme="minorHAnsi" w:cstheme="minorHAnsi"/>
              </w:rPr>
              <w:t>Deelt iets met een ander als hem dit gevraagd wordt</w:t>
            </w:r>
          </w:p>
          <w:p w:rsidR="00F5183F" w:rsidRPr="00F5183F" w:rsidRDefault="00F5183F" w:rsidP="00F5183F">
            <w:pPr>
              <w:rPr>
                <w:rFonts w:asciiTheme="minorHAnsi" w:hAnsiTheme="minorHAnsi" w:cstheme="minorHAnsi"/>
              </w:rPr>
            </w:pP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2</w:t>
            </w:r>
          </w:p>
        </w:tc>
      </w:tr>
      <w:tr w:rsidR="00A16FA6" w:rsidRPr="00A67C0A" w:rsidTr="009001E5">
        <w:tc>
          <w:tcPr>
            <w:tcW w:w="4661" w:type="dxa"/>
            <w:gridSpan w:val="2"/>
          </w:tcPr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ED62B2">
              <w:rPr>
                <w:rFonts w:asciiTheme="minorHAnsi" w:hAnsiTheme="minorHAnsi" w:cstheme="minorHAnsi"/>
                <w:szCs w:val="18"/>
              </w:rPr>
              <w:t xml:space="preserve"> map 1, 2 en 3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1.13 Dat wil ik doen!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1.19 Kijk elkaar eens aan!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2.5 Mooi, leuk of lekker?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 xml:space="preserve">2.6 Is dit leuk om te doen? 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2.10 Blij, verdrietig, boos en bang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2.13 Ruzie hebben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2.14 Delen met velen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2.15 Onprettige situaties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2.17 Je kunt ook 'nee' zeggen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2.19 Blijheid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3.14 Ik zeg nee!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3.18 Ik ben verdrietig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3.19 Ik ben boos!</w:t>
            </w:r>
          </w:p>
          <w:p w:rsidR="00A16FA6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ED62B2">
              <w:rPr>
                <w:rFonts w:asciiTheme="minorHAnsi" w:hAnsiTheme="minorHAnsi" w:cstheme="minorHAnsi"/>
                <w:szCs w:val="18"/>
              </w:rPr>
              <w:t>Map 2 les 1 - 4 en 7 - 9</w:t>
            </w:r>
          </w:p>
        </w:tc>
        <w:tc>
          <w:tcPr>
            <w:tcW w:w="4661" w:type="dxa"/>
          </w:tcPr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ED62B2">
              <w:rPr>
                <w:rFonts w:asciiTheme="minorHAnsi" w:hAnsiTheme="minorHAnsi" w:cstheme="minorHAnsi"/>
                <w:szCs w:val="18"/>
              </w:rPr>
              <w:t xml:space="preserve"> map 2 en 5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2.8 Ik kan het ook! (herhaling)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2.9 Bekenden en vreemden (herhaling)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2.14 Delen met velen (herhaling)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2.18 Duidelijk spreken</w:t>
            </w:r>
          </w:p>
          <w:p w:rsidR="00ED62B2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5.2 Ik weet het nog!</w:t>
            </w:r>
          </w:p>
          <w:p w:rsidR="00A16FA6" w:rsidRPr="00ED62B2" w:rsidRDefault="00ED62B2" w:rsidP="00ED62B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ED62B2">
              <w:rPr>
                <w:rFonts w:asciiTheme="minorHAnsi" w:hAnsiTheme="minorHAnsi" w:cstheme="minorHAnsi"/>
                <w:szCs w:val="18"/>
              </w:rPr>
              <w:t>Map 2 les 16 en 20</w:t>
            </w:r>
          </w:p>
        </w:tc>
      </w:tr>
      <w:tr w:rsidR="004C06DE" w:rsidRPr="00A67C0A" w:rsidTr="004C06DE">
        <w:tc>
          <w:tcPr>
            <w:tcW w:w="4661" w:type="dxa"/>
            <w:gridSpan w:val="2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2 periode 1</w:t>
            </w:r>
          </w:p>
        </w:tc>
        <w:tc>
          <w:tcPr>
            <w:tcW w:w="4661" w:type="dxa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2 periode 2</w:t>
            </w:r>
          </w:p>
        </w:tc>
      </w:tr>
      <w:tr w:rsidR="004C06DE" w:rsidRPr="00A67C0A" w:rsidTr="009001E5">
        <w:tc>
          <w:tcPr>
            <w:tcW w:w="4661" w:type="dxa"/>
            <w:gridSpan w:val="2"/>
          </w:tcPr>
          <w:p w:rsidR="004C06DE" w:rsidRPr="00A67C0A" w:rsidRDefault="00034F63" w:rsidP="003C16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4C06DE" w:rsidRPr="00A67C0A" w:rsidRDefault="00D24B0E" w:rsidP="00A16FA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5183F" w:rsidRPr="00A67C0A" w:rsidTr="009001E5">
        <w:tc>
          <w:tcPr>
            <w:tcW w:w="4661" w:type="dxa"/>
            <w:gridSpan w:val="2"/>
          </w:tcPr>
          <w:p w:rsidR="00F5183F" w:rsidRPr="00F10BC1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t>1.1 Jezelf presenteren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Durft zichzelf te laten zien in een bekende situatie (niveau 6)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Neemt afscheid van anderen door te groeten (niveau 7)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t>1.2. Een keuze maken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 xml:space="preserve">Maakt een (vrije) keuze zonder genoemde </w:t>
            </w:r>
            <w:r w:rsidRPr="00F10BC1">
              <w:rPr>
                <w:rFonts w:asciiTheme="minorHAnsi" w:hAnsiTheme="minorHAnsi" w:cstheme="minorHAnsi"/>
              </w:rPr>
              <w:lastRenderedPageBreak/>
              <w:t>keuzemogelijkheden (niveau 4)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  <w:highlight w:val="yellow"/>
              </w:rPr>
              <w:t>Kiest een activiteit en nodigt hier een leerling voor uit in opdracht van een volwassene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Zegt ‘nee’ tegen een zeer onredelijk verzoek, ook na aandringen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Zegt tegen een medeleerling dat hij iets van hem wil hebben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  <w:highlight w:val="yellow"/>
              </w:rPr>
              <w:t>Maakt duidelijk aan een medeleerling als hij iets doet wat hij niet leuk vindt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  <w:highlight w:val="yellow"/>
              </w:rPr>
              <w:t>Herkent een onprettige situatie en trekt zich eruit terug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  <w:highlight w:val="yellow"/>
              </w:rPr>
            </w:pPr>
            <w:r w:rsidRPr="00F10BC1">
              <w:rPr>
                <w:rFonts w:asciiTheme="minorHAnsi" w:hAnsiTheme="minorHAnsi" w:cstheme="minorHAnsi"/>
                <w:highlight w:val="yellow"/>
              </w:rPr>
              <w:t>Uit zijn gevoelens van boosheid op een gewenste manier en zet zich eroverheen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  <w:highlight w:val="yellow"/>
              </w:rPr>
              <w:t>Verwoordt zijn gevoelens van verdriet en zoekt de ander op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 xml:space="preserve">Geeft aan of een andere leerling zich boos/blij/bang/verdriet voelt 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(niveau 4)</w:t>
            </w:r>
          </w:p>
        </w:tc>
        <w:tc>
          <w:tcPr>
            <w:tcW w:w="4661" w:type="dxa"/>
          </w:tcPr>
          <w:p w:rsidR="00F5183F" w:rsidRPr="00F10BC1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lastRenderedPageBreak/>
              <w:t>2.1. Ervaringen delen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Vertelt in de kring (aan het einde van de dag) wat hij die dag op school heeft meegemaakt. (niveau 5)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  <w:highlight w:val="yellow"/>
              </w:rPr>
              <w:t>Vraagt een bekende naar de reden van blijdschap/verdriet/boosheid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lastRenderedPageBreak/>
              <w:t>2.2. Aardig doen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Zegt sorry wanneer dit gepast is (niveau 4)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Bedankt de ander wanneer hij iets krijgt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t>2.3. Omgaan met ruzie</w:t>
            </w:r>
          </w:p>
          <w:p w:rsidR="00F5183F" w:rsidRPr="00F10BC1" w:rsidRDefault="00F5183F" w:rsidP="00F5183F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Beheerst zich als hij boos is wanneer dit van hem gevraagd wordt</w:t>
            </w: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2</w:t>
            </w:r>
          </w:p>
        </w:tc>
      </w:tr>
      <w:tr w:rsidR="00A16FA6" w:rsidRPr="00A67C0A" w:rsidTr="009001E5">
        <w:tc>
          <w:tcPr>
            <w:tcW w:w="4661" w:type="dxa"/>
            <w:gridSpan w:val="2"/>
          </w:tcPr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0542BA">
              <w:rPr>
                <w:rFonts w:asciiTheme="minorHAnsi" w:hAnsiTheme="minorHAnsi" w:cstheme="minorHAnsi"/>
                <w:szCs w:val="18"/>
              </w:rPr>
              <w:t xml:space="preserve"> map 2, 3 en 4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2.15 Onprettige situaties (herhaling)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3.2 Wil je met me spelen?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3.6 Knap he?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3.14 Ik zeg nee!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3.15 Blijf van mijn lijf!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3.16 Ik vind jou niet aardig!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3.18 Ik ben verdrietig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3.19 Ik ben boos!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3.20 Boos of blij, net als jij!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4.1 Jij bent blij</w:t>
            </w:r>
          </w:p>
          <w:p w:rsidR="00A16FA6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0542BA">
              <w:rPr>
                <w:rFonts w:asciiTheme="minorHAnsi" w:hAnsiTheme="minorHAnsi" w:cstheme="minorHAnsi"/>
                <w:szCs w:val="18"/>
              </w:rPr>
              <w:t>Map 3 les 1, 3-5 en 7 - 10</w:t>
            </w:r>
          </w:p>
        </w:tc>
        <w:tc>
          <w:tcPr>
            <w:tcW w:w="4661" w:type="dxa"/>
          </w:tcPr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  <w:u w:val="single"/>
              </w:rPr>
              <w:t>Methode STIP</w:t>
            </w:r>
            <w:r w:rsidRPr="000542BA">
              <w:rPr>
                <w:rFonts w:asciiTheme="minorHAnsi" w:hAnsiTheme="minorHAnsi" w:cstheme="minorHAnsi"/>
                <w:szCs w:val="18"/>
              </w:rPr>
              <w:t>: map 3, 4 en 5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3.9 Blij hoort soms bij mij (herhaling)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3.19 Ik ben boos!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3.20 Boos of blij, net als jij!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4.4 Dankjewel!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5.2 Ik weet het nog!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5.14 Sorry</w:t>
            </w:r>
          </w:p>
          <w:p w:rsidR="00A16FA6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0542BA">
              <w:rPr>
                <w:rFonts w:asciiTheme="minorHAnsi" w:hAnsiTheme="minorHAnsi" w:cstheme="minorHAnsi"/>
                <w:szCs w:val="18"/>
              </w:rPr>
              <w:t>Map 2 les 11, 12, 13 en 17.</w:t>
            </w:r>
          </w:p>
        </w:tc>
      </w:tr>
      <w:tr w:rsidR="004C06DE" w:rsidRPr="00A67C0A" w:rsidTr="004C06DE">
        <w:tc>
          <w:tcPr>
            <w:tcW w:w="4661" w:type="dxa"/>
            <w:gridSpan w:val="2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3 periode 1</w:t>
            </w:r>
          </w:p>
        </w:tc>
        <w:tc>
          <w:tcPr>
            <w:tcW w:w="4661" w:type="dxa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3 periode 2</w:t>
            </w:r>
          </w:p>
        </w:tc>
      </w:tr>
      <w:tr w:rsidR="004C06DE" w:rsidRPr="0010506A" w:rsidTr="009001E5">
        <w:tc>
          <w:tcPr>
            <w:tcW w:w="4661" w:type="dxa"/>
            <w:gridSpan w:val="2"/>
          </w:tcPr>
          <w:p w:rsidR="004C06DE" w:rsidRPr="00034F63" w:rsidRDefault="00034F63" w:rsidP="0010506A">
            <w:pPr>
              <w:pStyle w:val="Geenafstand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034F63">
              <w:rPr>
                <w:rFonts w:asciiTheme="minorHAnsi" w:hAnsiTheme="minorHAnsi" w:cstheme="minorHAnsi"/>
                <w:szCs w:val="18"/>
                <w:lang w:val="en-US"/>
              </w:rPr>
              <w:t xml:space="preserve">SCOL of </w:t>
            </w:r>
            <w:proofErr w:type="spellStart"/>
            <w:r w:rsidRPr="00034F63">
              <w:rPr>
                <w:rFonts w:asciiTheme="minorHAnsi" w:hAnsiTheme="minorHAnsi" w:cstheme="minorHAnsi"/>
                <w:szCs w:val="18"/>
                <w:lang w:val="en-US"/>
              </w:rPr>
              <w:t>Zien</w:t>
            </w:r>
            <w:proofErr w:type="spellEnd"/>
          </w:p>
        </w:tc>
        <w:tc>
          <w:tcPr>
            <w:tcW w:w="4661" w:type="dxa"/>
          </w:tcPr>
          <w:p w:rsidR="004C06DE" w:rsidRPr="0010506A" w:rsidRDefault="00D24B0E" w:rsidP="0010506A">
            <w:pPr>
              <w:pStyle w:val="Geenafstand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D24B0E">
              <w:rPr>
                <w:rFonts w:asciiTheme="minorHAnsi" w:hAnsiTheme="minorHAnsi" w:cstheme="minorHAnsi"/>
                <w:szCs w:val="18"/>
                <w:lang w:val="en-US"/>
              </w:rPr>
              <w:t xml:space="preserve">SCOL of </w:t>
            </w:r>
            <w:proofErr w:type="spellStart"/>
            <w:r w:rsidRPr="00D24B0E">
              <w:rPr>
                <w:rFonts w:asciiTheme="minorHAnsi" w:hAnsiTheme="minorHAnsi" w:cstheme="minorHAnsi"/>
                <w:szCs w:val="18"/>
                <w:lang w:val="en-US"/>
              </w:rPr>
              <w:t>Zien</w:t>
            </w:r>
            <w:proofErr w:type="spellEnd"/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4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4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10BC1" w:rsidRPr="00A67C0A" w:rsidTr="009001E5">
        <w:tc>
          <w:tcPr>
            <w:tcW w:w="4661" w:type="dxa"/>
            <w:gridSpan w:val="2"/>
          </w:tcPr>
          <w:p w:rsidR="00F10BC1" w:rsidRPr="00F10BC1" w:rsidRDefault="00F10BC1" w:rsidP="00F10BC1">
            <w:pPr>
              <w:pStyle w:val="Lijstalinea"/>
              <w:numPr>
                <w:ilvl w:val="1"/>
                <w:numId w:val="8"/>
              </w:numPr>
              <w:rPr>
                <w:rFonts w:cstheme="minorHAnsi"/>
                <w:b/>
                <w:sz w:val="18"/>
                <w:szCs w:val="18"/>
              </w:rPr>
            </w:pPr>
            <w:r w:rsidRPr="00F10BC1">
              <w:rPr>
                <w:rFonts w:cstheme="minorHAnsi"/>
                <w:b/>
                <w:sz w:val="18"/>
                <w:szCs w:val="18"/>
              </w:rPr>
              <w:t>Jezelf presenteren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Doet een voorstel aan een medeleerling voor een gezamenlijke activiteit (niveau 6)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Stelt zichzelf voor in een onbekende omgeving (niveau 7)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1.2. Een keuze maken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Beseft dat een keuze definitief kan zijn (niveau 5)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1.3. Opkomen voor jezelf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Vertelt of hij een activiteit alleen/samen wil doen en met wie als de leerkracht hierna vraagt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1.4. Omgaan met gevoelens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Troost op eigen initiatief een verdrietige  medeleerling (niveau 5)</w:t>
            </w:r>
          </w:p>
        </w:tc>
        <w:tc>
          <w:tcPr>
            <w:tcW w:w="4661" w:type="dxa"/>
          </w:tcPr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2.1. Ervaringen delen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Vraagt een bekende naar zijn gevoelens (niveau 5)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2.2. Aardig doen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Geeft een complimentje over uiterlijk/werkje (niveau 5)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Nodigt een vriendje uit om mee te doen (niveau 6)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2.3. Omgaan met ruzie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  <w:highlight w:val="yellow"/>
              </w:rPr>
              <w:t>Luistert naar een ander als hij zijn excuus aanbiedt met behulp van een volwassene</w:t>
            </w: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2</w:t>
            </w:r>
          </w:p>
        </w:tc>
      </w:tr>
      <w:tr w:rsidR="00A16FA6" w:rsidRPr="00A67C0A" w:rsidTr="009001E5">
        <w:tc>
          <w:tcPr>
            <w:tcW w:w="4661" w:type="dxa"/>
            <w:gridSpan w:val="2"/>
          </w:tcPr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0542BA">
              <w:rPr>
                <w:rFonts w:asciiTheme="minorHAnsi" w:hAnsiTheme="minorHAnsi" w:cstheme="minorHAnsi"/>
                <w:szCs w:val="18"/>
              </w:rPr>
              <w:t xml:space="preserve"> map 4, 5 en 6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4.1 Jij bent blij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4.4 Dankjewel!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4.6 Zal ik je helpen?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4.8 Mag ik meedoen?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5.15 Kom maar hier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6.3 Alleen of samen...?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6.14 Wil je met me spelen? </w:t>
            </w:r>
          </w:p>
          <w:p w:rsidR="00A16FA6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0542BA">
              <w:rPr>
                <w:rFonts w:asciiTheme="minorHAnsi" w:hAnsiTheme="minorHAnsi" w:cstheme="minorHAnsi"/>
                <w:szCs w:val="18"/>
              </w:rPr>
              <w:t>Map 4 les 2, 3, 5, 7, 9 en 10</w:t>
            </w:r>
          </w:p>
        </w:tc>
        <w:tc>
          <w:tcPr>
            <w:tcW w:w="4661" w:type="dxa"/>
          </w:tcPr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Methode STIP: map 4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542BA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0542BA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4.17 Ik luister eerst</w:t>
            </w:r>
          </w:p>
          <w:p w:rsidR="00A16FA6" w:rsidRPr="000542BA" w:rsidRDefault="000542BA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0542BA">
              <w:rPr>
                <w:rFonts w:asciiTheme="minorHAnsi" w:hAnsiTheme="minorHAnsi" w:cstheme="minorHAnsi"/>
                <w:szCs w:val="18"/>
              </w:rPr>
              <w:t>Map 4 les 11 - 16 en 18 -20</w:t>
            </w:r>
          </w:p>
        </w:tc>
      </w:tr>
      <w:tr w:rsidR="00A744A4" w:rsidRPr="00A67C0A" w:rsidTr="00A744A4">
        <w:tc>
          <w:tcPr>
            <w:tcW w:w="4661" w:type="dxa"/>
            <w:gridSpan w:val="2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4 periode 1</w:t>
            </w:r>
          </w:p>
        </w:tc>
        <w:tc>
          <w:tcPr>
            <w:tcW w:w="4661" w:type="dxa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4 periode 2</w:t>
            </w:r>
          </w:p>
        </w:tc>
      </w:tr>
      <w:tr w:rsidR="00A744A4" w:rsidRPr="00A67C0A" w:rsidTr="009001E5">
        <w:tc>
          <w:tcPr>
            <w:tcW w:w="4661" w:type="dxa"/>
            <w:gridSpan w:val="2"/>
          </w:tcPr>
          <w:p w:rsidR="00A744A4" w:rsidRPr="00A67C0A" w:rsidRDefault="00034F63" w:rsidP="0010506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A744A4" w:rsidRPr="00A67C0A" w:rsidRDefault="00D24B0E" w:rsidP="0010506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5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5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10BC1" w:rsidRPr="00A67C0A" w:rsidTr="009001E5">
        <w:tc>
          <w:tcPr>
            <w:tcW w:w="4661" w:type="dxa"/>
            <w:gridSpan w:val="2"/>
          </w:tcPr>
          <w:p w:rsidR="00F10BC1" w:rsidRPr="00125CD9" w:rsidRDefault="00F10BC1" w:rsidP="00F10BC1">
            <w:pPr>
              <w:pStyle w:val="Lijstalinea"/>
              <w:numPr>
                <w:ilvl w:val="1"/>
                <w:numId w:val="9"/>
              </w:numPr>
              <w:rPr>
                <w:rFonts w:cstheme="minorHAnsi"/>
                <w:b/>
                <w:sz w:val="18"/>
                <w:szCs w:val="18"/>
              </w:rPr>
            </w:pPr>
            <w:r w:rsidRPr="00125CD9">
              <w:rPr>
                <w:rFonts w:cstheme="minorHAnsi"/>
                <w:b/>
                <w:sz w:val="18"/>
                <w:szCs w:val="18"/>
              </w:rPr>
              <w:t>Jezelf presenteren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 xml:space="preserve">Benoemt dingen waarvan hij vindt dat hij ze goed kan </w:t>
            </w:r>
            <w:r w:rsidRPr="00F10BC1">
              <w:rPr>
                <w:rFonts w:asciiTheme="minorHAnsi" w:hAnsiTheme="minorHAnsi" w:cstheme="minorHAnsi"/>
              </w:rPr>
              <w:lastRenderedPageBreak/>
              <w:t>(niveau 7)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t>1.3. Opkomen voor jezelf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Zegt het als hij wordt overgeslagen of als iets dat beloofd is vergeten wordt (niveau 6)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t>1.4. Omgaan met gevoelens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Vertelt wat liegen en eerlijk zijn is (niveau 7)</w:t>
            </w:r>
          </w:p>
        </w:tc>
        <w:tc>
          <w:tcPr>
            <w:tcW w:w="4661" w:type="dxa"/>
          </w:tcPr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lastRenderedPageBreak/>
              <w:t>2.1. Ervaringen delen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Deelt een soortgelijke ervaring met anderen (niveau 7)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lastRenderedPageBreak/>
              <w:t>2.2. Aardig doen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Deelt uit zichzelf iets met een ander (niveau 6)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</w:rPr>
            </w:pPr>
            <w:r w:rsidRPr="00F10BC1">
              <w:rPr>
                <w:rFonts w:asciiTheme="minorHAnsi" w:hAnsiTheme="minorHAnsi" w:cstheme="minorHAnsi"/>
                <w:b/>
              </w:rPr>
              <w:t>2.3. Omgaan met ruzie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  <w:highlight w:val="yellow"/>
              </w:rPr>
              <w:t>Vraagt bij ruzie advies aan volwassenen en voert dit uit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Luistert naar een ander als hij zijn excuus aanbiedt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</w:rPr>
            </w:pPr>
            <w:r w:rsidRPr="00F10BC1">
              <w:rPr>
                <w:rFonts w:asciiTheme="minorHAnsi" w:hAnsiTheme="minorHAnsi" w:cstheme="minorHAnsi"/>
              </w:rPr>
              <w:t>Uit zijn boosheid zonder ander fysiek pijn te doen</w:t>
            </w: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2</w:t>
            </w:r>
          </w:p>
        </w:tc>
      </w:tr>
      <w:tr w:rsidR="00A16FA6" w:rsidRPr="00A67C0A" w:rsidTr="009001E5">
        <w:tc>
          <w:tcPr>
            <w:tcW w:w="4661" w:type="dxa"/>
            <w:gridSpan w:val="2"/>
          </w:tcPr>
          <w:p w:rsidR="00431712" w:rsidRPr="00431712" w:rsidRDefault="00431712" w:rsidP="0043171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31712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431712">
              <w:rPr>
                <w:rFonts w:asciiTheme="minorHAnsi" w:hAnsiTheme="minorHAnsi" w:cstheme="minorHAnsi"/>
                <w:szCs w:val="18"/>
              </w:rPr>
              <w:t xml:space="preserve"> map 3, 5, 6 en 7</w:t>
            </w:r>
          </w:p>
          <w:p w:rsidR="00431712" w:rsidRPr="00431712" w:rsidRDefault="00431712" w:rsidP="0043171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31712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431712" w:rsidRPr="00431712" w:rsidRDefault="00431712" w:rsidP="0043171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31712">
              <w:rPr>
                <w:rFonts w:asciiTheme="minorHAnsi" w:hAnsiTheme="minorHAnsi" w:cstheme="minorHAnsi"/>
                <w:szCs w:val="18"/>
              </w:rPr>
              <w:t>3.4 Jij vindt mij oké (herhaling)</w:t>
            </w:r>
          </w:p>
          <w:p w:rsidR="00431712" w:rsidRPr="00431712" w:rsidRDefault="00431712" w:rsidP="0043171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31712">
              <w:rPr>
                <w:rFonts w:asciiTheme="minorHAnsi" w:hAnsiTheme="minorHAnsi" w:cstheme="minorHAnsi"/>
                <w:szCs w:val="18"/>
              </w:rPr>
              <w:t>5.5 Wat kan ik?</w:t>
            </w:r>
          </w:p>
          <w:p w:rsidR="00431712" w:rsidRPr="00431712" w:rsidRDefault="00431712" w:rsidP="0043171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31712">
              <w:rPr>
                <w:rFonts w:asciiTheme="minorHAnsi" w:hAnsiTheme="minorHAnsi" w:cstheme="minorHAnsi"/>
                <w:szCs w:val="18"/>
              </w:rPr>
              <w:t>5.6 Ik vind jou leuk</w:t>
            </w:r>
          </w:p>
          <w:p w:rsidR="00431712" w:rsidRPr="00431712" w:rsidRDefault="00431712" w:rsidP="0043171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31712">
              <w:rPr>
                <w:rFonts w:asciiTheme="minorHAnsi" w:hAnsiTheme="minorHAnsi" w:cstheme="minorHAnsi"/>
                <w:szCs w:val="18"/>
              </w:rPr>
              <w:t>5.8 Dat kan ik niet!</w:t>
            </w:r>
          </w:p>
          <w:p w:rsidR="00431712" w:rsidRPr="00431712" w:rsidRDefault="00431712" w:rsidP="0043171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31712">
              <w:rPr>
                <w:rFonts w:asciiTheme="minorHAnsi" w:hAnsiTheme="minorHAnsi" w:cstheme="minorHAnsi"/>
                <w:szCs w:val="18"/>
              </w:rPr>
              <w:t>5.13 Ik schop niet</w:t>
            </w:r>
          </w:p>
          <w:p w:rsidR="00431712" w:rsidRPr="00431712" w:rsidRDefault="00431712" w:rsidP="0043171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31712">
              <w:rPr>
                <w:rFonts w:asciiTheme="minorHAnsi" w:hAnsiTheme="minorHAnsi" w:cstheme="minorHAnsi"/>
                <w:szCs w:val="18"/>
              </w:rPr>
              <w:t>5.14 Sorry</w:t>
            </w:r>
          </w:p>
          <w:p w:rsidR="00431712" w:rsidRPr="00431712" w:rsidRDefault="00431712" w:rsidP="0043171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31712">
              <w:rPr>
                <w:rFonts w:asciiTheme="minorHAnsi" w:hAnsiTheme="minorHAnsi" w:cstheme="minorHAnsi"/>
                <w:szCs w:val="18"/>
              </w:rPr>
              <w:t>6.3 Alleen of samen...?</w:t>
            </w:r>
          </w:p>
          <w:p w:rsidR="00431712" w:rsidRPr="00431712" w:rsidRDefault="00431712" w:rsidP="0043171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31712">
              <w:rPr>
                <w:rFonts w:asciiTheme="minorHAnsi" w:hAnsiTheme="minorHAnsi" w:cstheme="minorHAnsi"/>
                <w:szCs w:val="18"/>
              </w:rPr>
              <w:t>7.15 Eerlij</w:t>
            </w:r>
            <w:r>
              <w:rPr>
                <w:rFonts w:asciiTheme="minorHAnsi" w:hAnsiTheme="minorHAnsi" w:cstheme="minorHAnsi"/>
                <w:szCs w:val="18"/>
              </w:rPr>
              <w:t>k duurt het langst</w:t>
            </w:r>
          </w:p>
          <w:p w:rsidR="00A16FA6" w:rsidRPr="00431712" w:rsidRDefault="00431712" w:rsidP="0043171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431712">
              <w:rPr>
                <w:rFonts w:asciiTheme="minorHAnsi" w:hAnsiTheme="minorHAnsi" w:cstheme="minorHAnsi"/>
                <w:szCs w:val="18"/>
              </w:rPr>
              <w:t>Map 5 les 1-4, 7, 9 en 10</w:t>
            </w:r>
          </w:p>
        </w:tc>
        <w:tc>
          <w:tcPr>
            <w:tcW w:w="4661" w:type="dxa"/>
          </w:tcPr>
          <w:p w:rsidR="00C974E5" w:rsidRPr="00C974E5" w:rsidRDefault="00C974E5" w:rsidP="00C974E5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974E5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C974E5">
              <w:rPr>
                <w:rFonts w:asciiTheme="minorHAnsi" w:hAnsiTheme="minorHAnsi" w:cstheme="minorHAnsi"/>
                <w:szCs w:val="18"/>
              </w:rPr>
              <w:t xml:space="preserve"> map 2 en 5</w:t>
            </w:r>
          </w:p>
          <w:p w:rsidR="00C974E5" w:rsidRPr="00C974E5" w:rsidRDefault="00C974E5" w:rsidP="00C974E5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974E5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C974E5" w:rsidRPr="00C974E5" w:rsidRDefault="00C974E5" w:rsidP="00C974E5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974E5">
              <w:rPr>
                <w:rFonts w:asciiTheme="minorHAnsi" w:hAnsiTheme="minorHAnsi" w:cstheme="minorHAnsi"/>
                <w:szCs w:val="18"/>
              </w:rPr>
              <w:t>2.14 Delen met velen (herhaling)</w:t>
            </w:r>
          </w:p>
          <w:p w:rsidR="00C974E5" w:rsidRPr="00C974E5" w:rsidRDefault="00C974E5" w:rsidP="00C974E5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974E5">
              <w:rPr>
                <w:rFonts w:asciiTheme="minorHAnsi" w:hAnsiTheme="minorHAnsi" w:cstheme="minorHAnsi"/>
                <w:szCs w:val="18"/>
              </w:rPr>
              <w:t xml:space="preserve"> 5.2 Ik weet het nog! (herhaling)</w:t>
            </w:r>
          </w:p>
          <w:p w:rsidR="00C974E5" w:rsidRPr="00C974E5" w:rsidRDefault="00C974E5" w:rsidP="00C974E5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974E5">
              <w:rPr>
                <w:rFonts w:asciiTheme="minorHAnsi" w:hAnsiTheme="minorHAnsi" w:cstheme="minorHAnsi"/>
                <w:szCs w:val="18"/>
              </w:rPr>
              <w:t>5.12 Ik vind jou lief</w:t>
            </w:r>
          </w:p>
          <w:p w:rsidR="00C974E5" w:rsidRPr="00C974E5" w:rsidRDefault="00C974E5" w:rsidP="00C974E5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974E5">
              <w:rPr>
                <w:rFonts w:asciiTheme="minorHAnsi" w:hAnsiTheme="minorHAnsi" w:cstheme="minorHAnsi"/>
                <w:szCs w:val="18"/>
              </w:rPr>
              <w:t>5.13 Ik schop niet (herhaling)</w:t>
            </w:r>
          </w:p>
          <w:p w:rsidR="00C974E5" w:rsidRPr="00C974E5" w:rsidRDefault="00C974E5" w:rsidP="00C974E5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974E5">
              <w:rPr>
                <w:rFonts w:asciiTheme="minorHAnsi" w:hAnsiTheme="minorHAnsi" w:cstheme="minorHAnsi"/>
                <w:szCs w:val="18"/>
              </w:rPr>
              <w:t>5.14 Sorry (herhaling)</w:t>
            </w:r>
          </w:p>
          <w:p w:rsidR="00C974E5" w:rsidRPr="00C974E5" w:rsidRDefault="00C974E5" w:rsidP="00C974E5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974E5">
              <w:rPr>
                <w:rFonts w:asciiTheme="minorHAnsi" w:hAnsiTheme="minorHAnsi" w:cstheme="minorHAnsi"/>
                <w:szCs w:val="18"/>
              </w:rPr>
              <w:t>5.16 Ik heb ruzie</w:t>
            </w:r>
          </w:p>
          <w:p w:rsidR="00C974E5" w:rsidRPr="00C974E5" w:rsidRDefault="00C974E5" w:rsidP="00C974E5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5.17 Ik wil geen ruzie</w:t>
            </w:r>
          </w:p>
          <w:p w:rsidR="00A16FA6" w:rsidRPr="00C974E5" w:rsidRDefault="00C974E5" w:rsidP="00C974E5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C974E5">
              <w:rPr>
                <w:rFonts w:asciiTheme="minorHAnsi" w:hAnsiTheme="minorHAnsi" w:cstheme="minorHAnsi"/>
                <w:szCs w:val="18"/>
              </w:rPr>
              <w:t>Map 5 les 11, 18 -20</w:t>
            </w:r>
          </w:p>
        </w:tc>
      </w:tr>
      <w:tr w:rsidR="00A744A4" w:rsidRPr="00A67C0A" w:rsidTr="00A744A4">
        <w:tc>
          <w:tcPr>
            <w:tcW w:w="4661" w:type="dxa"/>
            <w:gridSpan w:val="2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5 periode 1</w:t>
            </w:r>
          </w:p>
        </w:tc>
        <w:tc>
          <w:tcPr>
            <w:tcW w:w="4661" w:type="dxa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5 periode 2</w:t>
            </w:r>
          </w:p>
        </w:tc>
      </w:tr>
      <w:tr w:rsidR="00A744A4" w:rsidRPr="00A67C0A" w:rsidTr="009001E5">
        <w:tc>
          <w:tcPr>
            <w:tcW w:w="4661" w:type="dxa"/>
            <w:gridSpan w:val="2"/>
          </w:tcPr>
          <w:p w:rsidR="00A744A4" w:rsidRPr="00A67C0A" w:rsidRDefault="00034F63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A744A4" w:rsidRPr="00A67C0A" w:rsidRDefault="00D24B0E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507B8E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6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6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6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6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10BC1" w:rsidRPr="00507B8E" w:rsidTr="009001E5">
        <w:tc>
          <w:tcPr>
            <w:tcW w:w="4661" w:type="dxa"/>
            <w:gridSpan w:val="2"/>
          </w:tcPr>
          <w:p w:rsidR="00F10BC1" w:rsidRPr="00F10BC1" w:rsidRDefault="00F10BC1" w:rsidP="00F10BC1">
            <w:pPr>
              <w:pStyle w:val="Lijstalinea"/>
              <w:numPr>
                <w:ilvl w:val="1"/>
                <w:numId w:val="10"/>
              </w:numPr>
              <w:rPr>
                <w:rFonts w:cstheme="minorHAnsi"/>
                <w:b/>
                <w:sz w:val="18"/>
                <w:szCs w:val="18"/>
              </w:rPr>
            </w:pPr>
            <w:r w:rsidRPr="00F10BC1">
              <w:rPr>
                <w:rFonts w:cstheme="minorHAnsi"/>
                <w:b/>
                <w:sz w:val="18"/>
                <w:szCs w:val="18"/>
              </w:rPr>
              <w:t>Jezelf presenteren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Benoemt de goede eigenschappen van een ander (niveau 8)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1.2. Een keuze maken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  <w:highlight w:val="yellow"/>
              </w:rPr>
              <w:t>Legt een bekende zijn keuze uit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1.3. Opkomen voor jezelf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Komt uit voor zijn mening in een 1:1 gesprek zonder een reden te geven (niveau 7)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1.4. Omgaan met gevoelens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Geeft adequaat aan of hij zich wel/niet prettig voelt (niveau 7)</w:t>
            </w:r>
          </w:p>
        </w:tc>
        <w:tc>
          <w:tcPr>
            <w:tcW w:w="4661" w:type="dxa"/>
          </w:tcPr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2.1. Ervaringen delen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Vertelt over een buitenschoolse ervaring (niveau 7)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Vertelt van welke specifieke situaties hij boos/verdrietig/bang wordt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2.2. Aardig doen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Zegt het als een medeleerling wordt overgeslagen (niveau 7)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2.3. Omgaan met ruzie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 xml:space="preserve">Vertelt waarom hij boos is op een ander 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 xml:space="preserve">Aanvaardt excuses van een ander </w:t>
            </w:r>
          </w:p>
        </w:tc>
      </w:tr>
      <w:tr w:rsidR="00A16FA6" w:rsidRPr="00507B8E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2</w:t>
            </w:r>
          </w:p>
        </w:tc>
      </w:tr>
      <w:tr w:rsidR="00A16FA6" w:rsidRPr="00374F44" w:rsidTr="009001E5">
        <w:tc>
          <w:tcPr>
            <w:tcW w:w="4661" w:type="dxa"/>
            <w:gridSpan w:val="2"/>
          </w:tcPr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  <w:u w:val="single"/>
              </w:rPr>
              <w:t>Methode STIP</w:t>
            </w:r>
            <w:r w:rsidRPr="00061BD7">
              <w:rPr>
                <w:rFonts w:asciiTheme="minorHAnsi" w:hAnsiTheme="minorHAnsi" w:cstheme="minorHAnsi"/>
                <w:szCs w:val="18"/>
              </w:rPr>
              <w:t>: map 2 en 6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2.5 Mooi, leuk of lekker? (herhaling)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6.6 Wat wil ik?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6.7 Dat is niet goed!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6.8 Straks is het over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6.9 Even alleen zijn is fijn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6.10 Fijn dat je bij mij bent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6.18 Me</w:t>
            </w:r>
            <w:r>
              <w:rPr>
                <w:rFonts w:asciiTheme="minorHAnsi" w:hAnsiTheme="minorHAnsi" w:cstheme="minorHAnsi"/>
                <w:szCs w:val="18"/>
              </w:rPr>
              <w:t>ester of juf, ik snap het niet!</w:t>
            </w:r>
          </w:p>
          <w:p w:rsidR="00A16FA6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061BD7">
              <w:rPr>
                <w:rFonts w:asciiTheme="minorHAnsi" w:hAnsiTheme="minorHAnsi" w:cstheme="minorHAnsi"/>
                <w:szCs w:val="18"/>
              </w:rPr>
              <w:t xml:space="preserve">Map 6 les 1, 2, 4 en 5. </w:t>
            </w:r>
          </w:p>
        </w:tc>
        <w:tc>
          <w:tcPr>
            <w:tcW w:w="4661" w:type="dxa"/>
          </w:tcPr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061BD7">
              <w:rPr>
                <w:rFonts w:asciiTheme="minorHAnsi" w:hAnsiTheme="minorHAnsi" w:cstheme="minorHAnsi"/>
                <w:szCs w:val="18"/>
              </w:rPr>
              <w:t xml:space="preserve"> map 2, 5 en 6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3.8 Dat maakt mij bang! (herhaling)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5.2 Ik weet het nog! (herhaling)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5.14 Sorry (herhaling)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5.16 Ik heb ruzie (herhaling)</w:t>
            </w:r>
          </w:p>
          <w:p w:rsidR="00A16FA6" w:rsidRPr="00A67C0A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  <w:u w:val="single"/>
              </w:rPr>
              <w:t>Extra: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061BD7">
              <w:rPr>
                <w:rFonts w:asciiTheme="minorHAnsi" w:hAnsiTheme="minorHAnsi" w:cstheme="minorHAnsi"/>
                <w:szCs w:val="18"/>
              </w:rPr>
              <w:t>Map 6 les 11, 12, 14 - 17, 19 en 20</w:t>
            </w:r>
          </w:p>
        </w:tc>
      </w:tr>
      <w:tr w:rsidR="00A744A4" w:rsidRPr="00374F44" w:rsidTr="00A744A4">
        <w:tc>
          <w:tcPr>
            <w:tcW w:w="4661" w:type="dxa"/>
            <w:gridSpan w:val="2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6 periode 1</w:t>
            </w:r>
          </w:p>
        </w:tc>
        <w:tc>
          <w:tcPr>
            <w:tcW w:w="4661" w:type="dxa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6 periode 2</w:t>
            </w:r>
          </w:p>
        </w:tc>
      </w:tr>
      <w:tr w:rsidR="00A744A4" w:rsidRPr="00374F44" w:rsidTr="009001E5">
        <w:tc>
          <w:tcPr>
            <w:tcW w:w="4661" w:type="dxa"/>
            <w:gridSpan w:val="2"/>
          </w:tcPr>
          <w:p w:rsidR="00A744A4" w:rsidRPr="00A67C0A" w:rsidRDefault="00034F63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A744A4" w:rsidRPr="00A67C0A" w:rsidRDefault="00D24B0E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374F44" w:rsidTr="00A16FA6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7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7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10BC1" w:rsidRPr="00374F44" w:rsidTr="009001E5">
        <w:tc>
          <w:tcPr>
            <w:tcW w:w="4661" w:type="dxa"/>
            <w:gridSpan w:val="2"/>
          </w:tcPr>
          <w:p w:rsidR="00F10BC1" w:rsidRPr="00F10BC1" w:rsidRDefault="00F10BC1" w:rsidP="00F10BC1">
            <w:pPr>
              <w:pStyle w:val="Lijstalinea"/>
              <w:numPr>
                <w:ilvl w:val="1"/>
                <w:numId w:val="11"/>
              </w:numPr>
              <w:rPr>
                <w:rFonts w:cstheme="minorHAnsi"/>
                <w:b/>
                <w:sz w:val="18"/>
                <w:szCs w:val="18"/>
              </w:rPr>
            </w:pPr>
            <w:r w:rsidRPr="00F10BC1">
              <w:rPr>
                <w:rFonts w:cstheme="minorHAnsi"/>
                <w:b/>
                <w:sz w:val="18"/>
                <w:szCs w:val="18"/>
              </w:rPr>
              <w:t>Jezelf presenteren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  <w:highlight w:val="yellow"/>
              </w:rPr>
              <w:t>Oppert een idee aan onbekenden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1.2. Een keuze maken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 xml:space="preserve">Houdt bij samen kiezen rekening met de voorkeur van een ander 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1.3. Opkomen voor jezelf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Zegt het de ander als diegene onaardig doet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1.4. Omgaan met gevoelens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  <w:highlight w:val="yellow"/>
              </w:rPr>
            </w:pPr>
            <w:r w:rsidRPr="00F10BC1">
              <w:rPr>
                <w:rFonts w:asciiTheme="minorHAnsi" w:hAnsiTheme="minorHAnsi" w:cstheme="minorHAnsi"/>
                <w:szCs w:val="18"/>
                <w:highlight w:val="yellow"/>
              </w:rPr>
              <w:t>Geeft een ander gelegenheid zijn gevoelens te uiten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  <w:highlight w:val="yellow"/>
              </w:rPr>
              <w:t>Brengt zijn gevoelens onder woorden</w:t>
            </w:r>
          </w:p>
        </w:tc>
        <w:tc>
          <w:tcPr>
            <w:tcW w:w="4661" w:type="dxa"/>
          </w:tcPr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2.1. Ervaringen delen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  <w:highlight w:val="yellow"/>
              </w:rPr>
              <w:t>Vertelt over iets dat hij heeft beleefd en hoe hij zich daarbij voelde</w:t>
            </w:r>
            <w:r w:rsidRPr="00F10BC1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2.2. Aardig doen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  <w:highlight w:val="yellow"/>
              </w:rPr>
              <w:t>Vraagt een bekende naar zijn wensen m.b.v. een volwassene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2.3. Omgaan met ruzie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 xml:space="preserve">Corrigeert zijn gedrag als hij weet dat hij ongewenst gedrag vertoont </w:t>
            </w:r>
          </w:p>
          <w:p w:rsidR="00F10BC1" w:rsidRPr="00F10BC1" w:rsidRDefault="00F10BC1" w:rsidP="00C66BA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(niveau 8)</w:t>
            </w:r>
          </w:p>
        </w:tc>
      </w:tr>
      <w:tr w:rsidR="00A16FA6" w:rsidRPr="00374F44" w:rsidTr="00A16FA6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Methoden/middelen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A16FA6" w:rsidRPr="00374F44" w:rsidTr="009001E5">
        <w:tc>
          <w:tcPr>
            <w:tcW w:w="4661" w:type="dxa"/>
            <w:gridSpan w:val="2"/>
          </w:tcPr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061BD7">
              <w:rPr>
                <w:rFonts w:asciiTheme="minorHAnsi" w:hAnsiTheme="minorHAnsi" w:cstheme="minorHAnsi"/>
                <w:szCs w:val="18"/>
              </w:rPr>
              <w:t xml:space="preserve"> map 3, 7 en 8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3.16 Ik vind jou niet aardig! (herhaling)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7.7 Ik voel me...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7.8 Dat is mijn gevoel...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7.10 Hoe gaat het me je?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8.15 Je hebt een goed idee</w:t>
            </w:r>
          </w:p>
          <w:p w:rsidR="00A16FA6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061BD7">
              <w:rPr>
                <w:rFonts w:asciiTheme="minorHAnsi" w:hAnsiTheme="minorHAnsi" w:cstheme="minorHAnsi"/>
                <w:szCs w:val="18"/>
              </w:rPr>
              <w:t xml:space="preserve">Map 7 les 1 - 6 en 9 </w:t>
            </w:r>
          </w:p>
        </w:tc>
        <w:tc>
          <w:tcPr>
            <w:tcW w:w="4661" w:type="dxa"/>
          </w:tcPr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  <w:u w:val="single"/>
              </w:rPr>
              <w:lastRenderedPageBreak/>
              <w:t>Methode STIP:</w:t>
            </w:r>
            <w:r w:rsidRPr="00061BD7">
              <w:rPr>
                <w:rFonts w:asciiTheme="minorHAnsi" w:hAnsiTheme="minorHAnsi" w:cstheme="minorHAnsi"/>
                <w:szCs w:val="18"/>
              </w:rPr>
              <w:t xml:space="preserve"> map 7 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7.11 Opgeven? Nee hoor!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7.16 Ik ben geen stoorzender</w:t>
            </w:r>
          </w:p>
          <w:p w:rsidR="00A16FA6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061BD7">
              <w:rPr>
                <w:rFonts w:asciiTheme="minorHAnsi" w:hAnsiTheme="minorHAnsi" w:cstheme="minorHAnsi"/>
                <w:szCs w:val="18"/>
              </w:rPr>
              <w:t>Map 7 les 12 - 15 en 17 - 20</w:t>
            </w:r>
          </w:p>
        </w:tc>
      </w:tr>
      <w:tr w:rsidR="00A744A4" w:rsidRPr="00374F44" w:rsidTr="00A744A4">
        <w:tc>
          <w:tcPr>
            <w:tcW w:w="4661" w:type="dxa"/>
            <w:gridSpan w:val="2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4: Toetsen leerjaar 7 periode 1</w:t>
            </w:r>
          </w:p>
        </w:tc>
        <w:tc>
          <w:tcPr>
            <w:tcW w:w="4661" w:type="dxa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7 periode 2</w:t>
            </w:r>
          </w:p>
        </w:tc>
      </w:tr>
      <w:tr w:rsidR="00A744A4" w:rsidRPr="00374F44" w:rsidTr="009001E5">
        <w:tc>
          <w:tcPr>
            <w:tcW w:w="4661" w:type="dxa"/>
            <w:gridSpan w:val="2"/>
          </w:tcPr>
          <w:p w:rsidR="00A744A4" w:rsidRPr="00A67C0A" w:rsidRDefault="00034F63" w:rsidP="003F60D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A744A4" w:rsidRPr="00A67C0A" w:rsidRDefault="00D24B0E" w:rsidP="003F60D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374F44" w:rsidTr="00A16FA6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8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8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911C34" w:rsidRPr="00374F44" w:rsidTr="009001E5">
        <w:tc>
          <w:tcPr>
            <w:tcW w:w="4661" w:type="dxa"/>
            <w:gridSpan w:val="2"/>
          </w:tcPr>
          <w:p w:rsidR="00911C34" w:rsidRPr="00F10BC1" w:rsidRDefault="00911C34" w:rsidP="009F7BE1">
            <w:pPr>
              <w:pStyle w:val="Lijstalinea"/>
              <w:numPr>
                <w:ilvl w:val="1"/>
                <w:numId w:val="12"/>
              </w:numPr>
              <w:rPr>
                <w:rFonts w:cstheme="minorHAnsi"/>
                <w:b/>
                <w:sz w:val="18"/>
                <w:szCs w:val="18"/>
              </w:rPr>
            </w:pPr>
            <w:r w:rsidRPr="00F10BC1">
              <w:rPr>
                <w:rFonts w:cstheme="minorHAnsi"/>
                <w:b/>
                <w:sz w:val="18"/>
                <w:szCs w:val="18"/>
              </w:rPr>
              <w:t>Jezelf presenteren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Legt een ander uit waarom hij ‘nee’ zegt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Durft zichzelf te laten zien in een onbekende situatie (niveau 9)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1.2. Een keuze maken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Schat in welke keuze een bekende zal  maken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1.3. Opkomen voor jezelf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Vertelt de reden als hij een voorstel van een medeleerling afslaat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Benoemt dat hij iets per ongeluk heeft gedaan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1.4. Omgaan met gevoelens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  <w:highlight w:val="yellow"/>
              </w:rPr>
              <w:t>Verplaatst zich in de gevoelens van een ander</w:t>
            </w:r>
          </w:p>
        </w:tc>
        <w:tc>
          <w:tcPr>
            <w:tcW w:w="4661" w:type="dxa"/>
          </w:tcPr>
          <w:p w:rsidR="00911C34" w:rsidRPr="00F10BC1" w:rsidRDefault="00911C34" w:rsidP="009F7BE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2.1. Ervaringen delen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 xml:space="preserve">Vraagt een ander naar een buitenschoolse ervaring 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2.2. Aardig doen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Komt op voor de ander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</w:rPr>
              <w:t>Trekt zich terug als een ander met rust gelaten wil worden /geen hulp wil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10BC1">
              <w:rPr>
                <w:rFonts w:asciiTheme="minorHAnsi" w:hAnsiTheme="minorHAnsi" w:cstheme="minorHAnsi"/>
                <w:b/>
                <w:szCs w:val="18"/>
              </w:rPr>
              <w:t>2.3. Omgaan met ruzie</w:t>
            </w:r>
          </w:p>
          <w:p w:rsidR="00911C34" w:rsidRPr="00F10BC1" w:rsidRDefault="00911C34" w:rsidP="009F7BE1">
            <w:pPr>
              <w:rPr>
                <w:rFonts w:asciiTheme="minorHAnsi" w:hAnsiTheme="minorHAnsi" w:cstheme="minorHAnsi"/>
                <w:szCs w:val="18"/>
              </w:rPr>
            </w:pPr>
            <w:r w:rsidRPr="00F10BC1">
              <w:rPr>
                <w:rFonts w:asciiTheme="minorHAnsi" w:hAnsiTheme="minorHAnsi" w:cstheme="minorHAnsi"/>
                <w:szCs w:val="18"/>
                <w:highlight w:val="yellow"/>
              </w:rPr>
              <w:t>Kent/gebruikt een oplossing</w:t>
            </w:r>
          </w:p>
        </w:tc>
      </w:tr>
      <w:tr w:rsidR="00A16FA6" w:rsidRPr="00374F44" w:rsidTr="00A16FA6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Methoden/middelen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F10BC1" w:rsidRPr="00374F44" w:rsidTr="00A16FA6">
        <w:tc>
          <w:tcPr>
            <w:tcW w:w="4661" w:type="dxa"/>
            <w:gridSpan w:val="2"/>
            <w:shd w:val="clear" w:color="auto" w:fill="auto"/>
          </w:tcPr>
          <w:p w:rsidR="00783D75" w:rsidRPr="00783D75" w:rsidRDefault="00783D75" w:rsidP="00783D75">
            <w:pPr>
              <w:rPr>
                <w:rFonts w:asciiTheme="minorHAnsi" w:hAnsiTheme="minorHAnsi" w:cstheme="minorHAnsi"/>
                <w:szCs w:val="18"/>
              </w:rPr>
            </w:pPr>
            <w:r w:rsidRPr="00783D75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783D75">
              <w:rPr>
                <w:rFonts w:asciiTheme="minorHAnsi" w:hAnsiTheme="minorHAnsi" w:cstheme="minorHAnsi"/>
                <w:szCs w:val="18"/>
              </w:rPr>
              <w:t xml:space="preserve"> map 8</w:t>
            </w:r>
          </w:p>
          <w:p w:rsidR="00783D75" w:rsidRPr="00783D75" w:rsidRDefault="00783D75" w:rsidP="00783D75">
            <w:pPr>
              <w:rPr>
                <w:rFonts w:asciiTheme="minorHAnsi" w:hAnsiTheme="minorHAnsi" w:cstheme="minorHAnsi"/>
                <w:szCs w:val="18"/>
              </w:rPr>
            </w:pPr>
            <w:r w:rsidRPr="00783D75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783D75" w:rsidRPr="00783D75" w:rsidRDefault="00783D75" w:rsidP="00783D75">
            <w:pPr>
              <w:rPr>
                <w:rFonts w:asciiTheme="minorHAnsi" w:hAnsiTheme="minorHAnsi" w:cstheme="minorHAnsi"/>
                <w:szCs w:val="18"/>
              </w:rPr>
            </w:pPr>
            <w:r w:rsidRPr="00783D75">
              <w:rPr>
                <w:rFonts w:asciiTheme="minorHAnsi" w:hAnsiTheme="minorHAnsi" w:cstheme="minorHAnsi"/>
                <w:szCs w:val="18"/>
              </w:rPr>
              <w:t>8.16 Vragen(v)uur</w:t>
            </w:r>
          </w:p>
          <w:p w:rsidR="00783D75" w:rsidRPr="00783D75" w:rsidRDefault="00783D75" w:rsidP="00783D75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8.20 Ik weet het al!</w:t>
            </w:r>
          </w:p>
          <w:p w:rsidR="00F10BC1" w:rsidRPr="00783D75" w:rsidRDefault="00783D75" w:rsidP="00783D75">
            <w:pPr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783D75">
              <w:rPr>
                <w:rFonts w:asciiTheme="minorHAnsi" w:hAnsiTheme="minorHAnsi" w:cstheme="minorHAnsi"/>
                <w:szCs w:val="18"/>
              </w:rPr>
              <w:t>Map 7 les 1 - 10</w:t>
            </w:r>
          </w:p>
        </w:tc>
        <w:tc>
          <w:tcPr>
            <w:tcW w:w="4661" w:type="dxa"/>
            <w:shd w:val="clear" w:color="auto" w:fill="auto"/>
          </w:tcPr>
          <w:p w:rsidR="00BD04CB" w:rsidRPr="00BD04CB" w:rsidRDefault="00BD04CB" w:rsidP="00BD04CB">
            <w:pPr>
              <w:rPr>
                <w:rFonts w:asciiTheme="minorHAnsi" w:hAnsiTheme="minorHAnsi" w:cstheme="minorHAnsi"/>
                <w:szCs w:val="18"/>
              </w:rPr>
            </w:pPr>
            <w:r w:rsidRPr="00BD04CB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BD04CB">
              <w:rPr>
                <w:rFonts w:asciiTheme="minorHAnsi" w:hAnsiTheme="minorHAnsi" w:cstheme="minorHAnsi"/>
                <w:szCs w:val="18"/>
              </w:rPr>
              <w:t xml:space="preserve"> map 7 en 8</w:t>
            </w:r>
          </w:p>
          <w:p w:rsidR="00BD04CB" w:rsidRPr="00BD04CB" w:rsidRDefault="00BD04CB" w:rsidP="00BD04CB">
            <w:pPr>
              <w:rPr>
                <w:rFonts w:asciiTheme="minorHAnsi" w:hAnsiTheme="minorHAnsi" w:cstheme="minorHAnsi"/>
                <w:szCs w:val="18"/>
              </w:rPr>
            </w:pPr>
            <w:r w:rsidRPr="00BD04CB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BD04CB" w:rsidRPr="00BD04CB" w:rsidRDefault="00BD04CB" w:rsidP="00BD04CB">
            <w:pPr>
              <w:rPr>
                <w:rFonts w:asciiTheme="minorHAnsi" w:hAnsiTheme="minorHAnsi" w:cstheme="minorHAnsi"/>
                <w:szCs w:val="18"/>
              </w:rPr>
            </w:pPr>
            <w:r w:rsidRPr="00BD04CB">
              <w:rPr>
                <w:rFonts w:asciiTheme="minorHAnsi" w:hAnsiTheme="minorHAnsi" w:cstheme="minorHAnsi"/>
                <w:szCs w:val="18"/>
              </w:rPr>
              <w:t>7.17 Ik help jou, hoor... (herhaling)</w:t>
            </w:r>
          </w:p>
          <w:p w:rsidR="00BD04CB" w:rsidRPr="00BD04CB" w:rsidRDefault="00BD04CB" w:rsidP="00BD04CB">
            <w:pPr>
              <w:rPr>
                <w:rFonts w:asciiTheme="minorHAnsi" w:hAnsiTheme="minorHAnsi" w:cstheme="minorHAnsi"/>
                <w:szCs w:val="18"/>
              </w:rPr>
            </w:pPr>
            <w:r w:rsidRPr="00BD04CB">
              <w:rPr>
                <w:rFonts w:asciiTheme="minorHAnsi" w:hAnsiTheme="minorHAnsi" w:cstheme="minorHAnsi"/>
                <w:szCs w:val="18"/>
              </w:rPr>
              <w:t>8.4 Ruzie (herhaling)</w:t>
            </w:r>
          </w:p>
          <w:p w:rsidR="00BD04CB" w:rsidRPr="00BD04CB" w:rsidRDefault="00BD04CB" w:rsidP="00BD04CB">
            <w:pPr>
              <w:rPr>
                <w:rFonts w:asciiTheme="minorHAnsi" w:hAnsiTheme="minorHAnsi" w:cstheme="minorHAnsi"/>
                <w:szCs w:val="18"/>
              </w:rPr>
            </w:pPr>
            <w:r w:rsidRPr="00BD04CB">
              <w:rPr>
                <w:rFonts w:asciiTheme="minorHAnsi" w:hAnsiTheme="minorHAnsi" w:cstheme="minorHAnsi"/>
                <w:szCs w:val="18"/>
              </w:rPr>
              <w:t>8.5 Bij ruzie doe ik zo (herhaling)</w:t>
            </w:r>
          </w:p>
          <w:p w:rsidR="00BD04CB" w:rsidRPr="00BD04CB" w:rsidRDefault="00BD04CB" w:rsidP="00BD04CB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8.6 Goed opgelost (herhaling)</w:t>
            </w:r>
          </w:p>
          <w:p w:rsidR="00F10BC1" w:rsidRPr="00BD04CB" w:rsidRDefault="00BD04CB" w:rsidP="00BD04CB">
            <w:pPr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BD04CB">
              <w:rPr>
                <w:rFonts w:asciiTheme="minorHAnsi" w:hAnsiTheme="minorHAnsi" w:cstheme="minorHAnsi"/>
                <w:szCs w:val="18"/>
              </w:rPr>
              <w:t>Map 8 les 11 - 14 en 16 - 20</w:t>
            </w:r>
          </w:p>
        </w:tc>
      </w:tr>
      <w:tr w:rsidR="00A744A4" w:rsidRPr="00374F44" w:rsidTr="00A744A4">
        <w:tc>
          <w:tcPr>
            <w:tcW w:w="4661" w:type="dxa"/>
            <w:gridSpan w:val="2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8 periode 1</w:t>
            </w:r>
          </w:p>
        </w:tc>
        <w:tc>
          <w:tcPr>
            <w:tcW w:w="4661" w:type="dxa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2 periode 2</w:t>
            </w:r>
          </w:p>
        </w:tc>
      </w:tr>
      <w:tr w:rsidR="00A744A4" w:rsidRPr="00374F44" w:rsidTr="00A16FA6">
        <w:tc>
          <w:tcPr>
            <w:tcW w:w="4661" w:type="dxa"/>
            <w:gridSpan w:val="2"/>
            <w:shd w:val="clear" w:color="auto" w:fill="auto"/>
          </w:tcPr>
          <w:p w:rsidR="00A744A4" w:rsidRPr="00D24B0E" w:rsidRDefault="00034F63" w:rsidP="00DC36A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  <w:shd w:val="clear" w:color="auto" w:fill="auto"/>
          </w:tcPr>
          <w:p w:rsidR="00A744A4" w:rsidRPr="00D24B0E" w:rsidRDefault="00D24B0E" w:rsidP="00DC36A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9366C" w:rsidRPr="00A67C0A" w:rsidTr="009001E5">
        <w:tc>
          <w:tcPr>
            <w:tcW w:w="1951" w:type="dxa"/>
            <w:shd w:val="clear" w:color="auto" w:fill="00B0F0"/>
          </w:tcPr>
          <w:p w:rsidR="00A9366C" w:rsidRPr="00A67C0A" w:rsidRDefault="00A9366C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371" w:type="dxa"/>
            <w:gridSpan w:val="2"/>
          </w:tcPr>
          <w:p w:rsidR="00483649" w:rsidRDefault="00A744A4" w:rsidP="00483649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1 en 2:   </w:t>
            </w:r>
            <w:r w:rsidR="00BD04CB" w:rsidRPr="00BD04CB">
              <w:rPr>
                <w:rFonts w:asciiTheme="minorHAnsi" w:hAnsiTheme="minorHAnsi" w:cstheme="minorHAnsi"/>
                <w:szCs w:val="18"/>
              </w:rPr>
              <w:t>Per week: 1,5 uren</w:t>
            </w:r>
          </w:p>
          <w:p w:rsidR="00A744A4" w:rsidRPr="00927F57" w:rsidRDefault="00A744A4" w:rsidP="00483649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3 t/m 8: </w:t>
            </w:r>
            <w:r w:rsidRPr="00A744A4">
              <w:rPr>
                <w:rFonts w:asciiTheme="minorHAnsi" w:hAnsiTheme="minorHAnsi" w:cstheme="minorHAnsi"/>
                <w:szCs w:val="18"/>
              </w:rPr>
              <w:t xml:space="preserve">Per week: 4 uren </w:t>
            </w:r>
            <w:r w:rsidR="00BD04CB" w:rsidRPr="00BD04CB">
              <w:rPr>
                <w:rFonts w:asciiTheme="minorHAnsi" w:hAnsiTheme="minorHAnsi" w:cstheme="minorHAnsi"/>
                <w:szCs w:val="18"/>
              </w:rPr>
              <w:t>(zie urentabel SO-ZML DOS)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</w:tc>
        <w:tc>
          <w:tcPr>
            <w:tcW w:w="7371" w:type="dxa"/>
            <w:gridSpan w:val="2"/>
          </w:tcPr>
          <w:p w:rsidR="0071387A" w:rsidRPr="00A67C0A" w:rsidRDefault="00412091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412091" w:rsidRPr="00A67C0A" w:rsidRDefault="0071387A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orgt voor de inhoud van de les volgens het directe instructiemodel (DIM) (activeren voorkennis, aangeven doel van de les, (verlengde) instructie, begeleide (in)oefening, zelfstandige verwerking, evaluatie) </w:t>
            </w:r>
          </w:p>
          <w:p w:rsidR="0071387A" w:rsidRPr="00A67C0A" w:rsidRDefault="0071387A" w:rsidP="008E356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71387A" w:rsidRPr="00A67C0A" w:rsidRDefault="0071387A" w:rsidP="008E356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F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 xml:space="preserve">ocust op de 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>zelfstandi</w:t>
            </w:r>
            <w:r w:rsidR="00DE6641" w:rsidRPr="00A67C0A">
              <w:rPr>
                <w:rFonts w:asciiTheme="minorHAnsi" w:hAnsiTheme="minorHAnsi" w:cstheme="minorHAnsi"/>
                <w:szCs w:val="18"/>
              </w:rPr>
              <w:t xml:space="preserve">ge verwerking, zelfreflectie, 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>biedt ruimte om eigen keuzes te maken en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 xml:space="preserve"> bespreekt met de leerling 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 de keuzes en 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>het zelfstandig plannen van het werk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. </w:t>
            </w:r>
            <w:r w:rsidR="00227DCF" w:rsidRPr="00A67C0A">
              <w:rPr>
                <w:rFonts w:asciiTheme="minorHAnsi" w:hAnsiTheme="minorHAnsi" w:cstheme="minorHAnsi"/>
                <w:szCs w:val="18"/>
              </w:rPr>
              <w:t xml:space="preserve">  </w:t>
            </w:r>
          </w:p>
          <w:p w:rsidR="00227DCF" w:rsidRPr="00A67C0A" w:rsidRDefault="0071387A" w:rsidP="008E356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Gebruikt waar nodig visuele ondersteuning d.m.v. picto’s, gebaren,  foto’s </w:t>
            </w:r>
            <w:r w:rsidR="001E6F40" w:rsidRPr="00A67C0A">
              <w:rPr>
                <w:rFonts w:asciiTheme="minorHAnsi" w:hAnsiTheme="minorHAnsi" w:cstheme="minorHAnsi"/>
                <w:szCs w:val="18"/>
              </w:rPr>
              <w:t xml:space="preserve">stappenplan, extra materialen/(digitale) hulpmiddelen.  </w:t>
            </w:r>
          </w:p>
          <w:p w:rsidR="008E356C" w:rsidRPr="00A67C0A" w:rsidRDefault="0088126B" w:rsidP="000F607D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Ana</w:t>
            </w:r>
            <w:r w:rsidR="000F607D">
              <w:rPr>
                <w:rFonts w:asciiTheme="minorHAnsi" w:hAnsiTheme="minorHAnsi" w:cstheme="minorHAnsi"/>
                <w:szCs w:val="18"/>
              </w:rPr>
              <w:t>lyseert de geplande observatie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. </w:t>
            </w:r>
            <w:r w:rsidR="008E356C" w:rsidRPr="00A67C0A">
              <w:rPr>
                <w:rFonts w:asciiTheme="minorHAnsi" w:hAnsiTheme="minorHAnsi" w:cstheme="minorHAnsi"/>
                <w:szCs w:val="18"/>
              </w:rPr>
              <w:t xml:space="preserve">Hieruit haalt hij </w:t>
            </w:r>
            <w:r w:rsidR="00C95816" w:rsidRPr="00A67C0A">
              <w:rPr>
                <w:rFonts w:asciiTheme="minorHAnsi" w:hAnsiTheme="minorHAnsi" w:cstheme="minorHAnsi"/>
                <w:szCs w:val="18"/>
              </w:rPr>
              <w:t xml:space="preserve">met </w:t>
            </w:r>
            <w:r w:rsidR="008E356C" w:rsidRPr="00A67C0A">
              <w:rPr>
                <w:rFonts w:asciiTheme="minorHAnsi" w:hAnsiTheme="minorHAnsi" w:cstheme="minorHAnsi"/>
                <w:szCs w:val="18"/>
              </w:rPr>
              <w:t>welk onderdeel of onderdelen een leerling moeite heeft. Dit onderdeel of deze onderdelen worden extra aangeboden/geoefend met de leerling(en).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371" w:type="dxa"/>
            <w:gridSpan w:val="2"/>
          </w:tcPr>
          <w:p w:rsidR="0071387A" w:rsidRPr="00A67C0A" w:rsidRDefault="00412091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91120A" w:rsidRPr="00A67C0A" w:rsidRDefault="0091120A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Past de principes van betekenisvol en in de context leren toe (leren toepassen van je kennis en vaardigheden in de praktijk of tijdens praktische opdrachten in of vanuit de klas).</w:t>
            </w:r>
          </w:p>
          <w:p w:rsidR="00412091" w:rsidRPr="00A67C0A" w:rsidRDefault="0071387A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G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>eeft positieve feedback, formuleert gewenst gedrag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 xml:space="preserve"> (complimenten)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, heeft aandacht voor het oplossen van conflicten (respectvol omgaan met elkaar)  en/of observeert leerlingen. </w:t>
            </w:r>
          </w:p>
          <w:p w:rsidR="00227DCF" w:rsidRPr="00A67C0A" w:rsidRDefault="00227DCF" w:rsidP="00227DCF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Is alert op 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>over-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 en onderschatting.</w:t>
            </w:r>
          </w:p>
          <w:p w:rsidR="00412091" w:rsidRPr="00A67C0A" w:rsidRDefault="0091120A" w:rsidP="00BD0F5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S</w:t>
            </w:r>
            <w:r w:rsidR="00BD0F54" w:rsidRPr="00A67C0A">
              <w:rPr>
                <w:rFonts w:asciiTheme="minorHAnsi" w:hAnsiTheme="minorHAnsi" w:cstheme="minorHAnsi"/>
                <w:szCs w:val="18"/>
              </w:rPr>
              <w:t>timuleert het samenwerken met andere leerlingen</w:t>
            </w:r>
            <w:r w:rsidR="0043708D" w:rsidRPr="00A67C0A">
              <w:rPr>
                <w:rFonts w:asciiTheme="minorHAnsi" w:hAnsiTheme="minorHAnsi" w:cstheme="minorHAnsi"/>
                <w:szCs w:val="18"/>
              </w:rPr>
              <w:t>.</w:t>
            </w:r>
          </w:p>
          <w:p w:rsidR="0043708D" w:rsidRPr="00A67C0A" w:rsidRDefault="0091120A" w:rsidP="00BD0F5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Hecht waarde aan het</w:t>
            </w:r>
            <w:r w:rsidR="0043708D" w:rsidRPr="00A67C0A">
              <w:rPr>
                <w:rFonts w:asciiTheme="minorHAnsi" w:hAnsiTheme="minorHAnsi" w:cstheme="minorHAnsi"/>
                <w:szCs w:val="18"/>
              </w:rPr>
              <w:t xml:space="preserve"> denkproces van de leerling.</w:t>
            </w:r>
          </w:p>
          <w:p w:rsidR="00215E30" w:rsidRPr="00A67C0A" w:rsidRDefault="0091120A" w:rsidP="00BD0F5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H</w:t>
            </w:r>
            <w:r w:rsidR="00215E30" w:rsidRPr="00A67C0A">
              <w:rPr>
                <w:rFonts w:asciiTheme="minorHAnsi" w:hAnsiTheme="minorHAnsi" w:cstheme="minorHAnsi"/>
                <w:szCs w:val="18"/>
              </w:rPr>
              <w:t xml:space="preserve">anteert de gedragscode (‘dichtbij en op afstand’). 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</w:tc>
        <w:tc>
          <w:tcPr>
            <w:tcW w:w="7371" w:type="dxa"/>
            <w:gridSpan w:val="2"/>
          </w:tcPr>
          <w:p w:rsidR="0091120A" w:rsidRPr="00A67C0A" w:rsidRDefault="00491860" w:rsidP="00491860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</w:t>
            </w:r>
            <w:r w:rsidR="0091120A" w:rsidRPr="00A67C0A">
              <w:rPr>
                <w:rFonts w:asciiTheme="minorHAnsi" w:hAnsiTheme="minorHAnsi" w:cstheme="minorHAnsi"/>
                <w:szCs w:val="18"/>
              </w:rPr>
              <w:t xml:space="preserve">leraar </w:t>
            </w:r>
          </w:p>
          <w:p w:rsidR="00491860" w:rsidRPr="00A67C0A" w:rsidRDefault="0091120A" w:rsidP="00491860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R</w:t>
            </w:r>
            <w:r w:rsidR="00491860" w:rsidRPr="00A67C0A">
              <w:rPr>
                <w:rFonts w:asciiTheme="minorHAnsi" w:hAnsiTheme="minorHAnsi" w:cstheme="minorHAnsi"/>
                <w:szCs w:val="18"/>
              </w:rPr>
              <w:t>icht het  lokaal/omgeving in aangepast aan de onderwijsbehoefte /veiligheid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>/niveau</w:t>
            </w:r>
            <w:r w:rsidR="00491860" w:rsidRPr="00A67C0A">
              <w:rPr>
                <w:rFonts w:asciiTheme="minorHAnsi" w:hAnsiTheme="minorHAnsi" w:cstheme="minorHAnsi"/>
                <w:szCs w:val="18"/>
              </w:rPr>
              <w:t xml:space="preserve"> van de leerling</w:t>
            </w:r>
          </w:p>
          <w:p w:rsidR="0071387A" w:rsidRPr="00A67C0A" w:rsidRDefault="0071387A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de regels, afspraken, dagprogramma (picto’s/foto’s) op een zichtbare plek in de klas/school hangen.</w:t>
            </w:r>
          </w:p>
          <w:p w:rsidR="00BE682E" w:rsidRPr="00A67C0A" w:rsidRDefault="0071387A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dat medische gegevens, groepsplannen en (week)planning in de klassenmap of 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 xml:space="preserve">op </w:t>
            </w:r>
            <w:r w:rsidRPr="00A67C0A">
              <w:rPr>
                <w:rFonts w:asciiTheme="minorHAnsi" w:hAnsiTheme="minorHAnsi" w:cstheme="minorHAnsi"/>
                <w:szCs w:val="18"/>
              </w:rPr>
              <w:t>een afgesproken plek liggen.</w:t>
            </w:r>
          </w:p>
          <w:p w:rsidR="00FB153B" w:rsidRPr="00A16FA6" w:rsidRDefault="00BE682E" w:rsidP="0091120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</w:t>
            </w:r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orgt voor de inhoud van de les en organisatie van werkvormen (verlengde instructie, instructietafel,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subgroepjes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groepsdoorbrekend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tutoring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duoleren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preteaching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reteaching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).  </w:t>
            </w:r>
            <w:r w:rsidR="00FB153B" w:rsidRPr="00A67C0A">
              <w:rPr>
                <w:rFonts w:asciiTheme="minorHAnsi" w:hAnsiTheme="minorHAnsi" w:cstheme="minorHAnsi"/>
                <w:color w:val="FF0000"/>
                <w:szCs w:val="18"/>
              </w:rPr>
              <w:t xml:space="preserve">. 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</w:tc>
        <w:tc>
          <w:tcPr>
            <w:tcW w:w="7371" w:type="dxa"/>
            <w:gridSpan w:val="2"/>
          </w:tcPr>
          <w:p w:rsidR="0091120A" w:rsidRPr="00A67C0A" w:rsidRDefault="0091120A" w:rsidP="0091120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Na ongeveer vier maanden wordt er bekeken welke doelen al wel/niet behaald zijn. Aan de nog niet behaalde doelen wordt dan in de laatste weken extra aandacht besteed. </w:t>
            </w:r>
          </w:p>
          <w:p w:rsidR="00E453EC" w:rsidRPr="00A67C0A" w:rsidRDefault="005F1791" w:rsidP="001268BE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De leraar evalueert aan het einde van de periode (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toetsweken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>)  de hoofddoelen en subdoe</w:t>
            </w:r>
            <w:r w:rsidR="000F607D">
              <w:rPr>
                <w:rFonts w:asciiTheme="minorHAnsi" w:hAnsiTheme="minorHAnsi" w:cstheme="minorHAnsi"/>
                <w:szCs w:val="18"/>
              </w:rPr>
              <w:t xml:space="preserve">len </w:t>
            </w:r>
            <w:r w:rsidR="000F607D">
              <w:rPr>
                <w:rFonts w:asciiTheme="minorHAnsi" w:hAnsiTheme="minorHAnsi" w:cstheme="minorHAnsi"/>
                <w:szCs w:val="18"/>
              </w:rPr>
              <w:lastRenderedPageBreak/>
              <w:t>d.m.v. geplande observatie</w:t>
            </w:r>
            <w:r w:rsidRPr="00A67C0A">
              <w:rPr>
                <w:rFonts w:asciiTheme="minorHAnsi" w:hAnsiTheme="minorHAnsi" w:cstheme="minorHAnsi"/>
                <w:szCs w:val="18"/>
              </w:rPr>
              <w:t>. Bij de observaties wordt gebruik gemaakt van het document. ‘Criteria doel wel-niet behaald.</w:t>
            </w:r>
            <w:r w:rsidR="00B70F7A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E453EC" w:rsidRPr="00A67C0A">
              <w:rPr>
                <w:rFonts w:asciiTheme="minorHAnsi" w:hAnsiTheme="minorHAnsi" w:cstheme="minorHAnsi"/>
                <w:szCs w:val="18"/>
              </w:rPr>
              <w:t xml:space="preserve">Heeft de leerling 3 van de 5 opgaven goed, is het doel behaald. </w:t>
            </w:r>
          </w:p>
        </w:tc>
      </w:tr>
    </w:tbl>
    <w:p w:rsidR="0091120A" w:rsidRPr="00A67C0A" w:rsidRDefault="0091120A" w:rsidP="00050B2B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EC7076" w:rsidRPr="00A67C0A" w:rsidRDefault="00EC7076" w:rsidP="00927F57">
      <w:pPr>
        <w:rPr>
          <w:rFonts w:asciiTheme="minorHAnsi" w:hAnsiTheme="minorHAnsi" w:cstheme="minorHAnsi"/>
          <w:b/>
          <w:szCs w:val="18"/>
          <w:u w:val="single"/>
        </w:rPr>
      </w:pPr>
    </w:p>
    <w:sectPr w:rsidR="00EC7076" w:rsidRPr="00A67C0A" w:rsidSect="00AE1300">
      <w:headerReference w:type="default" r:id="rId8"/>
      <w:footerReference w:type="default" r:id="rId9"/>
      <w:pgSz w:w="11906" w:h="16838"/>
      <w:pgMar w:top="872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BA1" w:rsidRDefault="00C66BA1">
      <w:pPr>
        <w:spacing w:after="0" w:line="240" w:lineRule="auto"/>
      </w:pPr>
      <w:r>
        <w:separator/>
      </w:r>
    </w:p>
  </w:endnote>
  <w:endnote w:type="continuationSeparator" w:id="0">
    <w:p w:rsidR="00C66BA1" w:rsidRDefault="00C66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39338"/>
      <w:docPartObj>
        <w:docPartGallery w:val="Page Numbers (Bottom of Page)"/>
        <w:docPartUnique/>
      </w:docPartObj>
    </w:sdtPr>
    <w:sdtEndPr/>
    <w:sdtContent>
      <w:p w:rsidR="00C66BA1" w:rsidRDefault="00C66BA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4CA">
          <w:rPr>
            <w:noProof/>
          </w:rPr>
          <w:t>1</w:t>
        </w:r>
        <w:r>
          <w:fldChar w:fldCharType="end"/>
        </w:r>
      </w:p>
    </w:sdtContent>
  </w:sdt>
  <w:p w:rsidR="00C66BA1" w:rsidRDefault="00C66BA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BA1" w:rsidRDefault="00C66BA1">
      <w:pPr>
        <w:spacing w:after="0" w:line="240" w:lineRule="auto"/>
      </w:pPr>
      <w:r>
        <w:separator/>
      </w:r>
    </w:p>
  </w:footnote>
  <w:footnote w:type="continuationSeparator" w:id="0">
    <w:p w:rsidR="00C66BA1" w:rsidRDefault="00C66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BA1" w:rsidRDefault="00C66BA1" w:rsidP="00050B2B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7F852C64" wp14:editId="3304F815">
          <wp:extent cx="1362075" cy="651711"/>
          <wp:effectExtent l="0" t="0" r="0" b="0"/>
          <wp:docPr id="1" name="Afbeelding 1" descr="De Onderwijs specialist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 Onderwijs specialist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517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1D11"/>
    <w:multiLevelType w:val="multilevel"/>
    <w:tmpl w:val="B70A8F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9D7101"/>
    <w:multiLevelType w:val="multilevel"/>
    <w:tmpl w:val="ECF04B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99F6091"/>
    <w:multiLevelType w:val="multilevel"/>
    <w:tmpl w:val="DB06F6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0D50C66"/>
    <w:multiLevelType w:val="multilevel"/>
    <w:tmpl w:val="B27E03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1111AE8"/>
    <w:multiLevelType w:val="multilevel"/>
    <w:tmpl w:val="D89213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FC7319"/>
    <w:multiLevelType w:val="multilevel"/>
    <w:tmpl w:val="BB22BE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8E43F7B"/>
    <w:multiLevelType w:val="multilevel"/>
    <w:tmpl w:val="3C1085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D262C10"/>
    <w:multiLevelType w:val="multilevel"/>
    <w:tmpl w:val="25B4F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EC91583"/>
    <w:multiLevelType w:val="multilevel"/>
    <w:tmpl w:val="1368D2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F160944"/>
    <w:multiLevelType w:val="multilevel"/>
    <w:tmpl w:val="388CAC8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4316AFC"/>
    <w:multiLevelType w:val="multilevel"/>
    <w:tmpl w:val="1BE208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5F47274"/>
    <w:multiLevelType w:val="multilevel"/>
    <w:tmpl w:val="299470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91"/>
    <w:rsid w:val="000015EC"/>
    <w:rsid w:val="000126E3"/>
    <w:rsid w:val="000223AF"/>
    <w:rsid w:val="00032521"/>
    <w:rsid w:val="00034F63"/>
    <w:rsid w:val="00050B2B"/>
    <w:rsid w:val="00051E03"/>
    <w:rsid w:val="000542BA"/>
    <w:rsid w:val="00061BD7"/>
    <w:rsid w:val="00074FD5"/>
    <w:rsid w:val="000F607D"/>
    <w:rsid w:val="0010506A"/>
    <w:rsid w:val="00111D7A"/>
    <w:rsid w:val="00125CD9"/>
    <w:rsid w:val="001268BE"/>
    <w:rsid w:val="001458B6"/>
    <w:rsid w:val="001838EB"/>
    <w:rsid w:val="00195307"/>
    <w:rsid w:val="001A7531"/>
    <w:rsid w:val="001C09D3"/>
    <w:rsid w:val="001E14CE"/>
    <w:rsid w:val="001E1A34"/>
    <w:rsid w:val="001E6F40"/>
    <w:rsid w:val="001F08B0"/>
    <w:rsid w:val="001F2AF5"/>
    <w:rsid w:val="00215E30"/>
    <w:rsid w:val="00216BF6"/>
    <w:rsid w:val="00227DCF"/>
    <w:rsid w:val="00245EB1"/>
    <w:rsid w:val="002B180F"/>
    <w:rsid w:val="002B5FF4"/>
    <w:rsid w:val="0031760C"/>
    <w:rsid w:val="00352D06"/>
    <w:rsid w:val="00374F44"/>
    <w:rsid w:val="00392370"/>
    <w:rsid w:val="003A215F"/>
    <w:rsid w:val="003C16A1"/>
    <w:rsid w:val="003E1F61"/>
    <w:rsid w:val="003E4E59"/>
    <w:rsid w:val="003F60DD"/>
    <w:rsid w:val="004005A1"/>
    <w:rsid w:val="00412091"/>
    <w:rsid w:val="00426844"/>
    <w:rsid w:val="00431712"/>
    <w:rsid w:val="0043708D"/>
    <w:rsid w:val="00483649"/>
    <w:rsid w:val="004868B3"/>
    <w:rsid w:val="00491860"/>
    <w:rsid w:val="004939D7"/>
    <w:rsid w:val="004C06DE"/>
    <w:rsid w:val="004E5E1C"/>
    <w:rsid w:val="00507B8E"/>
    <w:rsid w:val="005147E3"/>
    <w:rsid w:val="00514E2B"/>
    <w:rsid w:val="00524F01"/>
    <w:rsid w:val="00541DA6"/>
    <w:rsid w:val="0054524B"/>
    <w:rsid w:val="005A58E0"/>
    <w:rsid w:val="005B4B1B"/>
    <w:rsid w:val="005F1791"/>
    <w:rsid w:val="005F3016"/>
    <w:rsid w:val="00602F3C"/>
    <w:rsid w:val="0063222D"/>
    <w:rsid w:val="006A54FD"/>
    <w:rsid w:val="006B243A"/>
    <w:rsid w:val="006B54B2"/>
    <w:rsid w:val="006D3146"/>
    <w:rsid w:val="006E0814"/>
    <w:rsid w:val="006E6BA9"/>
    <w:rsid w:val="006F33A8"/>
    <w:rsid w:val="007025F5"/>
    <w:rsid w:val="0071387A"/>
    <w:rsid w:val="00725540"/>
    <w:rsid w:val="00745B5C"/>
    <w:rsid w:val="00753A13"/>
    <w:rsid w:val="0076538E"/>
    <w:rsid w:val="007708F6"/>
    <w:rsid w:val="00772522"/>
    <w:rsid w:val="00783D75"/>
    <w:rsid w:val="00793CBA"/>
    <w:rsid w:val="008052A8"/>
    <w:rsid w:val="00856965"/>
    <w:rsid w:val="00863E8C"/>
    <w:rsid w:val="0088126B"/>
    <w:rsid w:val="00893B68"/>
    <w:rsid w:val="008A096C"/>
    <w:rsid w:val="008E356C"/>
    <w:rsid w:val="008E5245"/>
    <w:rsid w:val="009001E5"/>
    <w:rsid w:val="0091120A"/>
    <w:rsid w:val="00911C34"/>
    <w:rsid w:val="00927F57"/>
    <w:rsid w:val="009520B5"/>
    <w:rsid w:val="00967192"/>
    <w:rsid w:val="009820D1"/>
    <w:rsid w:val="009A4AD3"/>
    <w:rsid w:val="009D3006"/>
    <w:rsid w:val="009D35C8"/>
    <w:rsid w:val="009E7DD3"/>
    <w:rsid w:val="00A0220E"/>
    <w:rsid w:val="00A16FA6"/>
    <w:rsid w:val="00A2642B"/>
    <w:rsid w:val="00A27AF9"/>
    <w:rsid w:val="00A3601F"/>
    <w:rsid w:val="00A4166B"/>
    <w:rsid w:val="00A44553"/>
    <w:rsid w:val="00A67C0A"/>
    <w:rsid w:val="00A744A4"/>
    <w:rsid w:val="00A9366C"/>
    <w:rsid w:val="00AA292C"/>
    <w:rsid w:val="00AC0FC9"/>
    <w:rsid w:val="00AC276A"/>
    <w:rsid w:val="00AC7A2C"/>
    <w:rsid w:val="00AE1300"/>
    <w:rsid w:val="00B02F50"/>
    <w:rsid w:val="00B24E2D"/>
    <w:rsid w:val="00B274BA"/>
    <w:rsid w:val="00B32C18"/>
    <w:rsid w:val="00B32C5D"/>
    <w:rsid w:val="00B36EDD"/>
    <w:rsid w:val="00B51F48"/>
    <w:rsid w:val="00B70F7A"/>
    <w:rsid w:val="00B94CEC"/>
    <w:rsid w:val="00BC6689"/>
    <w:rsid w:val="00BD04CB"/>
    <w:rsid w:val="00BD0F54"/>
    <w:rsid w:val="00BD3B98"/>
    <w:rsid w:val="00BE682E"/>
    <w:rsid w:val="00C13D59"/>
    <w:rsid w:val="00C24F84"/>
    <w:rsid w:val="00C3633D"/>
    <w:rsid w:val="00C66BA1"/>
    <w:rsid w:val="00C735C2"/>
    <w:rsid w:val="00C944CA"/>
    <w:rsid w:val="00C95816"/>
    <w:rsid w:val="00C974E5"/>
    <w:rsid w:val="00CA3402"/>
    <w:rsid w:val="00CD5DC0"/>
    <w:rsid w:val="00CF1CCB"/>
    <w:rsid w:val="00D073D4"/>
    <w:rsid w:val="00D13BCD"/>
    <w:rsid w:val="00D158A8"/>
    <w:rsid w:val="00D24B0E"/>
    <w:rsid w:val="00D32DC6"/>
    <w:rsid w:val="00D51771"/>
    <w:rsid w:val="00DB2F59"/>
    <w:rsid w:val="00DB6FD7"/>
    <w:rsid w:val="00DC36A7"/>
    <w:rsid w:val="00DD1042"/>
    <w:rsid w:val="00DE6641"/>
    <w:rsid w:val="00E26A8B"/>
    <w:rsid w:val="00E3429B"/>
    <w:rsid w:val="00E36BE3"/>
    <w:rsid w:val="00E36CCD"/>
    <w:rsid w:val="00E41B94"/>
    <w:rsid w:val="00E453EC"/>
    <w:rsid w:val="00E46B17"/>
    <w:rsid w:val="00E608C2"/>
    <w:rsid w:val="00E61F55"/>
    <w:rsid w:val="00EC563B"/>
    <w:rsid w:val="00EC7076"/>
    <w:rsid w:val="00ED62B2"/>
    <w:rsid w:val="00F10BC1"/>
    <w:rsid w:val="00F5183F"/>
    <w:rsid w:val="00F56573"/>
    <w:rsid w:val="00F8628E"/>
    <w:rsid w:val="00FA76F1"/>
    <w:rsid w:val="00FB153B"/>
    <w:rsid w:val="00FB3AF1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B153B"/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1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2091"/>
    <w:rPr>
      <w:rFonts w:ascii="Verdana" w:hAnsi="Verdana"/>
      <w:sz w:val="18"/>
    </w:rPr>
  </w:style>
  <w:style w:type="paragraph" w:styleId="Geenafstand">
    <w:name w:val="No Spacing"/>
    <w:uiPriority w:val="1"/>
    <w:qFormat/>
    <w:rsid w:val="00412091"/>
    <w:pPr>
      <w:spacing w:after="0" w:line="240" w:lineRule="auto"/>
    </w:pPr>
    <w:rPr>
      <w:rFonts w:ascii="Verdana" w:hAnsi="Verdana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2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2091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D5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1771"/>
    <w:rPr>
      <w:rFonts w:ascii="Verdana" w:hAnsi="Verdana"/>
      <w:sz w:val="18"/>
    </w:rPr>
  </w:style>
  <w:style w:type="character" w:styleId="Hyperlink">
    <w:name w:val="Hyperlink"/>
    <w:basedOn w:val="Standaardalinea-lettertype"/>
    <w:uiPriority w:val="99"/>
    <w:unhideWhenUsed/>
    <w:rsid w:val="00A67C0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E7DD3"/>
    <w:rPr>
      <w:color w:val="800080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36EDD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36EDD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1E14CE"/>
    <w:pPr>
      <w:ind w:left="720"/>
      <w:contextualSpacing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B153B"/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1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2091"/>
    <w:rPr>
      <w:rFonts w:ascii="Verdana" w:hAnsi="Verdana"/>
      <w:sz w:val="18"/>
    </w:rPr>
  </w:style>
  <w:style w:type="paragraph" w:styleId="Geenafstand">
    <w:name w:val="No Spacing"/>
    <w:uiPriority w:val="1"/>
    <w:qFormat/>
    <w:rsid w:val="00412091"/>
    <w:pPr>
      <w:spacing w:after="0" w:line="240" w:lineRule="auto"/>
    </w:pPr>
    <w:rPr>
      <w:rFonts w:ascii="Verdana" w:hAnsi="Verdana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2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2091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D5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1771"/>
    <w:rPr>
      <w:rFonts w:ascii="Verdana" w:hAnsi="Verdana"/>
      <w:sz w:val="18"/>
    </w:rPr>
  </w:style>
  <w:style w:type="character" w:styleId="Hyperlink">
    <w:name w:val="Hyperlink"/>
    <w:basedOn w:val="Standaardalinea-lettertype"/>
    <w:uiPriority w:val="99"/>
    <w:unhideWhenUsed/>
    <w:rsid w:val="00A67C0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E7DD3"/>
    <w:rPr>
      <w:color w:val="800080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36EDD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36EDD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1E14CE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97CDE63A</Template>
  <TotalTime>100</TotalTime>
  <Pages>12</Pages>
  <Words>5638</Words>
  <Characters>31012</Characters>
  <Application>Microsoft Office Word</Application>
  <DocSecurity>0</DocSecurity>
  <Lines>258</Lines>
  <Paragraphs>73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36577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Gerritsen, Marjolijn</dc:creator>
  <cp:lastModifiedBy>Berg, Anja van den</cp:lastModifiedBy>
  <cp:revision>29</cp:revision>
  <dcterms:created xsi:type="dcterms:W3CDTF">2016-09-30T07:05:00Z</dcterms:created>
  <dcterms:modified xsi:type="dcterms:W3CDTF">2016-10-03T10:05:00Z</dcterms:modified>
</cp:coreProperties>
</file>